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FA90" w14:textId="72C0866D" w:rsidR="008573E0" w:rsidRPr="00700A32" w:rsidRDefault="00687C2D" w:rsidP="00BA7D6E">
      <w:pPr>
        <w:pStyle w:val="HeadASection"/>
        <w:rPr>
          <w:sz w:val="28"/>
          <w:szCs w:val="28"/>
        </w:rPr>
      </w:pPr>
      <w:r w:rsidRPr="00700A32">
        <w:rPr>
          <w:sz w:val="28"/>
          <w:szCs w:val="28"/>
        </w:rPr>
        <w:t xml:space="preserve">LCCI </w:t>
      </w:r>
      <w:r w:rsidR="00EB2540" w:rsidRPr="00700A32">
        <w:rPr>
          <w:sz w:val="28"/>
          <w:szCs w:val="28"/>
        </w:rPr>
        <w:t>Writing</w:t>
      </w:r>
    </w:p>
    <w:p w14:paraId="7667C95A" w14:textId="40379B5D" w:rsidR="00DE309F" w:rsidRDefault="00DE309F" w:rsidP="00687C2D">
      <w:pPr>
        <w:pStyle w:val="Text"/>
        <w:rPr>
          <w:b/>
        </w:rPr>
      </w:pPr>
      <w:r>
        <w:rPr>
          <w:b/>
        </w:rPr>
        <w:t>Situation</w:t>
      </w:r>
    </w:p>
    <w:p w14:paraId="183795A1" w14:textId="6D86439C" w:rsidR="00A8363A" w:rsidRDefault="00196635" w:rsidP="00DC5084">
      <w:pPr>
        <w:pStyle w:val="Text"/>
      </w:pPr>
      <w:bookmarkStart w:id="0" w:name="_Hlk529192874"/>
      <w:r>
        <w:t xml:space="preserve">You </w:t>
      </w:r>
      <w:r w:rsidR="005A68FF">
        <w:t xml:space="preserve">work </w:t>
      </w:r>
      <w:r w:rsidR="00AF74B1">
        <w:t xml:space="preserve">for a mobile network company and your company has decided to </w:t>
      </w:r>
      <w:r w:rsidR="00A8363A">
        <w:t xml:space="preserve">stop paper billing and will now only be billing online. </w:t>
      </w:r>
      <w:r w:rsidR="0098632B">
        <w:t>You have been asked to write</w:t>
      </w:r>
      <w:r w:rsidR="0098632B">
        <w:t xml:space="preserve"> </w:t>
      </w:r>
      <w:r w:rsidR="00A8363A">
        <w:t xml:space="preserve">a </w:t>
      </w:r>
      <w:r w:rsidR="00B155B8">
        <w:t xml:space="preserve">formal </w:t>
      </w:r>
      <w:r w:rsidR="00A8363A">
        <w:t>letter to customers explaining and justifying the decision</w:t>
      </w:r>
      <w:r w:rsidR="00E239C5">
        <w:t>, as</w:t>
      </w:r>
      <w:r w:rsidR="0098632B">
        <w:t> </w:t>
      </w:r>
      <w:r w:rsidR="00E239C5">
        <w:t>well as outlining the new procedure</w:t>
      </w:r>
      <w:r w:rsidR="00A8363A">
        <w:t xml:space="preserve">. Use the </w:t>
      </w:r>
      <w:r w:rsidR="00E239C5">
        <w:t>information</w:t>
      </w:r>
      <w:r w:rsidR="00A8363A">
        <w:t xml:space="preserve"> below to help you.</w:t>
      </w:r>
    </w:p>
    <w:p w14:paraId="298BD6BF" w14:textId="77777777" w:rsidR="00A8363A" w:rsidRDefault="00A8363A" w:rsidP="00DC5084">
      <w:pPr>
        <w:pStyle w:val="Text"/>
      </w:pPr>
    </w:p>
    <w:p w14:paraId="2A052365" w14:textId="3C4CA8B0" w:rsidR="005209A2" w:rsidRPr="00D43123" w:rsidRDefault="00BF6570" w:rsidP="00DC5084">
      <w:pPr>
        <w:pStyle w:val="Text"/>
      </w:pPr>
      <w:r w:rsidRPr="00D43123">
        <w:t>Here is the company memo:</w:t>
      </w:r>
    </w:p>
    <w:p w14:paraId="0E1F1679" w14:textId="453B8147" w:rsidR="00BF6570" w:rsidRDefault="00BF6570" w:rsidP="00DC5084">
      <w:pPr>
        <w:pStyle w:val="Text"/>
      </w:pPr>
    </w:p>
    <w:p w14:paraId="16DB6B6B" w14:textId="52DC9A94" w:rsidR="00BF6570" w:rsidRPr="00D43123" w:rsidRDefault="00BF6570" w:rsidP="00DC5084">
      <w:pPr>
        <w:pStyle w:val="Text"/>
        <w:rPr>
          <w:rFonts w:ascii="Times New Roman" w:hAnsi="Times New Roman" w:cs="Times New Roman"/>
          <w:u w:val="single"/>
        </w:rPr>
      </w:pPr>
      <w:r w:rsidRPr="00D43123">
        <w:rPr>
          <w:rFonts w:ascii="Times New Roman" w:hAnsi="Times New Roman" w:cs="Times New Roman"/>
          <w:u w:val="single"/>
        </w:rPr>
        <w:t>All customer services team</w:t>
      </w:r>
    </w:p>
    <w:p w14:paraId="44A4646B" w14:textId="4254B372" w:rsidR="00BF6570" w:rsidRPr="00D43123" w:rsidRDefault="00BF6570" w:rsidP="00DC5084">
      <w:pPr>
        <w:pStyle w:val="Text"/>
        <w:rPr>
          <w:rFonts w:ascii="Times New Roman" w:hAnsi="Times New Roman" w:cs="Times New Roman"/>
        </w:rPr>
      </w:pPr>
    </w:p>
    <w:p w14:paraId="4674E159" w14:textId="403B51DA" w:rsidR="00BF6570" w:rsidRPr="00D43123" w:rsidRDefault="004D16CC" w:rsidP="00DC5084">
      <w:pPr>
        <w:pStyle w:val="Text"/>
        <w:rPr>
          <w:rFonts w:ascii="Times New Roman" w:hAnsi="Times New Roman" w:cs="Times New Roman"/>
        </w:rPr>
      </w:pPr>
      <w:r w:rsidRPr="00D43123">
        <w:rPr>
          <w:rFonts w:ascii="Times New Roman" w:hAnsi="Times New Roman" w:cs="Times New Roman"/>
        </w:rPr>
        <w:t>From next January, we will be changing the way we bill customers. We would like you to send letters to all the customers on your client list explaining this change.</w:t>
      </w:r>
    </w:p>
    <w:p w14:paraId="3EBFDF9A" w14:textId="23A7585B" w:rsidR="004D16CC" w:rsidRPr="00D43123" w:rsidRDefault="004D16CC" w:rsidP="00DC5084">
      <w:pPr>
        <w:pStyle w:val="Text"/>
        <w:rPr>
          <w:rFonts w:ascii="Times New Roman" w:hAnsi="Times New Roman" w:cs="Times New Roman"/>
        </w:rPr>
      </w:pPr>
    </w:p>
    <w:p w14:paraId="65F55520" w14:textId="1299A9F9" w:rsidR="004D16CC" w:rsidRPr="00D43123" w:rsidRDefault="004D16CC" w:rsidP="00DC5084">
      <w:pPr>
        <w:pStyle w:val="Text"/>
        <w:rPr>
          <w:rFonts w:ascii="Times New Roman" w:hAnsi="Times New Roman" w:cs="Times New Roman"/>
        </w:rPr>
      </w:pPr>
      <w:r w:rsidRPr="00D43123">
        <w:rPr>
          <w:rFonts w:ascii="Times New Roman" w:hAnsi="Times New Roman" w:cs="Times New Roman"/>
        </w:rPr>
        <w:t>Please send letters individually to give the communication a personal touch. Include the following information:</w:t>
      </w:r>
    </w:p>
    <w:p w14:paraId="2C1A650A" w14:textId="638B0721" w:rsidR="004D16CC" w:rsidRPr="00D43123" w:rsidRDefault="004D16CC" w:rsidP="00DC5084">
      <w:pPr>
        <w:pStyle w:val="Text"/>
        <w:rPr>
          <w:rFonts w:ascii="Times New Roman" w:hAnsi="Times New Roman" w:cs="Times New Roman"/>
        </w:rPr>
      </w:pPr>
    </w:p>
    <w:p w14:paraId="679D6F8D" w14:textId="683553D7" w:rsidR="004D16CC" w:rsidRPr="00D43123" w:rsidRDefault="004D16CC" w:rsidP="00227B74">
      <w:pPr>
        <w:pStyle w:val="Text"/>
        <w:numPr>
          <w:ilvl w:val="0"/>
          <w:numId w:val="39"/>
        </w:numPr>
        <w:ind w:left="567" w:hanging="207"/>
        <w:rPr>
          <w:rFonts w:ascii="Times New Roman" w:hAnsi="Times New Roman" w:cs="Times New Roman"/>
        </w:rPr>
      </w:pPr>
      <w:r w:rsidRPr="00D43123">
        <w:rPr>
          <w:rFonts w:ascii="Times New Roman" w:hAnsi="Times New Roman" w:cs="Times New Roman"/>
        </w:rPr>
        <w:t>From January there will be no more paper bills. All</w:t>
      </w:r>
      <w:r w:rsidR="0098632B">
        <w:rPr>
          <w:rFonts w:ascii="Times New Roman" w:hAnsi="Times New Roman" w:cs="Times New Roman"/>
        </w:rPr>
        <w:t> </w:t>
      </w:r>
      <w:r w:rsidRPr="00D43123">
        <w:rPr>
          <w:rFonts w:ascii="Times New Roman" w:hAnsi="Times New Roman" w:cs="Times New Roman"/>
        </w:rPr>
        <w:t>bills will be online.</w:t>
      </w:r>
    </w:p>
    <w:p w14:paraId="66A2671F" w14:textId="60DE5B1C" w:rsidR="008E1BCD" w:rsidRPr="00D43123" w:rsidRDefault="008E1BCD" w:rsidP="00227B74">
      <w:pPr>
        <w:pStyle w:val="Text"/>
        <w:numPr>
          <w:ilvl w:val="0"/>
          <w:numId w:val="39"/>
        </w:numPr>
        <w:ind w:left="567" w:hanging="207"/>
        <w:rPr>
          <w:rFonts w:ascii="Times New Roman" w:hAnsi="Times New Roman" w:cs="Times New Roman"/>
        </w:rPr>
      </w:pPr>
      <w:r w:rsidRPr="00D43123">
        <w:rPr>
          <w:rFonts w:ascii="Times New Roman" w:hAnsi="Times New Roman" w:cs="Times New Roman"/>
        </w:rPr>
        <w:t>To access copies of bills, customers must log</w:t>
      </w:r>
      <w:r w:rsidR="0098632B">
        <w:rPr>
          <w:rFonts w:ascii="Times New Roman" w:hAnsi="Times New Roman" w:cs="Times New Roman"/>
        </w:rPr>
        <w:t xml:space="preserve"> </w:t>
      </w:r>
      <w:r w:rsidRPr="00D43123">
        <w:rPr>
          <w:rFonts w:ascii="Times New Roman" w:hAnsi="Times New Roman" w:cs="Times New Roman"/>
        </w:rPr>
        <w:t>in to</w:t>
      </w:r>
      <w:r w:rsidR="0098632B">
        <w:rPr>
          <w:rFonts w:ascii="Times New Roman" w:hAnsi="Times New Roman" w:cs="Times New Roman"/>
        </w:rPr>
        <w:t> </w:t>
      </w:r>
      <w:r w:rsidRPr="00D43123">
        <w:rPr>
          <w:rFonts w:ascii="Times New Roman" w:hAnsi="Times New Roman" w:cs="Times New Roman"/>
        </w:rPr>
        <w:t xml:space="preserve">the user area here: </w:t>
      </w:r>
      <w:hyperlink r:id="rId8" w:history="1">
        <w:r w:rsidRPr="00D43123">
          <w:rPr>
            <w:rStyle w:val="Hipercze"/>
            <w:rFonts w:ascii="Times New Roman" w:hAnsi="Times New Roman" w:cs="Times New Roman"/>
            <w:color w:val="auto"/>
            <w:u w:val="none"/>
          </w:rPr>
          <w:t>www.tentel.phone/login</w:t>
        </w:r>
      </w:hyperlink>
    </w:p>
    <w:p w14:paraId="1EDFEEF5" w14:textId="07C6F96F" w:rsidR="008E1BCD" w:rsidRPr="00D43123" w:rsidRDefault="008E1BCD" w:rsidP="00227B74">
      <w:pPr>
        <w:pStyle w:val="Text"/>
        <w:numPr>
          <w:ilvl w:val="0"/>
          <w:numId w:val="39"/>
        </w:numPr>
        <w:ind w:left="567" w:hanging="207"/>
        <w:rPr>
          <w:rFonts w:ascii="Times New Roman" w:hAnsi="Times New Roman" w:cs="Times New Roman"/>
        </w:rPr>
      </w:pPr>
      <w:r w:rsidRPr="00D43123">
        <w:rPr>
          <w:rFonts w:ascii="Times New Roman" w:hAnsi="Times New Roman" w:cs="Times New Roman"/>
        </w:rPr>
        <w:t>Give the help number in case they have any problems.</w:t>
      </w:r>
    </w:p>
    <w:p w14:paraId="775BBE35" w14:textId="4D5A329D" w:rsidR="00D76CF5" w:rsidRPr="00D43123" w:rsidRDefault="00D76CF5" w:rsidP="00227B74">
      <w:pPr>
        <w:pStyle w:val="Text"/>
        <w:numPr>
          <w:ilvl w:val="0"/>
          <w:numId w:val="39"/>
        </w:numPr>
        <w:ind w:left="567" w:hanging="207"/>
        <w:rPr>
          <w:rFonts w:ascii="Times New Roman" w:hAnsi="Times New Roman" w:cs="Times New Roman"/>
        </w:rPr>
      </w:pPr>
      <w:r w:rsidRPr="00D43123">
        <w:rPr>
          <w:rFonts w:ascii="Times New Roman" w:hAnsi="Times New Roman" w:cs="Times New Roman"/>
        </w:rPr>
        <w:t>Also please offer the following reasons for the</w:t>
      </w:r>
      <w:r w:rsidR="0098632B">
        <w:rPr>
          <w:rFonts w:ascii="Times New Roman" w:hAnsi="Times New Roman" w:cs="Times New Roman"/>
        </w:rPr>
        <w:t> </w:t>
      </w:r>
      <w:r w:rsidRPr="00D43123">
        <w:rPr>
          <w:rFonts w:ascii="Times New Roman" w:hAnsi="Times New Roman" w:cs="Times New Roman"/>
        </w:rPr>
        <w:t>change:</w:t>
      </w:r>
    </w:p>
    <w:p w14:paraId="1B13F727" w14:textId="2322B446" w:rsidR="00D76CF5" w:rsidRPr="00D43123" w:rsidRDefault="00D76CF5" w:rsidP="00227B74">
      <w:pPr>
        <w:pStyle w:val="Text"/>
        <w:numPr>
          <w:ilvl w:val="0"/>
          <w:numId w:val="40"/>
        </w:numPr>
        <w:ind w:left="851" w:hanging="131"/>
        <w:rPr>
          <w:rFonts w:ascii="Times New Roman" w:hAnsi="Times New Roman" w:cs="Times New Roman"/>
        </w:rPr>
      </w:pPr>
      <w:r w:rsidRPr="00D43123">
        <w:rPr>
          <w:rFonts w:ascii="Times New Roman" w:hAnsi="Times New Roman" w:cs="Times New Roman"/>
        </w:rPr>
        <w:t>Online billing is more environmentally friendly.</w:t>
      </w:r>
    </w:p>
    <w:p w14:paraId="056A9788" w14:textId="016FA1A4" w:rsidR="00D76CF5" w:rsidRPr="00D43123" w:rsidRDefault="00D76CF5" w:rsidP="00227B74">
      <w:pPr>
        <w:pStyle w:val="Text"/>
        <w:numPr>
          <w:ilvl w:val="0"/>
          <w:numId w:val="40"/>
        </w:numPr>
        <w:ind w:left="851" w:hanging="131"/>
        <w:rPr>
          <w:rFonts w:ascii="Times New Roman" w:hAnsi="Times New Roman" w:cs="Times New Roman"/>
        </w:rPr>
      </w:pPr>
      <w:r w:rsidRPr="00D43123">
        <w:rPr>
          <w:rFonts w:ascii="Times New Roman" w:hAnsi="Times New Roman" w:cs="Times New Roman"/>
        </w:rPr>
        <w:t>Online billing will help keep costs low, therefore help keep our prices low</w:t>
      </w:r>
      <w:r w:rsidR="009B1F94">
        <w:rPr>
          <w:rFonts w:ascii="Times New Roman" w:hAnsi="Times New Roman" w:cs="Times New Roman"/>
        </w:rPr>
        <w:t>.</w:t>
      </w:r>
    </w:p>
    <w:bookmarkEnd w:id="0"/>
    <w:p w14:paraId="1FAE4F24" w14:textId="77777777" w:rsidR="0098632B" w:rsidRDefault="0098632B" w:rsidP="00DB5400">
      <w:pPr>
        <w:pStyle w:val="Rubric"/>
        <w:rPr>
          <w:b w:val="0"/>
        </w:rPr>
      </w:pPr>
    </w:p>
    <w:p w14:paraId="077FEB5C" w14:textId="04FAAC3D" w:rsidR="005209A2" w:rsidRPr="00D43123" w:rsidRDefault="00E239C5" w:rsidP="00DB5400">
      <w:pPr>
        <w:pStyle w:val="Rubric"/>
        <w:rPr>
          <w:b w:val="0"/>
        </w:rPr>
      </w:pPr>
      <w:r w:rsidRPr="00D43123">
        <w:rPr>
          <w:b w:val="0"/>
        </w:rPr>
        <w:t>Feedback on customer survey:</w:t>
      </w:r>
    </w:p>
    <w:p w14:paraId="2E6FC670" w14:textId="111C8F7B" w:rsidR="00E239C5" w:rsidRDefault="00E239C5" w:rsidP="00DB5400">
      <w:pPr>
        <w:pStyle w:val="Rubric"/>
      </w:pPr>
    </w:p>
    <w:tbl>
      <w:tblPr>
        <w:tblStyle w:val="Tabela-Siatka"/>
        <w:tblW w:w="0" w:type="auto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122"/>
        <w:gridCol w:w="865"/>
        <w:gridCol w:w="866"/>
        <w:gridCol w:w="866"/>
      </w:tblGrid>
      <w:tr w:rsidR="002757CD" w14:paraId="5DB53791" w14:textId="77777777" w:rsidTr="00227B74">
        <w:trPr>
          <w:trHeight w:val="214"/>
        </w:trPr>
        <w:tc>
          <w:tcPr>
            <w:tcW w:w="2122" w:type="dxa"/>
            <w:vAlign w:val="center"/>
          </w:tcPr>
          <w:p w14:paraId="1123D0F3" w14:textId="77777777" w:rsidR="002757CD" w:rsidRDefault="002757CD" w:rsidP="00227B74">
            <w:pPr>
              <w:pStyle w:val="Text"/>
            </w:pPr>
          </w:p>
        </w:tc>
        <w:tc>
          <w:tcPr>
            <w:tcW w:w="865" w:type="dxa"/>
            <w:vAlign w:val="center"/>
          </w:tcPr>
          <w:p w14:paraId="2613AFB4" w14:textId="6FADB2F3" w:rsidR="002757CD" w:rsidRDefault="002757CD" w:rsidP="00227B74">
            <w:pPr>
              <w:pStyle w:val="Text"/>
              <w:jc w:val="center"/>
            </w:pP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</w:tc>
        <w:tc>
          <w:tcPr>
            <w:tcW w:w="866" w:type="dxa"/>
            <w:vAlign w:val="center"/>
          </w:tcPr>
          <w:p w14:paraId="206EF4A0" w14:textId="6D3D8F9B" w:rsidR="002757CD" w:rsidRDefault="00383BCC" w:rsidP="00227B74">
            <w:pPr>
              <w:pStyle w:val="Text"/>
              <w:jc w:val="center"/>
            </w:pP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10"/>
                </mc:Choice>
                <mc:Fallback>
                  <w:t>😐</w:t>
                </mc:Fallback>
              </mc:AlternateContent>
            </w:r>
          </w:p>
        </w:tc>
        <w:tc>
          <w:tcPr>
            <w:tcW w:w="866" w:type="dxa"/>
            <w:vAlign w:val="center"/>
          </w:tcPr>
          <w:p w14:paraId="5C48536C" w14:textId="75B70BA3" w:rsidR="002757CD" w:rsidRDefault="002757CD" w:rsidP="00227B74">
            <w:pPr>
              <w:pStyle w:val="Text"/>
              <w:jc w:val="center"/>
            </w:pP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39"/>
                </mc:Choice>
                <mc:Fallback>
                  <w:t>☹</w:t>
                </mc:Fallback>
              </mc:AlternateContent>
            </w:r>
          </w:p>
        </w:tc>
      </w:tr>
      <w:tr w:rsidR="002757CD" w14:paraId="724C541B" w14:textId="77777777" w:rsidTr="00227B74">
        <w:tc>
          <w:tcPr>
            <w:tcW w:w="2122" w:type="dxa"/>
          </w:tcPr>
          <w:p w14:paraId="0C218DA5" w14:textId="598B9274" w:rsidR="002757CD" w:rsidRPr="00460552" w:rsidRDefault="002757CD" w:rsidP="00227B74">
            <w:pPr>
              <w:pStyle w:val="Text"/>
              <w:rPr>
                <w:b/>
              </w:rPr>
            </w:pPr>
            <w:r w:rsidRPr="00460552">
              <w:t xml:space="preserve">Do you </w:t>
            </w:r>
            <w:r w:rsidR="00383BCC" w:rsidRPr="00460552">
              <w:t xml:space="preserve">like </w:t>
            </w:r>
            <w:r w:rsidRPr="00460552">
              <w:t>using the customer user area online?</w:t>
            </w:r>
          </w:p>
        </w:tc>
        <w:tc>
          <w:tcPr>
            <w:tcW w:w="865" w:type="dxa"/>
            <w:vAlign w:val="center"/>
          </w:tcPr>
          <w:p w14:paraId="4C6629D4" w14:textId="77777777" w:rsidR="002757CD" w:rsidRPr="00460552" w:rsidRDefault="002757CD" w:rsidP="00227B74">
            <w:pPr>
              <w:pStyle w:val="Text"/>
              <w:jc w:val="center"/>
              <w:rPr>
                <w:b/>
              </w:rPr>
            </w:pPr>
          </w:p>
          <w:p w14:paraId="7E43AFDB" w14:textId="2B0388F8" w:rsidR="00383BCC" w:rsidRPr="00460552" w:rsidRDefault="007E0C07" w:rsidP="00227B74">
            <w:pPr>
              <w:pStyle w:val="Text"/>
              <w:jc w:val="center"/>
              <w:rPr>
                <w:b/>
              </w:rPr>
            </w:pPr>
            <w:r w:rsidRPr="00460552">
              <w:t>59%</w:t>
            </w:r>
          </w:p>
        </w:tc>
        <w:tc>
          <w:tcPr>
            <w:tcW w:w="866" w:type="dxa"/>
            <w:vAlign w:val="center"/>
          </w:tcPr>
          <w:p w14:paraId="411B4B95" w14:textId="77777777" w:rsidR="002757CD" w:rsidRPr="00460552" w:rsidRDefault="002757CD" w:rsidP="00227B74">
            <w:pPr>
              <w:pStyle w:val="Text"/>
              <w:jc w:val="center"/>
              <w:rPr>
                <w:b/>
              </w:rPr>
            </w:pPr>
          </w:p>
          <w:p w14:paraId="2AE5AEF7" w14:textId="2641F70A" w:rsidR="007E0C07" w:rsidRPr="00460552" w:rsidRDefault="007E0C07" w:rsidP="00227B74">
            <w:pPr>
              <w:pStyle w:val="Text"/>
              <w:jc w:val="center"/>
              <w:rPr>
                <w:b/>
              </w:rPr>
            </w:pPr>
            <w:r w:rsidRPr="00460552">
              <w:t>31%</w:t>
            </w:r>
          </w:p>
        </w:tc>
        <w:tc>
          <w:tcPr>
            <w:tcW w:w="866" w:type="dxa"/>
            <w:vAlign w:val="center"/>
          </w:tcPr>
          <w:p w14:paraId="14051669" w14:textId="77777777" w:rsidR="002757CD" w:rsidRPr="00460552" w:rsidRDefault="002757CD" w:rsidP="00227B74">
            <w:pPr>
              <w:pStyle w:val="Text"/>
              <w:jc w:val="center"/>
              <w:rPr>
                <w:b/>
              </w:rPr>
            </w:pPr>
          </w:p>
          <w:p w14:paraId="05BE5840" w14:textId="55987AA9" w:rsidR="007E0C07" w:rsidRPr="00460552" w:rsidRDefault="007E0C07" w:rsidP="00227B74">
            <w:pPr>
              <w:pStyle w:val="Text"/>
              <w:jc w:val="center"/>
              <w:rPr>
                <w:b/>
              </w:rPr>
            </w:pPr>
            <w:r w:rsidRPr="00460552">
              <w:t>10%</w:t>
            </w:r>
          </w:p>
        </w:tc>
      </w:tr>
      <w:tr w:rsidR="002757CD" w14:paraId="22027FCF" w14:textId="77777777" w:rsidTr="00227B74">
        <w:tc>
          <w:tcPr>
            <w:tcW w:w="2122" w:type="dxa"/>
          </w:tcPr>
          <w:p w14:paraId="75438D3C" w14:textId="5A7E5E2E" w:rsidR="002757CD" w:rsidRPr="00460552" w:rsidRDefault="002757CD" w:rsidP="00227B74">
            <w:pPr>
              <w:pStyle w:val="Text"/>
              <w:rPr>
                <w:b/>
              </w:rPr>
            </w:pPr>
            <w:r w:rsidRPr="00460552">
              <w:t>Do you like receiving paper bills?</w:t>
            </w:r>
          </w:p>
        </w:tc>
        <w:tc>
          <w:tcPr>
            <w:tcW w:w="865" w:type="dxa"/>
            <w:vAlign w:val="center"/>
          </w:tcPr>
          <w:p w14:paraId="447E0C0A" w14:textId="77777777" w:rsidR="002757CD" w:rsidRPr="00460552" w:rsidRDefault="002757CD" w:rsidP="00227B74">
            <w:pPr>
              <w:pStyle w:val="Text"/>
              <w:jc w:val="center"/>
              <w:rPr>
                <w:b/>
              </w:rPr>
            </w:pPr>
          </w:p>
          <w:p w14:paraId="3B8E39B2" w14:textId="4D61D81B" w:rsidR="00BF7D9C" w:rsidRPr="00460552" w:rsidRDefault="00BF7D9C" w:rsidP="00227B74">
            <w:pPr>
              <w:pStyle w:val="Text"/>
              <w:jc w:val="center"/>
              <w:rPr>
                <w:b/>
              </w:rPr>
            </w:pPr>
            <w:r w:rsidRPr="00460552">
              <w:t>11%</w:t>
            </w:r>
          </w:p>
        </w:tc>
        <w:tc>
          <w:tcPr>
            <w:tcW w:w="866" w:type="dxa"/>
            <w:vAlign w:val="center"/>
          </w:tcPr>
          <w:p w14:paraId="7220B34C" w14:textId="77777777" w:rsidR="002757CD" w:rsidRPr="00460552" w:rsidRDefault="002757CD" w:rsidP="00227B74">
            <w:pPr>
              <w:pStyle w:val="Text"/>
              <w:jc w:val="center"/>
              <w:rPr>
                <w:b/>
              </w:rPr>
            </w:pPr>
          </w:p>
          <w:p w14:paraId="1F9A38CF" w14:textId="6D63D26D" w:rsidR="007E0C07" w:rsidRPr="00460552" w:rsidRDefault="007E0C07" w:rsidP="00227B74">
            <w:pPr>
              <w:pStyle w:val="Text"/>
              <w:jc w:val="center"/>
              <w:rPr>
                <w:b/>
              </w:rPr>
            </w:pPr>
            <w:r w:rsidRPr="00460552">
              <w:t>68%</w:t>
            </w:r>
          </w:p>
        </w:tc>
        <w:tc>
          <w:tcPr>
            <w:tcW w:w="866" w:type="dxa"/>
            <w:vAlign w:val="center"/>
          </w:tcPr>
          <w:p w14:paraId="17F08239" w14:textId="77777777" w:rsidR="002757CD" w:rsidRPr="00460552" w:rsidRDefault="002757CD" w:rsidP="00227B74">
            <w:pPr>
              <w:pStyle w:val="Text"/>
              <w:jc w:val="center"/>
              <w:rPr>
                <w:b/>
              </w:rPr>
            </w:pPr>
          </w:p>
          <w:p w14:paraId="5A484817" w14:textId="784B708E" w:rsidR="00BF7D9C" w:rsidRPr="00460552" w:rsidRDefault="00BF7D9C" w:rsidP="00227B74">
            <w:pPr>
              <w:pStyle w:val="Text"/>
              <w:jc w:val="center"/>
              <w:rPr>
                <w:b/>
              </w:rPr>
            </w:pPr>
            <w:r w:rsidRPr="00460552">
              <w:t>21%</w:t>
            </w:r>
          </w:p>
        </w:tc>
      </w:tr>
      <w:tr w:rsidR="002757CD" w14:paraId="33B7AFB7" w14:textId="77777777" w:rsidTr="00227B74">
        <w:tc>
          <w:tcPr>
            <w:tcW w:w="2122" w:type="dxa"/>
          </w:tcPr>
          <w:p w14:paraId="54EDFFCA" w14:textId="3CEFF615" w:rsidR="00D43123" w:rsidRPr="00460552" w:rsidRDefault="002757CD" w:rsidP="00227B74">
            <w:pPr>
              <w:pStyle w:val="Text"/>
              <w:rPr>
                <w:b/>
              </w:rPr>
            </w:pPr>
            <w:r w:rsidRPr="00460552">
              <w:t>Do you find online billing easier than paper?</w:t>
            </w:r>
          </w:p>
        </w:tc>
        <w:tc>
          <w:tcPr>
            <w:tcW w:w="865" w:type="dxa"/>
            <w:vAlign w:val="center"/>
          </w:tcPr>
          <w:p w14:paraId="3B0C67FD" w14:textId="77777777" w:rsidR="002757CD" w:rsidRPr="00460552" w:rsidRDefault="002757CD" w:rsidP="00227B74">
            <w:pPr>
              <w:pStyle w:val="Text"/>
              <w:jc w:val="center"/>
              <w:rPr>
                <w:b/>
              </w:rPr>
            </w:pPr>
          </w:p>
          <w:p w14:paraId="63B8E8E5" w14:textId="77777777" w:rsidR="00BF7D9C" w:rsidRPr="00460552" w:rsidRDefault="00BF7D9C" w:rsidP="00227B74">
            <w:pPr>
              <w:pStyle w:val="Text"/>
              <w:jc w:val="center"/>
              <w:rPr>
                <w:b/>
              </w:rPr>
            </w:pPr>
          </w:p>
          <w:p w14:paraId="497ACF2F" w14:textId="49A52B5D" w:rsidR="00BF7D9C" w:rsidRPr="00460552" w:rsidRDefault="00BF7D9C" w:rsidP="00227B74">
            <w:pPr>
              <w:pStyle w:val="Text"/>
              <w:jc w:val="center"/>
              <w:rPr>
                <w:b/>
              </w:rPr>
            </w:pPr>
            <w:r w:rsidRPr="00460552">
              <w:t>12%</w:t>
            </w:r>
          </w:p>
        </w:tc>
        <w:tc>
          <w:tcPr>
            <w:tcW w:w="866" w:type="dxa"/>
            <w:vAlign w:val="center"/>
          </w:tcPr>
          <w:p w14:paraId="423090D6" w14:textId="77777777" w:rsidR="002757CD" w:rsidRPr="00460552" w:rsidRDefault="002757CD" w:rsidP="00227B74">
            <w:pPr>
              <w:pStyle w:val="Text"/>
              <w:jc w:val="center"/>
              <w:rPr>
                <w:b/>
              </w:rPr>
            </w:pPr>
          </w:p>
          <w:p w14:paraId="685479ED" w14:textId="77777777" w:rsidR="00BF7D9C" w:rsidRPr="00460552" w:rsidRDefault="00BF7D9C" w:rsidP="00227B74">
            <w:pPr>
              <w:pStyle w:val="Text"/>
              <w:jc w:val="center"/>
              <w:rPr>
                <w:b/>
              </w:rPr>
            </w:pPr>
          </w:p>
          <w:p w14:paraId="3161EDB1" w14:textId="3B3A4A76" w:rsidR="00BF7D9C" w:rsidRPr="00460552" w:rsidRDefault="00BF7D9C" w:rsidP="00227B74">
            <w:pPr>
              <w:pStyle w:val="Text"/>
              <w:jc w:val="center"/>
              <w:rPr>
                <w:b/>
              </w:rPr>
            </w:pPr>
            <w:r w:rsidRPr="00460552">
              <w:t>76%</w:t>
            </w:r>
          </w:p>
        </w:tc>
        <w:tc>
          <w:tcPr>
            <w:tcW w:w="866" w:type="dxa"/>
            <w:vAlign w:val="center"/>
          </w:tcPr>
          <w:p w14:paraId="1481CE17" w14:textId="77777777" w:rsidR="002757CD" w:rsidRPr="00460552" w:rsidRDefault="002757CD" w:rsidP="00227B74">
            <w:pPr>
              <w:pStyle w:val="Text"/>
              <w:jc w:val="center"/>
              <w:rPr>
                <w:b/>
              </w:rPr>
            </w:pPr>
          </w:p>
          <w:p w14:paraId="76FBE6E0" w14:textId="77777777" w:rsidR="00460552" w:rsidRPr="00460552" w:rsidRDefault="00460552" w:rsidP="00227B74">
            <w:pPr>
              <w:pStyle w:val="Text"/>
              <w:jc w:val="center"/>
              <w:rPr>
                <w:b/>
              </w:rPr>
            </w:pPr>
          </w:p>
          <w:p w14:paraId="076B2002" w14:textId="31742139" w:rsidR="00460552" w:rsidRPr="00460552" w:rsidRDefault="00460552" w:rsidP="00227B74">
            <w:pPr>
              <w:pStyle w:val="Text"/>
              <w:jc w:val="center"/>
              <w:rPr>
                <w:b/>
              </w:rPr>
            </w:pPr>
            <w:r w:rsidRPr="00460552">
              <w:t>12%</w:t>
            </w:r>
          </w:p>
        </w:tc>
      </w:tr>
    </w:tbl>
    <w:p w14:paraId="12585E73" w14:textId="77777777" w:rsidR="00D43123" w:rsidRDefault="00D43123" w:rsidP="00DB5400">
      <w:pPr>
        <w:pStyle w:val="Rubric"/>
      </w:pPr>
    </w:p>
    <w:p w14:paraId="0FB91E87" w14:textId="16171A04" w:rsidR="00E239C5" w:rsidRDefault="00D43123" w:rsidP="00DB5400">
      <w:pPr>
        <w:pStyle w:val="Rubric"/>
      </w:pPr>
      <w:r>
        <w:t>Task</w:t>
      </w:r>
    </w:p>
    <w:p w14:paraId="595DBE7B" w14:textId="716329CC" w:rsidR="0023102F" w:rsidRPr="00196635" w:rsidRDefault="00E87589" w:rsidP="008229C9">
      <w:pPr>
        <w:pStyle w:val="Rubric"/>
        <w:spacing w:line="360" w:lineRule="auto"/>
        <w:rPr>
          <w:lang w:val="en-US"/>
        </w:rPr>
      </w:pPr>
      <w:r w:rsidRPr="00BE658E">
        <w:t>Write</w:t>
      </w:r>
      <w:r w:rsidR="00220B05">
        <w:t xml:space="preserve"> the</w:t>
      </w:r>
      <w:r w:rsidR="00A524F9">
        <w:t xml:space="preserve"> </w:t>
      </w:r>
      <w:r w:rsidR="00A8363A">
        <w:t>letter</w:t>
      </w:r>
      <w:r w:rsidR="002D4BB9">
        <w:t>.</w:t>
      </w:r>
      <w:r w:rsidR="0098632B">
        <w:t xml:space="preserve"> </w:t>
      </w:r>
      <w:r w:rsidR="0023102F" w:rsidRPr="0023102F">
        <w:t xml:space="preserve">Write </w:t>
      </w:r>
      <w:r w:rsidR="0098632B">
        <w:t>about</w:t>
      </w:r>
      <w:r w:rsidR="0098632B">
        <w:t xml:space="preserve"> </w:t>
      </w:r>
      <w:r w:rsidR="00D43123">
        <w:t>200–</w:t>
      </w:r>
      <w:r w:rsidR="00666BC6">
        <w:t>250</w:t>
      </w:r>
      <w:r w:rsidR="00D43123">
        <w:t xml:space="preserve"> words.</w:t>
      </w:r>
    </w:p>
    <w:p w14:paraId="0E6CEE65" w14:textId="597DEAB6" w:rsidR="008229C9" w:rsidRPr="00FD4139" w:rsidRDefault="008229C9" w:rsidP="008229C9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______________________________________________________________________________________________________________________________________________________________________</w:t>
      </w:r>
      <w:r w:rsidR="0098632B">
        <w:rPr>
          <w:b w:val="0"/>
        </w:rPr>
        <w:t>__</w:t>
      </w:r>
    </w:p>
    <w:p w14:paraId="51596171" w14:textId="77777777" w:rsidR="0098632B" w:rsidRPr="00FD4139" w:rsidRDefault="008229C9" w:rsidP="0098632B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</w:t>
      </w:r>
      <w:r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8632B"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8632B">
        <w:rPr>
          <w:b w:val="0"/>
        </w:rPr>
        <w:t>__</w:t>
      </w:r>
    </w:p>
    <w:p w14:paraId="2A6215F5" w14:textId="03961109" w:rsidR="003F09D6" w:rsidRDefault="0098632B" w:rsidP="00227B74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</w:t>
      </w:r>
      <w:bookmarkStart w:id="1" w:name="_GoBack"/>
      <w:bookmarkEnd w:id="1"/>
    </w:p>
    <w:sectPr w:rsidR="003F09D6" w:rsidSect="00B41F63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8FA9B" w14:textId="77777777" w:rsidR="007F2770" w:rsidRDefault="007F2770">
      <w:r>
        <w:separator/>
      </w:r>
    </w:p>
    <w:p w14:paraId="4742E7B9" w14:textId="77777777" w:rsidR="007F2770" w:rsidRDefault="007F2770"/>
    <w:p w14:paraId="6CC06EC2" w14:textId="77777777" w:rsidR="007F2770" w:rsidRDefault="007F2770"/>
    <w:p w14:paraId="2D65FE6A" w14:textId="77777777" w:rsidR="007F2770" w:rsidRDefault="007F2770"/>
    <w:p w14:paraId="3CDDFEC0" w14:textId="77777777" w:rsidR="007F2770" w:rsidRDefault="007F2770"/>
    <w:p w14:paraId="2B82E837" w14:textId="77777777" w:rsidR="007F2770" w:rsidRDefault="007F2770"/>
  </w:endnote>
  <w:endnote w:type="continuationSeparator" w:id="0">
    <w:p w14:paraId="7564C59A" w14:textId="77777777" w:rsidR="007F2770" w:rsidRDefault="007F2770">
      <w:r>
        <w:continuationSeparator/>
      </w:r>
    </w:p>
    <w:p w14:paraId="35FDA6A6" w14:textId="77777777" w:rsidR="007F2770" w:rsidRDefault="007F2770"/>
    <w:p w14:paraId="5EEEF1F7" w14:textId="77777777" w:rsidR="007F2770" w:rsidRDefault="007F2770"/>
    <w:p w14:paraId="0FC56B66" w14:textId="77777777" w:rsidR="007F2770" w:rsidRDefault="007F2770"/>
    <w:p w14:paraId="23B5D34A" w14:textId="77777777" w:rsidR="007F2770" w:rsidRDefault="007F2770"/>
    <w:p w14:paraId="1177904F" w14:textId="77777777" w:rsidR="007F2770" w:rsidRDefault="007F27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haris SIL">
    <w:altName w:val="Times New Roman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7A7A" w14:textId="1E73BF4A" w:rsidR="00B41F63" w:rsidRPr="00B60917" w:rsidRDefault="00B41F63" w:rsidP="006B29A8">
    <w:pPr>
      <w:pStyle w:val="Text"/>
      <w:tabs>
        <w:tab w:val="right" w:pos="9720"/>
      </w:tabs>
    </w:pPr>
    <w:r w:rsidRPr="00B60917">
      <w:t>© Pearson</w:t>
    </w:r>
    <w:r w:rsidR="0098632B">
      <w:t xml:space="preserve"> Education 2019</w:t>
    </w:r>
    <w:r w:rsidRPr="00B60917">
      <w:t xml:space="preserve">       </w:t>
    </w:r>
    <w:r w:rsidRPr="00B60917">
      <w:rPr>
        <w:b/>
      </w:rPr>
      <w:t>PHOTOCOPIABLE</w:t>
    </w:r>
  </w:p>
  <w:p w14:paraId="01E07224" w14:textId="77777777" w:rsidR="00B41F63" w:rsidRPr="00B60917" w:rsidRDefault="00B41F63" w:rsidP="005623CF">
    <w:pPr>
      <w:pStyle w:val="Text"/>
    </w:pPr>
  </w:p>
  <w:p w14:paraId="1A877E10" w14:textId="77777777" w:rsidR="00B41F63" w:rsidRDefault="00B41F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69F3" w14:textId="77777777" w:rsidR="00B41F63" w:rsidRPr="00D40881" w:rsidRDefault="00B41F63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6CE6435A" w14:textId="77777777" w:rsidR="00B41F63" w:rsidRPr="00D40881" w:rsidRDefault="00B41F63" w:rsidP="00B74096">
    <w:pPr>
      <w:pStyle w:val="TextList"/>
    </w:pPr>
  </w:p>
  <w:p w14:paraId="58B2B6C0" w14:textId="77777777" w:rsidR="00B41F63" w:rsidRDefault="00B41F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72226" w14:textId="77777777" w:rsidR="007F2770" w:rsidRDefault="007F2770">
      <w:r>
        <w:separator/>
      </w:r>
    </w:p>
    <w:p w14:paraId="5875BDAB" w14:textId="77777777" w:rsidR="007F2770" w:rsidRDefault="007F2770"/>
    <w:p w14:paraId="37FA319C" w14:textId="77777777" w:rsidR="007F2770" w:rsidRDefault="007F2770"/>
    <w:p w14:paraId="144DFFCC" w14:textId="77777777" w:rsidR="007F2770" w:rsidRDefault="007F2770"/>
    <w:p w14:paraId="0F5AEB96" w14:textId="77777777" w:rsidR="007F2770" w:rsidRDefault="007F2770"/>
    <w:p w14:paraId="2E0C8EFE" w14:textId="77777777" w:rsidR="007F2770" w:rsidRDefault="007F2770"/>
  </w:footnote>
  <w:footnote w:type="continuationSeparator" w:id="0">
    <w:p w14:paraId="68377EA3" w14:textId="77777777" w:rsidR="007F2770" w:rsidRDefault="007F2770">
      <w:r>
        <w:continuationSeparator/>
      </w:r>
    </w:p>
    <w:p w14:paraId="340231EB" w14:textId="77777777" w:rsidR="007F2770" w:rsidRDefault="007F2770"/>
    <w:p w14:paraId="5341E421" w14:textId="77777777" w:rsidR="007F2770" w:rsidRDefault="007F2770"/>
    <w:p w14:paraId="21D9A513" w14:textId="77777777" w:rsidR="007F2770" w:rsidRDefault="007F2770"/>
    <w:p w14:paraId="359E90A3" w14:textId="77777777" w:rsidR="007F2770" w:rsidRDefault="007F2770"/>
    <w:p w14:paraId="1F1F82AD" w14:textId="77777777" w:rsidR="007F2770" w:rsidRDefault="007F27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BDE2" w14:textId="77777777" w:rsidR="00B41F63" w:rsidRDefault="00B41F63"/>
  <w:p w14:paraId="3D8B6E94" w14:textId="77777777" w:rsidR="00B41F63" w:rsidRDefault="00B41F63"/>
  <w:p w14:paraId="291DF7B0" w14:textId="77777777" w:rsidR="00B41F63" w:rsidRDefault="00B41F63"/>
  <w:p w14:paraId="7DB3DF32" w14:textId="77777777" w:rsidR="00B41F63" w:rsidRDefault="00B41F63"/>
  <w:p w14:paraId="78866D35" w14:textId="77777777" w:rsidR="00B41F63" w:rsidRDefault="00B41F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00E8" w14:textId="7C0F4497" w:rsidR="00B41F63" w:rsidRPr="002370A3" w:rsidRDefault="00B41F63" w:rsidP="002370A3">
    <w:pPr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F600400" wp14:editId="6ED550EB">
              <wp:simplePos x="0" y="0"/>
              <wp:positionH relativeFrom="column">
                <wp:posOffset>3474085</wp:posOffset>
              </wp:positionH>
              <wp:positionV relativeFrom="paragraph">
                <wp:posOffset>76200</wp:posOffset>
              </wp:positionV>
              <wp:extent cx="3380105" cy="86677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0105" cy="866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005A265F" w14:textId="16C4B233" w:rsidR="00B41F63" w:rsidRDefault="00B41F63" w:rsidP="0098632B">
                          <w:pPr>
                            <w:spacing w:line="480" w:lineRule="auto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 w:rsidR="00740165"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LCCI English for Business</w:t>
                          </w:r>
                        </w:p>
                        <w:p w14:paraId="5EA517A7" w14:textId="742EA81A" w:rsidR="0098632B" w:rsidRDefault="0098632B" w:rsidP="0098632B">
                          <w:pPr>
                            <w:pStyle w:val="Tex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Name: _________________________</w:t>
                          </w:r>
                          <w:r>
                            <w:rPr>
                              <w:b/>
                              <w:bCs/>
                            </w:rPr>
                            <w:t>_________</w:t>
                          </w:r>
                          <w:r>
                            <w:rPr>
                              <w:b/>
                              <w:bCs/>
                            </w:rPr>
                            <w:t>_</w:t>
                          </w:r>
                        </w:p>
                        <w:p w14:paraId="12F5114B" w14:textId="77777777" w:rsidR="0098632B" w:rsidRPr="004A4A63" w:rsidRDefault="0098632B" w:rsidP="00227B74">
                          <w:pPr>
                            <w:spacing w:line="480" w:lineRule="auto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1D7EAC75" w14:textId="77777777" w:rsidR="00B41F63" w:rsidRDefault="00B41F63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600400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73.55pt;margin-top:6pt;width:266.15pt;height:6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" filled="f" stroked="f">
              <v:textbox inset=",7.2pt,,7.2pt">
                <w:txbxContent>
                  <w:p w14:paraId="005A265F" w14:textId="16C4B233" w:rsidR="00B41F63" w:rsidRDefault="00B41F63" w:rsidP="0098632B">
                    <w:pPr>
                      <w:spacing w:line="480" w:lineRule="auto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 w:rsidR="00740165">
                      <w:rPr>
                        <w:rFonts w:ascii="Arial" w:hAnsi="Arial"/>
                        <w:b/>
                        <w:sz w:val="28"/>
                        <w:szCs w:val="28"/>
                      </w:rPr>
                      <w:t>8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LCCI English for Business</w:t>
                    </w:r>
                  </w:p>
                  <w:p w14:paraId="5EA517A7" w14:textId="742EA81A" w:rsidR="0098632B" w:rsidRDefault="0098632B" w:rsidP="0098632B">
                    <w:pPr>
                      <w:pStyle w:val="Tex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Name: _________________________</w:t>
                    </w:r>
                    <w:r>
                      <w:rPr>
                        <w:b/>
                        <w:bCs/>
                      </w:rPr>
                      <w:t>_________</w:t>
                    </w:r>
                    <w:r>
                      <w:rPr>
                        <w:b/>
                        <w:bCs/>
                      </w:rPr>
                      <w:t>_</w:t>
                    </w:r>
                  </w:p>
                  <w:p w14:paraId="12F5114B" w14:textId="77777777" w:rsidR="0098632B" w:rsidRPr="004A4A63" w:rsidRDefault="0098632B" w:rsidP="00227B74">
                    <w:pPr>
                      <w:spacing w:line="480" w:lineRule="auto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</w:p>
                  <w:p w14:paraId="1D7EAC75" w14:textId="77777777" w:rsidR="00B41F63" w:rsidRDefault="00B41F63"/>
                </w:txbxContent>
              </v:textbox>
            </v:shape>
          </w:pict>
        </mc:Fallback>
      </mc:AlternateContent>
    </w:r>
    <w:r w:rsidR="000737A6">
      <w:rPr>
        <w:noProof/>
      </w:rPr>
      <w:drawing>
        <wp:inline distT="0" distB="0" distL="0" distR="0" wp14:anchorId="70C75EF2" wp14:editId="5F15BE9F">
          <wp:extent cx="4160520" cy="123444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B2+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60520" cy="1234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29EF" w14:textId="77777777" w:rsidR="00B41F63" w:rsidRPr="00D40881" w:rsidRDefault="00B41F63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396B6481" w14:textId="77777777" w:rsidR="00B41F63" w:rsidRPr="00D40881" w:rsidRDefault="00B41F63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67FB88EB" w14:textId="77777777" w:rsidR="00B41F63" w:rsidRPr="00D40881" w:rsidRDefault="00B41F63" w:rsidP="005623CF">
    <w:pPr>
      <w:pStyle w:val="Text"/>
    </w:pPr>
  </w:p>
  <w:p w14:paraId="37C09A54" w14:textId="77777777" w:rsidR="00B41F63" w:rsidRDefault="00B41F63" w:rsidP="00492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A0AA8"/>
    <w:multiLevelType w:val="hybridMultilevel"/>
    <w:tmpl w:val="22CC3E7A"/>
    <w:lvl w:ilvl="0" w:tplc="BC7677E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8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3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690412"/>
    <w:multiLevelType w:val="hybridMultilevel"/>
    <w:tmpl w:val="56240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20" w15:restartNumberingAfterBreak="0">
    <w:nsid w:val="2A681A3F"/>
    <w:multiLevelType w:val="hybridMultilevel"/>
    <w:tmpl w:val="1D50E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8C01B9"/>
    <w:multiLevelType w:val="hybridMultilevel"/>
    <w:tmpl w:val="64581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30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5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6"/>
  </w:num>
  <w:num w:numId="3">
    <w:abstractNumId w:val="17"/>
  </w:num>
  <w:num w:numId="4">
    <w:abstractNumId w:val="33"/>
  </w:num>
  <w:num w:numId="5">
    <w:abstractNumId w:val="39"/>
  </w:num>
  <w:num w:numId="6">
    <w:abstractNumId w:val="35"/>
  </w:num>
  <w:num w:numId="7">
    <w:abstractNumId w:val="27"/>
  </w:num>
  <w:num w:numId="8">
    <w:abstractNumId w:val="37"/>
  </w:num>
  <w:num w:numId="9">
    <w:abstractNumId w:val="8"/>
  </w:num>
  <w:num w:numId="10">
    <w:abstractNumId w:val="38"/>
  </w:num>
  <w:num w:numId="11">
    <w:abstractNumId w:val="3"/>
  </w:num>
  <w:num w:numId="12">
    <w:abstractNumId w:val="5"/>
  </w:num>
  <w:num w:numId="13">
    <w:abstractNumId w:val="31"/>
  </w:num>
  <w:num w:numId="14">
    <w:abstractNumId w:val="6"/>
  </w:num>
  <w:num w:numId="15">
    <w:abstractNumId w:val="32"/>
  </w:num>
  <w:num w:numId="16">
    <w:abstractNumId w:val="34"/>
  </w:num>
  <w:num w:numId="17">
    <w:abstractNumId w:val="29"/>
  </w:num>
  <w:num w:numId="18">
    <w:abstractNumId w:val="16"/>
  </w:num>
  <w:num w:numId="19">
    <w:abstractNumId w:val="0"/>
  </w:num>
  <w:num w:numId="20">
    <w:abstractNumId w:val="11"/>
  </w:num>
  <w:num w:numId="21">
    <w:abstractNumId w:val="14"/>
  </w:num>
  <w:num w:numId="22">
    <w:abstractNumId w:val="2"/>
  </w:num>
  <w:num w:numId="23">
    <w:abstractNumId w:val="1"/>
  </w:num>
  <w:num w:numId="24">
    <w:abstractNumId w:val="15"/>
  </w:num>
  <w:num w:numId="25">
    <w:abstractNumId w:val="10"/>
  </w:num>
  <w:num w:numId="26">
    <w:abstractNumId w:val="23"/>
  </w:num>
  <w:num w:numId="27">
    <w:abstractNumId w:val="9"/>
  </w:num>
  <w:num w:numId="28">
    <w:abstractNumId w:val="12"/>
  </w:num>
  <w:num w:numId="29">
    <w:abstractNumId w:val="26"/>
  </w:num>
  <w:num w:numId="30">
    <w:abstractNumId w:val="25"/>
  </w:num>
  <w:num w:numId="31">
    <w:abstractNumId w:val="13"/>
  </w:num>
  <w:num w:numId="32">
    <w:abstractNumId w:val="24"/>
  </w:num>
  <w:num w:numId="33">
    <w:abstractNumId w:val="30"/>
  </w:num>
  <w:num w:numId="34">
    <w:abstractNumId w:val="19"/>
  </w:num>
  <w:num w:numId="35">
    <w:abstractNumId w:val="21"/>
  </w:num>
  <w:num w:numId="36">
    <w:abstractNumId w:val="7"/>
  </w:num>
  <w:num w:numId="37">
    <w:abstractNumId w:val="18"/>
  </w:num>
  <w:num w:numId="38">
    <w:abstractNumId w:val="20"/>
  </w:num>
  <w:num w:numId="39">
    <w:abstractNumId w:val="28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0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geCheckpoint" w:val="/,_x000d_/_x000d_"/>
  </w:docVars>
  <w:rsids>
    <w:rsidRoot w:val="00071A9C"/>
    <w:rsid w:val="00000905"/>
    <w:rsid w:val="00003ACC"/>
    <w:rsid w:val="00003ECC"/>
    <w:rsid w:val="000054A6"/>
    <w:rsid w:val="000061C4"/>
    <w:rsid w:val="000115DA"/>
    <w:rsid w:val="00012961"/>
    <w:rsid w:val="000171B0"/>
    <w:rsid w:val="00017D90"/>
    <w:rsid w:val="00020FE4"/>
    <w:rsid w:val="00025AE0"/>
    <w:rsid w:val="00030328"/>
    <w:rsid w:val="00030842"/>
    <w:rsid w:val="00030D10"/>
    <w:rsid w:val="000318C4"/>
    <w:rsid w:val="000331F0"/>
    <w:rsid w:val="00035266"/>
    <w:rsid w:val="0003657E"/>
    <w:rsid w:val="00037894"/>
    <w:rsid w:val="00044A08"/>
    <w:rsid w:val="00044E0B"/>
    <w:rsid w:val="0005139E"/>
    <w:rsid w:val="00053231"/>
    <w:rsid w:val="000534F4"/>
    <w:rsid w:val="00053C7B"/>
    <w:rsid w:val="00054F23"/>
    <w:rsid w:val="000553DC"/>
    <w:rsid w:val="00055BAA"/>
    <w:rsid w:val="00057F7F"/>
    <w:rsid w:val="00062318"/>
    <w:rsid w:val="00067AA9"/>
    <w:rsid w:val="00067C48"/>
    <w:rsid w:val="00071A9C"/>
    <w:rsid w:val="000737A6"/>
    <w:rsid w:val="00074226"/>
    <w:rsid w:val="00075862"/>
    <w:rsid w:val="00077D33"/>
    <w:rsid w:val="00087998"/>
    <w:rsid w:val="00093528"/>
    <w:rsid w:val="00093C90"/>
    <w:rsid w:val="000A32BD"/>
    <w:rsid w:val="000A37D1"/>
    <w:rsid w:val="000A3A73"/>
    <w:rsid w:val="000A4A01"/>
    <w:rsid w:val="000A6038"/>
    <w:rsid w:val="000A7BFC"/>
    <w:rsid w:val="000C04B7"/>
    <w:rsid w:val="000C0F68"/>
    <w:rsid w:val="000C23E2"/>
    <w:rsid w:val="000C27B3"/>
    <w:rsid w:val="000C352E"/>
    <w:rsid w:val="000C576B"/>
    <w:rsid w:val="000D00CA"/>
    <w:rsid w:val="000D3D17"/>
    <w:rsid w:val="000D56F5"/>
    <w:rsid w:val="000E03F1"/>
    <w:rsid w:val="000E1FDF"/>
    <w:rsid w:val="000F07D2"/>
    <w:rsid w:val="000F5608"/>
    <w:rsid w:val="00100501"/>
    <w:rsid w:val="00100F80"/>
    <w:rsid w:val="0010783F"/>
    <w:rsid w:val="001079D4"/>
    <w:rsid w:val="0011398D"/>
    <w:rsid w:val="00115729"/>
    <w:rsid w:val="00121274"/>
    <w:rsid w:val="00122354"/>
    <w:rsid w:val="0012334D"/>
    <w:rsid w:val="00126170"/>
    <w:rsid w:val="00132229"/>
    <w:rsid w:val="00132FF4"/>
    <w:rsid w:val="00137B35"/>
    <w:rsid w:val="00144336"/>
    <w:rsid w:val="001449F4"/>
    <w:rsid w:val="00147707"/>
    <w:rsid w:val="00150A21"/>
    <w:rsid w:val="00154E87"/>
    <w:rsid w:val="0015612A"/>
    <w:rsid w:val="001571DC"/>
    <w:rsid w:val="001574DA"/>
    <w:rsid w:val="00157E4C"/>
    <w:rsid w:val="001622D5"/>
    <w:rsid w:val="00163C14"/>
    <w:rsid w:val="00167FE6"/>
    <w:rsid w:val="00170CF3"/>
    <w:rsid w:val="00171144"/>
    <w:rsid w:val="00174DCF"/>
    <w:rsid w:val="00175F86"/>
    <w:rsid w:val="0017605C"/>
    <w:rsid w:val="00176548"/>
    <w:rsid w:val="00177A57"/>
    <w:rsid w:val="00186277"/>
    <w:rsid w:val="001910AD"/>
    <w:rsid w:val="00191D33"/>
    <w:rsid w:val="001920AC"/>
    <w:rsid w:val="00192A68"/>
    <w:rsid w:val="00196635"/>
    <w:rsid w:val="0019684A"/>
    <w:rsid w:val="00197C7F"/>
    <w:rsid w:val="001A7D22"/>
    <w:rsid w:val="001B0154"/>
    <w:rsid w:val="001B177E"/>
    <w:rsid w:val="001B4052"/>
    <w:rsid w:val="001B582A"/>
    <w:rsid w:val="001C3B81"/>
    <w:rsid w:val="001C3ED6"/>
    <w:rsid w:val="001D0B3E"/>
    <w:rsid w:val="001D1F1F"/>
    <w:rsid w:val="001D2D5B"/>
    <w:rsid w:val="001E3D50"/>
    <w:rsid w:val="001E47B9"/>
    <w:rsid w:val="001E5B67"/>
    <w:rsid w:val="001F1CDF"/>
    <w:rsid w:val="001F1F7E"/>
    <w:rsid w:val="002005B0"/>
    <w:rsid w:val="00203476"/>
    <w:rsid w:val="00203CFB"/>
    <w:rsid w:val="002062FD"/>
    <w:rsid w:val="00210220"/>
    <w:rsid w:val="002140AF"/>
    <w:rsid w:val="002142B4"/>
    <w:rsid w:val="002153D5"/>
    <w:rsid w:val="00215C46"/>
    <w:rsid w:val="00220B05"/>
    <w:rsid w:val="00221A21"/>
    <w:rsid w:val="00222859"/>
    <w:rsid w:val="00227B74"/>
    <w:rsid w:val="0023102F"/>
    <w:rsid w:val="0023171E"/>
    <w:rsid w:val="002370A3"/>
    <w:rsid w:val="00240665"/>
    <w:rsid w:val="00242B69"/>
    <w:rsid w:val="002444C0"/>
    <w:rsid w:val="00245156"/>
    <w:rsid w:val="002462F0"/>
    <w:rsid w:val="002467F7"/>
    <w:rsid w:val="00253787"/>
    <w:rsid w:val="00253957"/>
    <w:rsid w:val="00262805"/>
    <w:rsid w:val="00265A5C"/>
    <w:rsid w:val="00267A66"/>
    <w:rsid w:val="002757CD"/>
    <w:rsid w:val="00276B33"/>
    <w:rsid w:val="002773EC"/>
    <w:rsid w:val="002805B7"/>
    <w:rsid w:val="00281720"/>
    <w:rsid w:val="00281942"/>
    <w:rsid w:val="00281BC1"/>
    <w:rsid w:val="00284128"/>
    <w:rsid w:val="00284917"/>
    <w:rsid w:val="00291113"/>
    <w:rsid w:val="002912B5"/>
    <w:rsid w:val="00291FD8"/>
    <w:rsid w:val="00293BB7"/>
    <w:rsid w:val="00294A23"/>
    <w:rsid w:val="00297691"/>
    <w:rsid w:val="002A0338"/>
    <w:rsid w:val="002A0D49"/>
    <w:rsid w:val="002A2B89"/>
    <w:rsid w:val="002A6BD0"/>
    <w:rsid w:val="002A6D1B"/>
    <w:rsid w:val="002B1393"/>
    <w:rsid w:val="002B7311"/>
    <w:rsid w:val="002C063D"/>
    <w:rsid w:val="002C0793"/>
    <w:rsid w:val="002C50AB"/>
    <w:rsid w:val="002C74D7"/>
    <w:rsid w:val="002C7589"/>
    <w:rsid w:val="002D2423"/>
    <w:rsid w:val="002D40D8"/>
    <w:rsid w:val="002D4BB9"/>
    <w:rsid w:val="002E07B9"/>
    <w:rsid w:val="002E11E3"/>
    <w:rsid w:val="002F1DBD"/>
    <w:rsid w:val="002F28A1"/>
    <w:rsid w:val="002F4215"/>
    <w:rsid w:val="002F59F7"/>
    <w:rsid w:val="00300765"/>
    <w:rsid w:val="00303D11"/>
    <w:rsid w:val="00304E36"/>
    <w:rsid w:val="00305FB4"/>
    <w:rsid w:val="00320B94"/>
    <w:rsid w:val="00320DE1"/>
    <w:rsid w:val="003213D4"/>
    <w:rsid w:val="00325016"/>
    <w:rsid w:val="003352E7"/>
    <w:rsid w:val="003369E6"/>
    <w:rsid w:val="003372F3"/>
    <w:rsid w:val="00343B30"/>
    <w:rsid w:val="00345430"/>
    <w:rsid w:val="00347B9E"/>
    <w:rsid w:val="00350FDF"/>
    <w:rsid w:val="00355D60"/>
    <w:rsid w:val="0036623F"/>
    <w:rsid w:val="00367CC0"/>
    <w:rsid w:val="0037155B"/>
    <w:rsid w:val="00377A1D"/>
    <w:rsid w:val="00380848"/>
    <w:rsid w:val="00383BCC"/>
    <w:rsid w:val="00384C25"/>
    <w:rsid w:val="003868E2"/>
    <w:rsid w:val="003879A7"/>
    <w:rsid w:val="00392C75"/>
    <w:rsid w:val="00393C0D"/>
    <w:rsid w:val="00393E88"/>
    <w:rsid w:val="003A05BB"/>
    <w:rsid w:val="003A1EEB"/>
    <w:rsid w:val="003A3ACE"/>
    <w:rsid w:val="003A451C"/>
    <w:rsid w:val="003A54E6"/>
    <w:rsid w:val="003A7205"/>
    <w:rsid w:val="003A7EDC"/>
    <w:rsid w:val="003B34FD"/>
    <w:rsid w:val="003B724A"/>
    <w:rsid w:val="003C0780"/>
    <w:rsid w:val="003C0885"/>
    <w:rsid w:val="003C117C"/>
    <w:rsid w:val="003C2BB7"/>
    <w:rsid w:val="003C414E"/>
    <w:rsid w:val="003C644F"/>
    <w:rsid w:val="003D3173"/>
    <w:rsid w:val="003E28C9"/>
    <w:rsid w:val="003E2B47"/>
    <w:rsid w:val="003E5B3A"/>
    <w:rsid w:val="003F0681"/>
    <w:rsid w:val="003F09D6"/>
    <w:rsid w:val="003F1147"/>
    <w:rsid w:val="003F30C5"/>
    <w:rsid w:val="003F37F9"/>
    <w:rsid w:val="003F3908"/>
    <w:rsid w:val="00402FB9"/>
    <w:rsid w:val="00403BB0"/>
    <w:rsid w:val="00405F53"/>
    <w:rsid w:val="00407853"/>
    <w:rsid w:val="00410721"/>
    <w:rsid w:val="00412FA2"/>
    <w:rsid w:val="00413A1A"/>
    <w:rsid w:val="00414647"/>
    <w:rsid w:val="00415740"/>
    <w:rsid w:val="004220B7"/>
    <w:rsid w:val="00431833"/>
    <w:rsid w:val="00440ECC"/>
    <w:rsid w:val="00441D54"/>
    <w:rsid w:val="00445C3D"/>
    <w:rsid w:val="00446263"/>
    <w:rsid w:val="00447F0A"/>
    <w:rsid w:val="00454920"/>
    <w:rsid w:val="004569FA"/>
    <w:rsid w:val="00460552"/>
    <w:rsid w:val="00461FA9"/>
    <w:rsid w:val="00463CB1"/>
    <w:rsid w:val="00464F76"/>
    <w:rsid w:val="004666E1"/>
    <w:rsid w:val="0046672F"/>
    <w:rsid w:val="00482012"/>
    <w:rsid w:val="00483C6A"/>
    <w:rsid w:val="0048606D"/>
    <w:rsid w:val="00490134"/>
    <w:rsid w:val="00492257"/>
    <w:rsid w:val="004929AE"/>
    <w:rsid w:val="004A0112"/>
    <w:rsid w:val="004A1B75"/>
    <w:rsid w:val="004A1F3F"/>
    <w:rsid w:val="004A367C"/>
    <w:rsid w:val="004A36DA"/>
    <w:rsid w:val="004A3832"/>
    <w:rsid w:val="004B03AA"/>
    <w:rsid w:val="004B2286"/>
    <w:rsid w:val="004B3BC3"/>
    <w:rsid w:val="004B528A"/>
    <w:rsid w:val="004C1358"/>
    <w:rsid w:val="004C7AC0"/>
    <w:rsid w:val="004D06BD"/>
    <w:rsid w:val="004D16CC"/>
    <w:rsid w:val="004D3E99"/>
    <w:rsid w:val="004D459C"/>
    <w:rsid w:val="004D4728"/>
    <w:rsid w:val="004D6AC4"/>
    <w:rsid w:val="004D78EB"/>
    <w:rsid w:val="004E0E25"/>
    <w:rsid w:val="004E4923"/>
    <w:rsid w:val="004E7167"/>
    <w:rsid w:val="004E75A3"/>
    <w:rsid w:val="004E75EF"/>
    <w:rsid w:val="004F1073"/>
    <w:rsid w:val="004F1C3C"/>
    <w:rsid w:val="004F4AB1"/>
    <w:rsid w:val="00506A0F"/>
    <w:rsid w:val="00516608"/>
    <w:rsid w:val="005209A2"/>
    <w:rsid w:val="00522DB2"/>
    <w:rsid w:val="00523330"/>
    <w:rsid w:val="00523A94"/>
    <w:rsid w:val="00524D72"/>
    <w:rsid w:val="005263C3"/>
    <w:rsid w:val="005300E0"/>
    <w:rsid w:val="00533D10"/>
    <w:rsid w:val="00537E74"/>
    <w:rsid w:val="00540962"/>
    <w:rsid w:val="00541516"/>
    <w:rsid w:val="00541B26"/>
    <w:rsid w:val="0054584B"/>
    <w:rsid w:val="0055346C"/>
    <w:rsid w:val="00561268"/>
    <w:rsid w:val="005615D1"/>
    <w:rsid w:val="005623CF"/>
    <w:rsid w:val="00564128"/>
    <w:rsid w:val="005642D5"/>
    <w:rsid w:val="0056515A"/>
    <w:rsid w:val="00570581"/>
    <w:rsid w:val="00577E14"/>
    <w:rsid w:val="005951D6"/>
    <w:rsid w:val="005A02B9"/>
    <w:rsid w:val="005A1619"/>
    <w:rsid w:val="005A64AE"/>
    <w:rsid w:val="005A68FF"/>
    <w:rsid w:val="005B1ACB"/>
    <w:rsid w:val="005B4BCA"/>
    <w:rsid w:val="005B4F82"/>
    <w:rsid w:val="005B5FCF"/>
    <w:rsid w:val="005C0685"/>
    <w:rsid w:val="005C4185"/>
    <w:rsid w:val="005C4DF4"/>
    <w:rsid w:val="005C52E9"/>
    <w:rsid w:val="005C7424"/>
    <w:rsid w:val="005C7B7C"/>
    <w:rsid w:val="005D55FA"/>
    <w:rsid w:val="005D76F0"/>
    <w:rsid w:val="005E323C"/>
    <w:rsid w:val="005E4F65"/>
    <w:rsid w:val="005E6F23"/>
    <w:rsid w:val="005E7920"/>
    <w:rsid w:val="005F3671"/>
    <w:rsid w:val="00600167"/>
    <w:rsid w:val="00603C5E"/>
    <w:rsid w:val="0060601E"/>
    <w:rsid w:val="00610673"/>
    <w:rsid w:val="00610B9C"/>
    <w:rsid w:val="006110C0"/>
    <w:rsid w:val="00613CC0"/>
    <w:rsid w:val="00614420"/>
    <w:rsid w:val="006156A8"/>
    <w:rsid w:val="00634553"/>
    <w:rsid w:val="00635714"/>
    <w:rsid w:val="00653D0F"/>
    <w:rsid w:val="00654539"/>
    <w:rsid w:val="00654646"/>
    <w:rsid w:val="006572D0"/>
    <w:rsid w:val="00657A23"/>
    <w:rsid w:val="00660FB8"/>
    <w:rsid w:val="00665080"/>
    <w:rsid w:val="00665084"/>
    <w:rsid w:val="0066687A"/>
    <w:rsid w:val="00666BC6"/>
    <w:rsid w:val="006703A9"/>
    <w:rsid w:val="00670AA5"/>
    <w:rsid w:val="006765DB"/>
    <w:rsid w:val="0067702E"/>
    <w:rsid w:val="00687C2D"/>
    <w:rsid w:val="00693611"/>
    <w:rsid w:val="006A58EE"/>
    <w:rsid w:val="006B29A8"/>
    <w:rsid w:val="006B5452"/>
    <w:rsid w:val="006C390E"/>
    <w:rsid w:val="006C51DD"/>
    <w:rsid w:val="006C556B"/>
    <w:rsid w:val="006C687B"/>
    <w:rsid w:val="006C7C0A"/>
    <w:rsid w:val="006D6763"/>
    <w:rsid w:val="006D7ABE"/>
    <w:rsid w:val="006E2A1B"/>
    <w:rsid w:val="006E525B"/>
    <w:rsid w:val="006E631E"/>
    <w:rsid w:val="006E66E8"/>
    <w:rsid w:val="006F2812"/>
    <w:rsid w:val="006F3F0F"/>
    <w:rsid w:val="006F6A0E"/>
    <w:rsid w:val="006F7B21"/>
    <w:rsid w:val="00700804"/>
    <w:rsid w:val="00700A32"/>
    <w:rsid w:val="007057BC"/>
    <w:rsid w:val="00705F64"/>
    <w:rsid w:val="007104D2"/>
    <w:rsid w:val="00712C5B"/>
    <w:rsid w:val="00715DBE"/>
    <w:rsid w:val="00716366"/>
    <w:rsid w:val="00722A14"/>
    <w:rsid w:val="00727767"/>
    <w:rsid w:val="00730625"/>
    <w:rsid w:val="00731DA1"/>
    <w:rsid w:val="00732A5B"/>
    <w:rsid w:val="007339B1"/>
    <w:rsid w:val="00734E7D"/>
    <w:rsid w:val="007360D5"/>
    <w:rsid w:val="0073705A"/>
    <w:rsid w:val="007373F2"/>
    <w:rsid w:val="00737861"/>
    <w:rsid w:val="00740165"/>
    <w:rsid w:val="007402C3"/>
    <w:rsid w:val="007404A8"/>
    <w:rsid w:val="00745750"/>
    <w:rsid w:val="007509D0"/>
    <w:rsid w:val="007514A4"/>
    <w:rsid w:val="00755B79"/>
    <w:rsid w:val="007578CB"/>
    <w:rsid w:val="0076566B"/>
    <w:rsid w:val="007672B5"/>
    <w:rsid w:val="007675DC"/>
    <w:rsid w:val="00767F31"/>
    <w:rsid w:val="0078074E"/>
    <w:rsid w:val="00782162"/>
    <w:rsid w:val="00790C82"/>
    <w:rsid w:val="0079206C"/>
    <w:rsid w:val="007930D4"/>
    <w:rsid w:val="00797137"/>
    <w:rsid w:val="007977BE"/>
    <w:rsid w:val="007A1758"/>
    <w:rsid w:val="007A3EE9"/>
    <w:rsid w:val="007A4C0B"/>
    <w:rsid w:val="007A4F39"/>
    <w:rsid w:val="007A6E6F"/>
    <w:rsid w:val="007B561D"/>
    <w:rsid w:val="007B61C4"/>
    <w:rsid w:val="007B7397"/>
    <w:rsid w:val="007C21A1"/>
    <w:rsid w:val="007D0896"/>
    <w:rsid w:val="007D74D5"/>
    <w:rsid w:val="007E0C07"/>
    <w:rsid w:val="007E7660"/>
    <w:rsid w:val="007E76E1"/>
    <w:rsid w:val="007F0619"/>
    <w:rsid w:val="007F07A8"/>
    <w:rsid w:val="007F2770"/>
    <w:rsid w:val="007F28CD"/>
    <w:rsid w:val="00801169"/>
    <w:rsid w:val="00804EC8"/>
    <w:rsid w:val="00806BD4"/>
    <w:rsid w:val="0081360A"/>
    <w:rsid w:val="008173AC"/>
    <w:rsid w:val="00821E51"/>
    <w:rsid w:val="00822796"/>
    <w:rsid w:val="008227E1"/>
    <w:rsid w:val="008229C9"/>
    <w:rsid w:val="00823C2A"/>
    <w:rsid w:val="00824B66"/>
    <w:rsid w:val="00826986"/>
    <w:rsid w:val="00835CB6"/>
    <w:rsid w:val="008371F1"/>
    <w:rsid w:val="00841FD6"/>
    <w:rsid w:val="00844BB0"/>
    <w:rsid w:val="008530B5"/>
    <w:rsid w:val="00854BB2"/>
    <w:rsid w:val="0085629B"/>
    <w:rsid w:val="008573E0"/>
    <w:rsid w:val="00860FC0"/>
    <w:rsid w:val="0086217D"/>
    <w:rsid w:val="00867169"/>
    <w:rsid w:val="00872175"/>
    <w:rsid w:val="008766C7"/>
    <w:rsid w:val="0087777E"/>
    <w:rsid w:val="00877B0F"/>
    <w:rsid w:val="00880176"/>
    <w:rsid w:val="00881F67"/>
    <w:rsid w:val="008828C0"/>
    <w:rsid w:val="00883044"/>
    <w:rsid w:val="008852F5"/>
    <w:rsid w:val="00885483"/>
    <w:rsid w:val="008863A4"/>
    <w:rsid w:val="008908D6"/>
    <w:rsid w:val="00892771"/>
    <w:rsid w:val="008952A2"/>
    <w:rsid w:val="00895A3A"/>
    <w:rsid w:val="00896721"/>
    <w:rsid w:val="0089682E"/>
    <w:rsid w:val="00896C68"/>
    <w:rsid w:val="008A0DAA"/>
    <w:rsid w:val="008A1D76"/>
    <w:rsid w:val="008A2388"/>
    <w:rsid w:val="008A3AD4"/>
    <w:rsid w:val="008A4674"/>
    <w:rsid w:val="008A4DF8"/>
    <w:rsid w:val="008A57F4"/>
    <w:rsid w:val="008A5ADF"/>
    <w:rsid w:val="008A5BD1"/>
    <w:rsid w:val="008A764A"/>
    <w:rsid w:val="008B1FE9"/>
    <w:rsid w:val="008B29F0"/>
    <w:rsid w:val="008B2ACB"/>
    <w:rsid w:val="008C0B13"/>
    <w:rsid w:val="008C6701"/>
    <w:rsid w:val="008C7F31"/>
    <w:rsid w:val="008D14E8"/>
    <w:rsid w:val="008D2E19"/>
    <w:rsid w:val="008D4870"/>
    <w:rsid w:val="008D54A0"/>
    <w:rsid w:val="008D55AE"/>
    <w:rsid w:val="008E1BCD"/>
    <w:rsid w:val="008E1DD7"/>
    <w:rsid w:val="008E4A68"/>
    <w:rsid w:val="008E594A"/>
    <w:rsid w:val="008E5D3E"/>
    <w:rsid w:val="008E753E"/>
    <w:rsid w:val="008E7921"/>
    <w:rsid w:val="008F1DFB"/>
    <w:rsid w:val="008F4218"/>
    <w:rsid w:val="008F4EC3"/>
    <w:rsid w:val="008F56BD"/>
    <w:rsid w:val="008F728E"/>
    <w:rsid w:val="008F77BB"/>
    <w:rsid w:val="00900807"/>
    <w:rsid w:val="009025E3"/>
    <w:rsid w:val="0090278A"/>
    <w:rsid w:val="00905765"/>
    <w:rsid w:val="00911D34"/>
    <w:rsid w:val="00911D36"/>
    <w:rsid w:val="0091313D"/>
    <w:rsid w:val="0091323C"/>
    <w:rsid w:val="00913E43"/>
    <w:rsid w:val="00913F3E"/>
    <w:rsid w:val="009144EB"/>
    <w:rsid w:val="0091671D"/>
    <w:rsid w:val="00916D72"/>
    <w:rsid w:val="00917890"/>
    <w:rsid w:val="00921580"/>
    <w:rsid w:val="0092162E"/>
    <w:rsid w:val="00922780"/>
    <w:rsid w:val="00922D17"/>
    <w:rsid w:val="009311BF"/>
    <w:rsid w:val="00931D6C"/>
    <w:rsid w:val="00933CBA"/>
    <w:rsid w:val="00935D89"/>
    <w:rsid w:val="00940308"/>
    <w:rsid w:val="00941FF4"/>
    <w:rsid w:val="00946D7F"/>
    <w:rsid w:val="00955030"/>
    <w:rsid w:val="00963508"/>
    <w:rsid w:val="0096384D"/>
    <w:rsid w:val="00963DCD"/>
    <w:rsid w:val="00964574"/>
    <w:rsid w:val="00965C3A"/>
    <w:rsid w:val="00972799"/>
    <w:rsid w:val="00972EAA"/>
    <w:rsid w:val="00975E3F"/>
    <w:rsid w:val="00976C7A"/>
    <w:rsid w:val="00983081"/>
    <w:rsid w:val="0098379D"/>
    <w:rsid w:val="009849A1"/>
    <w:rsid w:val="0098632B"/>
    <w:rsid w:val="0098747F"/>
    <w:rsid w:val="00990267"/>
    <w:rsid w:val="009904ED"/>
    <w:rsid w:val="009908A2"/>
    <w:rsid w:val="009918C8"/>
    <w:rsid w:val="00994D34"/>
    <w:rsid w:val="009A366C"/>
    <w:rsid w:val="009A4C8F"/>
    <w:rsid w:val="009A4DDF"/>
    <w:rsid w:val="009B1F94"/>
    <w:rsid w:val="009B4C0E"/>
    <w:rsid w:val="009B7B50"/>
    <w:rsid w:val="009C63C3"/>
    <w:rsid w:val="009D3360"/>
    <w:rsid w:val="009D5AB9"/>
    <w:rsid w:val="009D7585"/>
    <w:rsid w:val="009E2059"/>
    <w:rsid w:val="009E6D17"/>
    <w:rsid w:val="009E6D2B"/>
    <w:rsid w:val="009F1CE3"/>
    <w:rsid w:val="009F7606"/>
    <w:rsid w:val="00A01D56"/>
    <w:rsid w:val="00A04228"/>
    <w:rsid w:val="00A04763"/>
    <w:rsid w:val="00A052B3"/>
    <w:rsid w:val="00A14733"/>
    <w:rsid w:val="00A1539A"/>
    <w:rsid w:val="00A17022"/>
    <w:rsid w:val="00A241D7"/>
    <w:rsid w:val="00A2539A"/>
    <w:rsid w:val="00A30DEB"/>
    <w:rsid w:val="00A34C4A"/>
    <w:rsid w:val="00A4345B"/>
    <w:rsid w:val="00A458CB"/>
    <w:rsid w:val="00A47585"/>
    <w:rsid w:val="00A524F9"/>
    <w:rsid w:val="00A547B7"/>
    <w:rsid w:val="00A64853"/>
    <w:rsid w:val="00A648BA"/>
    <w:rsid w:val="00A65E75"/>
    <w:rsid w:val="00A660B3"/>
    <w:rsid w:val="00A67ED6"/>
    <w:rsid w:val="00A714AE"/>
    <w:rsid w:val="00A73136"/>
    <w:rsid w:val="00A77D49"/>
    <w:rsid w:val="00A77F0D"/>
    <w:rsid w:val="00A806D3"/>
    <w:rsid w:val="00A8164F"/>
    <w:rsid w:val="00A81CF6"/>
    <w:rsid w:val="00A82F8E"/>
    <w:rsid w:val="00A8363A"/>
    <w:rsid w:val="00A83A4C"/>
    <w:rsid w:val="00A85570"/>
    <w:rsid w:val="00A863D0"/>
    <w:rsid w:val="00A90E17"/>
    <w:rsid w:val="00AA20E0"/>
    <w:rsid w:val="00AA3977"/>
    <w:rsid w:val="00AB07A3"/>
    <w:rsid w:val="00AB1078"/>
    <w:rsid w:val="00AB1B54"/>
    <w:rsid w:val="00AC1E75"/>
    <w:rsid w:val="00AC2C1F"/>
    <w:rsid w:val="00AC37DC"/>
    <w:rsid w:val="00AC5467"/>
    <w:rsid w:val="00AC6B3E"/>
    <w:rsid w:val="00AD55B6"/>
    <w:rsid w:val="00AD6A7F"/>
    <w:rsid w:val="00AE1151"/>
    <w:rsid w:val="00AE675B"/>
    <w:rsid w:val="00AE69D0"/>
    <w:rsid w:val="00AE7E6B"/>
    <w:rsid w:val="00AF381C"/>
    <w:rsid w:val="00AF74B1"/>
    <w:rsid w:val="00B01D9A"/>
    <w:rsid w:val="00B03A0E"/>
    <w:rsid w:val="00B04951"/>
    <w:rsid w:val="00B10D28"/>
    <w:rsid w:val="00B112D4"/>
    <w:rsid w:val="00B113F9"/>
    <w:rsid w:val="00B1456F"/>
    <w:rsid w:val="00B14A76"/>
    <w:rsid w:val="00B155B8"/>
    <w:rsid w:val="00B15847"/>
    <w:rsid w:val="00B16E76"/>
    <w:rsid w:val="00B178B7"/>
    <w:rsid w:val="00B23B39"/>
    <w:rsid w:val="00B27D85"/>
    <w:rsid w:val="00B31576"/>
    <w:rsid w:val="00B319E0"/>
    <w:rsid w:val="00B32417"/>
    <w:rsid w:val="00B343ED"/>
    <w:rsid w:val="00B3749C"/>
    <w:rsid w:val="00B41F63"/>
    <w:rsid w:val="00B45776"/>
    <w:rsid w:val="00B50E97"/>
    <w:rsid w:val="00B54BA5"/>
    <w:rsid w:val="00B566E6"/>
    <w:rsid w:val="00B608C4"/>
    <w:rsid w:val="00B60917"/>
    <w:rsid w:val="00B60936"/>
    <w:rsid w:val="00B61121"/>
    <w:rsid w:val="00B61E06"/>
    <w:rsid w:val="00B70476"/>
    <w:rsid w:val="00B71A05"/>
    <w:rsid w:val="00B7372E"/>
    <w:rsid w:val="00B74096"/>
    <w:rsid w:val="00B77573"/>
    <w:rsid w:val="00B83510"/>
    <w:rsid w:val="00B841B8"/>
    <w:rsid w:val="00B84C29"/>
    <w:rsid w:val="00B961E0"/>
    <w:rsid w:val="00BA2D0C"/>
    <w:rsid w:val="00BA49BB"/>
    <w:rsid w:val="00BA7D6E"/>
    <w:rsid w:val="00BA7EBD"/>
    <w:rsid w:val="00BB25F2"/>
    <w:rsid w:val="00BB4399"/>
    <w:rsid w:val="00BB5C36"/>
    <w:rsid w:val="00BC219B"/>
    <w:rsid w:val="00BC41C5"/>
    <w:rsid w:val="00BC730D"/>
    <w:rsid w:val="00BD147F"/>
    <w:rsid w:val="00BD225E"/>
    <w:rsid w:val="00BD37AF"/>
    <w:rsid w:val="00BE1210"/>
    <w:rsid w:val="00BE2BA7"/>
    <w:rsid w:val="00BE5A32"/>
    <w:rsid w:val="00BE658E"/>
    <w:rsid w:val="00BF1837"/>
    <w:rsid w:val="00BF1AE4"/>
    <w:rsid w:val="00BF3B34"/>
    <w:rsid w:val="00BF54DC"/>
    <w:rsid w:val="00BF5EC5"/>
    <w:rsid w:val="00BF6570"/>
    <w:rsid w:val="00BF7D9C"/>
    <w:rsid w:val="00C01001"/>
    <w:rsid w:val="00C04472"/>
    <w:rsid w:val="00C0741D"/>
    <w:rsid w:val="00C112A7"/>
    <w:rsid w:val="00C17787"/>
    <w:rsid w:val="00C2688B"/>
    <w:rsid w:val="00C3272D"/>
    <w:rsid w:val="00C32DF1"/>
    <w:rsid w:val="00C3360E"/>
    <w:rsid w:val="00C356E2"/>
    <w:rsid w:val="00C4221C"/>
    <w:rsid w:val="00C43BC7"/>
    <w:rsid w:val="00C526C1"/>
    <w:rsid w:val="00C52F1C"/>
    <w:rsid w:val="00C54FBA"/>
    <w:rsid w:val="00C56655"/>
    <w:rsid w:val="00C600B6"/>
    <w:rsid w:val="00C61074"/>
    <w:rsid w:val="00C61C2E"/>
    <w:rsid w:val="00C627C3"/>
    <w:rsid w:val="00C67B00"/>
    <w:rsid w:val="00C71402"/>
    <w:rsid w:val="00C727BA"/>
    <w:rsid w:val="00C73C14"/>
    <w:rsid w:val="00C7470F"/>
    <w:rsid w:val="00C81443"/>
    <w:rsid w:val="00C93814"/>
    <w:rsid w:val="00C962E8"/>
    <w:rsid w:val="00CA014A"/>
    <w:rsid w:val="00CA0294"/>
    <w:rsid w:val="00CA1261"/>
    <w:rsid w:val="00CA6428"/>
    <w:rsid w:val="00CA68E3"/>
    <w:rsid w:val="00CA71BF"/>
    <w:rsid w:val="00CB020F"/>
    <w:rsid w:val="00CB04CE"/>
    <w:rsid w:val="00CB27D4"/>
    <w:rsid w:val="00CB335C"/>
    <w:rsid w:val="00CB5272"/>
    <w:rsid w:val="00CC5048"/>
    <w:rsid w:val="00CC60A4"/>
    <w:rsid w:val="00CD4EFA"/>
    <w:rsid w:val="00CD729E"/>
    <w:rsid w:val="00CE170E"/>
    <w:rsid w:val="00CE278F"/>
    <w:rsid w:val="00CE3938"/>
    <w:rsid w:val="00CE62E4"/>
    <w:rsid w:val="00CE6429"/>
    <w:rsid w:val="00CE7826"/>
    <w:rsid w:val="00CE7E95"/>
    <w:rsid w:val="00CF1E4C"/>
    <w:rsid w:val="00CF206F"/>
    <w:rsid w:val="00CF2B39"/>
    <w:rsid w:val="00CF2CB3"/>
    <w:rsid w:val="00CF5BFB"/>
    <w:rsid w:val="00CF5FE5"/>
    <w:rsid w:val="00CF7725"/>
    <w:rsid w:val="00D1097C"/>
    <w:rsid w:val="00D10CD3"/>
    <w:rsid w:val="00D11566"/>
    <w:rsid w:val="00D127B9"/>
    <w:rsid w:val="00D1475F"/>
    <w:rsid w:val="00D149E3"/>
    <w:rsid w:val="00D15CDB"/>
    <w:rsid w:val="00D24A0B"/>
    <w:rsid w:val="00D322E8"/>
    <w:rsid w:val="00D40881"/>
    <w:rsid w:val="00D43123"/>
    <w:rsid w:val="00D45B94"/>
    <w:rsid w:val="00D46099"/>
    <w:rsid w:val="00D55EA2"/>
    <w:rsid w:val="00D61E27"/>
    <w:rsid w:val="00D62302"/>
    <w:rsid w:val="00D6409A"/>
    <w:rsid w:val="00D64E33"/>
    <w:rsid w:val="00D72EEC"/>
    <w:rsid w:val="00D7457B"/>
    <w:rsid w:val="00D76CF5"/>
    <w:rsid w:val="00D77C92"/>
    <w:rsid w:val="00D80759"/>
    <w:rsid w:val="00D81F37"/>
    <w:rsid w:val="00D824E2"/>
    <w:rsid w:val="00D86978"/>
    <w:rsid w:val="00D90411"/>
    <w:rsid w:val="00D93245"/>
    <w:rsid w:val="00D961EA"/>
    <w:rsid w:val="00D96CAD"/>
    <w:rsid w:val="00D97026"/>
    <w:rsid w:val="00D97292"/>
    <w:rsid w:val="00D9762B"/>
    <w:rsid w:val="00DA0F8F"/>
    <w:rsid w:val="00DA123F"/>
    <w:rsid w:val="00DA3B5B"/>
    <w:rsid w:val="00DA4A73"/>
    <w:rsid w:val="00DB3159"/>
    <w:rsid w:val="00DB4B5F"/>
    <w:rsid w:val="00DB5400"/>
    <w:rsid w:val="00DB72ED"/>
    <w:rsid w:val="00DB7969"/>
    <w:rsid w:val="00DC0099"/>
    <w:rsid w:val="00DC5084"/>
    <w:rsid w:val="00DC65FC"/>
    <w:rsid w:val="00DD053A"/>
    <w:rsid w:val="00DD1260"/>
    <w:rsid w:val="00DD4143"/>
    <w:rsid w:val="00DD73E8"/>
    <w:rsid w:val="00DD7A86"/>
    <w:rsid w:val="00DE1231"/>
    <w:rsid w:val="00DE309F"/>
    <w:rsid w:val="00DE32F8"/>
    <w:rsid w:val="00DE5F41"/>
    <w:rsid w:val="00DE670E"/>
    <w:rsid w:val="00DF39D3"/>
    <w:rsid w:val="00DF5AE6"/>
    <w:rsid w:val="00E00A6F"/>
    <w:rsid w:val="00E00FCC"/>
    <w:rsid w:val="00E03562"/>
    <w:rsid w:val="00E04885"/>
    <w:rsid w:val="00E052E8"/>
    <w:rsid w:val="00E1015D"/>
    <w:rsid w:val="00E10171"/>
    <w:rsid w:val="00E11DE5"/>
    <w:rsid w:val="00E11F3E"/>
    <w:rsid w:val="00E123DF"/>
    <w:rsid w:val="00E161D4"/>
    <w:rsid w:val="00E21A75"/>
    <w:rsid w:val="00E239C5"/>
    <w:rsid w:val="00E23CC4"/>
    <w:rsid w:val="00E24521"/>
    <w:rsid w:val="00E3046F"/>
    <w:rsid w:val="00E310BE"/>
    <w:rsid w:val="00E3179C"/>
    <w:rsid w:val="00E33538"/>
    <w:rsid w:val="00E33DB1"/>
    <w:rsid w:val="00E34519"/>
    <w:rsid w:val="00E40A49"/>
    <w:rsid w:val="00E46389"/>
    <w:rsid w:val="00E46AD2"/>
    <w:rsid w:val="00E535EF"/>
    <w:rsid w:val="00E54160"/>
    <w:rsid w:val="00E57FA5"/>
    <w:rsid w:val="00E6075C"/>
    <w:rsid w:val="00E66403"/>
    <w:rsid w:val="00E70F25"/>
    <w:rsid w:val="00E711AA"/>
    <w:rsid w:val="00E71BCD"/>
    <w:rsid w:val="00E7349E"/>
    <w:rsid w:val="00E80641"/>
    <w:rsid w:val="00E81465"/>
    <w:rsid w:val="00E87589"/>
    <w:rsid w:val="00E87938"/>
    <w:rsid w:val="00E92423"/>
    <w:rsid w:val="00E929B0"/>
    <w:rsid w:val="00EA0F17"/>
    <w:rsid w:val="00EA40D8"/>
    <w:rsid w:val="00EA4A53"/>
    <w:rsid w:val="00EA6BB4"/>
    <w:rsid w:val="00EB0C0F"/>
    <w:rsid w:val="00EB2540"/>
    <w:rsid w:val="00EB730E"/>
    <w:rsid w:val="00EC638B"/>
    <w:rsid w:val="00ED0DE4"/>
    <w:rsid w:val="00ED3524"/>
    <w:rsid w:val="00ED44A2"/>
    <w:rsid w:val="00ED6C5B"/>
    <w:rsid w:val="00EE0893"/>
    <w:rsid w:val="00EE0BE2"/>
    <w:rsid w:val="00EE0D06"/>
    <w:rsid w:val="00EE3246"/>
    <w:rsid w:val="00EE3A69"/>
    <w:rsid w:val="00EF0E34"/>
    <w:rsid w:val="00F0224F"/>
    <w:rsid w:val="00F134B4"/>
    <w:rsid w:val="00F22467"/>
    <w:rsid w:val="00F23E43"/>
    <w:rsid w:val="00F253B6"/>
    <w:rsid w:val="00F26B3F"/>
    <w:rsid w:val="00F30998"/>
    <w:rsid w:val="00F34A00"/>
    <w:rsid w:val="00F34D84"/>
    <w:rsid w:val="00F35423"/>
    <w:rsid w:val="00F356EA"/>
    <w:rsid w:val="00F35A23"/>
    <w:rsid w:val="00F36BFA"/>
    <w:rsid w:val="00F37030"/>
    <w:rsid w:val="00F378AA"/>
    <w:rsid w:val="00F42314"/>
    <w:rsid w:val="00F44C0A"/>
    <w:rsid w:val="00F505C0"/>
    <w:rsid w:val="00F53CED"/>
    <w:rsid w:val="00F5409A"/>
    <w:rsid w:val="00F56255"/>
    <w:rsid w:val="00F57E23"/>
    <w:rsid w:val="00F614CA"/>
    <w:rsid w:val="00F616BE"/>
    <w:rsid w:val="00F66218"/>
    <w:rsid w:val="00F671A2"/>
    <w:rsid w:val="00F67C50"/>
    <w:rsid w:val="00F73D49"/>
    <w:rsid w:val="00F75257"/>
    <w:rsid w:val="00F7762E"/>
    <w:rsid w:val="00F806A1"/>
    <w:rsid w:val="00F817A8"/>
    <w:rsid w:val="00F82EFC"/>
    <w:rsid w:val="00F84911"/>
    <w:rsid w:val="00F84D38"/>
    <w:rsid w:val="00F8733C"/>
    <w:rsid w:val="00F92159"/>
    <w:rsid w:val="00F939BB"/>
    <w:rsid w:val="00F93BF2"/>
    <w:rsid w:val="00F94C47"/>
    <w:rsid w:val="00FA18F7"/>
    <w:rsid w:val="00FA6636"/>
    <w:rsid w:val="00FA79E6"/>
    <w:rsid w:val="00FB1C42"/>
    <w:rsid w:val="00FB51EE"/>
    <w:rsid w:val="00FB5220"/>
    <w:rsid w:val="00FB5673"/>
    <w:rsid w:val="00FB71EC"/>
    <w:rsid w:val="00FC110A"/>
    <w:rsid w:val="00FC4357"/>
    <w:rsid w:val="00FC48E3"/>
    <w:rsid w:val="00FD1158"/>
    <w:rsid w:val="00FD1339"/>
    <w:rsid w:val="00FD3849"/>
    <w:rsid w:val="00FD4139"/>
    <w:rsid w:val="00FD631A"/>
    <w:rsid w:val="00FE63CB"/>
    <w:rsid w:val="00FF413A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F662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E40A4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40A49"/>
    <w:pPr>
      <w:keepNext/>
      <w:outlineLvl w:val="0"/>
    </w:pPr>
    <w:rPr>
      <w:b/>
      <w:bCs/>
      <w:color w:val="FF00FF"/>
    </w:rPr>
  </w:style>
  <w:style w:type="paragraph" w:styleId="Nagwek2">
    <w:name w:val="heading 2"/>
    <w:aliases w:val="heading 3"/>
    <w:basedOn w:val="Normalny"/>
    <w:next w:val="Normalny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Nagwek3">
    <w:name w:val="heading 3"/>
    <w:basedOn w:val="Normalny"/>
    <w:next w:val="Normalny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adingHead">
    <w:name w:val="Reading Head"/>
    <w:basedOn w:val="Normalny"/>
    <w:rsid w:val="00E40A49"/>
    <w:pPr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solid" w:color="C0C0C0" w:fill="C0C0C0"/>
      <w:spacing w:before="180"/>
      <w:ind w:left="96" w:right="91"/>
      <w:jc w:val="center"/>
    </w:pPr>
    <w:rPr>
      <w:rFonts w:ascii="Times" w:hAnsi="Times"/>
      <w:b/>
      <w:sz w:val="18"/>
      <w:szCs w:val="18"/>
    </w:rPr>
  </w:style>
  <w:style w:type="character" w:customStyle="1" w:styleId="Briefchr">
    <w:name w:val="Brief chr"/>
    <w:basedOn w:val="Domylnaczcionkaakapitu"/>
    <w:rsid w:val="00E40A49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Normalny"/>
    <w:rsid w:val="00E40A49"/>
    <w:pPr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clear" w:color="auto" w:fill="C0C0C0"/>
      <w:spacing w:after="120"/>
      <w:ind w:left="96" w:right="91"/>
      <w:contextualSpacing/>
    </w:pPr>
    <w:rPr>
      <w:rFonts w:ascii="Times" w:hAnsi="Times" w:cs="Arial"/>
      <w:sz w:val="18"/>
      <w:szCs w:val="18"/>
    </w:rPr>
  </w:style>
  <w:style w:type="paragraph" w:customStyle="1" w:styleId="BriefRealia">
    <w:name w:val="Brief Realia"/>
    <w:basedOn w:val="RealiaText"/>
    <w:rsid w:val="00E40A49"/>
    <w:rPr>
      <w:i/>
      <w:color w:val="003366"/>
      <w:sz w:val="24"/>
      <w:szCs w:val="24"/>
    </w:rPr>
  </w:style>
  <w:style w:type="paragraph" w:customStyle="1" w:styleId="RealiaText">
    <w:name w:val="Realia Text"/>
    <w:rsid w:val="00E40A49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E40A49"/>
    <w:pPr>
      <w:ind w:left="0" w:firstLine="0"/>
    </w:pPr>
  </w:style>
  <w:style w:type="paragraph" w:customStyle="1" w:styleId="TextList">
    <w:name w:val="Text List"/>
    <w:rsid w:val="00E40A49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semiHidden/>
    <w:rsid w:val="00E40A49"/>
    <w:rPr>
      <w:rFonts w:ascii="Lucida Grande" w:hAnsi="Lucida Grande"/>
      <w:sz w:val="18"/>
      <w:szCs w:val="18"/>
    </w:rPr>
  </w:style>
  <w:style w:type="character" w:customStyle="1" w:styleId="TekstdymkaZnak">
    <w:name w:val="Tekst dymka Znak"/>
    <w:link w:val="Tekstdymka"/>
    <w:semiHidden/>
    <w:locked/>
    <w:rsid w:val="00E40A49"/>
    <w:rPr>
      <w:rFonts w:ascii="Lucida Grande" w:hAnsi="Lucida Grande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E40A4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40A49"/>
  </w:style>
  <w:style w:type="paragraph" w:customStyle="1" w:styleId="BriefPhoto">
    <w:name w:val="Brief Photo"/>
    <w:rsid w:val="00E40A49"/>
    <w:pPr>
      <w:spacing w:before="120" w:after="120"/>
    </w:pPr>
    <w:rPr>
      <w:i/>
      <w:color w:val="800080"/>
      <w:sz w:val="24"/>
      <w:szCs w:val="24"/>
    </w:rPr>
  </w:style>
  <w:style w:type="character" w:styleId="Odwoaniedokomentarza">
    <w:name w:val="annotation reference"/>
    <w:uiPriority w:val="99"/>
    <w:semiHidden/>
    <w:rsid w:val="00E40A49"/>
    <w:rPr>
      <w:sz w:val="16"/>
      <w:szCs w:val="16"/>
    </w:rPr>
  </w:style>
  <w:style w:type="paragraph" w:styleId="Stopka">
    <w:name w:val="footer"/>
    <w:basedOn w:val="Normalny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Nagwek">
    <w:name w:val="header"/>
    <w:basedOn w:val="Normalny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rsid w:val="00E40A49"/>
    <w:pPr>
      <w:shd w:val="clear" w:color="auto" w:fill="0000CC"/>
      <w:spacing w:before="240" w:after="120"/>
    </w:pPr>
    <w:rPr>
      <w:rFonts w:ascii="Arial" w:hAnsi="Arial" w:cs="Arial"/>
      <w:b/>
      <w:color w:val="FFFFFF"/>
      <w:sz w:val="36"/>
      <w:szCs w:val="36"/>
    </w:rPr>
  </w:style>
  <w:style w:type="paragraph" w:customStyle="1" w:styleId="HeadASection">
    <w:name w:val="Head A Section"/>
    <w:basedOn w:val="Normalny"/>
    <w:next w:val="Normalny"/>
    <w:link w:val="HeadASectionChar"/>
    <w:rsid w:val="00E40A49"/>
    <w:pPr>
      <w:keepNext/>
      <w:shd w:val="clear" w:color="auto" w:fill="C0C0C0"/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HeadASectionChar">
    <w:name w:val="Head A Section Char"/>
    <w:link w:val="HeadASection"/>
    <w:rsid w:val="00E40A49"/>
    <w:rPr>
      <w:rFonts w:ascii="Arial" w:hAnsi="Arial" w:cs="Arial"/>
      <w:b/>
      <w:sz w:val="22"/>
      <w:szCs w:val="22"/>
      <w:shd w:val="clear" w:color="auto" w:fill="C0C0C0"/>
    </w:rPr>
  </w:style>
  <w:style w:type="character" w:customStyle="1" w:styleId="Phoneticschr">
    <w:name w:val="Phonetics chr"/>
    <w:basedOn w:val="Domylnaczcionkaakapitu"/>
    <w:rsid w:val="00E40A49"/>
    <w:rPr>
      <w:rFonts w:ascii="Charis SIL" w:hAnsi="Charis SIL"/>
    </w:rPr>
  </w:style>
  <w:style w:type="character" w:customStyle="1" w:styleId="GapFillchr">
    <w:name w:val="Gap Fill chr"/>
    <w:basedOn w:val="Domylnaczcionkaakapitu"/>
    <w:rsid w:val="00E40A49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omylnaczcionkaakapitu"/>
    <w:rsid w:val="00E40A49"/>
  </w:style>
  <w:style w:type="paragraph" w:customStyle="1" w:styleId="RealiaHead">
    <w:name w:val="Realia Head"/>
    <w:basedOn w:val="RealiaText"/>
    <w:rsid w:val="00E40A49"/>
    <w:pPr>
      <w:spacing w:before="240" w:after="60"/>
    </w:pPr>
    <w:rPr>
      <w:b/>
      <w:u w:val="single"/>
    </w:rPr>
  </w:style>
  <w:style w:type="paragraph" w:styleId="Bezodstpw">
    <w:name w:val="No Spacing"/>
    <w:qFormat/>
    <w:rsid w:val="00E40A4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semiHidden/>
    <w:rsid w:val="00E40A49"/>
    <w:rPr>
      <w:sz w:val="24"/>
      <w:szCs w:val="24"/>
    </w:rPr>
  </w:style>
  <w:style w:type="table" w:styleId="Tabela-Siatka">
    <w:name w:val="Table Grid"/>
    <w:basedOn w:val="Standardowy"/>
    <w:rsid w:val="00E40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E40A49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E40A49"/>
    <w:rPr>
      <w:color w:val="333399"/>
    </w:rPr>
  </w:style>
  <w:style w:type="paragraph" w:customStyle="1" w:styleId="Rubric">
    <w:name w:val="Rubric"/>
    <w:rsid w:val="00E40A49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ny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Nagwek4Znak">
    <w:name w:val="Nagłówek 4 Znak"/>
    <w:basedOn w:val="Domylnaczcionkaakapitu"/>
    <w:link w:val="Nagwek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Nagwek1Znak">
    <w:name w:val="Nagłówek 1 Znak"/>
    <w:link w:val="Nagwek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ny"/>
    <w:rsid w:val="00E40A49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E40A49"/>
    <w:rPr>
      <w:b/>
    </w:rPr>
  </w:style>
  <w:style w:type="paragraph" w:customStyle="1" w:styleId="TextDialogue">
    <w:name w:val="Text Dialogue"/>
    <w:basedOn w:val="TextList"/>
    <w:rsid w:val="00E40A49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E40A49"/>
    <w:pPr>
      <w:shd w:val="clear" w:color="auto" w:fill="CCFFFF"/>
    </w:pPr>
  </w:style>
  <w:style w:type="paragraph" w:customStyle="1" w:styleId="AudioscriptHead">
    <w:name w:val="Audioscript Head"/>
    <w:basedOn w:val="Audioscript"/>
    <w:rsid w:val="00E40A49"/>
    <w:pPr>
      <w:shd w:val="clear" w:color="auto" w:fill="00CCFF"/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E40A49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RevisionHeadA"/>
    <w:rsid w:val="00E40A49"/>
    <w:pPr>
      <w:shd w:val="clear" w:color="auto" w:fill="3366FF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ny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ny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ny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ny"/>
    <w:qFormat/>
    <w:rsid w:val="00E40A49"/>
    <w:pPr>
      <w:shd w:val="clear" w:color="auto" w:fill="FF9999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E40A49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ny"/>
    <w:rsid w:val="00E40A49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E40A49"/>
    <w:rPr>
      <w:i/>
    </w:rPr>
  </w:style>
  <w:style w:type="paragraph" w:customStyle="1" w:styleId="TextReference">
    <w:name w:val="Text Reference"/>
    <w:basedOn w:val="Normalny"/>
    <w:rsid w:val="00E40A49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E40A49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omylnaczcionkaakapitu"/>
    <w:rsid w:val="00E40A49"/>
    <w:rPr>
      <w:caps/>
      <w:color w:val="800000"/>
    </w:rPr>
  </w:style>
  <w:style w:type="character" w:customStyle="1" w:styleId="HighlightedTextChr">
    <w:name w:val="Highlighted Text Chr"/>
    <w:basedOn w:val="Domylnaczcionkaakapitu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basedOn w:val="Domylnaczcionkaakapitu"/>
    <w:rsid w:val="00E40A49"/>
    <w:rPr>
      <w:i/>
      <w:color w:val="333333"/>
    </w:rPr>
  </w:style>
  <w:style w:type="paragraph" w:customStyle="1" w:styleId="ClassBoxHead">
    <w:name w:val="Class Box Head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E40A49"/>
    <w:pPr>
      <w:ind w:left="720"/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2153D5"/>
    <w:rPr>
      <w:sz w:val="24"/>
      <w:szCs w:val="24"/>
    </w:rPr>
  </w:style>
  <w:style w:type="character" w:styleId="Hipercze">
    <w:name w:val="Hyperlink"/>
    <w:basedOn w:val="Domylnaczcionkaakapitu"/>
    <w:unhideWhenUsed/>
    <w:rsid w:val="00A83A4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rsid w:val="00A83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7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tel.phone/login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iad\Downloads\Pearson%20Eng%20Cl%20Tests\EC%20L2%20Vocab%20with%20ehad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6BF9BF-2229-40F8-B97D-A33BA9467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 L2 Vocab with ehader</Template>
  <TotalTime>0</TotalTime>
  <Pages>1</Pages>
  <Words>474</Words>
  <Characters>2845</Characters>
  <Application>Microsoft Office Word</Application>
  <DocSecurity>0</DocSecurity>
  <Lines>23</Lines>
  <Paragraphs>6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Microsoft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Zawilinska-Janas, Malgorzata</cp:lastModifiedBy>
  <cp:revision>4</cp:revision>
  <cp:lastPrinted>2019-05-30T13:56:00Z</cp:lastPrinted>
  <dcterms:created xsi:type="dcterms:W3CDTF">2019-05-30T13:56:00Z</dcterms:created>
  <dcterms:modified xsi:type="dcterms:W3CDTF">2019-05-30T13:56:00Z</dcterms:modified>
</cp:coreProperties>
</file>