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r>
        <w:t>LANGUAGE</w:t>
      </w:r>
    </w:p>
    <w:p w14:paraId="6206DAFC" w14:textId="0DE15C74" w:rsidR="00DA18F2" w:rsidRPr="00B94CCF" w:rsidRDefault="00F368FC" w:rsidP="00B94CCF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</w:t>
      </w:r>
      <w:r w:rsidR="00955030" w:rsidRPr="00B94CCF">
        <w:rPr>
          <w:lang w:val="en-GB"/>
        </w:rPr>
        <w:t>.1 Vocabulary</w:t>
      </w:r>
    </w:p>
    <w:p w14:paraId="3FFE11EB" w14:textId="19A4788D" w:rsidR="00D711B2" w:rsidRDefault="008573E0" w:rsidP="008D2BFA">
      <w:pPr>
        <w:pStyle w:val="Rubric"/>
      </w:pPr>
      <w:r w:rsidRPr="00E84816">
        <w:t xml:space="preserve">1 </w:t>
      </w:r>
      <w:r w:rsidR="00BA7D6E" w:rsidRPr="00E84816">
        <w:tab/>
      </w:r>
      <w:r w:rsidR="00724952">
        <w:t>Choose the correct option.</w:t>
      </w:r>
    </w:p>
    <w:p w14:paraId="02644069" w14:textId="107A94B5" w:rsidR="00724952" w:rsidRDefault="00724952" w:rsidP="008D2BFA">
      <w:pPr>
        <w:pStyle w:val="Rubric"/>
      </w:pPr>
    </w:p>
    <w:p w14:paraId="3115B5D2" w14:textId="7082E70A" w:rsidR="006774BB" w:rsidRDefault="00724952" w:rsidP="008D2BFA">
      <w:pPr>
        <w:pStyle w:val="Rubric"/>
      </w:pPr>
      <w:r>
        <w:t>1</w:t>
      </w:r>
      <w:r w:rsidR="006774BB">
        <w:t xml:space="preserve"> </w:t>
      </w:r>
      <w:r w:rsidR="006774BB">
        <w:rPr>
          <w:b w:val="0"/>
        </w:rPr>
        <w:t xml:space="preserve">Young people have more career </w:t>
      </w:r>
      <w:r w:rsidR="00C5672F" w:rsidRPr="00C5672F">
        <w:rPr>
          <w:rStyle w:val="GapFillchr"/>
        </w:rPr>
        <w:t>     </w:t>
      </w:r>
      <w:r w:rsidR="006774BB">
        <w:rPr>
          <w:b w:val="0"/>
        </w:rPr>
        <w:t xml:space="preserve"> compared to fifty years ago.</w:t>
      </w:r>
    </w:p>
    <w:p w14:paraId="49A79BBA" w14:textId="78296524" w:rsidR="00724952" w:rsidRPr="006774BB" w:rsidRDefault="00724952" w:rsidP="00B94CCF">
      <w:pPr>
        <w:pStyle w:val="Rubric"/>
        <w:tabs>
          <w:tab w:val="left" w:pos="1276"/>
          <w:tab w:val="left" w:pos="2410"/>
          <w:tab w:val="left" w:pos="3544"/>
        </w:tabs>
        <w:rPr>
          <w:b w:val="0"/>
        </w:rPr>
      </w:pPr>
      <w:proofErr w:type="spellStart"/>
      <w:r>
        <w:t>a</w:t>
      </w:r>
      <w:proofErr w:type="spellEnd"/>
      <w:r w:rsidR="006774BB">
        <w:t xml:space="preserve"> </w:t>
      </w:r>
      <w:r w:rsidR="006774BB" w:rsidRPr="006774BB">
        <w:rPr>
          <w:b w:val="0"/>
        </w:rPr>
        <w:t>alternatives</w:t>
      </w:r>
      <w:r w:rsidR="00457513">
        <w:tab/>
      </w:r>
      <w:r>
        <w:t>b</w:t>
      </w:r>
      <w:r w:rsidR="006774BB">
        <w:t xml:space="preserve"> </w:t>
      </w:r>
      <w:r w:rsidR="006774BB">
        <w:rPr>
          <w:b w:val="0"/>
        </w:rPr>
        <w:t>ways</w:t>
      </w:r>
      <w:r w:rsidR="00457513">
        <w:rPr>
          <w:b w:val="0"/>
        </w:rPr>
        <w:tab/>
      </w:r>
      <w:r>
        <w:t>c</w:t>
      </w:r>
      <w:r w:rsidR="006774BB">
        <w:t xml:space="preserve"> </w:t>
      </w:r>
      <w:r w:rsidR="006774BB">
        <w:rPr>
          <w:b w:val="0"/>
        </w:rPr>
        <w:t>feelings</w:t>
      </w:r>
      <w:r w:rsidR="006774BB">
        <w:rPr>
          <w:b w:val="0"/>
        </w:rPr>
        <w:tab/>
      </w:r>
      <w:r>
        <w:t>d</w:t>
      </w:r>
      <w:r w:rsidR="006774BB">
        <w:t xml:space="preserve"> </w:t>
      </w:r>
      <w:r w:rsidR="006774BB">
        <w:rPr>
          <w:b w:val="0"/>
        </w:rPr>
        <w:t>constraints</w:t>
      </w:r>
    </w:p>
    <w:p w14:paraId="17C13342" w14:textId="77777777" w:rsidR="00170EF0" w:rsidRDefault="00170EF0" w:rsidP="008D2BFA">
      <w:pPr>
        <w:pStyle w:val="Rubric"/>
      </w:pPr>
    </w:p>
    <w:p w14:paraId="703CF5B6" w14:textId="6F51346A" w:rsidR="006774BB" w:rsidRPr="006774BB" w:rsidRDefault="00724952" w:rsidP="008D2BFA">
      <w:pPr>
        <w:pStyle w:val="Rubric"/>
        <w:rPr>
          <w:b w:val="0"/>
        </w:rPr>
      </w:pPr>
      <w:r>
        <w:t>2</w:t>
      </w:r>
      <w:r w:rsidRPr="00724952">
        <w:t xml:space="preserve"> </w:t>
      </w:r>
      <w:r w:rsidR="006774BB">
        <w:rPr>
          <w:b w:val="0"/>
        </w:rPr>
        <w:t xml:space="preserve">I should </w:t>
      </w:r>
      <w:r w:rsidR="00C5672F" w:rsidRPr="00C5672F">
        <w:rPr>
          <w:rStyle w:val="GapFillchr"/>
        </w:rPr>
        <w:t>     </w:t>
      </w:r>
      <w:r w:rsidR="006774BB">
        <w:rPr>
          <w:b w:val="0"/>
        </w:rPr>
        <w:t xml:space="preserve"> all the different possibilities before deciding. </w:t>
      </w:r>
    </w:p>
    <w:p w14:paraId="641D13EB" w14:textId="78CB3527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6774BB">
        <w:t xml:space="preserve"> </w:t>
      </w:r>
      <w:r w:rsidR="006774BB">
        <w:rPr>
          <w:b w:val="0"/>
        </w:rPr>
        <w:t>settle on</w:t>
      </w:r>
      <w:r w:rsidR="00457513">
        <w:rPr>
          <w:b w:val="0"/>
        </w:rPr>
        <w:tab/>
      </w:r>
      <w:r>
        <w:t>b</w:t>
      </w:r>
      <w:r w:rsidR="006774BB">
        <w:t xml:space="preserve"> </w:t>
      </w:r>
      <w:r w:rsidR="006774BB">
        <w:rPr>
          <w:b w:val="0"/>
        </w:rPr>
        <w:t>consider</w:t>
      </w:r>
      <w:r w:rsidR="00457513">
        <w:rPr>
          <w:b w:val="0"/>
        </w:rPr>
        <w:tab/>
      </w:r>
      <w:r>
        <w:t>c</w:t>
      </w:r>
      <w:r w:rsidR="006774BB">
        <w:t xml:space="preserve"> </w:t>
      </w:r>
      <w:r w:rsidR="00DD7172" w:rsidRPr="00DD7172">
        <w:rPr>
          <w:b w:val="0"/>
        </w:rPr>
        <w:t>end up</w:t>
      </w:r>
      <w:r w:rsidR="00DD7172">
        <w:t xml:space="preserve"> </w:t>
      </w:r>
      <w:r w:rsidR="00457513">
        <w:tab/>
      </w:r>
      <w:r>
        <w:t>d</w:t>
      </w:r>
      <w:r w:rsidR="00DD7172">
        <w:t xml:space="preserve"> </w:t>
      </w:r>
      <w:r w:rsidR="00DD7172" w:rsidRPr="00DD7172">
        <w:rPr>
          <w:b w:val="0"/>
        </w:rPr>
        <w:t>drive</w:t>
      </w:r>
    </w:p>
    <w:p w14:paraId="69D83C6C" w14:textId="77777777" w:rsidR="00170EF0" w:rsidRDefault="00170EF0" w:rsidP="008D2BFA">
      <w:pPr>
        <w:pStyle w:val="Rubric"/>
      </w:pPr>
    </w:p>
    <w:p w14:paraId="53A5B079" w14:textId="7DCE00AB" w:rsidR="00DD7172" w:rsidRPr="00DD7172" w:rsidRDefault="00724952" w:rsidP="008D2BFA">
      <w:pPr>
        <w:pStyle w:val="Rubric"/>
        <w:rPr>
          <w:b w:val="0"/>
        </w:rPr>
      </w:pPr>
      <w:r>
        <w:t>3</w:t>
      </w:r>
      <w:r w:rsidRPr="00724952">
        <w:t xml:space="preserve"> </w:t>
      </w:r>
      <w:r w:rsidR="00DD7172">
        <w:rPr>
          <w:b w:val="0"/>
        </w:rPr>
        <w:t xml:space="preserve">Knowing when to trust a gut </w:t>
      </w:r>
      <w:r w:rsidR="00C5672F" w:rsidRPr="00C5672F">
        <w:rPr>
          <w:rStyle w:val="GapFillchr"/>
        </w:rPr>
        <w:t>     </w:t>
      </w:r>
      <w:r w:rsidR="00DD7172">
        <w:rPr>
          <w:b w:val="0"/>
        </w:rPr>
        <w:t xml:space="preserve"> is an important life skill.</w:t>
      </w:r>
    </w:p>
    <w:p w14:paraId="7694C646" w14:textId="7AEDA9E0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DD7172">
        <w:t xml:space="preserve"> </w:t>
      </w:r>
      <w:r w:rsidR="00DD7172">
        <w:rPr>
          <w:b w:val="0"/>
        </w:rPr>
        <w:t>success</w:t>
      </w:r>
      <w:r w:rsidR="00DD7172">
        <w:rPr>
          <w:b w:val="0"/>
        </w:rPr>
        <w:tab/>
      </w:r>
      <w:r>
        <w:t>b</w:t>
      </w:r>
      <w:r w:rsidR="00DD7172">
        <w:t xml:space="preserve"> </w:t>
      </w:r>
      <w:r w:rsidR="00DD7172">
        <w:rPr>
          <w:b w:val="0"/>
        </w:rPr>
        <w:t>decision</w:t>
      </w:r>
      <w:r w:rsidR="00457513">
        <w:rPr>
          <w:b w:val="0"/>
        </w:rPr>
        <w:tab/>
      </w:r>
      <w:r>
        <w:t>c</w:t>
      </w:r>
      <w:r w:rsidR="00DD7172">
        <w:t xml:space="preserve"> </w:t>
      </w:r>
      <w:r w:rsidR="00DD7172">
        <w:rPr>
          <w:b w:val="0"/>
        </w:rPr>
        <w:t>alternative</w:t>
      </w:r>
      <w:r w:rsidR="00457513">
        <w:tab/>
      </w:r>
      <w:r>
        <w:t>d</w:t>
      </w:r>
      <w:r w:rsidR="00DD7172">
        <w:t xml:space="preserve"> </w:t>
      </w:r>
      <w:r w:rsidR="00DD7172" w:rsidRPr="00DD7172">
        <w:rPr>
          <w:b w:val="0"/>
        </w:rPr>
        <w:t>feeling</w:t>
      </w:r>
    </w:p>
    <w:p w14:paraId="2792E615" w14:textId="77777777" w:rsidR="00170EF0" w:rsidRDefault="00170EF0" w:rsidP="008D2BFA">
      <w:pPr>
        <w:pStyle w:val="Rubric"/>
      </w:pPr>
    </w:p>
    <w:p w14:paraId="5E990413" w14:textId="74BBEB7A" w:rsidR="00DD7172" w:rsidRPr="00803D10" w:rsidRDefault="00724952" w:rsidP="008D2BFA">
      <w:pPr>
        <w:pStyle w:val="Rubric"/>
        <w:rPr>
          <w:b w:val="0"/>
        </w:rPr>
      </w:pPr>
      <w:r>
        <w:t>4</w:t>
      </w:r>
      <w:r w:rsidRPr="00724952">
        <w:t xml:space="preserve"> </w:t>
      </w:r>
      <w:r w:rsidR="00803D10">
        <w:rPr>
          <w:b w:val="0"/>
        </w:rPr>
        <w:t xml:space="preserve">After thinking hard about what to study Sara finally </w:t>
      </w:r>
      <w:r w:rsidR="00C5672F" w:rsidRPr="00C5672F">
        <w:rPr>
          <w:rStyle w:val="GapFillchr"/>
        </w:rPr>
        <w:t>     </w:t>
      </w:r>
      <w:r w:rsidR="00803D10">
        <w:rPr>
          <w:b w:val="0"/>
        </w:rPr>
        <w:t xml:space="preserve"> geology. </w:t>
      </w:r>
    </w:p>
    <w:p w14:paraId="1D0B2103" w14:textId="0A6F2F55" w:rsidR="00724952" w:rsidRPr="00803D10" w:rsidRDefault="00724952" w:rsidP="00B94CCF">
      <w:pPr>
        <w:pStyle w:val="Rubric"/>
        <w:tabs>
          <w:tab w:val="left" w:pos="1560"/>
        </w:tabs>
        <w:rPr>
          <w:b w:val="0"/>
        </w:rPr>
      </w:pPr>
      <w:r>
        <w:t>a</w:t>
      </w:r>
      <w:r w:rsidR="00803D10">
        <w:t xml:space="preserve"> </w:t>
      </w:r>
      <w:r w:rsidR="00803D10">
        <w:rPr>
          <w:b w:val="0"/>
        </w:rPr>
        <w:t>settled on</w:t>
      </w:r>
      <w:r w:rsidR="00457513">
        <w:rPr>
          <w:b w:val="0"/>
        </w:rPr>
        <w:tab/>
      </w:r>
      <w:r>
        <w:t>b</w:t>
      </w:r>
      <w:r w:rsidR="00803D10">
        <w:t xml:space="preserve"> </w:t>
      </w:r>
      <w:r w:rsidR="00803D10">
        <w:rPr>
          <w:b w:val="0"/>
        </w:rPr>
        <w:t>ended up</w:t>
      </w:r>
      <w:r w:rsidR="00C5672F">
        <w:rPr>
          <w:b w:val="0"/>
        </w:rPr>
        <w:br/>
      </w:r>
      <w:r>
        <w:t>c</w:t>
      </w:r>
      <w:r w:rsidR="00803D10">
        <w:t xml:space="preserve"> </w:t>
      </w:r>
      <w:r w:rsidR="00803D10">
        <w:rPr>
          <w:b w:val="0"/>
        </w:rPr>
        <w:t>examined</w:t>
      </w:r>
      <w:r w:rsidR="00C5672F">
        <w:rPr>
          <w:b w:val="0"/>
        </w:rPr>
        <w:tab/>
      </w:r>
      <w:r>
        <w:t>d</w:t>
      </w:r>
      <w:r w:rsidR="00803D10">
        <w:t xml:space="preserve"> </w:t>
      </w:r>
      <w:r w:rsidR="00803D10">
        <w:rPr>
          <w:b w:val="0"/>
        </w:rPr>
        <w:t>reconsidered</w:t>
      </w:r>
    </w:p>
    <w:p w14:paraId="49918E38" w14:textId="77777777" w:rsidR="00170EF0" w:rsidRDefault="00170EF0" w:rsidP="008D2BFA">
      <w:pPr>
        <w:pStyle w:val="Rubric"/>
      </w:pPr>
    </w:p>
    <w:p w14:paraId="7EBD148E" w14:textId="51A9917B" w:rsidR="00DD7172" w:rsidRDefault="00724952" w:rsidP="008D2BFA">
      <w:pPr>
        <w:pStyle w:val="Rubric"/>
      </w:pPr>
      <w:r>
        <w:t>5</w:t>
      </w:r>
      <w:r w:rsidRPr="00724952">
        <w:t xml:space="preserve"> </w:t>
      </w:r>
      <w:r w:rsidR="00803D10" w:rsidRPr="00803D10">
        <w:rPr>
          <w:b w:val="0"/>
        </w:rPr>
        <w:t xml:space="preserve">If you don’t make a decision soon, you’ll </w:t>
      </w:r>
      <w:r w:rsidR="00C5672F" w:rsidRPr="00C5672F">
        <w:rPr>
          <w:rStyle w:val="GapFillchr"/>
        </w:rPr>
        <w:t>     </w:t>
      </w:r>
      <w:r w:rsidR="009B7518">
        <w:rPr>
          <w:rStyle w:val="GapFillchr"/>
        </w:rPr>
        <w:br/>
      </w:r>
      <w:r w:rsidR="00803D10" w:rsidRPr="00803D10">
        <w:rPr>
          <w:b w:val="0"/>
        </w:rPr>
        <w:t>with nothing.</w:t>
      </w:r>
    </w:p>
    <w:p w14:paraId="4D6CA976" w14:textId="04D29625" w:rsidR="00724952" w:rsidRPr="00803D10" w:rsidRDefault="00724952" w:rsidP="00B94CCF">
      <w:pPr>
        <w:pStyle w:val="Rubric"/>
        <w:tabs>
          <w:tab w:val="left" w:pos="1276"/>
          <w:tab w:val="left" w:pos="2410"/>
          <w:tab w:val="left" w:pos="3402"/>
        </w:tabs>
        <w:rPr>
          <w:b w:val="0"/>
        </w:rPr>
      </w:pPr>
      <w:proofErr w:type="spellStart"/>
      <w:r>
        <w:t>a</w:t>
      </w:r>
      <w:proofErr w:type="spellEnd"/>
      <w:r w:rsidR="00803D10">
        <w:t xml:space="preserve"> </w:t>
      </w:r>
      <w:r w:rsidR="00803D10" w:rsidRPr="00803D10">
        <w:rPr>
          <w:b w:val="0"/>
        </w:rPr>
        <w:t>examine</w:t>
      </w:r>
      <w:r w:rsidR="00457513">
        <w:tab/>
      </w:r>
      <w:r>
        <w:t>b</w:t>
      </w:r>
      <w:r w:rsidR="00803D10">
        <w:t xml:space="preserve"> </w:t>
      </w:r>
      <w:r w:rsidR="00803D10" w:rsidRPr="00803D10">
        <w:rPr>
          <w:b w:val="0"/>
        </w:rPr>
        <w:t xml:space="preserve">give </w:t>
      </w:r>
      <w:r w:rsidR="00457513">
        <w:tab/>
      </w:r>
      <w:r>
        <w:t>c</w:t>
      </w:r>
      <w:r w:rsidR="00803D10">
        <w:t xml:space="preserve"> </w:t>
      </w:r>
      <w:r w:rsidR="00803D10">
        <w:rPr>
          <w:b w:val="0"/>
        </w:rPr>
        <w:t>end up</w:t>
      </w:r>
      <w:r w:rsidR="00457513">
        <w:rPr>
          <w:b w:val="0"/>
        </w:rPr>
        <w:tab/>
      </w:r>
      <w:r>
        <w:t>d</w:t>
      </w:r>
      <w:r w:rsidR="00803D10">
        <w:t xml:space="preserve"> </w:t>
      </w:r>
      <w:r w:rsidR="00803D10">
        <w:rPr>
          <w:b w:val="0"/>
        </w:rPr>
        <w:t>pull together</w:t>
      </w:r>
    </w:p>
    <w:p w14:paraId="7009C4F8" w14:textId="77777777" w:rsidR="00170EF0" w:rsidRDefault="00170EF0" w:rsidP="008D2BFA">
      <w:pPr>
        <w:pStyle w:val="Rubric"/>
      </w:pPr>
    </w:p>
    <w:p w14:paraId="10CC73E1" w14:textId="1C9A2C15" w:rsidR="00DD7172" w:rsidRPr="00310236" w:rsidRDefault="00724952" w:rsidP="008D2BFA">
      <w:pPr>
        <w:pStyle w:val="Rubric"/>
        <w:rPr>
          <w:b w:val="0"/>
        </w:rPr>
      </w:pPr>
      <w:r>
        <w:t>6</w:t>
      </w:r>
      <w:r w:rsidRPr="00724952">
        <w:t xml:space="preserve"> </w:t>
      </w:r>
      <w:r w:rsidR="00310236">
        <w:rPr>
          <w:b w:val="0"/>
        </w:rPr>
        <w:t xml:space="preserve">My boss gave me the </w:t>
      </w:r>
      <w:r w:rsidR="00C5672F" w:rsidRPr="00C5672F">
        <w:rPr>
          <w:rStyle w:val="GapFillchr"/>
        </w:rPr>
        <w:t>     </w:t>
      </w:r>
      <w:r w:rsidR="00310236">
        <w:rPr>
          <w:b w:val="0"/>
        </w:rPr>
        <w:t xml:space="preserve"> to launch the new clothing range.</w:t>
      </w:r>
    </w:p>
    <w:p w14:paraId="756B7347" w14:textId="7D5506E5" w:rsidR="00724952" w:rsidRPr="00310236" w:rsidRDefault="00724952" w:rsidP="00B94CCF">
      <w:pPr>
        <w:pStyle w:val="Rubric"/>
        <w:tabs>
          <w:tab w:val="left" w:pos="1560"/>
        </w:tabs>
        <w:rPr>
          <w:b w:val="0"/>
        </w:rPr>
      </w:pPr>
      <w:proofErr w:type="spellStart"/>
      <w:r>
        <w:t>a</w:t>
      </w:r>
      <w:proofErr w:type="spellEnd"/>
      <w:r w:rsidR="00310236">
        <w:t xml:space="preserve"> </w:t>
      </w:r>
      <w:r w:rsidR="00310236" w:rsidRPr="00310236">
        <w:rPr>
          <w:b w:val="0"/>
        </w:rPr>
        <w:t>alternatives</w:t>
      </w:r>
      <w:r w:rsidR="00457513">
        <w:rPr>
          <w:b w:val="0"/>
        </w:rPr>
        <w:tab/>
      </w:r>
      <w:r>
        <w:t>b</w:t>
      </w:r>
      <w:r w:rsidR="00310236">
        <w:t xml:space="preserve"> </w:t>
      </w:r>
      <w:r w:rsidR="00310236" w:rsidRPr="00310236">
        <w:rPr>
          <w:b w:val="0"/>
        </w:rPr>
        <w:t>way forward</w:t>
      </w:r>
      <w:r w:rsidR="00112963">
        <w:br/>
      </w:r>
      <w:r>
        <w:t>c</w:t>
      </w:r>
      <w:r w:rsidR="00310236">
        <w:t xml:space="preserve"> </w:t>
      </w:r>
      <w:r w:rsidR="002154FB">
        <w:rPr>
          <w:b w:val="0"/>
        </w:rPr>
        <w:t>go-</w:t>
      </w:r>
      <w:r w:rsidR="00310236">
        <w:rPr>
          <w:b w:val="0"/>
        </w:rPr>
        <w:t>ahead</w:t>
      </w:r>
      <w:r w:rsidR="00457513">
        <w:rPr>
          <w:b w:val="0"/>
        </w:rPr>
        <w:tab/>
      </w:r>
      <w:r>
        <w:t>d</w:t>
      </w:r>
      <w:r w:rsidR="00310236">
        <w:t xml:space="preserve"> </w:t>
      </w:r>
      <w:r w:rsidR="00310236">
        <w:rPr>
          <w:b w:val="0"/>
        </w:rPr>
        <w:t>success</w:t>
      </w:r>
    </w:p>
    <w:p w14:paraId="41D65B00" w14:textId="77777777" w:rsidR="00170EF0" w:rsidRDefault="00170EF0" w:rsidP="008D2BFA">
      <w:pPr>
        <w:pStyle w:val="Rubric"/>
      </w:pPr>
    </w:p>
    <w:p w14:paraId="4C8C21CD" w14:textId="26E9E9CE" w:rsidR="00DD7172" w:rsidRPr="00AD0B19" w:rsidRDefault="00724952" w:rsidP="008D2BFA">
      <w:pPr>
        <w:pStyle w:val="Rubric"/>
        <w:rPr>
          <w:b w:val="0"/>
        </w:rPr>
      </w:pPr>
      <w:r>
        <w:t>7</w:t>
      </w:r>
      <w:r w:rsidRPr="00724952">
        <w:t xml:space="preserve"> </w:t>
      </w:r>
      <w:r w:rsidR="00AD0B19">
        <w:rPr>
          <w:b w:val="0"/>
        </w:rPr>
        <w:t xml:space="preserve">Our sales team is so successful because everyone knows when to </w:t>
      </w:r>
      <w:r w:rsidR="00C5672F" w:rsidRPr="00C5672F">
        <w:rPr>
          <w:rStyle w:val="GapFillchr"/>
        </w:rPr>
        <w:t>     </w:t>
      </w:r>
      <w:r w:rsidR="00AD0B19">
        <w:rPr>
          <w:b w:val="0"/>
        </w:rPr>
        <w:t xml:space="preserve"> together. </w:t>
      </w:r>
    </w:p>
    <w:p w14:paraId="38E627FF" w14:textId="0DAEAC09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AD0B19">
        <w:t xml:space="preserve"> </w:t>
      </w:r>
      <w:r w:rsidR="00AD0B19">
        <w:rPr>
          <w:b w:val="0"/>
        </w:rPr>
        <w:t>give</w:t>
      </w:r>
      <w:r w:rsidR="00457513">
        <w:rPr>
          <w:b w:val="0"/>
        </w:rPr>
        <w:tab/>
      </w:r>
      <w:r>
        <w:t>b</w:t>
      </w:r>
      <w:r w:rsidR="00AD0B19">
        <w:t xml:space="preserve"> </w:t>
      </w:r>
      <w:r w:rsidR="00AD0B19">
        <w:rPr>
          <w:b w:val="0"/>
        </w:rPr>
        <w:t>pull</w:t>
      </w:r>
      <w:r w:rsidR="00AD0B19">
        <w:rPr>
          <w:b w:val="0"/>
        </w:rPr>
        <w:tab/>
      </w:r>
      <w:r>
        <w:t>c</w:t>
      </w:r>
      <w:r w:rsidR="00AD0B19">
        <w:t xml:space="preserve"> </w:t>
      </w:r>
      <w:r w:rsidR="00AD0B19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AD0B19">
        <w:t xml:space="preserve"> </w:t>
      </w:r>
      <w:r w:rsidR="00AD0B19" w:rsidRPr="00AD0B19">
        <w:rPr>
          <w:b w:val="0"/>
        </w:rPr>
        <w:t>consider</w:t>
      </w:r>
    </w:p>
    <w:p w14:paraId="576DE10C" w14:textId="77777777" w:rsidR="00170EF0" w:rsidRDefault="00170EF0" w:rsidP="008D2BFA">
      <w:pPr>
        <w:pStyle w:val="Rubric"/>
      </w:pPr>
    </w:p>
    <w:p w14:paraId="1D9471E7" w14:textId="0FA7F0F9" w:rsidR="00DD7172" w:rsidRPr="0088356A" w:rsidRDefault="00724952" w:rsidP="008D2BFA">
      <w:pPr>
        <w:pStyle w:val="Rubric"/>
        <w:rPr>
          <w:b w:val="0"/>
        </w:rPr>
      </w:pPr>
      <w:r>
        <w:t>8</w:t>
      </w:r>
      <w:r w:rsidRPr="00724952">
        <w:t xml:space="preserve"> </w:t>
      </w:r>
      <w:r w:rsidR="0088356A">
        <w:rPr>
          <w:b w:val="0"/>
        </w:rPr>
        <w:t xml:space="preserve">The main </w:t>
      </w:r>
      <w:r w:rsidR="00C5672F" w:rsidRPr="00C5672F">
        <w:rPr>
          <w:rStyle w:val="GapFillchr"/>
        </w:rPr>
        <w:t>     </w:t>
      </w:r>
      <w:r w:rsidR="0088356A">
        <w:rPr>
          <w:b w:val="0"/>
        </w:rPr>
        <w:t xml:space="preserve"> on the department is a lack of experienced staff.</w:t>
      </w:r>
    </w:p>
    <w:p w14:paraId="15E8337F" w14:textId="227024F6" w:rsidR="00724952" w:rsidRDefault="00724952" w:rsidP="00B94CCF">
      <w:pPr>
        <w:pStyle w:val="Rubric"/>
        <w:tabs>
          <w:tab w:val="left" w:pos="1560"/>
          <w:tab w:val="left" w:pos="2410"/>
          <w:tab w:val="left" w:pos="3261"/>
        </w:tabs>
      </w:pPr>
      <w:r>
        <w:t>a</w:t>
      </w:r>
      <w:r w:rsidR="0088356A">
        <w:t xml:space="preserve"> </w:t>
      </w:r>
      <w:r w:rsidR="0088356A">
        <w:rPr>
          <w:b w:val="0"/>
        </w:rPr>
        <w:t>constraint</w:t>
      </w:r>
      <w:r w:rsidR="00457513">
        <w:rPr>
          <w:b w:val="0"/>
        </w:rPr>
        <w:tab/>
      </w:r>
      <w:r>
        <w:t>b</w:t>
      </w:r>
      <w:r w:rsidR="0088356A">
        <w:t xml:space="preserve"> </w:t>
      </w:r>
      <w:r w:rsidR="0088356A">
        <w:rPr>
          <w:b w:val="0"/>
        </w:rPr>
        <w:t>alternative</w:t>
      </w:r>
      <w:r w:rsidR="00112963">
        <w:rPr>
          <w:b w:val="0"/>
        </w:rPr>
        <w:br/>
      </w:r>
      <w:r>
        <w:t>c</w:t>
      </w:r>
      <w:r w:rsidR="0088356A">
        <w:t xml:space="preserve"> </w:t>
      </w:r>
      <w:r w:rsidR="0088356A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88356A">
        <w:t xml:space="preserve"> </w:t>
      </w:r>
      <w:r w:rsidR="0088356A" w:rsidRPr="0088356A">
        <w:rPr>
          <w:b w:val="0"/>
        </w:rPr>
        <w:t>consideration</w:t>
      </w:r>
    </w:p>
    <w:p w14:paraId="2D5F5F3B" w14:textId="77777777" w:rsidR="00170EF0" w:rsidRDefault="00170EF0" w:rsidP="00457513">
      <w:pPr>
        <w:pStyle w:val="Rubric"/>
        <w:tabs>
          <w:tab w:val="left" w:pos="2268"/>
        </w:tabs>
      </w:pPr>
    </w:p>
    <w:p w14:paraId="23B05ED2" w14:textId="7CD13391" w:rsidR="00DD7172" w:rsidRDefault="00724952" w:rsidP="008D2BFA">
      <w:pPr>
        <w:pStyle w:val="Rubric"/>
      </w:pPr>
      <w:r>
        <w:t>9</w:t>
      </w:r>
      <w:r w:rsidRPr="00724952">
        <w:t xml:space="preserve"> </w:t>
      </w:r>
      <w:r w:rsidR="00A20D23" w:rsidRPr="00A20D23">
        <w:rPr>
          <w:b w:val="0"/>
        </w:rPr>
        <w:t xml:space="preserve">Kyla believes that the </w:t>
      </w:r>
      <w:r w:rsidR="00C5672F" w:rsidRPr="00C5672F">
        <w:rPr>
          <w:rStyle w:val="GapFillchr"/>
        </w:rPr>
        <w:t>     </w:t>
      </w:r>
      <w:r w:rsidR="00A20D23" w:rsidRPr="00A20D23">
        <w:rPr>
          <w:b w:val="0"/>
        </w:rPr>
        <w:t>. forwa</w:t>
      </w:r>
      <w:r w:rsidR="00A20D23" w:rsidRPr="00226853">
        <w:rPr>
          <w:b w:val="0"/>
        </w:rPr>
        <w:t>rd is to invest in</w:t>
      </w:r>
      <w:r w:rsidR="00112963">
        <w:rPr>
          <w:b w:val="0"/>
        </w:rPr>
        <w:t> </w:t>
      </w:r>
      <w:r w:rsidR="00A20D23" w:rsidRPr="00226853">
        <w:rPr>
          <w:b w:val="0"/>
        </w:rPr>
        <w:t xml:space="preserve">better technology. </w:t>
      </w:r>
    </w:p>
    <w:p w14:paraId="2F9B2F53" w14:textId="7BEB3BB2" w:rsidR="00724952" w:rsidRPr="00226853" w:rsidRDefault="00724952" w:rsidP="00B94CCF">
      <w:pPr>
        <w:pStyle w:val="Rubric"/>
        <w:tabs>
          <w:tab w:val="left" w:pos="1276"/>
          <w:tab w:val="left" w:pos="2410"/>
          <w:tab w:val="left" w:pos="3544"/>
        </w:tabs>
        <w:rPr>
          <w:b w:val="0"/>
        </w:rPr>
      </w:pPr>
      <w:r>
        <w:t>a</w:t>
      </w:r>
      <w:r w:rsidR="00226853">
        <w:t xml:space="preserve"> </w:t>
      </w:r>
      <w:r w:rsidR="00226853">
        <w:rPr>
          <w:b w:val="0"/>
        </w:rPr>
        <w:t>feeling</w:t>
      </w:r>
      <w:r w:rsidR="00457513">
        <w:rPr>
          <w:b w:val="0"/>
        </w:rPr>
        <w:tab/>
      </w:r>
      <w:r>
        <w:t>b</w:t>
      </w:r>
      <w:r w:rsidR="00226853">
        <w:t xml:space="preserve"> </w:t>
      </w:r>
      <w:r w:rsidR="00226853">
        <w:rPr>
          <w:b w:val="0"/>
        </w:rPr>
        <w:t>success</w:t>
      </w:r>
      <w:r w:rsidR="00457513">
        <w:rPr>
          <w:b w:val="0"/>
        </w:rPr>
        <w:tab/>
      </w:r>
      <w:r>
        <w:t>c</w:t>
      </w:r>
      <w:r w:rsidR="00226853">
        <w:t xml:space="preserve"> </w:t>
      </w:r>
      <w:r w:rsidR="00226853">
        <w:rPr>
          <w:b w:val="0"/>
        </w:rPr>
        <w:t>decision</w:t>
      </w:r>
      <w:r w:rsidR="00457513">
        <w:rPr>
          <w:b w:val="0"/>
        </w:rPr>
        <w:tab/>
      </w:r>
      <w:r>
        <w:t>d</w:t>
      </w:r>
      <w:r w:rsidR="00226853">
        <w:t xml:space="preserve"> </w:t>
      </w:r>
      <w:r w:rsidR="008935F8">
        <w:rPr>
          <w:b w:val="0"/>
        </w:rPr>
        <w:t>way</w:t>
      </w:r>
    </w:p>
    <w:p w14:paraId="3ED5140E" w14:textId="77777777" w:rsidR="00170EF0" w:rsidRDefault="00170EF0" w:rsidP="008D2BFA">
      <w:pPr>
        <w:pStyle w:val="Rubric"/>
      </w:pPr>
    </w:p>
    <w:p w14:paraId="6615B6C3" w14:textId="58FC62E0" w:rsidR="00DD7172" w:rsidRPr="00DE6518" w:rsidRDefault="00724952" w:rsidP="008D2BFA">
      <w:pPr>
        <w:pStyle w:val="Rubric"/>
        <w:rPr>
          <w:b w:val="0"/>
        </w:rPr>
      </w:pPr>
      <w:r>
        <w:t>10</w:t>
      </w:r>
      <w:r w:rsidRPr="00724952">
        <w:t xml:space="preserve"> </w:t>
      </w:r>
      <w:r w:rsidR="00DE6518">
        <w:rPr>
          <w:b w:val="0"/>
        </w:rPr>
        <w:t xml:space="preserve">To </w:t>
      </w:r>
      <w:r w:rsidR="00C5672F" w:rsidRPr="00C5672F">
        <w:rPr>
          <w:rStyle w:val="GapFillchr"/>
        </w:rPr>
        <w:t>     </w:t>
      </w:r>
      <w:r w:rsidR="00DE6518">
        <w:rPr>
          <w:b w:val="0"/>
        </w:rPr>
        <w:t xml:space="preserve"> success, it’s necessary to motivate all the staff in the company.</w:t>
      </w:r>
    </w:p>
    <w:p w14:paraId="0E738641" w14:textId="2B3A92B2" w:rsidR="00724952" w:rsidRPr="00DE6518" w:rsidRDefault="00724952" w:rsidP="00B94CCF">
      <w:pPr>
        <w:pStyle w:val="Rubric"/>
        <w:tabs>
          <w:tab w:val="left" w:pos="1276"/>
          <w:tab w:val="left" w:pos="1418"/>
          <w:tab w:val="left" w:pos="2410"/>
          <w:tab w:val="left" w:pos="3544"/>
        </w:tabs>
        <w:rPr>
          <w:b w:val="0"/>
        </w:rPr>
      </w:pPr>
      <w:r>
        <w:t>a</w:t>
      </w:r>
      <w:r w:rsidR="00DE6518">
        <w:t xml:space="preserve"> </w:t>
      </w:r>
      <w:r w:rsidR="00DE6518" w:rsidRPr="00DE6518">
        <w:rPr>
          <w:b w:val="0"/>
        </w:rPr>
        <w:t>reconsider</w:t>
      </w:r>
      <w:r w:rsidR="00457513">
        <w:rPr>
          <w:b w:val="0"/>
        </w:rPr>
        <w:tab/>
      </w:r>
      <w:r>
        <w:t>b</w:t>
      </w:r>
      <w:r w:rsidR="00DE6518">
        <w:t xml:space="preserve"> </w:t>
      </w:r>
      <w:r w:rsidR="00DE6518">
        <w:rPr>
          <w:b w:val="0"/>
        </w:rPr>
        <w:t>settle on</w:t>
      </w:r>
      <w:r w:rsidR="00457513">
        <w:rPr>
          <w:b w:val="0"/>
        </w:rPr>
        <w:tab/>
      </w:r>
      <w:r>
        <w:t>c</w:t>
      </w:r>
      <w:r w:rsidR="00DE6518">
        <w:t xml:space="preserve"> </w:t>
      </w:r>
      <w:r w:rsidR="00DE6518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DE6518">
        <w:t xml:space="preserve"> </w:t>
      </w:r>
      <w:r w:rsidR="00DE6518">
        <w:rPr>
          <w:b w:val="0"/>
        </w:rPr>
        <w:t>pull</w:t>
      </w:r>
    </w:p>
    <w:p w14:paraId="35E7F77A" w14:textId="4C883A11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70AACDD7" w14:textId="011A8DA9" w:rsidR="007A4375" w:rsidRPr="00E84816" w:rsidRDefault="007A4375" w:rsidP="00D711B2">
      <w:pPr>
        <w:pStyle w:val="ScoreBox"/>
      </w:pPr>
      <w:r>
        <w:br w:type="column"/>
      </w:r>
    </w:p>
    <w:p w14:paraId="1F0DCBEE" w14:textId="72B93B72" w:rsidR="00955030" w:rsidRPr="00B94CCF" w:rsidRDefault="00F368FC" w:rsidP="00955030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</w:t>
      </w:r>
      <w:r w:rsidR="00955030" w:rsidRPr="00B94CCF">
        <w:rPr>
          <w:lang w:val="en-GB"/>
        </w:rPr>
        <w:t>.2 Grammar</w:t>
      </w:r>
    </w:p>
    <w:p w14:paraId="5A8DC344" w14:textId="472A8751" w:rsidR="006F4D2B" w:rsidRDefault="008573E0" w:rsidP="008D2BFA">
      <w:pPr>
        <w:pStyle w:val="Rubric"/>
      </w:pPr>
      <w:r w:rsidRPr="00E84816">
        <w:t>2</w:t>
      </w:r>
      <w:r w:rsidR="003B6598">
        <w:t xml:space="preserve"> Complete the text using the</w:t>
      </w:r>
      <w:r w:rsidR="00186851">
        <w:t xml:space="preserve"> </w:t>
      </w:r>
      <w:proofErr w:type="spellStart"/>
      <w:r w:rsidR="00186851">
        <w:rPr>
          <w:i/>
        </w:rPr>
        <w:t>to</w:t>
      </w:r>
      <w:proofErr w:type="spellEnd"/>
      <w:r w:rsidR="00186851">
        <w:rPr>
          <w:i/>
        </w:rPr>
        <w:t xml:space="preserve"> </w:t>
      </w:r>
      <w:r w:rsidR="00186851">
        <w:t>+</w:t>
      </w:r>
      <w:r w:rsidR="003B6598">
        <w:t xml:space="preserve"> infinitive or </w:t>
      </w:r>
      <w:r w:rsidR="0055322B">
        <w:br/>
      </w:r>
      <w:r w:rsidR="00186851">
        <w:t>-</w:t>
      </w:r>
      <w:proofErr w:type="spellStart"/>
      <w:r w:rsidR="003B6598" w:rsidRPr="005410AD">
        <w:rPr>
          <w:i/>
        </w:rPr>
        <w:t>ing</w:t>
      </w:r>
      <w:proofErr w:type="spellEnd"/>
      <w:r w:rsidR="003B6598">
        <w:t xml:space="preserve"> form of the verb in brackets.</w:t>
      </w:r>
    </w:p>
    <w:p w14:paraId="0D7276D3" w14:textId="7B45226A" w:rsidR="003B6598" w:rsidRDefault="003B6598" w:rsidP="008D2BFA">
      <w:pPr>
        <w:pStyle w:val="Rubric"/>
      </w:pPr>
    </w:p>
    <w:p w14:paraId="26462B54" w14:textId="310ECF30" w:rsidR="003B6598" w:rsidRPr="00E84816" w:rsidRDefault="003B6598" w:rsidP="00622327">
      <w:pPr>
        <w:pStyle w:val="Text"/>
      </w:pPr>
      <w:r>
        <w:t xml:space="preserve">Not everyone likes decision-making in the workplace. Some employees prefer </w:t>
      </w:r>
      <w:r>
        <w:rPr>
          <w:vertAlign w:val="superscript"/>
        </w:rPr>
        <w:t>1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55322B">
        <w:t xml:space="preserve"> </w:t>
      </w:r>
      <w:r>
        <w:t>(not have) to make many decisions. For them</w:t>
      </w:r>
      <w:r w:rsidR="0055322B">
        <w:t>,</w:t>
      </w:r>
      <w:r>
        <w:t xml:space="preserve"> decisions cause stress and they tend to be afraid of </w:t>
      </w:r>
      <w:r>
        <w:rPr>
          <w:vertAlign w:val="superscript"/>
        </w:rPr>
        <w:t>2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rPr>
          <w:rStyle w:val="GapFillchr"/>
        </w:rPr>
        <w:br/>
      </w:r>
      <w:r>
        <w:t xml:space="preserve">(put) themselves in stressful situations. Usually there is no point </w:t>
      </w:r>
      <w:r w:rsidR="00CA3555">
        <w:t xml:space="preserve">in </w:t>
      </w:r>
      <w:r>
        <w:rPr>
          <w:vertAlign w:val="superscript"/>
        </w:rPr>
        <w:t>3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(try) to change them. Managers sometimes try</w:t>
      </w:r>
      <w:r w:rsidR="00C5672F">
        <w:t xml:space="preserve"> </w:t>
      </w:r>
      <w:r>
        <w:rPr>
          <w:vertAlign w:val="superscript"/>
        </w:rPr>
        <w:t>4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br/>
      </w:r>
      <w:r>
        <w:t xml:space="preserve">(encourage) a change by sending these employees on leadership training courses. However, it is often not worth </w:t>
      </w:r>
      <w:r>
        <w:rPr>
          <w:vertAlign w:val="superscript"/>
        </w:rPr>
        <w:t>5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(do) this and rarely do they end up </w:t>
      </w:r>
      <w:r>
        <w:rPr>
          <w:vertAlign w:val="superscript"/>
        </w:rPr>
        <w:t>6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(enjoy) the experience. In addition, managers can regret </w:t>
      </w:r>
      <w:r>
        <w:rPr>
          <w:vertAlign w:val="superscript"/>
        </w:rPr>
        <w:t>7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rPr>
          <w:rStyle w:val="GapFillchr"/>
        </w:rPr>
        <w:br/>
      </w:r>
      <w:r>
        <w:t xml:space="preserve">(not realise) this beforehand and may even start </w:t>
      </w:r>
      <w:r>
        <w:rPr>
          <w:vertAlign w:val="superscript"/>
        </w:rPr>
        <w:t>8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(lose) confidence in their own decision-making abilities. As all good managers know, understanding your staff is a key skill. It is important to respect the fact that these employees need </w:t>
      </w:r>
      <w:r>
        <w:rPr>
          <w:vertAlign w:val="superscript"/>
        </w:rPr>
        <w:t>9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(feel) comfortable at work and</w:t>
      </w:r>
      <w:r w:rsidR="00C5672F">
        <w:t> </w:t>
      </w:r>
      <w:r>
        <w:t xml:space="preserve">they generally prefer </w:t>
      </w:r>
      <w:r>
        <w:rPr>
          <w:vertAlign w:val="superscript"/>
        </w:rPr>
        <w:t>10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(take on) roles where the duties and tasks are clear and logical.</w:t>
      </w:r>
    </w:p>
    <w:p w14:paraId="07454A8C" w14:textId="0C24F570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00E8924C" w14:textId="77777777" w:rsidR="00622327" w:rsidRPr="00E84816" w:rsidRDefault="00622327" w:rsidP="00FD0CE4">
      <w:pPr>
        <w:pStyle w:val="ScoreBox"/>
      </w:pPr>
    </w:p>
    <w:p w14:paraId="236E2CB9" w14:textId="4DA63049" w:rsidR="00622327" w:rsidRPr="00B94CCF" w:rsidRDefault="00622327" w:rsidP="00B94CCF">
      <w:pPr>
        <w:pStyle w:val="HeadASection"/>
        <w:rPr>
          <w:lang w:val="en-GB"/>
        </w:rPr>
      </w:pPr>
      <w:r w:rsidRPr="00B94CCF">
        <w:rPr>
          <w:lang w:val="en-GB"/>
        </w:rPr>
        <w:t>Lesson 8.3 Functional language</w:t>
      </w:r>
    </w:p>
    <w:p w14:paraId="54B681DC" w14:textId="7B974538" w:rsidR="00622327" w:rsidRDefault="00622327" w:rsidP="00622327">
      <w:pPr>
        <w:pStyle w:val="Rubric"/>
      </w:pPr>
      <w:r>
        <w:t>3 Choose the correct option.</w:t>
      </w:r>
    </w:p>
    <w:p w14:paraId="78A0A7CA" w14:textId="77777777" w:rsidR="00622327" w:rsidRDefault="00622327" w:rsidP="00622327">
      <w:pPr>
        <w:pStyle w:val="Rubric"/>
        <w:rPr>
          <w:b w:val="0"/>
        </w:rPr>
      </w:pPr>
    </w:p>
    <w:p w14:paraId="4651EC8A" w14:textId="5B67189F" w:rsidR="00622327" w:rsidRDefault="00622327" w:rsidP="00B94CCF">
      <w:pPr>
        <w:pStyle w:val="Text"/>
      </w:pPr>
      <w:r>
        <w:t>We have suffered some losses recently, but I</w:t>
      </w:r>
      <w:r w:rsidR="004679DD">
        <w:t> </w:t>
      </w:r>
      <w:r>
        <w:rPr>
          <w:vertAlign w:val="superscript"/>
        </w:rPr>
        <w:t>1</w:t>
      </w:r>
      <w:r w:rsidR="00C5672F" w:rsidRPr="00C5672F">
        <w:rPr>
          <w:rStyle w:val="GapFillchr"/>
        </w:rPr>
        <w:t>     </w:t>
      </w:r>
      <w:r>
        <w:t xml:space="preserve"> think we can recover from this. My </w:t>
      </w:r>
      <w:r>
        <w:rPr>
          <w:vertAlign w:val="superscript"/>
        </w:rPr>
        <w:t>2</w:t>
      </w:r>
      <w:r w:rsidR="00C5672F" w:rsidRPr="00C5672F">
        <w:rPr>
          <w:rStyle w:val="GapFillchr"/>
        </w:rPr>
        <w:t>     </w:t>
      </w:r>
      <w:r w:rsidR="00C5672F" w:rsidRPr="00B94CCF">
        <w:t xml:space="preserve"> </w:t>
      </w:r>
      <w:r>
        <w:t>would be to research the competitors. Even</w:t>
      </w:r>
      <w:r w:rsidR="00C5672F">
        <w:t> </w:t>
      </w:r>
      <w:r>
        <w:rPr>
          <w:vertAlign w:val="superscript"/>
        </w:rPr>
        <w:t>3</w:t>
      </w:r>
      <w:r w:rsidR="00C5672F" w:rsidRPr="00C5672F">
        <w:rPr>
          <w:rStyle w:val="GapFillchr"/>
        </w:rPr>
        <w:t>     </w:t>
      </w:r>
      <w:r>
        <w:t xml:space="preserve"> our products are generally cheaper, </w:t>
      </w:r>
      <w:r w:rsidR="006E4CF5">
        <w:t>our competitors</w:t>
      </w:r>
      <w:r>
        <w:t xml:space="preserve"> were </w:t>
      </w:r>
      <w:r>
        <w:rPr>
          <w:vertAlign w:val="superscript"/>
        </w:rPr>
        <w:t>4</w:t>
      </w:r>
      <w:r w:rsidR="00C5672F" w:rsidRPr="00C5672F">
        <w:rPr>
          <w:rStyle w:val="GapFillchr"/>
        </w:rPr>
        <w:t>     </w:t>
      </w:r>
      <w:r>
        <w:t xml:space="preserve"> more popular in the market. The fact of the </w:t>
      </w:r>
      <w:r>
        <w:rPr>
          <w:vertAlign w:val="superscript"/>
        </w:rPr>
        <w:t>5</w:t>
      </w:r>
      <w:r w:rsidR="00C5672F" w:rsidRPr="00C5672F">
        <w:rPr>
          <w:rStyle w:val="GapFillchr"/>
        </w:rPr>
        <w:t>     </w:t>
      </w:r>
      <w:r>
        <w:t xml:space="preserve"> is our brand is not as</w:t>
      </w:r>
      <w:r w:rsidR="00C5672F">
        <w:t> </w:t>
      </w:r>
      <w:r>
        <w:t>appealing, and we must find out why.</w:t>
      </w:r>
    </w:p>
    <w:p w14:paraId="7842B45B" w14:textId="320E06E3" w:rsidR="00622327" w:rsidRDefault="00622327" w:rsidP="00622327">
      <w:pPr>
        <w:pStyle w:val="Rubric"/>
        <w:rPr>
          <w:b w:val="0"/>
        </w:rPr>
      </w:pPr>
    </w:p>
    <w:p w14:paraId="10D765C5" w14:textId="3493FC41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>1 a</w:t>
      </w:r>
      <w:r w:rsidRPr="00945ADE">
        <w:rPr>
          <w:b w:val="0"/>
        </w:rPr>
        <w:t xml:space="preserve"> finally</w:t>
      </w:r>
      <w:r>
        <w:rPr>
          <w:b w:val="0"/>
        </w:rPr>
        <w:tab/>
      </w:r>
      <w:r>
        <w:t xml:space="preserve">b </w:t>
      </w:r>
      <w:r w:rsidRPr="00945ADE">
        <w:rPr>
          <w:b w:val="0"/>
        </w:rPr>
        <w:t>possibly</w:t>
      </w:r>
      <w:r w:rsidR="00C5672F">
        <w:tab/>
      </w:r>
      <w:r>
        <w:t xml:space="preserve">c </w:t>
      </w:r>
      <w:r w:rsidRPr="00945ADE">
        <w:rPr>
          <w:b w:val="0"/>
        </w:rPr>
        <w:t>personally</w:t>
      </w:r>
      <w:r w:rsidR="00C5672F">
        <w:tab/>
      </w:r>
      <w:r>
        <w:t xml:space="preserve">d </w:t>
      </w:r>
      <w:r w:rsidRPr="00945ADE">
        <w:rPr>
          <w:b w:val="0"/>
        </w:rPr>
        <w:t>slightly</w:t>
      </w:r>
    </w:p>
    <w:p w14:paraId="3267FAAD" w14:textId="412D3558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2 </w:t>
      </w:r>
      <w:proofErr w:type="spellStart"/>
      <w:r>
        <w:t>a</w:t>
      </w:r>
      <w:proofErr w:type="spellEnd"/>
      <w:r>
        <w:t xml:space="preserve"> </w:t>
      </w:r>
      <w:r w:rsidRPr="00945ADE">
        <w:rPr>
          <w:b w:val="0"/>
        </w:rPr>
        <w:t>ambition</w:t>
      </w:r>
      <w:r w:rsidR="00C5672F">
        <w:tab/>
      </w:r>
      <w:r>
        <w:t xml:space="preserve">b </w:t>
      </w:r>
      <w:r w:rsidRPr="00945ADE">
        <w:rPr>
          <w:b w:val="0"/>
        </w:rPr>
        <w:t>instinct</w:t>
      </w:r>
      <w:r>
        <w:tab/>
        <w:t xml:space="preserve">c </w:t>
      </w:r>
      <w:r w:rsidRPr="00945ADE">
        <w:rPr>
          <w:b w:val="0"/>
        </w:rPr>
        <w:t>findings</w:t>
      </w:r>
      <w:r w:rsidR="00C5672F">
        <w:tab/>
      </w:r>
      <w:r>
        <w:t xml:space="preserve">d </w:t>
      </w:r>
      <w:r w:rsidRPr="00945ADE">
        <w:rPr>
          <w:b w:val="0"/>
        </w:rPr>
        <w:t>sensation</w:t>
      </w:r>
    </w:p>
    <w:p w14:paraId="5A089CF5" w14:textId="60244695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3 a </w:t>
      </w:r>
      <w:r w:rsidRPr="00945ADE">
        <w:rPr>
          <w:b w:val="0"/>
        </w:rPr>
        <w:t>while</w:t>
      </w:r>
      <w:r>
        <w:tab/>
        <w:t xml:space="preserve">b </w:t>
      </w:r>
      <w:r w:rsidRPr="00945ADE">
        <w:rPr>
          <w:b w:val="0"/>
        </w:rPr>
        <w:t>although</w:t>
      </w:r>
      <w:r>
        <w:tab/>
        <w:t xml:space="preserve">c </w:t>
      </w:r>
      <w:r w:rsidRPr="00945ADE">
        <w:rPr>
          <w:b w:val="0"/>
        </w:rPr>
        <w:t>though</w:t>
      </w:r>
      <w:r w:rsidR="00C5672F">
        <w:tab/>
      </w:r>
      <w:r>
        <w:t xml:space="preserve">d </w:t>
      </w:r>
      <w:r w:rsidRPr="00945ADE">
        <w:rPr>
          <w:b w:val="0"/>
        </w:rPr>
        <w:t>except</w:t>
      </w:r>
    </w:p>
    <w:p w14:paraId="177A423E" w14:textId="6B734565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4 a </w:t>
      </w:r>
      <w:r w:rsidRPr="00945ADE">
        <w:rPr>
          <w:b w:val="0"/>
        </w:rPr>
        <w:t>still</w:t>
      </w:r>
      <w:r w:rsidR="00C5672F">
        <w:tab/>
      </w:r>
      <w:r>
        <w:t xml:space="preserve">b </w:t>
      </w:r>
      <w:r w:rsidRPr="00945ADE">
        <w:rPr>
          <w:b w:val="0"/>
        </w:rPr>
        <w:t>yet</w:t>
      </w:r>
      <w:r>
        <w:rPr>
          <w:b w:val="0"/>
        </w:rPr>
        <w:tab/>
      </w:r>
      <w:r>
        <w:t xml:space="preserve">c </w:t>
      </w:r>
      <w:r w:rsidRPr="00945ADE">
        <w:rPr>
          <w:b w:val="0"/>
        </w:rPr>
        <w:t>already</w:t>
      </w:r>
      <w:r w:rsidR="00C5672F">
        <w:tab/>
      </w:r>
      <w:r>
        <w:t xml:space="preserve">d </w:t>
      </w:r>
      <w:r w:rsidRPr="00945ADE">
        <w:rPr>
          <w:b w:val="0"/>
        </w:rPr>
        <w:t>once</w:t>
      </w:r>
    </w:p>
    <w:p w14:paraId="484BF2D4" w14:textId="5F151251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5 </w:t>
      </w:r>
      <w:proofErr w:type="spellStart"/>
      <w:r>
        <w:t>a</w:t>
      </w:r>
      <w:proofErr w:type="spellEnd"/>
      <w:r>
        <w:t xml:space="preserve"> </w:t>
      </w:r>
      <w:r w:rsidRPr="00945ADE">
        <w:rPr>
          <w:b w:val="0"/>
        </w:rPr>
        <w:t>element</w:t>
      </w:r>
      <w:r>
        <w:rPr>
          <w:b w:val="0"/>
        </w:rPr>
        <w:tab/>
      </w:r>
      <w:r>
        <w:t xml:space="preserve">b </w:t>
      </w:r>
      <w:r w:rsidRPr="00945ADE">
        <w:rPr>
          <w:b w:val="0"/>
        </w:rPr>
        <w:t>topic</w:t>
      </w:r>
      <w:r w:rsidR="00C5672F">
        <w:tab/>
      </w:r>
      <w:r>
        <w:t>c</w:t>
      </w:r>
      <w:r w:rsidRPr="00945ADE">
        <w:rPr>
          <w:b w:val="0"/>
        </w:rPr>
        <w:t xml:space="preserve"> issue</w:t>
      </w:r>
      <w:r w:rsidR="00C5672F">
        <w:tab/>
      </w:r>
      <w:r>
        <w:t xml:space="preserve">d </w:t>
      </w:r>
      <w:r w:rsidRPr="00945ADE">
        <w:rPr>
          <w:b w:val="0"/>
        </w:rPr>
        <w:t>matter</w:t>
      </w:r>
    </w:p>
    <w:p w14:paraId="199E212F" w14:textId="4781D49B" w:rsidR="00C26B14" w:rsidRPr="00E84816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7E17300F" w14:textId="77777777" w:rsidR="00A76D93" w:rsidRDefault="00A76D93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C5C8230" w14:textId="31D2C688" w:rsidR="00152B99" w:rsidRPr="00B94CCF" w:rsidRDefault="00152B99" w:rsidP="00152B99">
      <w:pPr>
        <w:pStyle w:val="HeadASection"/>
        <w:rPr>
          <w:lang w:val="en-GB"/>
        </w:rPr>
      </w:pPr>
      <w:r w:rsidRPr="00B94CCF">
        <w:rPr>
          <w:lang w:val="en-GB"/>
        </w:rPr>
        <w:lastRenderedPageBreak/>
        <w:t>Lesson 8.4 Functional language</w:t>
      </w:r>
    </w:p>
    <w:p w14:paraId="2BDF4C79" w14:textId="7AC6C98F" w:rsidR="00152B99" w:rsidRPr="00B605B1" w:rsidRDefault="00152B99" w:rsidP="00152B99">
      <w:pPr>
        <w:pStyle w:val="Rubric"/>
      </w:pPr>
      <w:r w:rsidRPr="00DC6D27">
        <w:t>4 [BP_B2</w:t>
      </w:r>
      <w:r w:rsidRPr="007A4375">
        <w:t>+_Test_08_01.</w:t>
      </w:r>
      <w:r w:rsidRPr="00DC6D27">
        <w:t xml:space="preserve">mp3] </w:t>
      </w:r>
      <w:r w:rsidR="00112963">
        <w:t>Listen to the speaker and choose the correct answe</w:t>
      </w:r>
      <w:r w:rsidR="00CA3555">
        <w:t>r</w:t>
      </w:r>
      <w:r>
        <w:t>.</w:t>
      </w:r>
    </w:p>
    <w:p w14:paraId="308580A5" w14:textId="77777777" w:rsidR="00152B99" w:rsidRDefault="00152B99" w:rsidP="00152B99">
      <w:pPr>
        <w:pStyle w:val="Text"/>
        <w:tabs>
          <w:tab w:val="left" w:pos="993"/>
        </w:tabs>
        <w:rPr>
          <w:b/>
        </w:rPr>
      </w:pPr>
    </w:p>
    <w:p w14:paraId="0CA506BF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1</w:t>
      </w:r>
      <w:r w:rsidRPr="00113E95">
        <w:t xml:space="preserve"> a</w:t>
      </w:r>
      <w:r w:rsidRPr="00113E95">
        <w:tab/>
        <w:t>b</w:t>
      </w:r>
      <w:r>
        <w:tab/>
      </w:r>
      <w:r w:rsidRPr="00113E95">
        <w:t>c</w:t>
      </w:r>
    </w:p>
    <w:p w14:paraId="320087D5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2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5967C3EE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3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CD45B39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4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63232BF4" w14:textId="372F79F9" w:rsidR="009016B4" w:rsidRPr="00E84816" w:rsidRDefault="00152B99" w:rsidP="00B94CCF">
      <w:pPr>
        <w:pStyle w:val="Text"/>
        <w:tabs>
          <w:tab w:val="left" w:pos="993"/>
        </w:tabs>
      </w:pPr>
      <w:r w:rsidRPr="00051DE3">
        <w:rPr>
          <w:b/>
        </w:rPr>
        <w:t>5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234A71B" w14:textId="6F3465E3" w:rsidR="00C26B14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2CE4462F" w14:textId="77777777" w:rsidR="00254D32" w:rsidRPr="00E84816" w:rsidRDefault="00254D32" w:rsidP="00C26B14">
      <w:pPr>
        <w:pStyle w:val="ScoreBox"/>
      </w:pPr>
    </w:p>
    <w:p w14:paraId="57723BB2" w14:textId="585D7F79" w:rsidR="00955030" w:rsidRPr="00B94CCF" w:rsidRDefault="00F368FC" w:rsidP="00F2377F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8.</w:t>
      </w:r>
      <w:r w:rsidR="00955030" w:rsidRPr="00B94CCF">
        <w:rPr>
          <w:lang w:val="en-GB"/>
        </w:rPr>
        <w:t>5 Functional language</w:t>
      </w:r>
    </w:p>
    <w:p w14:paraId="2F444BEA" w14:textId="77777777" w:rsidR="00CA3555" w:rsidRPr="00492D51" w:rsidRDefault="00CA3555" w:rsidP="00CA3555">
      <w:pPr>
        <w:pStyle w:val="EXAMTASKTYPE"/>
      </w:pPr>
      <w:r>
        <w:t>B2 Business Vantage</w:t>
      </w:r>
    </w:p>
    <w:p w14:paraId="27D0645E" w14:textId="2CBF2167" w:rsidR="00C7445D" w:rsidRDefault="00955030" w:rsidP="008D2BFA">
      <w:pPr>
        <w:pStyle w:val="Rubric"/>
      </w:pPr>
      <w:r w:rsidRPr="00E84816">
        <w:t xml:space="preserve">5 </w:t>
      </w:r>
      <w:r w:rsidR="00435112">
        <w:t>Choose the correct option.</w:t>
      </w:r>
    </w:p>
    <w:p w14:paraId="3660A945" w14:textId="77777777" w:rsidR="00435112" w:rsidRDefault="00435112" w:rsidP="00435112">
      <w:pPr>
        <w:pStyle w:val="Rubric"/>
      </w:pPr>
    </w:p>
    <w:p w14:paraId="2E774EB2" w14:textId="49A776A6" w:rsidR="00435112" w:rsidRDefault="00435112" w:rsidP="00435112">
      <w:pPr>
        <w:pStyle w:val="Rubric"/>
        <w:rPr>
          <w:b w:val="0"/>
        </w:rPr>
      </w:pPr>
      <w:r w:rsidRPr="00435112">
        <w:rPr>
          <w:b w:val="0"/>
        </w:rPr>
        <w:t xml:space="preserve">With </w:t>
      </w:r>
      <w:r>
        <w:rPr>
          <w:b w:val="0"/>
          <w:vertAlign w:val="superscript"/>
        </w:rPr>
        <w:t>1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to upgrading the company’s online booking system, it has been </w:t>
      </w:r>
      <w:r>
        <w:rPr>
          <w:b w:val="0"/>
          <w:vertAlign w:val="superscript"/>
        </w:rPr>
        <w:t>2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to do this over the last weekend in April. In </w:t>
      </w:r>
      <w:r>
        <w:rPr>
          <w:b w:val="0"/>
          <w:vertAlign w:val="superscript"/>
        </w:rPr>
        <w:t>3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of this change, all staff will receive training before the upgrade. We can </w:t>
      </w:r>
      <w:r>
        <w:rPr>
          <w:b w:val="0"/>
          <w:vertAlign w:val="superscript"/>
        </w:rPr>
        <w:t>4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you that it will not affect how you interact with your clients. </w:t>
      </w:r>
      <w:r>
        <w:rPr>
          <w:b w:val="0"/>
          <w:vertAlign w:val="superscript"/>
        </w:rPr>
        <w:t>5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will be improved with the new system and this will benefit both staff and our clients.</w:t>
      </w:r>
    </w:p>
    <w:p w14:paraId="56BC5D80" w14:textId="135BE9EB" w:rsidR="00435112" w:rsidRDefault="00435112" w:rsidP="00435112">
      <w:pPr>
        <w:pStyle w:val="Rubric"/>
        <w:rPr>
          <w:b w:val="0"/>
        </w:rPr>
      </w:pPr>
    </w:p>
    <w:p w14:paraId="48299DDC" w14:textId="4BC0D444" w:rsidR="00435112" w:rsidRPr="000B7223" w:rsidRDefault="00435112" w:rsidP="00B94CCF">
      <w:pPr>
        <w:pStyle w:val="Rubric"/>
        <w:tabs>
          <w:tab w:val="left" w:pos="1276"/>
          <w:tab w:val="left" w:pos="2268"/>
          <w:tab w:val="left" w:pos="3544"/>
        </w:tabs>
        <w:rPr>
          <w:b w:val="0"/>
        </w:rPr>
      </w:pPr>
      <w:r w:rsidRPr="00435112">
        <w:t>1 a</w:t>
      </w:r>
      <w:r>
        <w:t xml:space="preserve"> </w:t>
      </w:r>
      <w:r w:rsidRPr="00435112">
        <w:rPr>
          <w:b w:val="0"/>
        </w:rPr>
        <w:t>regard</w:t>
      </w:r>
      <w:r w:rsidR="000B7223">
        <w:tab/>
      </w:r>
      <w:proofErr w:type="spellStart"/>
      <w:r w:rsidRPr="00435112">
        <w:t>b</w:t>
      </w:r>
      <w:r w:rsidR="000B7223">
        <w:t xml:space="preserve"> </w:t>
      </w:r>
      <w:r w:rsidR="000B7223">
        <w:rPr>
          <w:b w:val="0"/>
        </w:rPr>
        <w:t>light</w:t>
      </w:r>
      <w:proofErr w:type="spellEnd"/>
      <w:r w:rsidR="000B7223">
        <w:rPr>
          <w:b w:val="0"/>
        </w:rPr>
        <w:tab/>
      </w:r>
      <w:r w:rsidRPr="00435112">
        <w:t>c</w:t>
      </w:r>
      <w:r w:rsidR="000B7223">
        <w:t xml:space="preserve"> </w:t>
      </w:r>
      <w:r w:rsidR="000B7223">
        <w:rPr>
          <w:b w:val="0"/>
        </w:rPr>
        <w:t>result</w:t>
      </w:r>
      <w:r w:rsidR="000B7223">
        <w:rPr>
          <w:b w:val="0"/>
        </w:rPr>
        <w:tab/>
      </w:r>
      <w:r w:rsidRPr="00435112">
        <w:t>d</w:t>
      </w:r>
      <w:r w:rsidR="000B7223">
        <w:t xml:space="preserve"> </w:t>
      </w:r>
      <w:r w:rsidR="000B7223">
        <w:rPr>
          <w:b w:val="0"/>
        </w:rPr>
        <w:t>discussion</w:t>
      </w:r>
    </w:p>
    <w:p w14:paraId="5BF828C1" w14:textId="641157B2" w:rsidR="00435112" w:rsidRPr="000B7223" w:rsidRDefault="00435112" w:rsidP="00B94CCF">
      <w:pPr>
        <w:pStyle w:val="Rubric"/>
        <w:tabs>
          <w:tab w:val="left" w:pos="1276"/>
          <w:tab w:val="left" w:pos="2268"/>
          <w:tab w:val="left" w:pos="3544"/>
        </w:tabs>
        <w:rPr>
          <w:b w:val="0"/>
        </w:rPr>
      </w:pPr>
      <w:r w:rsidRPr="00435112">
        <w:t>2 a</w:t>
      </w:r>
      <w:r w:rsidR="000B7223">
        <w:t xml:space="preserve"> </w:t>
      </w:r>
      <w:r w:rsidR="000B7223">
        <w:rPr>
          <w:b w:val="0"/>
        </w:rPr>
        <w:t>delayed</w:t>
      </w:r>
      <w:r w:rsidR="000B7223">
        <w:rPr>
          <w:b w:val="0"/>
        </w:rPr>
        <w:tab/>
      </w:r>
      <w:r w:rsidRPr="00435112">
        <w:t>b</w:t>
      </w:r>
      <w:r w:rsidRPr="00435112">
        <w:rPr>
          <w:b w:val="0"/>
        </w:rPr>
        <w:t xml:space="preserve"> decided</w:t>
      </w:r>
      <w:r w:rsidR="000B7223">
        <w:tab/>
      </w:r>
      <w:r w:rsidRPr="00435112">
        <w:t>c</w:t>
      </w:r>
      <w:r w:rsidR="000B7223">
        <w:t xml:space="preserve"> </w:t>
      </w:r>
      <w:r w:rsidR="000B7223">
        <w:rPr>
          <w:b w:val="0"/>
        </w:rPr>
        <w:t>guaranteed</w:t>
      </w:r>
      <w:r w:rsidR="00112963">
        <w:tab/>
      </w:r>
      <w:r w:rsidRPr="00435112">
        <w:t>d</w:t>
      </w:r>
      <w:r w:rsidR="000B7223">
        <w:t xml:space="preserve"> </w:t>
      </w:r>
      <w:r w:rsidR="000B7223">
        <w:rPr>
          <w:b w:val="0"/>
        </w:rPr>
        <w:t>installed</w:t>
      </w:r>
    </w:p>
    <w:p w14:paraId="0CA7C153" w14:textId="14F40F61" w:rsidR="00435112" w:rsidRPr="00435112" w:rsidRDefault="00435112" w:rsidP="00B94CCF">
      <w:pPr>
        <w:pStyle w:val="Rubric"/>
        <w:tabs>
          <w:tab w:val="left" w:pos="1276"/>
          <w:tab w:val="left" w:pos="2268"/>
          <w:tab w:val="left" w:pos="3544"/>
        </w:tabs>
      </w:pPr>
      <w:r w:rsidRPr="00435112">
        <w:t>3 a</w:t>
      </w:r>
      <w:r w:rsidR="00CF77CB">
        <w:t xml:space="preserve"> </w:t>
      </w:r>
      <w:r w:rsidR="00CF77CB">
        <w:rPr>
          <w:b w:val="0"/>
        </w:rPr>
        <w:t>reason</w:t>
      </w:r>
      <w:r w:rsidR="00CF77CB">
        <w:rPr>
          <w:b w:val="0"/>
        </w:rPr>
        <w:tab/>
      </w:r>
      <w:r w:rsidRPr="00435112">
        <w:t>b</w:t>
      </w:r>
      <w:r w:rsidR="00CF77CB">
        <w:t xml:space="preserve"> </w:t>
      </w:r>
      <w:r w:rsidR="00CF77CB">
        <w:rPr>
          <w:b w:val="0"/>
        </w:rPr>
        <w:t>result</w:t>
      </w:r>
      <w:r w:rsidR="00112963">
        <w:rPr>
          <w:b w:val="0"/>
        </w:rPr>
        <w:tab/>
      </w:r>
      <w:r w:rsidRPr="00435112">
        <w:t>c</w:t>
      </w:r>
      <w:r w:rsidR="00CF77CB">
        <w:t xml:space="preserve"> </w:t>
      </w:r>
      <w:r w:rsidR="00CF77CB">
        <w:rPr>
          <w:b w:val="0"/>
        </w:rPr>
        <w:t>regard</w:t>
      </w:r>
      <w:r w:rsidR="00CF77CB">
        <w:rPr>
          <w:b w:val="0"/>
        </w:rPr>
        <w:tab/>
      </w:r>
      <w:r w:rsidRPr="00435112">
        <w:t>d</w:t>
      </w:r>
      <w:r w:rsidRPr="00435112">
        <w:rPr>
          <w:b w:val="0"/>
        </w:rPr>
        <w:t xml:space="preserve"> light</w:t>
      </w:r>
    </w:p>
    <w:p w14:paraId="2B73C689" w14:textId="47589223" w:rsidR="00435112" w:rsidRPr="00435112" w:rsidRDefault="00435112" w:rsidP="00B94CCF">
      <w:pPr>
        <w:pStyle w:val="Rubric"/>
        <w:tabs>
          <w:tab w:val="left" w:pos="1276"/>
          <w:tab w:val="left" w:pos="2268"/>
          <w:tab w:val="left" w:pos="3544"/>
        </w:tabs>
      </w:pPr>
      <w:r w:rsidRPr="00435112">
        <w:t>4 a</w:t>
      </w:r>
      <w:r w:rsidRPr="00435112">
        <w:rPr>
          <w:b w:val="0"/>
        </w:rPr>
        <w:t xml:space="preserve"> assure</w:t>
      </w:r>
      <w:r w:rsidR="00CF77CB">
        <w:tab/>
      </w:r>
      <w:r w:rsidRPr="00435112">
        <w:t>b</w:t>
      </w:r>
      <w:r w:rsidR="00CF77CB">
        <w:t xml:space="preserve"> </w:t>
      </w:r>
      <w:r w:rsidR="007D496D">
        <w:rPr>
          <w:b w:val="0"/>
        </w:rPr>
        <w:t>contact</w:t>
      </w:r>
      <w:r w:rsidR="007D496D">
        <w:rPr>
          <w:b w:val="0"/>
        </w:rPr>
        <w:tab/>
      </w:r>
      <w:r w:rsidRPr="00435112">
        <w:t>c</w:t>
      </w:r>
      <w:r w:rsidR="00CF77CB">
        <w:t xml:space="preserve"> </w:t>
      </w:r>
      <w:r w:rsidR="00CF77CB">
        <w:rPr>
          <w:b w:val="0"/>
        </w:rPr>
        <w:t>decide</w:t>
      </w:r>
      <w:r w:rsidR="00CF77CB">
        <w:rPr>
          <w:b w:val="0"/>
        </w:rPr>
        <w:tab/>
      </w:r>
      <w:r w:rsidRPr="00435112">
        <w:t>d</w:t>
      </w:r>
      <w:r w:rsidR="007D496D">
        <w:t xml:space="preserve"> </w:t>
      </w:r>
      <w:r w:rsidR="007D496D">
        <w:rPr>
          <w:b w:val="0"/>
        </w:rPr>
        <w:t>realise</w:t>
      </w:r>
    </w:p>
    <w:p w14:paraId="45169E73" w14:textId="755D417B" w:rsidR="00435112" w:rsidRPr="00717094" w:rsidRDefault="00435112" w:rsidP="00B94CCF">
      <w:pPr>
        <w:pStyle w:val="Rubric"/>
        <w:tabs>
          <w:tab w:val="left" w:pos="1701"/>
          <w:tab w:val="left" w:pos="2268"/>
          <w:tab w:val="left" w:pos="2552"/>
          <w:tab w:val="left" w:pos="3686"/>
        </w:tabs>
        <w:rPr>
          <w:b w:val="0"/>
        </w:rPr>
      </w:pPr>
      <w:r w:rsidRPr="00435112">
        <w:t>5 a</w:t>
      </w:r>
      <w:r w:rsidR="007D496D">
        <w:t xml:space="preserve"> </w:t>
      </w:r>
      <w:r w:rsidR="00717094">
        <w:rPr>
          <w:b w:val="0"/>
        </w:rPr>
        <w:t>Changes</w:t>
      </w:r>
      <w:r w:rsidR="00717094">
        <w:rPr>
          <w:b w:val="0"/>
        </w:rPr>
        <w:tab/>
      </w:r>
      <w:r w:rsidRPr="00435112">
        <w:t>b</w:t>
      </w:r>
      <w:r w:rsidR="00717094">
        <w:t xml:space="preserve"> </w:t>
      </w:r>
      <w:r w:rsidR="00717094">
        <w:rPr>
          <w:b w:val="0"/>
        </w:rPr>
        <w:t>Customers</w:t>
      </w:r>
      <w:r w:rsidR="00112963">
        <w:rPr>
          <w:b w:val="0"/>
        </w:rPr>
        <w:br/>
      </w:r>
      <w:r w:rsidRPr="00435112">
        <w:t>c</w:t>
      </w:r>
      <w:r w:rsidRPr="00435112">
        <w:rPr>
          <w:b w:val="0"/>
        </w:rPr>
        <w:t xml:space="preserve"> Efficiency</w:t>
      </w:r>
      <w:r w:rsidR="00112963">
        <w:tab/>
      </w:r>
      <w:r w:rsidRPr="00435112">
        <w:t>d</w:t>
      </w:r>
      <w:r w:rsidR="00717094">
        <w:t xml:space="preserve"> </w:t>
      </w:r>
      <w:r w:rsidR="00717094">
        <w:rPr>
          <w:b w:val="0"/>
        </w:rPr>
        <w:t>Offices</w:t>
      </w:r>
    </w:p>
    <w:p w14:paraId="27B0254F" w14:textId="74C22432" w:rsidR="003451A9" w:rsidRPr="00E84816" w:rsidRDefault="00472DDD" w:rsidP="005B6C4E">
      <w:pPr>
        <w:pStyle w:val="ScoreBox"/>
      </w:pPr>
      <w:r>
        <w:t>__</w:t>
      </w:r>
      <w:r w:rsidR="003451A9" w:rsidRPr="00E84816">
        <w:t>/5</w:t>
      </w:r>
    </w:p>
    <w:p w14:paraId="466BF3BC" w14:textId="1706E241" w:rsidR="00AA24A2" w:rsidRPr="00E84816" w:rsidRDefault="00AA24A2" w:rsidP="00DE6B68">
      <w:pPr>
        <w:pStyle w:val="RealiaText"/>
        <w:pBdr>
          <w:bottom w:val="dotted" w:sz="4" w:space="0" w:color="C0C0C0"/>
          <w:right w:val="dotted" w:sz="4" w:space="5" w:color="C0C0C0"/>
        </w:pBdr>
        <w:rPr>
          <w:rFonts w:ascii="Arial" w:hAnsi="Arial" w:cs="Arial"/>
          <w:b/>
        </w:rPr>
      </w:pPr>
      <w:r w:rsidRPr="00E84816">
        <w:br w:type="page"/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7DDC80F7" w14:textId="77777777" w:rsidR="00D103FF" w:rsidRPr="00B94CCF" w:rsidRDefault="00D103FF" w:rsidP="00D103FF">
      <w:pPr>
        <w:pStyle w:val="HeadASection"/>
        <w:rPr>
          <w:lang w:val="en-GB"/>
        </w:rPr>
      </w:pPr>
      <w:r w:rsidRPr="00B94CCF">
        <w:rPr>
          <w:lang w:val="en-GB"/>
        </w:rPr>
        <w:t>Short listening</w:t>
      </w:r>
    </w:p>
    <w:p w14:paraId="779080DF" w14:textId="77777777" w:rsidR="00EE4505" w:rsidRPr="00492D51" w:rsidRDefault="00EE4505" w:rsidP="00EE4505">
      <w:pPr>
        <w:pStyle w:val="EXAMTASKTYPE"/>
      </w:pPr>
      <w:r>
        <w:t>B2 Business Vantage / C1 Business Higher</w:t>
      </w:r>
    </w:p>
    <w:p w14:paraId="0482842E" w14:textId="70E215B1" w:rsidR="00D103FF" w:rsidRDefault="00D103FF" w:rsidP="00D103FF">
      <w:pPr>
        <w:pStyle w:val="Rubric"/>
      </w:pPr>
      <w:r w:rsidRPr="007A4375">
        <w:t>6 [BP_</w:t>
      </w:r>
      <w:r w:rsidR="003E4683" w:rsidRPr="007A4375">
        <w:t>B</w:t>
      </w:r>
      <w:r w:rsidRPr="007A4375">
        <w:t>2+_Test_</w:t>
      </w:r>
      <w:r w:rsidR="004253FF" w:rsidRPr="007A4375">
        <w:t>08</w:t>
      </w:r>
      <w:r w:rsidRPr="007A4375">
        <w:t>_</w:t>
      </w:r>
      <w:r w:rsidR="004253FF" w:rsidRPr="00B94CCF">
        <w:t>02</w:t>
      </w:r>
      <w:r w:rsidRPr="00B94CCF">
        <w:rPr>
          <w:b w:val="0"/>
        </w:rPr>
        <w:t>.</w:t>
      </w:r>
      <w:r w:rsidRPr="007A4375">
        <w:t xml:space="preserve">mp3] </w:t>
      </w:r>
      <w:r w:rsidR="00F6225C" w:rsidRPr="007A4375">
        <w:t>You will hear two</w:t>
      </w:r>
      <w:r w:rsidR="00F6225C">
        <w:t xml:space="preserve"> conversations. For each question, write one or two words or a number. You will hear each recording twice.</w:t>
      </w:r>
    </w:p>
    <w:p w14:paraId="1E158B5D" w14:textId="77777777" w:rsidR="00D103FF" w:rsidRDefault="00D103FF" w:rsidP="00D103FF">
      <w:pPr>
        <w:pStyle w:val="Rubric"/>
      </w:pPr>
    </w:p>
    <w:p w14:paraId="3B904088" w14:textId="77777777" w:rsidR="00D103FF" w:rsidRDefault="00D103FF" w:rsidP="00D103FF">
      <w:pPr>
        <w:pStyle w:val="Rubric"/>
      </w:pPr>
      <w:r>
        <w:t>Listening 1</w:t>
      </w:r>
    </w:p>
    <w:p w14:paraId="461B3D31" w14:textId="604DD4E2" w:rsidR="002E4334" w:rsidRDefault="002E4334" w:rsidP="002E4334">
      <w:pPr>
        <w:pStyle w:val="Rubric"/>
      </w:pPr>
      <w:r>
        <w:t>Look at the notes below. You will hear two colleagues discussing a colleague’s possible promotion.</w:t>
      </w:r>
    </w:p>
    <w:p w14:paraId="280881C4" w14:textId="77777777" w:rsidR="00D103FF" w:rsidRDefault="00D103FF" w:rsidP="00D103FF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D103FF" w14:paraId="797E7EE1" w14:textId="77777777" w:rsidTr="00B84CEC">
        <w:tc>
          <w:tcPr>
            <w:tcW w:w="4719" w:type="dxa"/>
          </w:tcPr>
          <w:p w14:paraId="48F5A5F9" w14:textId="77777777" w:rsidR="003E4683" w:rsidRPr="00B94CCF" w:rsidRDefault="003E4683" w:rsidP="00B84CEC">
            <w:pPr>
              <w:pStyle w:val="Rubric"/>
              <w:rPr>
                <w:u w:val="single"/>
                <w:lang w:val="en-GB"/>
              </w:rPr>
            </w:pPr>
            <w:r w:rsidRPr="00B94CCF">
              <w:rPr>
                <w:u w:val="single"/>
                <w:lang w:val="en-GB"/>
              </w:rPr>
              <w:t>Performance review notes</w:t>
            </w:r>
          </w:p>
          <w:p w14:paraId="0AF4F102" w14:textId="77777777" w:rsidR="003866B6" w:rsidRPr="00B94CCF" w:rsidRDefault="003866B6" w:rsidP="00B84CEC">
            <w:pPr>
              <w:pStyle w:val="Rubric"/>
              <w:rPr>
                <w:lang w:val="en-GB"/>
              </w:rPr>
            </w:pPr>
          </w:p>
          <w:p w14:paraId="6967064E" w14:textId="2C6719A5" w:rsidR="00D103FF" w:rsidRPr="00B94CCF" w:rsidRDefault="003E4683" w:rsidP="00B84CEC">
            <w:pPr>
              <w:pStyle w:val="Rubric"/>
              <w:rPr>
                <w:lang w:val="en-GB"/>
              </w:rPr>
            </w:pPr>
            <w:r w:rsidRPr="00B94CCF">
              <w:rPr>
                <w:u w:val="single"/>
                <w:lang w:val="en-GB"/>
              </w:rPr>
              <w:t>Anna</w:t>
            </w:r>
            <w:r w:rsidRPr="00B94CCF">
              <w:rPr>
                <w:lang w:val="en-GB"/>
              </w:rPr>
              <w:t>:</w:t>
            </w:r>
            <w:r w:rsidR="003866B6" w:rsidRPr="00B94CCF">
              <w:rPr>
                <w:lang w:val="en-GB"/>
              </w:rPr>
              <w:t xml:space="preserve"> </w:t>
            </w:r>
            <w:r w:rsidR="003866B6" w:rsidRPr="00B94CCF">
              <w:rPr>
                <w:b w:val="0"/>
                <w:lang w:val="en-GB"/>
              </w:rPr>
              <w:t>Possible promotion to</w:t>
            </w:r>
            <w:r w:rsidRPr="00B94CCF">
              <w:rPr>
                <w:b w:val="0"/>
                <w:lang w:val="en-GB"/>
              </w:rPr>
              <w:t xml:space="preserve"> </w:t>
            </w:r>
            <w:r w:rsidR="003866B6" w:rsidRPr="00B94CCF">
              <w:rPr>
                <w:b w:val="0"/>
                <w:vertAlign w:val="superscript"/>
                <w:lang w:val="en-GB"/>
              </w:rPr>
              <w:t>1</w:t>
            </w:r>
            <w:r w:rsidR="00112963" w:rsidRPr="00B94CCF">
              <w:rPr>
                <w:rStyle w:val="GapFillchr"/>
                <w:b/>
                <w:lang w:val="en-GB"/>
              </w:rPr>
              <w:t>      </w:t>
            </w:r>
            <w:r w:rsidR="00784EF2" w:rsidRPr="00B94CCF">
              <w:rPr>
                <w:rStyle w:val="GapFillchr"/>
                <w:b/>
                <w:lang w:val="en-GB"/>
              </w:rPr>
              <w:t xml:space="preserve"> </w:t>
            </w:r>
            <w:r w:rsidR="00112963" w:rsidRPr="00B94CCF">
              <w:rPr>
                <w:rStyle w:val="GapFillchr"/>
                <w:b/>
                <w:lang w:val="en-GB"/>
              </w:rPr>
              <w:t>    </w:t>
            </w:r>
          </w:p>
          <w:p w14:paraId="2DB22237" w14:textId="3BF684CF" w:rsidR="003866B6" w:rsidRPr="00B94CCF" w:rsidRDefault="003866B6" w:rsidP="00B84CEC">
            <w:pPr>
              <w:pStyle w:val="Rubric"/>
              <w:rPr>
                <w:lang w:val="en-GB"/>
              </w:rPr>
            </w:pPr>
          </w:p>
          <w:p w14:paraId="66EC4DC2" w14:textId="4298751D" w:rsidR="003866B6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Key strengths = experience and knowledge</w:t>
            </w:r>
          </w:p>
          <w:p w14:paraId="667D1D78" w14:textId="666D7327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Communication = her colleagues</w:t>
            </w:r>
            <w:r w:rsidR="00B466A8">
              <w:rPr>
                <w:b w:val="0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2</w:t>
            </w:r>
            <w:r w:rsidR="00784EF2" w:rsidRPr="00B94CCF">
              <w:rPr>
                <w:rStyle w:val="GapFillchr"/>
                <w:b/>
                <w:lang w:val="en-GB"/>
              </w:rPr>
              <w:t> 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</w:t>
            </w:r>
            <w:r w:rsidRPr="00B94CCF">
              <w:rPr>
                <w:b w:val="0"/>
                <w:lang w:val="en-GB"/>
              </w:rPr>
              <w:t xml:space="preserve"> </w:t>
            </w:r>
            <w:r w:rsidR="00B466A8">
              <w:rPr>
                <w:b w:val="0"/>
                <w:lang w:val="en-GB"/>
              </w:rPr>
              <w:br/>
            </w:r>
            <w:r w:rsidRPr="00B94CCF">
              <w:rPr>
                <w:b w:val="0"/>
                <w:lang w:val="en-GB"/>
              </w:rPr>
              <w:t>her a</w:t>
            </w:r>
            <w:r w:rsidR="00112963" w:rsidRPr="00B94CCF">
              <w:rPr>
                <w:b w:val="0"/>
                <w:lang w:val="en-GB"/>
              </w:rPr>
              <w:t> </w:t>
            </w:r>
            <w:r w:rsidRPr="00B94CCF">
              <w:rPr>
                <w:b w:val="0"/>
                <w:lang w:val="en-GB"/>
              </w:rPr>
              <w:t>lot</w:t>
            </w:r>
          </w:p>
          <w:p w14:paraId="68E0773B" w14:textId="0FE7987B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Extra specialism = </w:t>
            </w:r>
            <w:r w:rsidR="00D103FF" w:rsidRPr="00B94CCF">
              <w:rPr>
                <w:b w:val="0"/>
                <w:vertAlign w:val="superscript"/>
                <w:lang w:val="en-GB"/>
              </w:rPr>
              <w:t>3</w:t>
            </w:r>
            <w:r w:rsidR="00784EF2" w:rsidRPr="00B94CCF">
              <w:rPr>
                <w:rStyle w:val="GapFillchr"/>
                <w:b/>
                <w:lang w:val="en-GB"/>
              </w:rPr>
              <w:t>           </w:t>
            </w:r>
          </w:p>
          <w:p w14:paraId="606AA4BD" w14:textId="06DAE38D" w:rsidR="003866B6" w:rsidRPr="00B94CCF" w:rsidRDefault="003866B6" w:rsidP="00B84CEC">
            <w:pPr>
              <w:pStyle w:val="Rubric"/>
              <w:rPr>
                <w:b w:val="0"/>
                <w:lang w:val="en-GB"/>
              </w:rPr>
            </w:pPr>
          </w:p>
          <w:p w14:paraId="064B0F31" w14:textId="42D15D15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Minor drawback = she can be </w:t>
            </w:r>
            <w:r w:rsidR="00D103FF" w:rsidRPr="00B94CCF">
              <w:rPr>
                <w:b w:val="0"/>
                <w:vertAlign w:val="superscript"/>
                <w:lang w:val="en-GB"/>
              </w:rPr>
              <w:t>4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</w:p>
          <w:p w14:paraId="08928ED7" w14:textId="77777777" w:rsidR="00D103FF" w:rsidRPr="00B94CCF" w:rsidRDefault="00D103FF" w:rsidP="00B84CEC">
            <w:pPr>
              <w:pStyle w:val="Rubric"/>
              <w:rPr>
                <w:lang w:val="en-GB"/>
              </w:rPr>
            </w:pPr>
          </w:p>
        </w:tc>
      </w:tr>
    </w:tbl>
    <w:p w14:paraId="61C5F1D9" w14:textId="77777777" w:rsidR="00112963" w:rsidRDefault="00112963" w:rsidP="00D103FF">
      <w:pPr>
        <w:pStyle w:val="Rubric"/>
      </w:pPr>
    </w:p>
    <w:p w14:paraId="04D68776" w14:textId="7D528504" w:rsidR="00D103FF" w:rsidRDefault="00D103FF" w:rsidP="00D103FF">
      <w:pPr>
        <w:pStyle w:val="Rubric"/>
      </w:pPr>
      <w:r>
        <w:t>Listening 2</w:t>
      </w:r>
    </w:p>
    <w:p w14:paraId="2BA4BF30" w14:textId="4705DDE2" w:rsidR="002E4334" w:rsidRDefault="002E4334" w:rsidP="002E4334">
      <w:pPr>
        <w:pStyle w:val="Rubric"/>
      </w:pPr>
      <w:r>
        <w:t>Look at the notes below. You will hear two colleagues discussing the company’s advertising campaign.</w:t>
      </w:r>
    </w:p>
    <w:p w14:paraId="351767F3" w14:textId="77777777" w:rsidR="00D103FF" w:rsidRDefault="00D103FF" w:rsidP="00D103FF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D103FF" w14:paraId="0578150E" w14:textId="77777777" w:rsidTr="00B84CEC">
        <w:tc>
          <w:tcPr>
            <w:tcW w:w="4719" w:type="dxa"/>
          </w:tcPr>
          <w:p w14:paraId="5DFBA3F3" w14:textId="64491C62" w:rsidR="00D103FF" w:rsidRPr="00B94CCF" w:rsidRDefault="00FF4C18" w:rsidP="00B84CEC">
            <w:pPr>
              <w:pStyle w:val="Rubric"/>
              <w:rPr>
                <w:lang w:val="en-GB"/>
              </w:rPr>
            </w:pPr>
            <w:r w:rsidRPr="00B94CCF">
              <w:rPr>
                <w:lang w:val="en-GB"/>
              </w:rPr>
              <w:t>Advertising campaign notes</w:t>
            </w:r>
          </w:p>
          <w:p w14:paraId="63D2BD9B" w14:textId="77777777" w:rsidR="00FF4C18" w:rsidRPr="00B94CCF" w:rsidRDefault="00FF4C18" w:rsidP="00B84CEC">
            <w:pPr>
              <w:pStyle w:val="Rubric"/>
              <w:rPr>
                <w:lang w:val="en-GB"/>
              </w:rPr>
            </w:pPr>
          </w:p>
          <w:p w14:paraId="19CD96D8" w14:textId="74ECC385" w:rsidR="00D103FF" w:rsidRPr="00B94CCF" w:rsidRDefault="00FF4C18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Channel for this campaign will be </w:t>
            </w:r>
            <w:r w:rsidR="00D103FF" w:rsidRPr="00B94CCF">
              <w:rPr>
                <w:b w:val="0"/>
                <w:vertAlign w:val="superscript"/>
                <w:lang w:val="en-GB"/>
              </w:rPr>
              <w:t>5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Pr="00B94CCF">
              <w:rPr>
                <w:b w:val="0"/>
                <w:lang w:val="en-GB"/>
              </w:rPr>
              <w:t xml:space="preserve"> – we’re not using websites.</w:t>
            </w:r>
          </w:p>
          <w:p w14:paraId="7F208FB7" w14:textId="3A15BDCD" w:rsidR="00D103FF" w:rsidRPr="00B94CCF" w:rsidRDefault="00FF4C18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Reason </w:t>
            </w:r>
            <w:r w:rsidR="00096DE4" w:rsidRPr="00B94CCF">
              <w:rPr>
                <w:b w:val="0"/>
                <w:lang w:val="en-GB"/>
              </w:rPr>
              <w:t xml:space="preserve">is the </w:t>
            </w:r>
            <w:r w:rsidRPr="00B94CCF">
              <w:rPr>
                <w:b w:val="0"/>
                <w:lang w:val="en-GB"/>
              </w:rPr>
              <w:t xml:space="preserve">target market </w:t>
            </w:r>
            <w:r w:rsidR="00BF52D6" w:rsidRPr="00B94CCF">
              <w:rPr>
                <w:b w:val="0"/>
                <w:lang w:val="en-GB"/>
              </w:rPr>
              <w:t>–</w:t>
            </w:r>
            <w:r w:rsidRPr="00B94CCF">
              <w:rPr>
                <w:b w:val="0"/>
                <w:lang w:val="en-GB"/>
              </w:rPr>
              <w:t xml:space="preserve"> women who are</w:t>
            </w:r>
            <w:r w:rsidRPr="00B94CCF">
              <w:rPr>
                <w:b w:val="0"/>
                <w:vertAlign w:val="superscript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6</w:t>
            </w:r>
            <w:r w:rsidR="00784EF2" w:rsidRPr="00B94CCF">
              <w:rPr>
                <w:rStyle w:val="GapFillchr"/>
                <w:b/>
                <w:lang w:val="en-GB"/>
              </w:rPr>
              <w:t>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</w:t>
            </w:r>
            <w:r w:rsidR="00B466A8" w:rsidRPr="00B94CCF">
              <w:rPr>
                <w:b w:val="0"/>
                <w:lang w:val="en-GB"/>
              </w:rPr>
              <w:t xml:space="preserve"> .</w:t>
            </w:r>
          </w:p>
          <w:p w14:paraId="1E67D547" w14:textId="2FD4BA77" w:rsidR="00096DE4" w:rsidRPr="00B94CCF" w:rsidRDefault="00096DE4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Plan is to</w:t>
            </w:r>
            <w:r w:rsidR="00FF4C18" w:rsidRPr="00B94CCF">
              <w:rPr>
                <w:b w:val="0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7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Pr="00B94CCF">
              <w:rPr>
                <w:b w:val="0"/>
                <w:lang w:val="en-GB"/>
              </w:rPr>
              <w:t xml:space="preserve"> the results of the campaign across 3 different </w:t>
            </w:r>
            <w:r w:rsidR="008B1AA6">
              <w:rPr>
                <w:b w:val="0"/>
                <w:lang w:val="en-GB"/>
              </w:rPr>
              <w:t>magazines</w:t>
            </w:r>
            <w:r w:rsidRPr="00B94CCF">
              <w:rPr>
                <w:b w:val="0"/>
                <w:lang w:val="en-GB"/>
              </w:rPr>
              <w:t>.</w:t>
            </w:r>
          </w:p>
          <w:p w14:paraId="0565FE4A" w14:textId="0F022C05" w:rsidR="00D103FF" w:rsidRPr="00B94CCF" w:rsidRDefault="00096DE4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Rationale for expensive campaign – these women are</w:t>
            </w:r>
            <w:r w:rsidRPr="00B94CCF">
              <w:rPr>
                <w:b w:val="0"/>
                <w:vertAlign w:val="superscript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8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Pr="00B94CCF">
              <w:rPr>
                <w:b w:val="0"/>
                <w:lang w:val="en-GB"/>
              </w:rPr>
              <w:t xml:space="preserve"> shoppers</w:t>
            </w:r>
            <w:r w:rsidR="00784EF2">
              <w:rPr>
                <w:b w:val="0"/>
                <w:lang w:val="en-GB"/>
              </w:rPr>
              <w:t>.</w:t>
            </w:r>
          </w:p>
          <w:p w14:paraId="34D90A97" w14:textId="77777777" w:rsidR="00D103FF" w:rsidRPr="00B94CCF" w:rsidRDefault="00D103FF" w:rsidP="00B84CEC">
            <w:pPr>
              <w:pStyle w:val="Rubric"/>
              <w:rPr>
                <w:lang w:val="en-GB"/>
              </w:rPr>
            </w:pPr>
          </w:p>
        </w:tc>
      </w:tr>
    </w:tbl>
    <w:p w14:paraId="3E4E28FA" w14:textId="33943B27" w:rsidR="00537778" w:rsidRDefault="00DF1307">
      <w:pPr>
        <w:pStyle w:val="ScoreBox"/>
      </w:pPr>
      <w:r>
        <w:t>__</w:t>
      </w:r>
      <w:r w:rsidR="00C57A21" w:rsidRPr="00E84816">
        <w:t>/8</w:t>
      </w:r>
    </w:p>
    <w:p w14:paraId="1239DBD4" w14:textId="615F658D" w:rsidR="007A4375" w:rsidRDefault="007A4375">
      <w:pPr>
        <w:pStyle w:val="ScoreBox"/>
      </w:pPr>
      <w:r>
        <w:br w:type="column"/>
      </w:r>
    </w:p>
    <w:p w14:paraId="2A7BA405" w14:textId="0430AA0A" w:rsidR="00FE59F3" w:rsidRPr="00B94CCF" w:rsidRDefault="00D103FF" w:rsidP="00686FED">
      <w:pPr>
        <w:pStyle w:val="HeadASection"/>
        <w:rPr>
          <w:lang w:val="en-GB"/>
        </w:rPr>
      </w:pPr>
      <w:r w:rsidRPr="00B94CCF">
        <w:rPr>
          <w:lang w:val="en-GB"/>
        </w:rPr>
        <w:t>Long listen</w:t>
      </w:r>
      <w:r w:rsidR="00E84816" w:rsidRPr="00B94CCF">
        <w:rPr>
          <w:lang w:val="en-GB"/>
        </w:rPr>
        <w:t xml:space="preserve">ing </w:t>
      </w:r>
    </w:p>
    <w:p w14:paraId="5377CDC3" w14:textId="77777777" w:rsidR="001A328D" w:rsidRPr="00492D51" w:rsidRDefault="001A328D" w:rsidP="001A328D">
      <w:pPr>
        <w:pStyle w:val="EXAMTASKTYPE"/>
      </w:pPr>
      <w:r>
        <w:t>B2 Business Vantage / C1 Business Higher</w:t>
      </w:r>
    </w:p>
    <w:p w14:paraId="546DCE10" w14:textId="7BB26F5A" w:rsidR="00651ACF" w:rsidRDefault="00477262" w:rsidP="008D2BFA">
      <w:pPr>
        <w:pStyle w:val="Rubric"/>
      </w:pPr>
      <w:r w:rsidRPr="00E84816">
        <w:t xml:space="preserve">7 </w:t>
      </w:r>
      <w:bookmarkStart w:id="0" w:name="_Hlk497471749"/>
      <w:r w:rsidR="00E56C97">
        <w:t>[BP_B2+_Test_0</w:t>
      </w:r>
      <w:r w:rsidR="00040BDE">
        <w:t>8</w:t>
      </w:r>
      <w:r w:rsidR="00E56C97">
        <w:t>_</w:t>
      </w:r>
      <w:r w:rsidR="00E56C97" w:rsidRPr="00B94CCF">
        <w:t>0</w:t>
      </w:r>
      <w:r w:rsidR="00040BDE" w:rsidRPr="00B94CCF">
        <w:t>3</w:t>
      </w:r>
      <w:r w:rsidR="00E56C97" w:rsidRPr="00B94CCF">
        <w:t>.</w:t>
      </w:r>
      <w:r w:rsidR="00E56C97">
        <w:t xml:space="preserve">mp3] You will hear </w:t>
      </w:r>
      <w:r w:rsidR="00E41BBF">
        <w:t>part of a meeting about staff training courses</w:t>
      </w:r>
      <w:r w:rsidR="00E56C97">
        <w:t>. For each question, choose the correct answer.</w:t>
      </w:r>
      <w:r w:rsidR="001A328D">
        <w:t xml:space="preserve"> You will hear the recording twice.</w:t>
      </w:r>
    </w:p>
    <w:p w14:paraId="19BE5B09" w14:textId="41E5D96C" w:rsidR="00E56C97" w:rsidRDefault="00E56C97" w:rsidP="008D2BFA">
      <w:pPr>
        <w:pStyle w:val="Rubric"/>
      </w:pPr>
    </w:p>
    <w:p w14:paraId="258FDFBE" w14:textId="1A8C1743" w:rsidR="00E56C97" w:rsidRPr="00E56C97" w:rsidRDefault="00E56C97" w:rsidP="00E56C97">
      <w:pPr>
        <w:pStyle w:val="Rubric"/>
        <w:rPr>
          <w:b w:val="0"/>
        </w:rPr>
      </w:pPr>
      <w:r>
        <w:t xml:space="preserve">1 </w:t>
      </w:r>
      <w:r w:rsidRPr="00E56C97">
        <w:rPr>
          <w:b w:val="0"/>
        </w:rPr>
        <w:t xml:space="preserve">What does Mr </w:t>
      </w:r>
      <w:r w:rsidR="008C1DF0">
        <w:rPr>
          <w:b w:val="0"/>
        </w:rPr>
        <w:t>Jones</w:t>
      </w:r>
      <w:r w:rsidRPr="00E56C97">
        <w:rPr>
          <w:b w:val="0"/>
        </w:rPr>
        <w:t xml:space="preserve"> want to discuss with Ms Lee?</w:t>
      </w:r>
    </w:p>
    <w:p w14:paraId="1B873F03" w14:textId="26F17E92" w:rsidR="00E56C97" w:rsidRPr="00E56C97" w:rsidRDefault="00E56C97" w:rsidP="00E56C97">
      <w:pPr>
        <w:pStyle w:val="Rubric"/>
        <w:rPr>
          <w:b w:val="0"/>
        </w:rPr>
      </w:pPr>
      <w:r>
        <w:t xml:space="preserve">a </w:t>
      </w:r>
      <w:r>
        <w:rPr>
          <w:b w:val="0"/>
        </w:rPr>
        <w:t>w</w:t>
      </w:r>
      <w:r w:rsidRPr="00E56C97">
        <w:rPr>
          <w:b w:val="0"/>
        </w:rPr>
        <w:t>ays he could invest in her company</w:t>
      </w:r>
    </w:p>
    <w:p w14:paraId="2E891867" w14:textId="6CC56B8D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>
        <w:rPr>
          <w:b w:val="0"/>
        </w:rPr>
        <w:t>t</w:t>
      </w:r>
      <w:r w:rsidRPr="00E56C97">
        <w:rPr>
          <w:b w:val="0"/>
        </w:rPr>
        <w:t>he possibility of an exclusive course for his staff</w:t>
      </w:r>
    </w:p>
    <w:p w14:paraId="5C79F7BD" w14:textId="3AA520E5" w:rsidR="00E56C97" w:rsidRPr="00E56C97" w:rsidRDefault="00E56C97" w:rsidP="00E56C97">
      <w:pPr>
        <w:pStyle w:val="Rubric"/>
        <w:rPr>
          <w:b w:val="0"/>
        </w:rPr>
      </w:pPr>
      <w:r>
        <w:t xml:space="preserve">c </w:t>
      </w:r>
      <w:r>
        <w:rPr>
          <w:b w:val="0"/>
        </w:rPr>
        <w:t>h</w:t>
      </w:r>
      <w:r w:rsidRPr="00E56C97">
        <w:rPr>
          <w:b w:val="0"/>
        </w:rPr>
        <w:t>ow to persuade more staff to take up training</w:t>
      </w:r>
    </w:p>
    <w:p w14:paraId="09DCBB95" w14:textId="77777777" w:rsidR="00E56C97" w:rsidRPr="00E56C97" w:rsidRDefault="00E56C97" w:rsidP="00E56C97">
      <w:pPr>
        <w:pStyle w:val="Rubric"/>
        <w:rPr>
          <w:b w:val="0"/>
        </w:rPr>
      </w:pPr>
    </w:p>
    <w:p w14:paraId="74150823" w14:textId="35F09BA2" w:rsidR="00E56C97" w:rsidRPr="00E56C97" w:rsidRDefault="00E56C97" w:rsidP="00E56C97">
      <w:pPr>
        <w:pStyle w:val="Rubric"/>
        <w:rPr>
          <w:b w:val="0"/>
        </w:rPr>
      </w:pPr>
      <w:r>
        <w:t xml:space="preserve">2 </w:t>
      </w:r>
      <w:r w:rsidRPr="00E56C97">
        <w:rPr>
          <w:b w:val="0"/>
        </w:rPr>
        <w:t xml:space="preserve">What did the </w:t>
      </w:r>
      <w:r w:rsidR="00112963">
        <w:rPr>
          <w:b w:val="0"/>
        </w:rPr>
        <w:t>H</w:t>
      </w:r>
      <w:r w:rsidRPr="00E56C97">
        <w:rPr>
          <w:b w:val="0"/>
        </w:rPr>
        <w:t xml:space="preserve">uman </w:t>
      </w:r>
      <w:r w:rsidR="00112963">
        <w:rPr>
          <w:b w:val="0"/>
        </w:rPr>
        <w:t>R</w:t>
      </w:r>
      <w:r w:rsidRPr="00E56C97">
        <w:rPr>
          <w:b w:val="0"/>
        </w:rPr>
        <w:t xml:space="preserve">esources </w:t>
      </w:r>
      <w:r w:rsidR="00112963">
        <w:rPr>
          <w:b w:val="0"/>
        </w:rPr>
        <w:t>M</w:t>
      </w:r>
      <w:r w:rsidRPr="00E56C97">
        <w:rPr>
          <w:b w:val="0"/>
        </w:rPr>
        <w:t>anager think of the decision-making course?</w:t>
      </w:r>
    </w:p>
    <w:p w14:paraId="65E60BB7" w14:textId="6A8F6EA4" w:rsidR="00E56C97" w:rsidRPr="00E56C97" w:rsidRDefault="00E56C97" w:rsidP="00E56C97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="00880528">
        <w:rPr>
          <w:b w:val="0"/>
        </w:rPr>
        <w:t>I</w:t>
      </w:r>
      <w:r w:rsidRPr="00E56C97">
        <w:rPr>
          <w:b w:val="0"/>
        </w:rPr>
        <w:t>t did not have enough activities</w:t>
      </w:r>
      <w:r w:rsidR="00880528">
        <w:rPr>
          <w:b w:val="0"/>
        </w:rPr>
        <w:t>.</w:t>
      </w:r>
    </w:p>
    <w:p w14:paraId="455C65FD" w14:textId="1B946CC9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 w:rsidR="00880528">
        <w:rPr>
          <w:b w:val="0"/>
        </w:rPr>
        <w:t>I</w:t>
      </w:r>
      <w:r w:rsidRPr="00E56C97">
        <w:rPr>
          <w:b w:val="0"/>
        </w:rPr>
        <w:t>t was exactly what he needed</w:t>
      </w:r>
      <w:r w:rsidR="00880528">
        <w:rPr>
          <w:b w:val="0"/>
        </w:rPr>
        <w:t>.</w:t>
      </w:r>
    </w:p>
    <w:p w14:paraId="04C17414" w14:textId="281E2161" w:rsidR="00E56C97" w:rsidRPr="00E56C97" w:rsidRDefault="00E56C97" w:rsidP="00E56C97">
      <w:pPr>
        <w:pStyle w:val="Rubric"/>
        <w:rPr>
          <w:b w:val="0"/>
        </w:rPr>
      </w:pPr>
      <w:r>
        <w:t xml:space="preserve">c </w:t>
      </w:r>
      <w:r w:rsidR="00880528">
        <w:rPr>
          <w:b w:val="0"/>
        </w:rPr>
        <w:t>I</w:t>
      </w:r>
      <w:r w:rsidRPr="00E56C97">
        <w:rPr>
          <w:b w:val="0"/>
        </w:rPr>
        <w:t>t could be more personalised</w:t>
      </w:r>
      <w:r w:rsidR="00880528">
        <w:rPr>
          <w:b w:val="0"/>
        </w:rPr>
        <w:t>.</w:t>
      </w:r>
    </w:p>
    <w:p w14:paraId="0C8EDC97" w14:textId="77777777" w:rsidR="00E56C97" w:rsidRPr="00E56C97" w:rsidRDefault="00E56C97" w:rsidP="00E56C97">
      <w:pPr>
        <w:pStyle w:val="Rubric"/>
        <w:rPr>
          <w:b w:val="0"/>
        </w:rPr>
      </w:pPr>
    </w:p>
    <w:p w14:paraId="5FB13E9B" w14:textId="26F34F38" w:rsidR="00E56C97" w:rsidRPr="00E56C97" w:rsidRDefault="00E56C97" w:rsidP="00E56C97">
      <w:pPr>
        <w:pStyle w:val="Rubric"/>
        <w:rPr>
          <w:b w:val="0"/>
        </w:rPr>
      </w:pPr>
      <w:r>
        <w:t xml:space="preserve">3 </w:t>
      </w:r>
      <w:r w:rsidRPr="00E56C97">
        <w:rPr>
          <w:b w:val="0"/>
        </w:rPr>
        <w:t>Ms Lee says that the course is designed t</w:t>
      </w:r>
      <w:r w:rsidR="001A328D">
        <w:rPr>
          <w:b w:val="0"/>
        </w:rPr>
        <w:t>o</w:t>
      </w:r>
    </w:p>
    <w:p w14:paraId="2DBBB187" w14:textId="133E0BD0" w:rsidR="00E56C97" w:rsidRPr="00E56C97" w:rsidRDefault="00E56C97" w:rsidP="00E56C97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Pr="00E56C97">
        <w:rPr>
          <w:b w:val="0"/>
        </w:rPr>
        <w:t>ensure all attendees benefit in some way</w:t>
      </w:r>
      <w:r w:rsidR="00112963">
        <w:rPr>
          <w:b w:val="0"/>
        </w:rPr>
        <w:t>.</w:t>
      </w:r>
    </w:p>
    <w:p w14:paraId="14964D21" w14:textId="4E57D891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 w:rsidRPr="00E56C97">
        <w:rPr>
          <w:b w:val="0"/>
        </w:rPr>
        <w:t>inspire attendees to change their workplace</w:t>
      </w:r>
      <w:r w:rsidR="00112963">
        <w:rPr>
          <w:b w:val="0"/>
        </w:rPr>
        <w:t>.</w:t>
      </w:r>
    </w:p>
    <w:p w14:paraId="29D2E019" w14:textId="1B1C20BF" w:rsidR="00E56C97" w:rsidRDefault="00E56C97" w:rsidP="00E56C97">
      <w:pPr>
        <w:pStyle w:val="Rubric"/>
        <w:rPr>
          <w:b w:val="0"/>
        </w:rPr>
      </w:pPr>
      <w:r>
        <w:t xml:space="preserve">c </w:t>
      </w:r>
      <w:r w:rsidRPr="00E56C97">
        <w:rPr>
          <w:b w:val="0"/>
        </w:rPr>
        <w:t>appeal to people who want a lot of information</w:t>
      </w:r>
      <w:r w:rsidR="00112963">
        <w:rPr>
          <w:b w:val="0"/>
        </w:rPr>
        <w:t>.</w:t>
      </w:r>
    </w:p>
    <w:p w14:paraId="44AB3E67" w14:textId="1B96AF60" w:rsidR="00E80BC9" w:rsidRDefault="00E80BC9" w:rsidP="00E56C97">
      <w:pPr>
        <w:pStyle w:val="Rubric"/>
      </w:pPr>
    </w:p>
    <w:p w14:paraId="3E26601A" w14:textId="7A366CB1" w:rsidR="00DB79F0" w:rsidRPr="00DB79F0" w:rsidRDefault="00E80BC9" w:rsidP="00DB79F0">
      <w:pPr>
        <w:pStyle w:val="Rubric"/>
        <w:rPr>
          <w:b w:val="0"/>
        </w:rPr>
      </w:pPr>
      <w:r>
        <w:t xml:space="preserve">4 </w:t>
      </w:r>
      <w:r w:rsidR="00DB79F0" w:rsidRPr="00DB79F0">
        <w:rPr>
          <w:b w:val="0"/>
        </w:rPr>
        <w:t>Wh</w:t>
      </w:r>
      <w:r w:rsidR="00DB79F0">
        <w:rPr>
          <w:b w:val="0"/>
        </w:rPr>
        <w:t>at</w:t>
      </w:r>
      <w:r w:rsidR="00DB79F0" w:rsidRPr="00DB79F0">
        <w:rPr>
          <w:b w:val="0"/>
        </w:rPr>
        <w:t xml:space="preserve"> is the main business of Capital Inc?</w:t>
      </w:r>
    </w:p>
    <w:p w14:paraId="614192EB" w14:textId="4282691F" w:rsidR="00DB79F0" w:rsidRPr="00DB79F0" w:rsidRDefault="00DB79F0" w:rsidP="00DB79F0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i</w:t>
      </w:r>
      <w:r w:rsidRPr="00DB79F0">
        <w:rPr>
          <w:b w:val="0"/>
        </w:rPr>
        <w:t>nvesting their customers’ money</w:t>
      </w:r>
    </w:p>
    <w:p w14:paraId="2BAE3A88" w14:textId="5F32EE09" w:rsidR="00DB79F0" w:rsidRPr="00DB79F0" w:rsidRDefault="00DB79F0" w:rsidP="00DB79F0">
      <w:pPr>
        <w:pStyle w:val="Rubric"/>
        <w:rPr>
          <w:b w:val="0"/>
        </w:rPr>
      </w:pPr>
      <w:r>
        <w:t xml:space="preserve">b </w:t>
      </w:r>
      <w:r w:rsidR="007C3143">
        <w:rPr>
          <w:b w:val="0"/>
        </w:rPr>
        <w:t>solving financial problems</w:t>
      </w:r>
    </w:p>
    <w:p w14:paraId="7ED2BC14" w14:textId="12798A39" w:rsidR="00E80BC9" w:rsidRDefault="00DB79F0" w:rsidP="00DB79F0">
      <w:pPr>
        <w:pStyle w:val="Rubric"/>
        <w:rPr>
          <w:b w:val="0"/>
        </w:rPr>
      </w:pPr>
      <w:r>
        <w:t xml:space="preserve">c </w:t>
      </w:r>
      <w:r>
        <w:rPr>
          <w:b w:val="0"/>
        </w:rPr>
        <w:t>m</w:t>
      </w:r>
      <w:r w:rsidRPr="00DB79F0">
        <w:rPr>
          <w:b w:val="0"/>
        </w:rPr>
        <w:t>aking recommendations to customers</w:t>
      </w:r>
    </w:p>
    <w:p w14:paraId="5BB86799" w14:textId="46210799" w:rsidR="00DB79F0" w:rsidRDefault="00DB79F0" w:rsidP="00DB79F0">
      <w:pPr>
        <w:pStyle w:val="Rubric"/>
        <w:rPr>
          <w:b w:val="0"/>
        </w:rPr>
      </w:pPr>
    </w:p>
    <w:p w14:paraId="3B4AB659" w14:textId="3FE2AF2E" w:rsidR="0046197A" w:rsidRPr="0046197A" w:rsidRDefault="00DB79F0" w:rsidP="0046197A">
      <w:pPr>
        <w:pStyle w:val="Rubric"/>
        <w:rPr>
          <w:b w:val="0"/>
        </w:rPr>
      </w:pPr>
      <w:r>
        <w:t>5</w:t>
      </w:r>
      <w:r w:rsidR="0046197A" w:rsidRPr="0046197A">
        <w:t xml:space="preserve"> </w:t>
      </w:r>
      <w:r w:rsidR="0046197A" w:rsidRPr="0046197A">
        <w:rPr>
          <w:b w:val="0"/>
        </w:rPr>
        <w:t xml:space="preserve">According to Mr </w:t>
      </w:r>
      <w:r w:rsidR="00292546">
        <w:rPr>
          <w:b w:val="0"/>
        </w:rPr>
        <w:t>Jones</w:t>
      </w:r>
      <w:r w:rsidR="0046197A" w:rsidRPr="0046197A">
        <w:rPr>
          <w:b w:val="0"/>
        </w:rPr>
        <w:t>, the staff find it difficult t</w:t>
      </w:r>
      <w:r w:rsidR="001A328D">
        <w:rPr>
          <w:b w:val="0"/>
        </w:rPr>
        <w:t>o</w:t>
      </w:r>
    </w:p>
    <w:p w14:paraId="3C4239F1" w14:textId="28B4C57B" w:rsidR="0046197A" w:rsidRPr="0046197A" w:rsidRDefault="0046197A" w:rsidP="0046197A">
      <w:pPr>
        <w:pStyle w:val="Rubric"/>
        <w:rPr>
          <w:b w:val="0"/>
        </w:rPr>
      </w:pPr>
      <w:r>
        <w:t xml:space="preserve">a </w:t>
      </w:r>
      <w:r w:rsidRPr="0046197A">
        <w:rPr>
          <w:b w:val="0"/>
        </w:rPr>
        <w:t>communicate decisions clearly to clients</w:t>
      </w:r>
      <w:r w:rsidR="00880528">
        <w:rPr>
          <w:b w:val="0"/>
        </w:rPr>
        <w:t>.</w:t>
      </w:r>
    </w:p>
    <w:p w14:paraId="53B5A293" w14:textId="76673E5E" w:rsidR="0046197A" w:rsidRPr="0046197A" w:rsidRDefault="0046197A" w:rsidP="0046197A">
      <w:pPr>
        <w:pStyle w:val="Rubric"/>
        <w:rPr>
          <w:b w:val="0"/>
        </w:rPr>
      </w:pPr>
      <w:r>
        <w:t xml:space="preserve">b </w:t>
      </w:r>
      <w:r w:rsidRPr="0046197A">
        <w:rPr>
          <w:b w:val="0"/>
        </w:rPr>
        <w:t>give clients negative information</w:t>
      </w:r>
      <w:r w:rsidR="00880528">
        <w:rPr>
          <w:b w:val="0"/>
        </w:rPr>
        <w:t>.</w:t>
      </w:r>
    </w:p>
    <w:p w14:paraId="7C2D6467" w14:textId="7CD0866A" w:rsidR="00DB79F0" w:rsidRDefault="0046197A" w:rsidP="0046197A">
      <w:pPr>
        <w:pStyle w:val="Rubric"/>
      </w:pPr>
      <w:r>
        <w:t xml:space="preserve">c </w:t>
      </w:r>
      <w:r w:rsidRPr="0046197A">
        <w:rPr>
          <w:b w:val="0"/>
        </w:rPr>
        <w:t>change their communication style</w:t>
      </w:r>
      <w:r w:rsidR="00880528">
        <w:rPr>
          <w:b w:val="0"/>
        </w:rPr>
        <w:t>.</w:t>
      </w:r>
    </w:p>
    <w:p w14:paraId="3F8F1D0F" w14:textId="705AA8F4" w:rsidR="0046197A" w:rsidRDefault="0046197A" w:rsidP="0046197A">
      <w:pPr>
        <w:pStyle w:val="Rubric"/>
      </w:pPr>
    </w:p>
    <w:p w14:paraId="78BF3F1A" w14:textId="71D08100" w:rsidR="002F35B7" w:rsidRPr="002F35B7" w:rsidRDefault="0046197A" w:rsidP="002F35B7">
      <w:pPr>
        <w:pStyle w:val="Rubric"/>
        <w:rPr>
          <w:b w:val="0"/>
        </w:rPr>
      </w:pPr>
      <w:r>
        <w:t>6</w:t>
      </w:r>
      <w:r w:rsidR="002F35B7">
        <w:t xml:space="preserve"> </w:t>
      </w:r>
      <w:r w:rsidR="002F35B7" w:rsidRPr="002F35B7">
        <w:rPr>
          <w:b w:val="0"/>
        </w:rPr>
        <w:t xml:space="preserve">What will Mr </w:t>
      </w:r>
      <w:r w:rsidR="00292546">
        <w:rPr>
          <w:b w:val="0"/>
        </w:rPr>
        <w:t>Jones</w:t>
      </w:r>
      <w:r w:rsidR="00292546" w:rsidRPr="002F35B7" w:rsidDel="00292546">
        <w:rPr>
          <w:b w:val="0"/>
        </w:rPr>
        <w:t xml:space="preserve"> </w:t>
      </w:r>
      <w:r w:rsidR="002F35B7" w:rsidRPr="002F35B7">
        <w:rPr>
          <w:b w:val="0"/>
        </w:rPr>
        <w:t>do to help Ms Lee prepare the</w:t>
      </w:r>
      <w:r w:rsidR="00112963">
        <w:rPr>
          <w:b w:val="0"/>
        </w:rPr>
        <w:t> </w:t>
      </w:r>
      <w:r w:rsidR="002F35B7" w:rsidRPr="002F35B7">
        <w:rPr>
          <w:b w:val="0"/>
        </w:rPr>
        <w:t>course?</w:t>
      </w:r>
    </w:p>
    <w:p w14:paraId="5BE4BA43" w14:textId="66F1C9B8" w:rsidR="002F35B7" w:rsidRPr="002F35B7" w:rsidRDefault="002F35B7" w:rsidP="002F35B7">
      <w:pPr>
        <w:pStyle w:val="Rubric"/>
        <w:rPr>
          <w:b w:val="0"/>
        </w:rPr>
      </w:pPr>
      <w:r>
        <w:t xml:space="preserve">a </w:t>
      </w:r>
      <w:r w:rsidR="001A328D">
        <w:rPr>
          <w:b w:val="0"/>
        </w:rPr>
        <w:t>g</w:t>
      </w:r>
      <w:r w:rsidRPr="002F35B7">
        <w:rPr>
          <w:b w:val="0"/>
        </w:rPr>
        <w:t>ive her some customer information</w:t>
      </w:r>
    </w:p>
    <w:p w14:paraId="70CA72E1" w14:textId="64D48743" w:rsidR="002F35B7" w:rsidRPr="002F35B7" w:rsidRDefault="002F35B7" w:rsidP="002F35B7">
      <w:pPr>
        <w:pStyle w:val="Rubric"/>
        <w:rPr>
          <w:b w:val="0"/>
        </w:rPr>
      </w:pPr>
      <w:r>
        <w:t xml:space="preserve">b </w:t>
      </w:r>
      <w:r w:rsidR="00880528">
        <w:rPr>
          <w:b w:val="0"/>
        </w:rPr>
        <w:t>I</w:t>
      </w:r>
      <w:r w:rsidRPr="002F35B7">
        <w:rPr>
          <w:b w:val="0"/>
        </w:rPr>
        <w:t>ntroduce her to a staff member</w:t>
      </w:r>
    </w:p>
    <w:p w14:paraId="6110970B" w14:textId="4855F300" w:rsidR="0046197A" w:rsidRDefault="002F35B7" w:rsidP="002F35B7">
      <w:pPr>
        <w:pStyle w:val="Rubric"/>
        <w:rPr>
          <w:b w:val="0"/>
        </w:rPr>
      </w:pPr>
      <w:r>
        <w:t xml:space="preserve">c </w:t>
      </w:r>
      <w:r w:rsidR="001A328D">
        <w:rPr>
          <w:b w:val="0"/>
        </w:rPr>
        <w:t>e</w:t>
      </w:r>
      <w:r w:rsidRPr="002F35B7">
        <w:rPr>
          <w:b w:val="0"/>
        </w:rPr>
        <w:t>mail her a list of ideas</w:t>
      </w:r>
    </w:p>
    <w:p w14:paraId="2DF7C045" w14:textId="1497ED63" w:rsidR="002F35B7" w:rsidRDefault="002F35B7" w:rsidP="002F35B7">
      <w:pPr>
        <w:pStyle w:val="Rubric"/>
        <w:rPr>
          <w:b w:val="0"/>
        </w:rPr>
      </w:pPr>
    </w:p>
    <w:p w14:paraId="7AC75A76" w14:textId="643B666A" w:rsidR="003C7E78" w:rsidRPr="003C7E78" w:rsidRDefault="002F35B7" w:rsidP="003C7E78">
      <w:pPr>
        <w:pStyle w:val="Rubric"/>
        <w:rPr>
          <w:b w:val="0"/>
        </w:rPr>
      </w:pPr>
      <w:r>
        <w:t>7</w:t>
      </w:r>
      <w:r w:rsidR="003C7E78">
        <w:t xml:space="preserve"> </w:t>
      </w:r>
      <w:r w:rsidR="003C7E78" w:rsidRPr="003C7E78">
        <w:rPr>
          <w:b w:val="0"/>
        </w:rPr>
        <w:t xml:space="preserve">Why does Mr </w:t>
      </w:r>
      <w:r w:rsidR="00292546">
        <w:rPr>
          <w:b w:val="0"/>
        </w:rPr>
        <w:t>Jones</w:t>
      </w:r>
      <w:r w:rsidR="00292546" w:rsidRPr="003C7E78" w:rsidDel="00292546">
        <w:rPr>
          <w:b w:val="0"/>
        </w:rPr>
        <w:t xml:space="preserve"> </w:t>
      </w:r>
      <w:r w:rsidR="003C7E78" w:rsidRPr="003C7E78">
        <w:rPr>
          <w:b w:val="0"/>
        </w:rPr>
        <w:t>think a test would be a</w:t>
      </w:r>
      <w:r w:rsidR="001A328D">
        <w:rPr>
          <w:b w:val="0"/>
        </w:rPr>
        <w:t> </w:t>
      </w:r>
      <w:r w:rsidR="003C7E78" w:rsidRPr="003C7E78">
        <w:rPr>
          <w:b w:val="0"/>
        </w:rPr>
        <w:t>good</w:t>
      </w:r>
      <w:r w:rsidR="001A328D">
        <w:rPr>
          <w:b w:val="0"/>
        </w:rPr>
        <w:t> </w:t>
      </w:r>
      <w:r w:rsidR="003C7E78" w:rsidRPr="003C7E78">
        <w:rPr>
          <w:b w:val="0"/>
        </w:rPr>
        <w:t>idea?</w:t>
      </w:r>
    </w:p>
    <w:p w14:paraId="4CE66890" w14:textId="55D4D1D7" w:rsidR="003C7E78" w:rsidRPr="003C7E78" w:rsidRDefault="003C7E78" w:rsidP="003C7E78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="00880528">
        <w:rPr>
          <w:b w:val="0"/>
        </w:rPr>
        <w:t>I</w:t>
      </w:r>
      <w:r w:rsidRPr="003C7E78">
        <w:rPr>
          <w:b w:val="0"/>
        </w:rPr>
        <w:t>t will make staff take the training seriously</w:t>
      </w:r>
      <w:r w:rsidR="00880528">
        <w:rPr>
          <w:b w:val="0"/>
        </w:rPr>
        <w:t>.</w:t>
      </w:r>
    </w:p>
    <w:p w14:paraId="3E46345B" w14:textId="7E950B9D" w:rsidR="003C7E78" w:rsidRPr="003C7E78" w:rsidRDefault="003C7E78" w:rsidP="003C7E78">
      <w:pPr>
        <w:pStyle w:val="Rubric"/>
        <w:rPr>
          <w:b w:val="0"/>
        </w:rPr>
      </w:pPr>
      <w:r>
        <w:t xml:space="preserve">b </w:t>
      </w:r>
      <w:r w:rsidR="001A328D">
        <w:rPr>
          <w:b w:val="0"/>
        </w:rPr>
        <w:t>He wants to be able to</w:t>
      </w:r>
      <w:r w:rsidRPr="003C7E78">
        <w:rPr>
          <w:b w:val="0"/>
        </w:rPr>
        <w:t xml:space="preserve"> analyse the impact of</w:t>
      </w:r>
      <w:r w:rsidR="001A328D">
        <w:rPr>
          <w:b w:val="0"/>
        </w:rPr>
        <w:t> </w:t>
      </w:r>
      <w:r w:rsidRPr="003C7E78">
        <w:rPr>
          <w:b w:val="0"/>
        </w:rPr>
        <w:t>the</w:t>
      </w:r>
      <w:r w:rsidR="001A328D">
        <w:rPr>
          <w:b w:val="0"/>
        </w:rPr>
        <w:t> </w:t>
      </w:r>
      <w:r w:rsidRPr="003C7E78">
        <w:rPr>
          <w:b w:val="0"/>
        </w:rPr>
        <w:t>training</w:t>
      </w:r>
      <w:r w:rsidR="00880528">
        <w:rPr>
          <w:b w:val="0"/>
        </w:rPr>
        <w:t>.</w:t>
      </w:r>
    </w:p>
    <w:p w14:paraId="00102767" w14:textId="0164C81F" w:rsidR="00356826" w:rsidRPr="003C7E78" w:rsidRDefault="003C7E78" w:rsidP="003C7E78">
      <w:pPr>
        <w:pStyle w:val="Rubric"/>
        <w:rPr>
          <w:b w:val="0"/>
        </w:rPr>
      </w:pPr>
      <w:r>
        <w:t xml:space="preserve">c </w:t>
      </w:r>
      <w:r w:rsidR="00880528">
        <w:rPr>
          <w:b w:val="0"/>
        </w:rPr>
        <w:t>It will make</w:t>
      </w:r>
      <w:r w:rsidRPr="003C7E78">
        <w:rPr>
          <w:b w:val="0"/>
        </w:rPr>
        <w:t xml:space="preserve"> the training more professional</w:t>
      </w:r>
      <w:bookmarkEnd w:id="0"/>
      <w:r w:rsidR="00880528">
        <w:rPr>
          <w:b w:val="0"/>
        </w:rPr>
        <w:t>.</w:t>
      </w:r>
    </w:p>
    <w:p w14:paraId="5595BACE" w14:textId="23172C95" w:rsidR="00E61142" w:rsidRPr="00E84816" w:rsidRDefault="00DF1307" w:rsidP="00E61142">
      <w:pPr>
        <w:pStyle w:val="ScoreBox"/>
      </w:pPr>
      <w:r>
        <w:t>__</w:t>
      </w:r>
      <w:r w:rsidR="00880528">
        <w:t>/</w:t>
      </w:r>
      <w:r w:rsidR="00E61142" w:rsidRPr="00E84816">
        <w:t>7</w:t>
      </w:r>
    </w:p>
    <w:p w14:paraId="71A1570E" w14:textId="77777777" w:rsidR="00E61142" w:rsidRPr="00E84816" w:rsidRDefault="00E61142" w:rsidP="00C57A21">
      <w:pPr>
        <w:pStyle w:val="ScoreBox"/>
      </w:pPr>
    </w:p>
    <w:p w14:paraId="33D49266" w14:textId="77777777" w:rsidR="008E553A" w:rsidRDefault="008E553A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46AE9D47" w:rsidR="00C57A21" w:rsidRPr="00B94CCF" w:rsidRDefault="00930F27" w:rsidP="00C57A21">
      <w:pPr>
        <w:pStyle w:val="HeadASection"/>
        <w:rPr>
          <w:lang w:val="en-GB"/>
        </w:rPr>
      </w:pPr>
      <w:r w:rsidRPr="00B94CCF">
        <w:rPr>
          <w:lang w:val="en-GB"/>
        </w:rPr>
        <w:lastRenderedPageBreak/>
        <w:t>Writing</w:t>
      </w:r>
    </w:p>
    <w:p w14:paraId="521E4DA3" w14:textId="3F82F8D5" w:rsidR="001A328D" w:rsidRPr="00492D51" w:rsidRDefault="001A328D" w:rsidP="001A328D">
      <w:pPr>
        <w:pStyle w:val="EXAMTASKTYPE"/>
      </w:pPr>
      <w:r>
        <w:t>B2 Business Vantage</w:t>
      </w:r>
      <w:bookmarkStart w:id="1" w:name="_GoBack"/>
      <w:bookmarkEnd w:id="1"/>
    </w:p>
    <w:p w14:paraId="4B301DE1" w14:textId="43904743" w:rsidR="002532EE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D16E67">
        <w:t>You are CEO of a fashion retailer who has decided to make a change in your stores. Write an email to all staff explaining the decision. Use the notes below:</w:t>
      </w:r>
    </w:p>
    <w:p w14:paraId="110A9CC0" w14:textId="5F2C2932" w:rsidR="00D16E67" w:rsidRDefault="00D16E67" w:rsidP="008D2BFA">
      <w:pPr>
        <w:pStyle w:val="Rubric"/>
      </w:pPr>
    </w:p>
    <w:p w14:paraId="0D20693D" w14:textId="5884E51C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 xml:space="preserve">Decision – </w:t>
      </w:r>
      <w:r w:rsidR="001A4BA4">
        <w:t>add</w:t>
      </w:r>
      <w:r>
        <w:t xml:space="preserve"> i</w:t>
      </w:r>
      <w:r w:rsidR="00832E5D">
        <w:t>P</w:t>
      </w:r>
      <w:r>
        <w:t xml:space="preserve">ads </w:t>
      </w:r>
      <w:r w:rsidR="002A0FC7">
        <w:t xml:space="preserve">and card readers </w:t>
      </w:r>
      <w:r>
        <w:t>next month</w:t>
      </w:r>
    </w:p>
    <w:p w14:paraId="7CE1A9F0" w14:textId="7D5653B6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Reason –</w:t>
      </w:r>
      <w:r w:rsidR="0064642F">
        <w:t xml:space="preserve"> increase payment options – not just cash,</w:t>
      </w:r>
      <w:r>
        <w:t xml:space="preserve"> </w:t>
      </w:r>
      <w:r w:rsidR="0064642F">
        <w:t xml:space="preserve">quicker and </w:t>
      </w:r>
      <w:r>
        <w:t>easier for customers</w:t>
      </w:r>
      <w:r w:rsidR="002A0FC7">
        <w:t xml:space="preserve"> to pay electronically</w:t>
      </w:r>
      <w:r>
        <w:t>, portable</w:t>
      </w:r>
      <w:r w:rsidR="001A4BA4">
        <w:t>, accept range of cards</w:t>
      </w:r>
    </w:p>
    <w:p w14:paraId="29A481B3" w14:textId="73D66693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Result – improved customer satisfaction</w:t>
      </w:r>
    </w:p>
    <w:p w14:paraId="66F5500D" w14:textId="07462921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All staff to be trained, mailing list customers to be contacted</w:t>
      </w:r>
    </w:p>
    <w:p w14:paraId="1E6F30EE" w14:textId="2AB4D475" w:rsidR="00166EFB" w:rsidRDefault="00166EFB" w:rsidP="008D2BFA">
      <w:pPr>
        <w:pStyle w:val="Rubric"/>
      </w:pPr>
    </w:p>
    <w:p w14:paraId="7647569B" w14:textId="032A002E" w:rsidR="00166EFB" w:rsidRPr="00E84816" w:rsidRDefault="00166EFB" w:rsidP="008D2BFA">
      <w:pPr>
        <w:pStyle w:val="Rubric"/>
      </w:pPr>
      <w:r>
        <w:t xml:space="preserve">Write </w:t>
      </w:r>
      <w:r w:rsidR="008C1DF0">
        <w:t>180</w:t>
      </w:r>
      <w:r w:rsidR="00832E5D">
        <w:t>–</w:t>
      </w:r>
      <w:r>
        <w:t>200 words.</w:t>
      </w:r>
    </w:p>
    <w:p w14:paraId="6E40D585" w14:textId="77777777" w:rsidR="00C57A21" w:rsidRPr="00E84816" w:rsidRDefault="00C57A21" w:rsidP="00C57A21">
      <w:pPr>
        <w:pStyle w:val="Text"/>
      </w:pPr>
    </w:p>
    <w:p w14:paraId="1AFFB060" w14:textId="56D085B7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</w:t>
      </w:r>
      <w:r w:rsidR="008E553A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553A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0407B" w14:textId="77777777" w:rsidR="002C63C9" w:rsidRDefault="002C63C9">
      <w:r>
        <w:separator/>
      </w:r>
    </w:p>
    <w:p w14:paraId="1FF67CB0" w14:textId="77777777" w:rsidR="002C63C9" w:rsidRDefault="002C63C9"/>
    <w:p w14:paraId="4E1A22C9" w14:textId="77777777" w:rsidR="002C63C9" w:rsidRDefault="002C63C9"/>
    <w:p w14:paraId="5BB5515C" w14:textId="77777777" w:rsidR="002C63C9" w:rsidRDefault="002C63C9"/>
    <w:p w14:paraId="55FF162E" w14:textId="77777777" w:rsidR="002C63C9" w:rsidRDefault="002C63C9"/>
    <w:p w14:paraId="3602C1CC" w14:textId="77777777" w:rsidR="002C63C9" w:rsidRDefault="002C63C9"/>
  </w:endnote>
  <w:endnote w:type="continuationSeparator" w:id="0">
    <w:p w14:paraId="58A2A4ED" w14:textId="77777777" w:rsidR="002C63C9" w:rsidRDefault="002C63C9">
      <w:r>
        <w:continuationSeparator/>
      </w:r>
    </w:p>
    <w:p w14:paraId="729E008C" w14:textId="77777777" w:rsidR="002C63C9" w:rsidRDefault="002C63C9"/>
    <w:p w14:paraId="3287DCA4" w14:textId="77777777" w:rsidR="002C63C9" w:rsidRDefault="002C63C9"/>
    <w:p w14:paraId="21285B11" w14:textId="77777777" w:rsidR="002C63C9" w:rsidRDefault="002C63C9"/>
    <w:p w14:paraId="243A6CB3" w14:textId="77777777" w:rsidR="002C63C9" w:rsidRDefault="002C63C9"/>
    <w:p w14:paraId="7068DA7A" w14:textId="77777777" w:rsidR="002C63C9" w:rsidRDefault="002C6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4C525C14" w:rsidR="00472DDD" w:rsidRPr="000C308F" w:rsidRDefault="00472DDD" w:rsidP="006B29A8">
    <w:pPr>
      <w:pStyle w:val="Text"/>
      <w:tabs>
        <w:tab w:val="right" w:pos="9720"/>
      </w:tabs>
    </w:pPr>
    <w:r w:rsidRPr="004679DD">
      <w:t>©</w:t>
    </w:r>
    <w:r w:rsidR="00C93F97" w:rsidRPr="000C308F">
      <w:t xml:space="preserve"> </w:t>
    </w:r>
    <w:r w:rsidRPr="000C308F">
      <w:t>Pearson</w:t>
    </w:r>
    <w:r w:rsidR="004679DD" w:rsidRPr="000C308F">
      <w:t xml:space="preserve"> Education 2019</w:t>
    </w:r>
    <w:r w:rsidRPr="000C308F">
      <w:t xml:space="preserve">       </w:t>
    </w:r>
    <w:r w:rsidRPr="000C308F">
      <w:rPr>
        <w:b/>
      </w:rPr>
      <w:t>PHOTOCOPIABLE</w:t>
    </w:r>
    <w:r w:rsidRPr="000C308F">
      <w:tab/>
    </w:r>
    <w:r w:rsidRPr="00B94CCF">
      <w:fldChar w:fldCharType="begin"/>
    </w:r>
    <w:r w:rsidRPr="00B94CCF">
      <w:instrText xml:space="preserve"> PAGE </w:instrText>
    </w:r>
    <w:r w:rsidRPr="00B94CCF">
      <w:fldChar w:fldCharType="separate"/>
    </w:r>
    <w:r w:rsidR="00820592" w:rsidRPr="00B94CCF">
      <w:rPr>
        <w:noProof/>
      </w:rPr>
      <w:t>1</w:t>
    </w:r>
    <w:r w:rsidRPr="00B94CCF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63DC0" w14:textId="77777777" w:rsidR="002C63C9" w:rsidRDefault="002C63C9">
      <w:r>
        <w:separator/>
      </w:r>
    </w:p>
    <w:p w14:paraId="747BD8B2" w14:textId="77777777" w:rsidR="002C63C9" w:rsidRDefault="002C63C9"/>
    <w:p w14:paraId="4E351EDF" w14:textId="77777777" w:rsidR="002C63C9" w:rsidRDefault="002C63C9"/>
    <w:p w14:paraId="66EE34BD" w14:textId="77777777" w:rsidR="002C63C9" w:rsidRDefault="002C63C9"/>
    <w:p w14:paraId="5B6A2DCB" w14:textId="77777777" w:rsidR="002C63C9" w:rsidRDefault="002C63C9"/>
    <w:p w14:paraId="136BBD9C" w14:textId="77777777" w:rsidR="002C63C9" w:rsidRDefault="002C63C9"/>
  </w:footnote>
  <w:footnote w:type="continuationSeparator" w:id="0">
    <w:p w14:paraId="1F320D62" w14:textId="77777777" w:rsidR="002C63C9" w:rsidRDefault="002C63C9">
      <w:r>
        <w:continuationSeparator/>
      </w:r>
    </w:p>
    <w:p w14:paraId="5E383879" w14:textId="77777777" w:rsidR="002C63C9" w:rsidRDefault="002C63C9"/>
    <w:p w14:paraId="2DDB6BED" w14:textId="77777777" w:rsidR="002C63C9" w:rsidRDefault="002C63C9"/>
    <w:p w14:paraId="55C82123" w14:textId="77777777" w:rsidR="002C63C9" w:rsidRDefault="002C63C9"/>
    <w:p w14:paraId="79AC24D6" w14:textId="77777777" w:rsidR="002C63C9" w:rsidRDefault="002C63C9"/>
    <w:p w14:paraId="5C0E1FE0" w14:textId="77777777" w:rsidR="002C63C9" w:rsidRDefault="002C6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43ABCC01" w:rsidR="00472DDD" w:rsidRPr="002370A3" w:rsidRDefault="00454E68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0658ED97">
              <wp:simplePos x="0" y="0"/>
              <wp:positionH relativeFrom="column">
                <wp:posOffset>3445510</wp:posOffset>
              </wp:positionH>
              <wp:positionV relativeFrom="paragraph">
                <wp:posOffset>114300</wp:posOffset>
              </wp:positionV>
              <wp:extent cx="3425190" cy="68834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5190" cy="68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20EE7B1" w14:textId="4D3CE275" w:rsidR="00254D32" w:rsidRDefault="00472DDD" w:rsidP="00254D32"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BC5C9A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Language and skills test</w:t>
                          </w:r>
                          <w:r w:rsidR="00254D32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br/>
                          </w:r>
                          <w:r w:rsidR="00254D3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br/>
                            <w:t>Name:</w:t>
                          </w:r>
                          <w:r w:rsidR="00454E6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254D32" w:rsidRPr="00D62CF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_________________________________</w:t>
                          </w:r>
                        </w:p>
                        <w:p w14:paraId="2AE5367B" w14:textId="6D0709C6" w:rsidR="00472DDD" w:rsidRPr="004A4A63" w:rsidRDefault="00472DDD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472DDD" w:rsidRDefault="00472DDD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1.3pt;margin-top:9pt;width:269.7pt;height:5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" filled="f" stroked="f">
              <v:textbox inset=",7.2pt,,7.2pt">
                <w:txbxContent>
                  <w:p w14:paraId="420EE7B1" w14:textId="4D3CE275" w:rsidR="00254D32" w:rsidRDefault="00472DDD" w:rsidP="00254D32"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BC5C9A"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  <w:r w:rsidR="00254D32">
                      <w:rPr>
                        <w:rFonts w:ascii="Arial" w:hAnsi="Arial"/>
                        <w:b/>
                        <w:sz w:val="28"/>
                        <w:szCs w:val="28"/>
                      </w:rPr>
                      <w:br/>
                    </w:r>
                    <w:r w:rsidR="00254D3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br/>
                      <w:t>Name:</w:t>
                    </w:r>
                    <w:r w:rsidR="00454E6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254D32" w:rsidRPr="00D62CF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_________________________________</w:t>
                    </w:r>
                  </w:p>
                  <w:p w14:paraId="2AE5367B" w14:textId="6D0709C6" w:rsidR="00472DDD" w:rsidRPr="004A4A63" w:rsidRDefault="00472DDD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472DDD" w:rsidRDefault="00472DDD"/>
                </w:txbxContent>
              </v:textbox>
            </v:shape>
          </w:pict>
        </mc:Fallback>
      </mc:AlternateContent>
    </w:r>
    <w:r w:rsidR="00DC6D27">
      <w:rPr>
        <w:noProof/>
      </w:rPr>
      <w:drawing>
        <wp:anchor distT="0" distB="0" distL="114300" distR="114300" simplePos="0" relativeHeight="251662848" behindDoc="0" locked="0" layoutInCell="1" allowOverlap="1" wp14:anchorId="4D3DC4F6" wp14:editId="03E6C248">
          <wp:simplePos x="0" y="0"/>
          <wp:positionH relativeFrom="column">
            <wp:posOffset>-625751</wp:posOffset>
          </wp:positionH>
          <wp:positionV relativeFrom="paragraph">
            <wp:posOffset>-37410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DDD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5526F91B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472DDD" w:rsidRDefault="00472DDD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472DDD" w:rsidRDefault="00472DDD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E7007"/>
    <w:multiLevelType w:val="hybridMultilevel"/>
    <w:tmpl w:val="FD067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1" w15:restartNumberingAfterBreak="0">
    <w:nsid w:val="2A2E5E5C"/>
    <w:multiLevelType w:val="hybridMultilevel"/>
    <w:tmpl w:val="95AC775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6F125B"/>
    <w:multiLevelType w:val="hybridMultilevel"/>
    <w:tmpl w:val="A14A2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2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8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A72E4"/>
    <w:multiLevelType w:val="hybridMultilevel"/>
    <w:tmpl w:val="B60EC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9"/>
  </w:num>
  <w:num w:numId="4">
    <w:abstractNumId w:val="36"/>
  </w:num>
  <w:num w:numId="5">
    <w:abstractNumId w:val="44"/>
  </w:num>
  <w:num w:numId="6">
    <w:abstractNumId w:val="38"/>
  </w:num>
  <w:num w:numId="7">
    <w:abstractNumId w:val="29"/>
  </w:num>
  <w:num w:numId="8">
    <w:abstractNumId w:val="42"/>
  </w:num>
  <w:num w:numId="9">
    <w:abstractNumId w:val="7"/>
  </w:num>
  <w:num w:numId="10">
    <w:abstractNumId w:val="43"/>
  </w:num>
  <w:num w:numId="11">
    <w:abstractNumId w:val="3"/>
  </w:num>
  <w:num w:numId="12">
    <w:abstractNumId w:val="4"/>
  </w:num>
  <w:num w:numId="13">
    <w:abstractNumId w:val="33"/>
  </w:num>
  <w:num w:numId="14">
    <w:abstractNumId w:val="5"/>
  </w:num>
  <w:num w:numId="15">
    <w:abstractNumId w:val="35"/>
  </w:num>
  <w:num w:numId="16">
    <w:abstractNumId w:val="37"/>
  </w:num>
  <w:num w:numId="17">
    <w:abstractNumId w:val="31"/>
  </w:num>
  <w:num w:numId="18">
    <w:abstractNumId w:val="18"/>
  </w:num>
  <w:num w:numId="19">
    <w:abstractNumId w:val="0"/>
  </w:num>
  <w:num w:numId="20">
    <w:abstractNumId w:val="12"/>
  </w:num>
  <w:num w:numId="21">
    <w:abstractNumId w:val="16"/>
  </w:num>
  <w:num w:numId="22">
    <w:abstractNumId w:val="2"/>
  </w:num>
  <w:num w:numId="23">
    <w:abstractNumId w:val="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13"/>
  </w:num>
  <w:num w:numId="29">
    <w:abstractNumId w:val="28"/>
  </w:num>
  <w:num w:numId="30">
    <w:abstractNumId w:val="27"/>
  </w:num>
  <w:num w:numId="31">
    <w:abstractNumId w:val="15"/>
  </w:num>
  <w:num w:numId="32">
    <w:abstractNumId w:val="26"/>
  </w:num>
  <w:num w:numId="33">
    <w:abstractNumId w:val="32"/>
  </w:num>
  <w:num w:numId="34">
    <w:abstractNumId w:val="20"/>
  </w:num>
  <w:num w:numId="35">
    <w:abstractNumId w:val="23"/>
  </w:num>
  <w:num w:numId="36">
    <w:abstractNumId w:val="6"/>
  </w:num>
  <w:num w:numId="37">
    <w:abstractNumId w:val="30"/>
  </w:num>
  <w:num w:numId="38">
    <w:abstractNumId w:val="10"/>
  </w:num>
  <w:num w:numId="39">
    <w:abstractNumId w:val="40"/>
  </w:num>
  <w:num w:numId="40">
    <w:abstractNumId w:val="34"/>
  </w:num>
  <w:num w:numId="41">
    <w:abstractNumId w:val="14"/>
  </w:num>
  <w:num w:numId="42">
    <w:abstractNumId w:val="11"/>
  </w:num>
  <w:num w:numId="43">
    <w:abstractNumId w:val="41"/>
  </w:num>
  <w:num w:numId="44">
    <w:abstractNumId w:val="21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06A08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30328"/>
    <w:rsid w:val="000331F0"/>
    <w:rsid w:val="000363FD"/>
    <w:rsid w:val="0003657E"/>
    <w:rsid w:val="00036B0B"/>
    <w:rsid w:val="00037894"/>
    <w:rsid w:val="00040438"/>
    <w:rsid w:val="00040BDE"/>
    <w:rsid w:val="00041382"/>
    <w:rsid w:val="00044E0B"/>
    <w:rsid w:val="00052BE1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7998"/>
    <w:rsid w:val="00087C2F"/>
    <w:rsid w:val="00087D21"/>
    <w:rsid w:val="00093528"/>
    <w:rsid w:val="00096107"/>
    <w:rsid w:val="00096DE4"/>
    <w:rsid w:val="00097CBF"/>
    <w:rsid w:val="000A1646"/>
    <w:rsid w:val="000A266A"/>
    <w:rsid w:val="000A32BD"/>
    <w:rsid w:val="000A37D1"/>
    <w:rsid w:val="000A3A73"/>
    <w:rsid w:val="000A6038"/>
    <w:rsid w:val="000A7BFC"/>
    <w:rsid w:val="000B1F03"/>
    <w:rsid w:val="000B3E0B"/>
    <w:rsid w:val="000B5161"/>
    <w:rsid w:val="000B7223"/>
    <w:rsid w:val="000C04B7"/>
    <w:rsid w:val="000C27B3"/>
    <w:rsid w:val="000C308F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E3A85"/>
    <w:rsid w:val="000E3C7F"/>
    <w:rsid w:val="000E69B0"/>
    <w:rsid w:val="000F07D2"/>
    <w:rsid w:val="000F15A0"/>
    <w:rsid w:val="000F5608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2963"/>
    <w:rsid w:val="001134A5"/>
    <w:rsid w:val="001134E8"/>
    <w:rsid w:val="0011398D"/>
    <w:rsid w:val="00114A93"/>
    <w:rsid w:val="00115729"/>
    <w:rsid w:val="00115768"/>
    <w:rsid w:val="00121274"/>
    <w:rsid w:val="0012334D"/>
    <w:rsid w:val="0013000F"/>
    <w:rsid w:val="0013011B"/>
    <w:rsid w:val="00130541"/>
    <w:rsid w:val="00130B35"/>
    <w:rsid w:val="00130DFC"/>
    <w:rsid w:val="00132F58"/>
    <w:rsid w:val="00144336"/>
    <w:rsid w:val="00145C28"/>
    <w:rsid w:val="00147707"/>
    <w:rsid w:val="00152B99"/>
    <w:rsid w:val="00153400"/>
    <w:rsid w:val="00154E87"/>
    <w:rsid w:val="001571DC"/>
    <w:rsid w:val="00157E4C"/>
    <w:rsid w:val="00163B59"/>
    <w:rsid w:val="00163C14"/>
    <w:rsid w:val="00165F84"/>
    <w:rsid w:val="00166EFB"/>
    <w:rsid w:val="00170EF0"/>
    <w:rsid w:val="00171144"/>
    <w:rsid w:val="00173944"/>
    <w:rsid w:val="00173D6D"/>
    <w:rsid w:val="00174C4F"/>
    <w:rsid w:val="00174FE4"/>
    <w:rsid w:val="001812C9"/>
    <w:rsid w:val="001827BB"/>
    <w:rsid w:val="001855F0"/>
    <w:rsid w:val="00185631"/>
    <w:rsid w:val="001863F2"/>
    <w:rsid w:val="00186851"/>
    <w:rsid w:val="00187B0A"/>
    <w:rsid w:val="001910AD"/>
    <w:rsid w:val="001920AC"/>
    <w:rsid w:val="00192A68"/>
    <w:rsid w:val="00195D74"/>
    <w:rsid w:val="0019684A"/>
    <w:rsid w:val="001975C1"/>
    <w:rsid w:val="00197C7F"/>
    <w:rsid w:val="001A328D"/>
    <w:rsid w:val="001A4BA4"/>
    <w:rsid w:val="001A65B7"/>
    <w:rsid w:val="001A7D22"/>
    <w:rsid w:val="001B0BD8"/>
    <w:rsid w:val="001B1107"/>
    <w:rsid w:val="001B177E"/>
    <w:rsid w:val="001B1ABA"/>
    <w:rsid w:val="001B4052"/>
    <w:rsid w:val="001B5413"/>
    <w:rsid w:val="001B582A"/>
    <w:rsid w:val="001B6B7A"/>
    <w:rsid w:val="001B7CCA"/>
    <w:rsid w:val="001C22DB"/>
    <w:rsid w:val="001C349C"/>
    <w:rsid w:val="001C5C8A"/>
    <w:rsid w:val="001C7CB5"/>
    <w:rsid w:val="001D0295"/>
    <w:rsid w:val="001D0B3E"/>
    <w:rsid w:val="001D73EC"/>
    <w:rsid w:val="001E0303"/>
    <w:rsid w:val="001E0DA7"/>
    <w:rsid w:val="001E3D50"/>
    <w:rsid w:val="001E46EA"/>
    <w:rsid w:val="001E47B9"/>
    <w:rsid w:val="001E5B67"/>
    <w:rsid w:val="001F1CDF"/>
    <w:rsid w:val="001F2426"/>
    <w:rsid w:val="002005B0"/>
    <w:rsid w:val="00200E93"/>
    <w:rsid w:val="00201D85"/>
    <w:rsid w:val="002029AB"/>
    <w:rsid w:val="002054FB"/>
    <w:rsid w:val="002057E9"/>
    <w:rsid w:val="002062FD"/>
    <w:rsid w:val="00210220"/>
    <w:rsid w:val="00213DF6"/>
    <w:rsid w:val="002154FB"/>
    <w:rsid w:val="00215B0B"/>
    <w:rsid w:val="00217A88"/>
    <w:rsid w:val="0022086D"/>
    <w:rsid w:val="00221A21"/>
    <w:rsid w:val="00222859"/>
    <w:rsid w:val="00226853"/>
    <w:rsid w:val="0023171E"/>
    <w:rsid w:val="002370A3"/>
    <w:rsid w:val="0023786A"/>
    <w:rsid w:val="00240665"/>
    <w:rsid w:val="00242B69"/>
    <w:rsid w:val="00243082"/>
    <w:rsid w:val="002444C0"/>
    <w:rsid w:val="00246191"/>
    <w:rsid w:val="002462F0"/>
    <w:rsid w:val="00247647"/>
    <w:rsid w:val="00250827"/>
    <w:rsid w:val="00250D67"/>
    <w:rsid w:val="00252611"/>
    <w:rsid w:val="002532EE"/>
    <w:rsid w:val="00253787"/>
    <w:rsid w:val="00254D32"/>
    <w:rsid w:val="0025541D"/>
    <w:rsid w:val="00262805"/>
    <w:rsid w:val="0026314D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917"/>
    <w:rsid w:val="002902A9"/>
    <w:rsid w:val="00291E7D"/>
    <w:rsid w:val="00292546"/>
    <w:rsid w:val="00294083"/>
    <w:rsid w:val="00297691"/>
    <w:rsid w:val="002A0139"/>
    <w:rsid w:val="002A0D49"/>
    <w:rsid w:val="002A0FC7"/>
    <w:rsid w:val="002A2B89"/>
    <w:rsid w:val="002A4E36"/>
    <w:rsid w:val="002A6B99"/>
    <w:rsid w:val="002A6D1B"/>
    <w:rsid w:val="002B1393"/>
    <w:rsid w:val="002B2583"/>
    <w:rsid w:val="002B4A5A"/>
    <w:rsid w:val="002B58A1"/>
    <w:rsid w:val="002C063D"/>
    <w:rsid w:val="002C2EC9"/>
    <w:rsid w:val="002C4744"/>
    <w:rsid w:val="002C50AB"/>
    <w:rsid w:val="002C5123"/>
    <w:rsid w:val="002C63C9"/>
    <w:rsid w:val="002D2423"/>
    <w:rsid w:val="002D25CD"/>
    <w:rsid w:val="002D40D8"/>
    <w:rsid w:val="002D5398"/>
    <w:rsid w:val="002E07B9"/>
    <w:rsid w:val="002E282E"/>
    <w:rsid w:val="002E4061"/>
    <w:rsid w:val="002E4334"/>
    <w:rsid w:val="002E4BA0"/>
    <w:rsid w:val="002E77CA"/>
    <w:rsid w:val="002F29FA"/>
    <w:rsid w:val="002F35B7"/>
    <w:rsid w:val="002F3F43"/>
    <w:rsid w:val="002F4215"/>
    <w:rsid w:val="002F59F7"/>
    <w:rsid w:val="002F696E"/>
    <w:rsid w:val="002F7163"/>
    <w:rsid w:val="00300765"/>
    <w:rsid w:val="00302BEC"/>
    <w:rsid w:val="00303D11"/>
    <w:rsid w:val="00310236"/>
    <w:rsid w:val="003128D6"/>
    <w:rsid w:val="00312E27"/>
    <w:rsid w:val="00316159"/>
    <w:rsid w:val="003173B6"/>
    <w:rsid w:val="00320DE1"/>
    <w:rsid w:val="003213D4"/>
    <w:rsid w:val="003236A1"/>
    <w:rsid w:val="003246F9"/>
    <w:rsid w:val="00325016"/>
    <w:rsid w:val="00325D63"/>
    <w:rsid w:val="00327F5F"/>
    <w:rsid w:val="00330BC6"/>
    <w:rsid w:val="003372F3"/>
    <w:rsid w:val="003427C0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54AE"/>
    <w:rsid w:val="0036623F"/>
    <w:rsid w:val="0037155B"/>
    <w:rsid w:val="00371EEF"/>
    <w:rsid w:val="00373A6B"/>
    <w:rsid w:val="00375BB4"/>
    <w:rsid w:val="0037674E"/>
    <w:rsid w:val="00377A1D"/>
    <w:rsid w:val="00380848"/>
    <w:rsid w:val="00380F3E"/>
    <w:rsid w:val="00383B83"/>
    <w:rsid w:val="00384321"/>
    <w:rsid w:val="00384C25"/>
    <w:rsid w:val="00385C2E"/>
    <w:rsid w:val="003866B6"/>
    <w:rsid w:val="003868E2"/>
    <w:rsid w:val="00393E88"/>
    <w:rsid w:val="00397BCA"/>
    <w:rsid w:val="003A1CD9"/>
    <w:rsid w:val="003A451C"/>
    <w:rsid w:val="003A54E6"/>
    <w:rsid w:val="003A607F"/>
    <w:rsid w:val="003A6856"/>
    <w:rsid w:val="003A7205"/>
    <w:rsid w:val="003A72E5"/>
    <w:rsid w:val="003A7EDC"/>
    <w:rsid w:val="003B168B"/>
    <w:rsid w:val="003B604C"/>
    <w:rsid w:val="003B6598"/>
    <w:rsid w:val="003B77FD"/>
    <w:rsid w:val="003C1FEB"/>
    <w:rsid w:val="003C2396"/>
    <w:rsid w:val="003C2BB7"/>
    <w:rsid w:val="003C3D76"/>
    <w:rsid w:val="003C644F"/>
    <w:rsid w:val="003C7DC7"/>
    <w:rsid w:val="003C7E78"/>
    <w:rsid w:val="003D28F3"/>
    <w:rsid w:val="003D3173"/>
    <w:rsid w:val="003D45BE"/>
    <w:rsid w:val="003D4DC2"/>
    <w:rsid w:val="003D7D65"/>
    <w:rsid w:val="003E14CB"/>
    <w:rsid w:val="003E2760"/>
    <w:rsid w:val="003E2B47"/>
    <w:rsid w:val="003E361B"/>
    <w:rsid w:val="003E4664"/>
    <w:rsid w:val="003E4683"/>
    <w:rsid w:val="003E5E4D"/>
    <w:rsid w:val="003F0681"/>
    <w:rsid w:val="003F3908"/>
    <w:rsid w:val="003F3B00"/>
    <w:rsid w:val="003F3D77"/>
    <w:rsid w:val="003F70CF"/>
    <w:rsid w:val="0040093E"/>
    <w:rsid w:val="004038CE"/>
    <w:rsid w:val="0040635D"/>
    <w:rsid w:val="00407853"/>
    <w:rsid w:val="00410F3A"/>
    <w:rsid w:val="00411290"/>
    <w:rsid w:val="00412D1D"/>
    <w:rsid w:val="00412FA2"/>
    <w:rsid w:val="00413A1A"/>
    <w:rsid w:val="00414647"/>
    <w:rsid w:val="00415259"/>
    <w:rsid w:val="00415740"/>
    <w:rsid w:val="004164CF"/>
    <w:rsid w:val="004220B7"/>
    <w:rsid w:val="004253FF"/>
    <w:rsid w:val="00425D6B"/>
    <w:rsid w:val="00426D6E"/>
    <w:rsid w:val="0042771E"/>
    <w:rsid w:val="00431833"/>
    <w:rsid w:val="00435112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1A68"/>
    <w:rsid w:val="004521A5"/>
    <w:rsid w:val="00454E68"/>
    <w:rsid w:val="004569FA"/>
    <w:rsid w:val="00457513"/>
    <w:rsid w:val="00460D0E"/>
    <w:rsid w:val="0046175F"/>
    <w:rsid w:val="0046197A"/>
    <w:rsid w:val="00461A24"/>
    <w:rsid w:val="00461CBD"/>
    <w:rsid w:val="00461DB7"/>
    <w:rsid w:val="00461FA9"/>
    <w:rsid w:val="00464F76"/>
    <w:rsid w:val="004666E1"/>
    <w:rsid w:val="00467855"/>
    <w:rsid w:val="004679DD"/>
    <w:rsid w:val="00472DDD"/>
    <w:rsid w:val="00477262"/>
    <w:rsid w:val="004813BA"/>
    <w:rsid w:val="00482480"/>
    <w:rsid w:val="0048292B"/>
    <w:rsid w:val="0048606D"/>
    <w:rsid w:val="004867C6"/>
    <w:rsid w:val="004929AE"/>
    <w:rsid w:val="00492C33"/>
    <w:rsid w:val="004A0112"/>
    <w:rsid w:val="004A1B75"/>
    <w:rsid w:val="004A1F3F"/>
    <w:rsid w:val="004A2D92"/>
    <w:rsid w:val="004A4291"/>
    <w:rsid w:val="004A75E8"/>
    <w:rsid w:val="004B03AA"/>
    <w:rsid w:val="004B0998"/>
    <w:rsid w:val="004B15BA"/>
    <w:rsid w:val="004B3763"/>
    <w:rsid w:val="004B3BC3"/>
    <w:rsid w:val="004B7D6F"/>
    <w:rsid w:val="004C052B"/>
    <w:rsid w:val="004C1358"/>
    <w:rsid w:val="004C28E1"/>
    <w:rsid w:val="004C5D4E"/>
    <w:rsid w:val="004C7647"/>
    <w:rsid w:val="004D0727"/>
    <w:rsid w:val="004D3E99"/>
    <w:rsid w:val="004D459C"/>
    <w:rsid w:val="004D4728"/>
    <w:rsid w:val="004E1745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202E3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4087"/>
    <w:rsid w:val="00535A04"/>
    <w:rsid w:val="005361D8"/>
    <w:rsid w:val="00537778"/>
    <w:rsid w:val="005410AD"/>
    <w:rsid w:val="00541F05"/>
    <w:rsid w:val="005438EF"/>
    <w:rsid w:val="005447E4"/>
    <w:rsid w:val="0055322B"/>
    <w:rsid w:val="0055346C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24F1"/>
    <w:rsid w:val="00574872"/>
    <w:rsid w:val="005748B9"/>
    <w:rsid w:val="00574F64"/>
    <w:rsid w:val="00577CD5"/>
    <w:rsid w:val="00581CC9"/>
    <w:rsid w:val="00583C3B"/>
    <w:rsid w:val="005843C4"/>
    <w:rsid w:val="00587694"/>
    <w:rsid w:val="00590931"/>
    <w:rsid w:val="005931E4"/>
    <w:rsid w:val="005951D6"/>
    <w:rsid w:val="0059687B"/>
    <w:rsid w:val="00597AB8"/>
    <w:rsid w:val="005A02B9"/>
    <w:rsid w:val="005A1619"/>
    <w:rsid w:val="005A2174"/>
    <w:rsid w:val="005B177C"/>
    <w:rsid w:val="005B1ACB"/>
    <w:rsid w:val="005B1F4F"/>
    <w:rsid w:val="005B250C"/>
    <w:rsid w:val="005B2B7B"/>
    <w:rsid w:val="005B4BCA"/>
    <w:rsid w:val="005B5FCF"/>
    <w:rsid w:val="005B6C4E"/>
    <w:rsid w:val="005C0672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F4353"/>
    <w:rsid w:val="005F44F7"/>
    <w:rsid w:val="00600167"/>
    <w:rsid w:val="00600445"/>
    <w:rsid w:val="0060250E"/>
    <w:rsid w:val="006046D4"/>
    <w:rsid w:val="00604880"/>
    <w:rsid w:val="00610673"/>
    <w:rsid w:val="006110C0"/>
    <w:rsid w:val="006140D9"/>
    <w:rsid w:val="00614420"/>
    <w:rsid w:val="006156A8"/>
    <w:rsid w:val="00615832"/>
    <w:rsid w:val="00620346"/>
    <w:rsid w:val="00620C7A"/>
    <w:rsid w:val="00622327"/>
    <w:rsid w:val="0063208F"/>
    <w:rsid w:val="0063434D"/>
    <w:rsid w:val="006350E5"/>
    <w:rsid w:val="00635714"/>
    <w:rsid w:val="00641982"/>
    <w:rsid w:val="00644C8C"/>
    <w:rsid w:val="0064626F"/>
    <w:rsid w:val="0064642F"/>
    <w:rsid w:val="0064645B"/>
    <w:rsid w:val="006504F6"/>
    <w:rsid w:val="00651580"/>
    <w:rsid w:val="00651ACF"/>
    <w:rsid w:val="00653D0F"/>
    <w:rsid w:val="00654539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4BB"/>
    <w:rsid w:val="00677C62"/>
    <w:rsid w:val="00681BD3"/>
    <w:rsid w:val="0068276B"/>
    <w:rsid w:val="0068399F"/>
    <w:rsid w:val="00686FED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D25"/>
    <w:rsid w:val="006C7C0A"/>
    <w:rsid w:val="006D1698"/>
    <w:rsid w:val="006D4376"/>
    <w:rsid w:val="006D6763"/>
    <w:rsid w:val="006D7ABE"/>
    <w:rsid w:val="006E4CF5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296C"/>
    <w:rsid w:val="007057BC"/>
    <w:rsid w:val="0070693F"/>
    <w:rsid w:val="00710782"/>
    <w:rsid w:val="007113EA"/>
    <w:rsid w:val="00713F0C"/>
    <w:rsid w:val="0071450C"/>
    <w:rsid w:val="007150C2"/>
    <w:rsid w:val="00715DBE"/>
    <w:rsid w:val="00716366"/>
    <w:rsid w:val="007166E6"/>
    <w:rsid w:val="00717094"/>
    <w:rsid w:val="0072090A"/>
    <w:rsid w:val="00722A14"/>
    <w:rsid w:val="00723349"/>
    <w:rsid w:val="00724952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162A"/>
    <w:rsid w:val="00763B08"/>
    <w:rsid w:val="00764693"/>
    <w:rsid w:val="0076566B"/>
    <w:rsid w:val="007672B5"/>
    <w:rsid w:val="007675DC"/>
    <w:rsid w:val="00772C5C"/>
    <w:rsid w:val="00775F52"/>
    <w:rsid w:val="00777729"/>
    <w:rsid w:val="00782162"/>
    <w:rsid w:val="0078300A"/>
    <w:rsid w:val="0078429B"/>
    <w:rsid w:val="00784EF2"/>
    <w:rsid w:val="0078539C"/>
    <w:rsid w:val="00785524"/>
    <w:rsid w:val="0078694F"/>
    <w:rsid w:val="0079206C"/>
    <w:rsid w:val="007930D4"/>
    <w:rsid w:val="007942C1"/>
    <w:rsid w:val="00795936"/>
    <w:rsid w:val="007977BE"/>
    <w:rsid w:val="007A1758"/>
    <w:rsid w:val="007A36D5"/>
    <w:rsid w:val="007A3C50"/>
    <w:rsid w:val="007A4375"/>
    <w:rsid w:val="007A4C0B"/>
    <w:rsid w:val="007A6048"/>
    <w:rsid w:val="007A61DA"/>
    <w:rsid w:val="007A6E6F"/>
    <w:rsid w:val="007B0899"/>
    <w:rsid w:val="007B39B2"/>
    <w:rsid w:val="007B61C4"/>
    <w:rsid w:val="007C15BB"/>
    <w:rsid w:val="007C2227"/>
    <w:rsid w:val="007C3143"/>
    <w:rsid w:val="007D0896"/>
    <w:rsid w:val="007D261F"/>
    <w:rsid w:val="007D496D"/>
    <w:rsid w:val="007D6D07"/>
    <w:rsid w:val="007D6EEA"/>
    <w:rsid w:val="007D74D5"/>
    <w:rsid w:val="007E2738"/>
    <w:rsid w:val="007E760A"/>
    <w:rsid w:val="007E7660"/>
    <w:rsid w:val="007F0619"/>
    <w:rsid w:val="007F07A8"/>
    <w:rsid w:val="007F1925"/>
    <w:rsid w:val="007F1FC5"/>
    <w:rsid w:val="007F28CD"/>
    <w:rsid w:val="007F42BB"/>
    <w:rsid w:val="007F5D7D"/>
    <w:rsid w:val="00801148"/>
    <w:rsid w:val="00802F5E"/>
    <w:rsid w:val="00803D10"/>
    <w:rsid w:val="00805983"/>
    <w:rsid w:val="00806BD4"/>
    <w:rsid w:val="008078F4"/>
    <w:rsid w:val="00810169"/>
    <w:rsid w:val="00810EC7"/>
    <w:rsid w:val="008129EE"/>
    <w:rsid w:val="00812BEC"/>
    <w:rsid w:val="0081360A"/>
    <w:rsid w:val="008141BA"/>
    <w:rsid w:val="00815332"/>
    <w:rsid w:val="008169C0"/>
    <w:rsid w:val="008173AC"/>
    <w:rsid w:val="00820592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1F4F"/>
    <w:rsid w:val="00832E5D"/>
    <w:rsid w:val="00833C15"/>
    <w:rsid w:val="008359C2"/>
    <w:rsid w:val="00841377"/>
    <w:rsid w:val="00846097"/>
    <w:rsid w:val="00846B23"/>
    <w:rsid w:val="0085093B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528"/>
    <w:rsid w:val="00880A96"/>
    <w:rsid w:val="00881F67"/>
    <w:rsid w:val="00883044"/>
    <w:rsid w:val="0088356A"/>
    <w:rsid w:val="00883DF6"/>
    <w:rsid w:val="0088466D"/>
    <w:rsid w:val="00884F84"/>
    <w:rsid w:val="008852F5"/>
    <w:rsid w:val="00891C25"/>
    <w:rsid w:val="00892771"/>
    <w:rsid w:val="00893419"/>
    <w:rsid w:val="008935F8"/>
    <w:rsid w:val="008952A2"/>
    <w:rsid w:val="00895A3A"/>
    <w:rsid w:val="0089682E"/>
    <w:rsid w:val="00896C68"/>
    <w:rsid w:val="00897EDA"/>
    <w:rsid w:val="008A0925"/>
    <w:rsid w:val="008A1D76"/>
    <w:rsid w:val="008A1F19"/>
    <w:rsid w:val="008A3AD4"/>
    <w:rsid w:val="008A5FA1"/>
    <w:rsid w:val="008A7430"/>
    <w:rsid w:val="008A784E"/>
    <w:rsid w:val="008A78E7"/>
    <w:rsid w:val="008B1AA6"/>
    <w:rsid w:val="008B1FE9"/>
    <w:rsid w:val="008B28F2"/>
    <w:rsid w:val="008B2ACB"/>
    <w:rsid w:val="008C1349"/>
    <w:rsid w:val="008C1DF0"/>
    <w:rsid w:val="008C2B09"/>
    <w:rsid w:val="008C3A72"/>
    <w:rsid w:val="008C56F4"/>
    <w:rsid w:val="008C6701"/>
    <w:rsid w:val="008C76B0"/>
    <w:rsid w:val="008C7F31"/>
    <w:rsid w:val="008D09C6"/>
    <w:rsid w:val="008D0A89"/>
    <w:rsid w:val="008D14E8"/>
    <w:rsid w:val="008D2BFA"/>
    <w:rsid w:val="008D2E19"/>
    <w:rsid w:val="008D4870"/>
    <w:rsid w:val="008D55AE"/>
    <w:rsid w:val="008D752C"/>
    <w:rsid w:val="008E1DD7"/>
    <w:rsid w:val="008E553A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068BE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BBA"/>
    <w:rsid w:val="00926F58"/>
    <w:rsid w:val="00930F27"/>
    <w:rsid w:val="009311BF"/>
    <w:rsid w:val="00932DB0"/>
    <w:rsid w:val="00933CBA"/>
    <w:rsid w:val="00935D89"/>
    <w:rsid w:val="009402FC"/>
    <w:rsid w:val="00940308"/>
    <w:rsid w:val="00946D7F"/>
    <w:rsid w:val="00947580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CD"/>
    <w:rsid w:val="00971EF6"/>
    <w:rsid w:val="00971FFC"/>
    <w:rsid w:val="00972799"/>
    <w:rsid w:val="00972EAA"/>
    <w:rsid w:val="00976C7A"/>
    <w:rsid w:val="0098123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C0E"/>
    <w:rsid w:val="009B567D"/>
    <w:rsid w:val="009B7518"/>
    <w:rsid w:val="009B7F71"/>
    <w:rsid w:val="009C3DC8"/>
    <w:rsid w:val="009C63C3"/>
    <w:rsid w:val="009D2B6E"/>
    <w:rsid w:val="009D3360"/>
    <w:rsid w:val="009D4FEA"/>
    <w:rsid w:val="009D7585"/>
    <w:rsid w:val="009E1D39"/>
    <w:rsid w:val="009E2059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4763"/>
    <w:rsid w:val="00A059B1"/>
    <w:rsid w:val="00A06BC1"/>
    <w:rsid w:val="00A1095B"/>
    <w:rsid w:val="00A1101A"/>
    <w:rsid w:val="00A111A3"/>
    <w:rsid w:val="00A14507"/>
    <w:rsid w:val="00A14733"/>
    <w:rsid w:val="00A1539A"/>
    <w:rsid w:val="00A16320"/>
    <w:rsid w:val="00A2057A"/>
    <w:rsid w:val="00A20D23"/>
    <w:rsid w:val="00A21AC3"/>
    <w:rsid w:val="00A237A4"/>
    <w:rsid w:val="00A241D7"/>
    <w:rsid w:val="00A2539A"/>
    <w:rsid w:val="00A2589F"/>
    <w:rsid w:val="00A27F90"/>
    <w:rsid w:val="00A34850"/>
    <w:rsid w:val="00A36BF2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853"/>
    <w:rsid w:val="00A660B3"/>
    <w:rsid w:val="00A6706A"/>
    <w:rsid w:val="00A714AE"/>
    <w:rsid w:val="00A72FEC"/>
    <w:rsid w:val="00A73136"/>
    <w:rsid w:val="00A73B4D"/>
    <w:rsid w:val="00A76D93"/>
    <w:rsid w:val="00A8051C"/>
    <w:rsid w:val="00A806D3"/>
    <w:rsid w:val="00A81CF6"/>
    <w:rsid w:val="00A82F8E"/>
    <w:rsid w:val="00A85570"/>
    <w:rsid w:val="00A85CFB"/>
    <w:rsid w:val="00A863D0"/>
    <w:rsid w:val="00A8723F"/>
    <w:rsid w:val="00A90E17"/>
    <w:rsid w:val="00A91EC1"/>
    <w:rsid w:val="00A964F2"/>
    <w:rsid w:val="00A974ED"/>
    <w:rsid w:val="00AA24A2"/>
    <w:rsid w:val="00AB07A3"/>
    <w:rsid w:val="00AB1078"/>
    <w:rsid w:val="00AC03FA"/>
    <w:rsid w:val="00AC257D"/>
    <w:rsid w:val="00AC2C1F"/>
    <w:rsid w:val="00AC42F5"/>
    <w:rsid w:val="00AC5467"/>
    <w:rsid w:val="00AC6B3E"/>
    <w:rsid w:val="00AC7F12"/>
    <w:rsid w:val="00AD0B19"/>
    <w:rsid w:val="00AD1724"/>
    <w:rsid w:val="00AD1B95"/>
    <w:rsid w:val="00AD282B"/>
    <w:rsid w:val="00AD2AE4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B00438"/>
    <w:rsid w:val="00B01D9A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22580"/>
    <w:rsid w:val="00B25B46"/>
    <w:rsid w:val="00B2691B"/>
    <w:rsid w:val="00B27E10"/>
    <w:rsid w:val="00B32417"/>
    <w:rsid w:val="00B34128"/>
    <w:rsid w:val="00B343ED"/>
    <w:rsid w:val="00B352B8"/>
    <w:rsid w:val="00B35734"/>
    <w:rsid w:val="00B35961"/>
    <w:rsid w:val="00B35C94"/>
    <w:rsid w:val="00B377AB"/>
    <w:rsid w:val="00B37E0C"/>
    <w:rsid w:val="00B41812"/>
    <w:rsid w:val="00B44C3D"/>
    <w:rsid w:val="00B45776"/>
    <w:rsid w:val="00B466A8"/>
    <w:rsid w:val="00B47829"/>
    <w:rsid w:val="00B50F12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71A05"/>
    <w:rsid w:val="00B74096"/>
    <w:rsid w:val="00B7431D"/>
    <w:rsid w:val="00B7638E"/>
    <w:rsid w:val="00B77051"/>
    <w:rsid w:val="00B83510"/>
    <w:rsid w:val="00B83DD5"/>
    <w:rsid w:val="00B841B8"/>
    <w:rsid w:val="00B86DFA"/>
    <w:rsid w:val="00B92EBA"/>
    <w:rsid w:val="00B9366F"/>
    <w:rsid w:val="00B94CCF"/>
    <w:rsid w:val="00B94E38"/>
    <w:rsid w:val="00B95872"/>
    <w:rsid w:val="00B961E0"/>
    <w:rsid w:val="00BA2D0C"/>
    <w:rsid w:val="00BA3253"/>
    <w:rsid w:val="00BA3B0F"/>
    <w:rsid w:val="00BA5FA0"/>
    <w:rsid w:val="00BA7D6E"/>
    <w:rsid w:val="00BB25F2"/>
    <w:rsid w:val="00BB4399"/>
    <w:rsid w:val="00BB78E1"/>
    <w:rsid w:val="00BC219B"/>
    <w:rsid w:val="00BC291F"/>
    <w:rsid w:val="00BC2F5A"/>
    <w:rsid w:val="00BC41C5"/>
    <w:rsid w:val="00BC5C9A"/>
    <w:rsid w:val="00BC730D"/>
    <w:rsid w:val="00BC7357"/>
    <w:rsid w:val="00BC79FA"/>
    <w:rsid w:val="00BD147F"/>
    <w:rsid w:val="00BD225E"/>
    <w:rsid w:val="00BD273B"/>
    <w:rsid w:val="00BD3763"/>
    <w:rsid w:val="00BD37AF"/>
    <w:rsid w:val="00BD3C7E"/>
    <w:rsid w:val="00BD4147"/>
    <w:rsid w:val="00BE056C"/>
    <w:rsid w:val="00BE2BA7"/>
    <w:rsid w:val="00BE43DE"/>
    <w:rsid w:val="00BE5A32"/>
    <w:rsid w:val="00BF201E"/>
    <w:rsid w:val="00BF3B34"/>
    <w:rsid w:val="00BF52D6"/>
    <w:rsid w:val="00BF54DC"/>
    <w:rsid w:val="00BF5EC5"/>
    <w:rsid w:val="00C000AB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16AA"/>
    <w:rsid w:val="00C526C1"/>
    <w:rsid w:val="00C52F1C"/>
    <w:rsid w:val="00C54603"/>
    <w:rsid w:val="00C54FBA"/>
    <w:rsid w:val="00C5672F"/>
    <w:rsid w:val="00C56ACD"/>
    <w:rsid w:val="00C57A21"/>
    <w:rsid w:val="00C600B6"/>
    <w:rsid w:val="00C61074"/>
    <w:rsid w:val="00C61C2E"/>
    <w:rsid w:val="00C64525"/>
    <w:rsid w:val="00C67B00"/>
    <w:rsid w:val="00C727BA"/>
    <w:rsid w:val="00C7410C"/>
    <w:rsid w:val="00C7445D"/>
    <w:rsid w:val="00C7470F"/>
    <w:rsid w:val="00C81443"/>
    <w:rsid w:val="00C835D9"/>
    <w:rsid w:val="00C85D2B"/>
    <w:rsid w:val="00C920DA"/>
    <w:rsid w:val="00C933BE"/>
    <w:rsid w:val="00C93814"/>
    <w:rsid w:val="00C93D85"/>
    <w:rsid w:val="00C93F97"/>
    <w:rsid w:val="00C9408B"/>
    <w:rsid w:val="00C962E8"/>
    <w:rsid w:val="00CA014A"/>
    <w:rsid w:val="00CA1261"/>
    <w:rsid w:val="00CA21A4"/>
    <w:rsid w:val="00CA3555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78E4"/>
    <w:rsid w:val="00CC00AA"/>
    <w:rsid w:val="00CC0718"/>
    <w:rsid w:val="00CC072A"/>
    <w:rsid w:val="00CC5048"/>
    <w:rsid w:val="00CC60A4"/>
    <w:rsid w:val="00CC7919"/>
    <w:rsid w:val="00CD4EFA"/>
    <w:rsid w:val="00CD57C1"/>
    <w:rsid w:val="00CE0413"/>
    <w:rsid w:val="00CE170E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200A"/>
    <w:rsid w:val="00CF206F"/>
    <w:rsid w:val="00CF2B39"/>
    <w:rsid w:val="00CF38E9"/>
    <w:rsid w:val="00CF4E66"/>
    <w:rsid w:val="00CF5FE5"/>
    <w:rsid w:val="00CF7725"/>
    <w:rsid w:val="00CF77CB"/>
    <w:rsid w:val="00CF7904"/>
    <w:rsid w:val="00D00857"/>
    <w:rsid w:val="00D06A58"/>
    <w:rsid w:val="00D07EF7"/>
    <w:rsid w:val="00D103FF"/>
    <w:rsid w:val="00D10CD3"/>
    <w:rsid w:val="00D11566"/>
    <w:rsid w:val="00D11576"/>
    <w:rsid w:val="00D127B9"/>
    <w:rsid w:val="00D1283A"/>
    <w:rsid w:val="00D14513"/>
    <w:rsid w:val="00D16E67"/>
    <w:rsid w:val="00D17597"/>
    <w:rsid w:val="00D208B4"/>
    <w:rsid w:val="00D2302F"/>
    <w:rsid w:val="00D23378"/>
    <w:rsid w:val="00D24A0B"/>
    <w:rsid w:val="00D322E8"/>
    <w:rsid w:val="00D341AE"/>
    <w:rsid w:val="00D35E97"/>
    <w:rsid w:val="00D40881"/>
    <w:rsid w:val="00D45B94"/>
    <w:rsid w:val="00D46A10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815"/>
    <w:rsid w:val="00D6705C"/>
    <w:rsid w:val="00D711B2"/>
    <w:rsid w:val="00D71C5F"/>
    <w:rsid w:val="00D74740"/>
    <w:rsid w:val="00D74E56"/>
    <w:rsid w:val="00D75A80"/>
    <w:rsid w:val="00D75BC8"/>
    <w:rsid w:val="00D768A2"/>
    <w:rsid w:val="00D77C92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29C"/>
    <w:rsid w:val="00D9762B"/>
    <w:rsid w:val="00DA123F"/>
    <w:rsid w:val="00DA1384"/>
    <w:rsid w:val="00DA18F2"/>
    <w:rsid w:val="00DA4A73"/>
    <w:rsid w:val="00DB3159"/>
    <w:rsid w:val="00DB4B5F"/>
    <w:rsid w:val="00DB4D8E"/>
    <w:rsid w:val="00DB72ED"/>
    <w:rsid w:val="00DB7969"/>
    <w:rsid w:val="00DB79F0"/>
    <w:rsid w:val="00DC1A6A"/>
    <w:rsid w:val="00DC245B"/>
    <w:rsid w:val="00DC2620"/>
    <w:rsid w:val="00DC6D27"/>
    <w:rsid w:val="00DD1260"/>
    <w:rsid w:val="00DD4143"/>
    <w:rsid w:val="00DD50EE"/>
    <w:rsid w:val="00DD7172"/>
    <w:rsid w:val="00DD7A86"/>
    <w:rsid w:val="00DE12EF"/>
    <w:rsid w:val="00DE2B3B"/>
    <w:rsid w:val="00DE32F8"/>
    <w:rsid w:val="00DE5F41"/>
    <w:rsid w:val="00DE6518"/>
    <w:rsid w:val="00DE6B68"/>
    <w:rsid w:val="00DE75B3"/>
    <w:rsid w:val="00DE78A9"/>
    <w:rsid w:val="00DF1307"/>
    <w:rsid w:val="00DF34D7"/>
    <w:rsid w:val="00DF39D3"/>
    <w:rsid w:val="00DF4E53"/>
    <w:rsid w:val="00E00A6F"/>
    <w:rsid w:val="00E0337F"/>
    <w:rsid w:val="00E0387E"/>
    <w:rsid w:val="00E052E8"/>
    <w:rsid w:val="00E060E4"/>
    <w:rsid w:val="00E1015D"/>
    <w:rsid w:val="00E123DF"/>
    <w:rsid w:val="00E13328"/>
    <w:rsid w:val="00E1598C"/>
    <w:rsid w:val="00E16C4A"/>
    <w:rsid w:val="00E23CC4"/>
    <w:rsid w:val="00E26140"/>
    <w:rsid w:val="00E3179C"/>
    <w:rsid w:val="00E31A39"/>
    <w:rsid w:val="00E33538"/>
    <w:rsid w:val="00E33DB1"/>
    <w:rsid w:val="00E4058D"/>
    <w:rsid w:val="00E40624"/>
    <w:rsid w:val="00E40A49"/>
    <w:rsid w:val="00E41BBF"/>
    <w:rsid w:val="00E43CCA"/>
    <w:rsid w:val="00E453C1"/>
    <w:rsid w:val="00E46026"/>
    <w:rsid w:val="00E46DC2"/>
    <w:rsid w:val="00E535EF"/>
    <w:rsid w:val="00E54160"/>
    <w:rsid w:val="00E541A6"/>
    <w:rsid w:val="00E56C97"/>
    <w:rsid w:val="00E56FB5"/>
    <w:rsid w:val="00E57FA5"/>
    <w:rsid w:val="00E61142"/>
    <w:rsid w:val="00E61B91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0BC9"/>
    <w:rsid w:val="00E81465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C0F"/>
    <w:rsid w:val="00EB3663"/>
    <w:rsid w:val="00EC163D"/>
    <w:rsid w:val="00EC239E"/>
    <w:rsid w:val="00EC5C04"/>
    <w:rsid w:val="00EC5CA7"/>
    <w:rsid w:val="00EC64E4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505"/>
    <w:rsid w:val="00EE4B7A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5126"/>
    <w:rsid w:val="00F07880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5C0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225C"/>
    <w:rsid w:val="00F64695"/>
    <w:rsid w:val="00F66218"/>
    <w:rsid w:val="00F67061"/>
    <w:rsid w:val="00F673CD"/>
    <w:rsid w:val="00F711E5"/>
    <w:rsid w:val="00F719B3"/>
    <w:rsid w:val="00F75257"/>
    <w:rsid w:val="00F77EE1"/>
    <w:rsid w:val="00F817A8"/>
    <w:rsid w:val="00F82EFC"/>
    <w:rsid w:val="00F83574"/>
    <w:rsid w:val="00F84911"/>
    <w:rsid w:val="00F84D38"/>
    <w:rsid w:val="00F8733C"/>
    <w:rsid w:val="00F94C47"/>
    <w:rsid w:val="00F94DA7"/>
    <w:rsid w:val="00F94EB7"/>
    <w:rsid w:val="00FA18F7"/>
    <w:rsid w:val="00FA2A8D"/>
    <w:rsid w:val="00FA50E7"/>
    <w:rsid w:val="00FA6360"/>
    <w:rsid w:val="00FA6636"/>
    <w:rsid w:val="00FA79E6"/>
    <w:rsid w:val="00FB51EE"/>
    <w:rsid w:val="00FB5673"/>
    <w:rsid w:val="00FB71EC"/>
    <w:rsid w:val="00FC110A"/>
    <w:rsid w:val="00FC4357"/>
    <w:rsid w:val="00FC788A"/>
    <w:rsid w:val="00FD0A87"/>
    <w:rsid w:val="00FD0CE4"/>
    <w:rsid w:val="00FD1158"/>
    <w:rsid w:val="00FD3849"/>
    <w:rsid w:val="00FD631A"/>
    <w:rsid w:val="00FD6E8D"/>
    <w:rsid w:val="00FD7739"/>
    <w:rsid w:val="00FE0B25"/>
    <w:rsid w:val="00FE214C"/>
    <w:rsid w:val="00FE3B5F"/>
    <w:rsid w:val="00FE59F3"/>
    <w:rsid w:val="00FE63CB"/>
    <w:rsid w:val="00FE7560"/>
    <w:rsid w:val="00FF4C18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9B75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9B7518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9B7518"/>
  </w:style>
  <w:style w:type="paragraph" w:customStyle="1" w:styleId="ReadingHead">
    <w:name w:val="Reading Head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9B7518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9B7518"/>
    <w:rPr>
      <w:i/>
      <w:color w:val="003366"/>
      <w:sz w:val="24"/>
      <w:szCs w:val="24"/>
    </w:rPr>
  </w:style>
  <w:style w:type="paragraph" w:customStyle="1" w:styleId="RealiaText">
    <w:name w:val="Realia Text"/>
    <w:rsid w:val="009B7518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9B7518"/>
    <w:pPr>
      <w:ind w:left="0" w:firstLine="0"/>
    </w:pPr>
  </w:style>
  <w:style w:type="paragraph" w:customStyle="1" w:styleId="TextList">
    <w:name w:val="Text List"/>
    <w:rsid w:val="009B7518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9B7518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9B7518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9B7518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9B7518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9B7518"/>
    <w:rPr>
      <w:rFonts w:ascii="Charis SIL" w:hAnsi="Charis SIL"/>
    </w:rPr>
  </w:style>
  <w:style w:type="character" w:customStyle="1" w:styleId="GapFillchr">
    <w:name w:val="Gap Fill chr"/>
    <w:rsid w:val="009B7518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9B7518"/>
  </w:style>
  <w:style w:type="paragraph" w:customStyle="1" w:styleId="RealiaHead">
    <w:name w:val="Realia Head"/>
    <w:basedOn w:val="RealiaText"/>
    <w:rsid w:val="009B7518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9B7518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9B7518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9B7518"/>
    <w:rPr>
      <w:color w:val="333399"/>
    </w:rPr>
  </w:style>
  <w:style w:type="paragraph" w:customStyle="1" w:styleId="Rubric">
    <w:name w:val="Rubric"/>
    <w:rsid w:val="009B7518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9B7518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9B7518"/>
    <w:rPr>
      <w:b/>
    </w:rPr>
  </w:style>
  <w:style w:type="paragraph" w:customStyle="1" w:styleId="TextDialogue">
    <w:name w:val="Text Dialogue"/>
    <w:basedOn w:val="TextList"/>
    <w:rsid w:val="009B7518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9B7518"/>
  </w:style>
  <w:style w:type="paragraph" w:customStyle="1" w:styleId="AudioscriptHead">
    <w:name w:val="Audioscript Head"/>
    <w:basedOn w:val="Audioscript"/>
    <w:rsid w:val="009B7518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9B7518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9B7518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9B7518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9B7518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9B7518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9B7518"/>
    <w:rPr>
      <w:i/>
      <w:color w:val="339966"/>
    </w:rPr>
  </w:style>
  <w:style w:type="paragraph" w:customStyle="1" w:styleId="TextReference">
    <w:name w:val="Text Reference"/>
    <w:basedOn w:val="Normalny"/>
    <w:rsid w:val="009B7518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9B7518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9B7518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ny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omylnaczcionkaakapitu"/>
    <w:rsid w:val="00410F3A"/>
  </w:style>
  <w:style w:type="character" w:styleId="Hipercze">
    <w:name w:val="Hyperlink"/>
    <w:basedOn w:val="Domylnaczcionkaakapitu"/>
    <w:unhideWhenUsed/>
    <w:rsid w:val="00426D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426D6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rsid w:val="000E69B0"/>
    <w:rPr>
      <w:color w:val="808080"/>
      <w:shd w:val="clear" w:color="auto" w:fill="E6E6E6"/>
    </w:rPr>
  </w:style>
  <w:style w:type="paragraph" w:customStyle="1" w:styleId="VocabularyHead">
    <w:name w:val="Vocabulary Head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9B7518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9B7518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9B7518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9B7518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9B7518"/>
    <w:pPr>
      <w:shd w:val="clear" w:color="auto" w:fill="CCECFF"/>
    </w:pPr>
  </w:style>
  <w:style w:type="paragraph" w:customStyle="1" w:styleId="UnitObjectives">
    <w:name w:val="Unit Objectives"/>
    <w:rsid w:val="009B751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9B7518"/>
    <w:rPr>
      <w:b/>
    </w:rPr>
  </w:style>
  <w:style w:type="paragraph" w:customStyle="1" w:styleId="CommonErrorsHead">
    <w:name w:val="Common Errors Head"/>
    <w:basedOn w:val="VocabularyHead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4</Pages>
  <Words>1323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2019-05-27T12:24:00Z</cp:lastPrinted>
  <dcterms:created xsi:type="dcterms:W3CDTF">2019-05-27T12:24:00Z</dcterms:created>
  <dcterms:modified xsi:type="dcterms:W3CDTF">2019-05-27T12:24:00Z</dcterms:modified>
</cp:coreProperties>
</file>