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A32" w:rsidRDefault="00687C2D" w:rsidP="00BA7D6E">
      <w:pPr>
        <w:pStyle w:val="HeadASection"/>
        <w:rPr>
          <w:sz w:val="28"/>
          <w:szCs w:val="28"/>
        </w:rPr>
      </w:pPr>
      <w:r w:rsidRPr="00700A32">
        <w:rPr>
          <w:sz w:val="28"/>
          <w:szCs w:val="28"/>
        </w:rPr>
        <w:t xml:space="preserve">LCCI </w:t>
      </w:r>
      <w:r w:rsidR="00EB2540" w:rsidRPr="00700A32">
        <w:rPr>
          <w:sz w:val="28"/>
          <w:szCs w:val="28"/>
        </w:rPr>
        <w:t>Writing</w:t>
      </w:r>
    </w:p>
    <w:p w14:paraId="7667C95A" w14:textId="0BB6234E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32B99744" w14:textId="69A0D70A" w:rsidR="00835CB6" w:rsidRDefault="00196635" w:rsidP="005C7B7C">
      <w:pPr>
        <w:pStyle w:val="Text"/>
      </w:pPr>
      <w:r>
        <w:t xml:space="preserve">You </w:t>
      </w:r>
      <w:r w:rsidR="005A68FF">
        <w:t xml:space="preserve">work in </w:t>
      </w:r>
      <w:r w:rsidR="00602BFA">
        <w:t>a medium-</w:t>
      </w:r>
      <w:r w:rsidR="002912B5">
        <w:t xml:space="preserve">sized </w:t>
      </w:r>
      <w:r w:rsidR="00454920">
        <w:t xml:space="preserve">furniture </w:t>
      </w:r>
      <w:r w:rsidR="002912B5">
        <w:t>factory and you</w:t>
      </w:r>
      <w:r w:rsidR="00E021BD">
        <w:t> </w:t>
      </w:r>
      <w:r w:rsidR="002912B5">
        <w:t>are in charge of health and safety procedures. One of the employees, Tim Higgins, had an accident yesterday and you need to write up the details in an</w:t>
      </w:r>
      <w:r w:rsidR="00E021BD">
        <w:t> </w:t>
      </w:r>
      <w:r w:rsidR="002912B5">
        <w:t>accident report. Use the following</w:t>
      </w:r>
      <w:r w:rsidR="005209A2">
        <w:t xml:space="preserve"> statements</w:t>
      </w:r>
      <w:r w:rsidR="002912B5">
        <w:t xml:space="preserve"> to</w:t>
      </w:r>
      <w:r w:rsidR="00E021BD">
        <w:t> </w:t>
      </w:r>
      <w:r w:rsidR="002912B5">
        <w:t>write the report.</w:t>
      </w:r>
      <w:r w:rsidR="005209A2">
        <w:t xml:space="preserve"> Include facts, injuries and treatments, analyses and recommendations.</w:t>
      </w:r>
    </w:p>
    <w:p w14:paraId="31719A37" w14:textId="6E35F237" w:rsidR="002912B5" w:rsidRDefault="002912B5" w:rsidP="005C7B7C">
      <w:pPr>
        <w:pStyle w:val="Text"/>
      </w:pPr>
    </w:p>
    <w:p w14:paraId="269A17B3" w14:textId="5A669AAF" w:rsidR="002912B5" w:rsidRDefault="002912B5" w:rsidP="005C7B7C">
      <w:pPr>
        <w:pStyle w:val="Text"/>
      </w:pPr>
      <w:r>
        <w:t>Tim Higgins:</w:t>
      </w:r>
      <w:r>
        <w:br/>
      </w:r>
      <w:r w:rsidR="005209A2" w:rsidRPr="005209A2">
        <w:rPr>
          <w:i/>
        </w:rPr>
        <w:t>“</w:t>
      </w:r>
      <w:r w:rsidRPr="005209A2">
        <w:rPr>
          <w:i/>
        </w:rPr>
        <w:t xml:space="preserve">I was working on the large machines and </w:t>
      </w:r>
      <w:r w:rsidR="00CB335C" w:rsidRPr="005209A2">
        <w:rPr>
          <w:i/>
        </w:rPr>
        <w:t xml:space="preserve">as I was moving from one machine to another I slipped and fell. I hit my head and </w:t>
      </w:r>
      <w:r w:rsidR="00304E36" w:rsidRPr="005209A2">
        <w:rPr>
          <w:i/>
        </w:rPr>
        <w:t>also twisted my ankle. I’m not sure what I slipped on.</w:t>
      </w:r>
      <w:r w:rsidR="005209A2" w:rsidRPr="005209A2">
        <w:rPr>
          <w:i/>
        </w:rPr>
        <w:t>”</w:t>
      </w:r>
    </w:p>
    <w:p w14:paraId="13303764" w14:textId="3BC9BEBC" w:rsidR="00304E36" w:rsidRDefault="00304E36" w:rsidP="005C7B7C">
      <w:pPr>
        <w:pStyle w:val="Text"/>
      </w:pPr>
    </w:p>
    <w:p w14:paraId="45A7101B" w14:textId="606A9630" w:rsidR="00304E36" w:rsidRDefault="00304E36" w:rsidP="005C7B7C">
      <w:pPr>
        <w:pStyle w:val="Text"/>
      </w:pPr>
      <w:r>
        <w:t>Alan F</w:t>
      </w:r>
      <w:r w:rsidR="00454920">
        <w:t>irth:</w:t>
      </w:r>
    </w:p>
    <w:p w14:paraId="1439ACD9" w14:textId="48BC4BB6" w:rsidR="00454920" w:rsidRPr="005209A2" w:rsidRDefault="005209A2" w:rsidP="005C7B7C">
      <w:pPr>
        <w:pStyle w:val="Text"/>
        <w:rPr>
          <w:i/>
        </w:rPr>
      </w:pPr>
      <w:r w:rsidRPr="005209A2">
        <w:rPr>
          <w:i/>
        </w:rPr>
        <w:t>“</w:t>
      </w:r>
      <w:r w:rsidR="00454920" w:rsidRPr="005209A2">
        <w:rPr>
          <w:i/>
        </w:rPr>
        <w:t>I was working next to Tim when he slipped and fell. When I looked down I saw that there was a screw on the floor. I imagine this was dropped from one of the packets, because the big machines are right behind the workspace where other employees are filling packets with screws needed for the furniture.</w:t>
      </w:r>
      <w:r w:rsidRPr="005209A2">
        <w:rPr>
          <w:i/>
        </w:rPr>
        <w:t>”</w:t>
      </w:r>
    </w:p>
    <w:p w14:paraId="017160E7" w14:textId="759F2387" w:rsidR="00454920" w:rsidRDefault="00454920" w:rsidP="005C7B7C">
      <w:pPr>
        <w:pStyle w:val="Text"/>
      </w:pPr>
    </w:p>
    <w:p w14:paraId="7522F949" w14:textId="29453141" w:rsidR="00454920" w:rsidRDefault="00454920" w:rsidP="005C7B7C">
      <w:pPr>
        <w:pStyle w:val="Text"/>
      </w:pPr>
      <w:r>
        <w:t xml:space="preserve">Steve </w:t>
      </w:r>
      <w:r w:rsidR="005209A2">
        <w:t>Beaumont:</w:t>
      </w:r>
    </w:p>
    <w:p w14:paraId="5E7F6008" w14:textId="6DA5BAEE" w:rsidR="005209A2" w:rsidRPr="005209A2" w:rsidRDefault="005209A2" w:rsidP="005C7B7C">
      <w:pPr>
        <w:pStyle w:val="Text"/>
        <w:rPr>
          <w:i/>
        </w:rPr>
      </w:pPr>
      <w:r w:rsidRPr="005209A2">
        <w:rPr>
          <w:i/>
        </w:rPr>
        <w:t>“I was the nurse on duty when Tim fell and I came down to the area of the factory that he was working on. He had a large bump on his head but he wasn’t concussed. He has twisted his ankle</w:t>
      </w:r>
      <w:r w:rsidR="00602BFA">
        <w:rPr>
          <w:i/>
        </w:rPr>
        <w:t>,</w:t>
      </w:r>
      <w:r w:rsidRPr="005209A2">
        <w:rPr>
          <w:i/>
        </w:rPr>
        <w:t xml:space="preserve"> however</w:t>
      </w:r>
      <w:r w:rsidR="00602BFA">
        <w:rPr>
          <w:i/>
        </w:rPr>
        <w:t>,</w:t>
      </w:r>
      <w:r w:rsidRPr="005209A2">
        <w:rPr>
          <w:i/>
        </w:rPr>
        <w:t xml:space="preserve"> and I sent him to a doctor to get it assessed. The doctor has informed me that he will need two days rest before coming back to work.”</w:t>
      </w:r>
    </w:p>
    <w:p w14:paraId="232AC919" w14:textId="3B719561" w:rsidR="005209A2" w:rsidRDefault="005209A2" w:rsidP="005C7B7C">
      <w:pPr>
        <w:pStyle w:val="Text"/>
      </w:pPr>
    </w:p>
    <w:p w14:paraId="0F7C8727" w14:textId="76D88CDB" w:rsidR="005209A2" w:rsidRDefault="005209A2" w:rsidP="005C7B7C">
      <w:pPr>
        <w:pStyle w:val="Text"/>
      </w:pPr>
      <w:r>
        <w:t>Charlotte Rich:</w:t>
      </w:r>
    </w:p>
    <w:p w14:paraId="2A052365" w14:textId="184263CD" w:rsidR="005209A2" w:rsidRPr="005209A2" w:rsidRDefault="005209A2" w:rsidP="005C7B7C">
      <w:pPr>
        <w:pStyle w:val="Text"/>
        <w:rPr>
          <w:i/>
        </w:rPr>
      </w:pPr>
      <w:r w:rsidRPr="005209A2">
        <w:rPr>
          <w:i/>
        </w:rPr>
        <w:t xml:space="preserve">“I was putting the screws in the bags near Tim and I must have dropped one. It’s easy to do as the bags are very small and we need to get everything in them within </w:t>
      </w:r>
      <w:r w:rsidR="00602BFA">
        <w:rPr>
          <w:i/>
        </w:rPr>
        <w:t>thirty</w:t>
      </w:r>
      <w:r w:rsidRPr="005209A2">
        <w:rPr>
          <w:i/>
        </w:rPr>
        <w:t xml:space="preserve"> seconds, so we work very quickly.”</w:t>
      </w:r>
    </w:p>
    <w:p w14:paraId="6E7976B1" w14:textId="77777777" w:rsidR="00BB0F2B" w:rsidRDefault="00BB0F2B" w:rsidP="00DB5400">
      <w:pPr>
        <w:pStyle w:val="Rubric"/>
      </w:pPr>
    </w:p>
    <w:p w14:paraId="0A6A00A3" w14:textId="19D3D405" w:rsidR="005209A2" w:rsidRDefault="00BB0F2B" w:rsidP="00DB5400">
      <w:pPr>
        <w:pStyle w:val="Rubric"/>
      </w:pPr>
      <w:r>
        <w:t>Task</w:t>
      </w:r>
    </w:p>
    <w:p w14:paraId="595DBE7B" w14:textId="6AB5EF4F" w:rsidR="0023102F" w:rsidRPr="00196635" w:rsidRDefault="00E87589" w:rsidP="004867D0">
      <w:pPr>
        <w:pStyle w:val="Rubric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</w:t>
      </w:r>
      <w:r w:rsidR="005209A2">
        <w:t xml:space="preserve">accident </w:t>
      </w:r>
      <w:r w:rsidR="00126170">
        <w:t>report</w:t>
      </w:r>
      <w:r w:rsidR="002D4BB9">
        <w:t>.</w:t>
      </w:r>
      <w:r w:rsidR="00E021BD">
        <w:t xml:space="preserve"> </w:t>
      </w:r>
      <w:r w:rsidR="0023102F" w:rsidRPr="0023102F">
        <w:t xml:space="preserve">Write </w:t>
      </w:r>
      <w:r w:rsidR="00E021BD">
        <w:t>about</w:t>
      </w:r>
      <w:r w:rsidR="00E021BD">
        <w:t xml:space="preserve"> </w:t>
      </w:r>
      <w:r w:rsidR="00BB0F2B">
        <w:t>200–</w:t>
      </w:r>
      <w:r w:rsidR="00666BC6">
        <w:t>250</w:t>
      </w:r>
      <w:r w:rsidR="00BB0F2B">
        <w:t xml:space="preserve"> words.</w:t>
      </w:r>
    </w:p>
    <w:p w14:paraId="3E390364" w14:textId="77777777" w:rsidR="0023102F" w:rsidRDefault="0023102F" w:rsidP="008229C9">
      <w:pPr>
        <w:pStyle w:val="Rubric"/>
        <w:spacing w:line="360" w:lineRule="auto"/>
        <w:rPr>
          <w:b w:val="0"/>
        </w:rPr>
      </w:pP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</w:t>
      </w:r>
    </w:p>
    <w:p w14:paraId="00EC4669" w14:textId="6164CC5E" w:rsidR="00E3046F" w:rsidRDefault="008229C9" w:rsidP="004867D0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0198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6215F5" w14:textId="77777777" w:rsidR="003F09D6" w:rsidRDefault="003F09D6" w:rsidP="00C56655">
      <w:pPr>
        <w:pStyle w:val="Text"/>
      </w:pPr>
    </w:p>
    <w:sectPr w:rsidR="003F09D6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43629" w14:textId="77777777" w:rsidR="00826822" w:rsidRDefault="00826822">
      <w:r>
        <w:separator/>
      </w:r>
    </w:p>
    <w:p w14:paraId="5FAEB4A3" w14:textId="77777777" w:rsidR="00826822" w:rsidRDefault="00826822"/>
    <w:p w14:paraId="4C54B7B7" w14:textId="77777777" w:rsidR="00826822" w:rsidRDefault="00826822"/>
    <w:p w14:paraId="6918D3E6" w14:textId="77777777" w:rsidR="00826822" w:rsidRDefault="00826822"/>
    <w:p w14:paraId="78861863" w14:textId="77777777" w:rsidR="00826822" w:rsidRDefault="00826822"/>
    <w:p w14:paraId="4B627524" w14:textId="77777777" w:rsidR="00826822" w:rsidRDefault="00826822"/>
  </w:endnote>
  <w:endnote w:type="continuationSeparator" w:id="0">
    <w:p w14:paraId="5265A406" w14:textId="77777777" w:rsidR="00826822" w:rsidRDefault="00826822">
      <w:r>
        <w:continuationSeparator/>
      </w:r>
    </w:p>
    <w:p w14:paraId="2052609C" w14:textId="77777777" w:rsidR="00826822" w:rsidRDefault="00826822"/>
    <w:p w14:paraId="1350FFC4" w14:textId="77777777" w:rsidR="00826822" w:rsidRDefault="00826822"/>
    <w:p w14:paraId="2570B36F" w14:textId="77777777" w:rsidR="00826822" w:rsidRDefault="00826822"/>
    <w:p w14:paraId="6FA069C3" w14:textId="77777777" w:rsidR="00826822" w:rsidRDefault="00826822"/>
    <w:p w14:paraId="78063FC5" w14:textId="77777777" w:rsidR="00826822" w:rsidRDefault="00826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A1FF" w:usb2="0200000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3C514E60" w:rsidR="00B41F63" w:rsidRPr="00B60917" w:rsidRDefault="00B41F63" w:rsidP="006B29A8">
    <w:pPr>
      <w:pStyle w:val="Text"/>
      <w:tabs>
        <w:tab w:val="right" w:pos="9720"/>
      </w:tabs>
    </w:pPr>
    <w:r w:rsidRPr="00B60917">
      <w:t xml:space="preserve">© Pearson </w:t>
    </w:r>
    <w:r w:rsidR="001A3E76">
      <w:t xml:space="preserve">Education </w:t>
    </w:r>
    <w:r w:rsidR="001A3E76" w:rsidRPr="00B60917">
      <w:t>201</w:t>
    </w:r>
    <w:r w:rsidR="001A3E76">
      <w:t>9</w:t>
    </w:r>
    <w:r w:rsidRPr="00B60917">
      <w:t xml:space="preserve">      </w:t>
    </w:r>
    <w:r w:rsidRPr="00B60917">
      <w:rPr>
        <w:b/>
      </w:rPr>
      <w:t>PHOTOCOPIABLE</w:t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3DE45" w14:textId="77777777" w:rsidR="00826822" w:rsidRDefault="00826822">
      <w:r>
        <w:separator/>
      </w:r>
    </w:p>
    <w:p w14:paraId="50E2CFC9" w14:textId="77777777" w:rsidR="00826822" w:rsidRDefault="00826822"/>
    <w:p w14:paraId="284A403E" w14:textId="77777777" w:rsidR="00826822" w:rsidRDefault="00826822"/>
    <w:p w14:paraId="438F456B" w14:textId="77777777" w:rsidR="00826822" w:rsidRDefault="00826822"/>
    <w:p w14:paraId="6A66EADE" w14:textId="77777777" w:rsidR="00826822" w:rsidRDefault="00826822"/>
    <w:p w14:paraId="094D2E0E" w14:textId="77777777" w:rsidR="00826822" w:rsidRDefault="00826822"/>
  </w:footnote>
  <w:footnote w:type="continuationSeparator" w:id="0">
    <w:p w14:paraId="3A6B363B" w14:textId="77777777" w:rsidR="00826822" w:rsidRDefault="00826822">
      <w:r>
        <w:continuationSeparator/>
      </w:r>
    </w:p>
    <w:p w14:paraId="3E0C3AE4" w14:textId="77777777" w:rsidR="00826822" w:rsidRDefault="00826822"/>
    <w:p w14:paraId="763C2546" w14:textId="77777777" w:rsidR="00826822" w:rsidRDefault="00826822"/>
    <w:p w14:paraId="7C6EF692" w14:textId="77777777" w:rsidR="00826822" w:rsidRDefault="00826822"/>
    <w:p w14:paraId="47F640E4" w14:textId="77777777" w:rsidR="00826822" w:rsidRDefault="00826822"/>
    <w:p w14:paraId="4D243C6D" w14:textId="77777777" w:rsidR="00826822" w:rsidRDefault="00826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4B0611EA">
              <wp:simplePos x="0" y="0"/>
              <wp:positionH relativeFrom="column">
                <wp:posOffset>3464560</wp:posOffset>
              </wp:positionH>
              <wp:positionV relativeFrom="paragraph">
                <wp:posOffset>57150</wp:posOffset>
              </wp:positionV>
              <wp:extent cx="3389630" cy="11049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9630" cy="1104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23892F0F" w:rsidR="00B41F63" w:rsidRPr="004A4A63" w:rsidRDefault="00B41F63" w:rsidP="004867D0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8B70DF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42EA2615" w14:textId="2DC6697C" w:rsidR="00E021BD" w:rsidRDefault="00E021BD" w:rsidP="004867D0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</w:t>
                          </w:r>
                          <w:r>
                            <w:rPr>
                              <w:b/>
                              <w:bCs/>
                            </w:rPr>
                            <w:t>________</w:t>
                          </w:r>
                          <w:r>
                            <w:rPr>
                              <w:b/>
                              <w:bCs/>
                            </w:rPr>
                            <w:t>__</w:t>
                          </w:r>
                        </w:p>
                        <w:p w14:paraId="1D7EAC75" w14:textId="77777777" w:rsidR="00B41F63" w:rsidRDefault="00B41F63" w:rsidP="004867D0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2.8pt;margin-top:4.5pt;width:266.9pt;height:8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" filled="f" stroked="f">
              <v:textbox inset=",7.2pt,,7.2pt">
                <w:txbxContent>
                  <w:p w14:paraId="005A265F" w14:textId="23892F0F" w:rsidR="00B41F63" w:rsidRPr="004A4A63" w:rsidRDefault="00B41F63" w:rsidP="004867D0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8B70DF">
                      <w:rPr>
                        <w:rFonts w:ascii="Arial" w:hAnsi="Arial"/>
                        <w:b/>
                        <w:sz w:val="28"/>
                        <w:szCs w:val="28"/>
                      </w:rPr>
                      <w:t>7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42EA2615" w14:textId="2DC6697C" w:rsidR="00E021BD" w:rsidRDefault="00E021BD" w:rsidP="004867D0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</w:t>
                    </w:r>
                  </w:p>
                  <w:p w14:paraId="1D7EAC75" w14:textId="77777777" w:rsidR="00B41F63" w:rsidRDefault="00B41F63" w:rsidP="004867D0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A681A3F"/>
    <w:multiLevelType w:val="hybridMultilevel"/>
    <w:tmpl w:val="1D50E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8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3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4"/>
  </w:num>
  <w:num w:numId="3">
    <w:abstractNumId w:val="16"/>
  </w:num>
  <w:num w:numId="4">
    <w:abstractNumId w:val="31"/>
  </w:num>
  <w:num w:numId="5">
    <w:abstractNumId w:val="37"/>
  </w:num>
  <w:num w:numId="6">
    <w:abstractNumId w:val="33"/>
  </w:num>
  <w:num w:numId="7">
    <w:abstractNumId w:val="26"/>
  </w:num>
  <w:num w:numId="8">
    <w:abstractNumId w:val="35"/>
  </w:num>
  <w:num w:numId="9">
    <w:abstractNumId w:val="7"/>
  </w:num>
  <w:num w:numId="10">
    <w:abstractNumId w:val="36"/>
  </w:num>
  <w:num w:numId="11">
    <w:abstractNumId w:val="3"/>
  </w:num>
  <w:num w:numId="12">
    <w:abstractNumId w:val="4"/>
  </w:num>
  <w:num w:numId="13">
    <w:abstractNumId w:val="29"/>
  </w:num>
  <w:num w:numId="14">
    <w:abstractNumId w:val="5"/>
  </w:num>
  <w:num w:numId="15">
    <w:abstractNumId w:val="30"/>
  </w:num>
  <w:num w:numId="16">
    <w:abstractNumId w:val="32"/>
  </w:num>
  <w:num w:numId="17">
    <w:abstractNumId w:val="27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2"/>
  </w:num>
  <w:num w:numId="27">
    <w:abstractNumId w:val="8"/>
  </w:num>
  <w:num w:numId="28">
    <w:abstractNumId w:val="11"/>
  </w:num>
  <w:num w:numId="29">
    <w:abstractNumId w:val="25"/>
  </w:num>
  <w:num w:numId="30">
    <w:abstractNumId w:val="24"/>
  </w:num>
  <w:num w:numId="31">
    <w:abstractNumId w:val="12"/>
  </w:num>
  <w:num w:numId="32">
    <w:abstractNumId w:val="23"/>
  </w:num>
  <w:num w:numId="33">
    <w:abstractNumId w:val="28"/>
  </w:num>
  <w:num w:numId="34">
    <w:abstractNumId w:val="18"/>
  </w:num>
  <w:num w:numId="35">
    <w:abstractNumId w:val="20"/>
  </w:num>
  <w:num w:numId="36">
    <w:abstractNumId w:val="6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3231"/>
    <w:rsid w:val="000534F4"/>
    <w:rsid w:val="00053C7B"/>
    <w:rsid w:val="00054F23"/>
    <w:rsid w:val="000553DC"/>
    <w:rsid w:val="00055BAA"/>
    <w:rsid w:val="00057F7F"/>
    <w:rsid w:val="00062318"/>
    <w:rsid w:val="00067AA9"/>
    <w:rsid w:val="00067C48"/>
    <w:rsid w:val="00071A9C"/>
    <w:rsid w:val="000737A6"/>
    <w:rsid w:val="00074226"/>
    <w:rsid w:val="00075862"/>
    <w:rsid w:val="00077D33"/>
    <w:rsid w:val="00087998"/>
    <w:rsid w:val="00093528"/>
    <w:rsid w:val="00093C90"/>
    <w:rsid w:val="000A32BD"/>
    <w:rsid w:val="000A37D1"/>
    <w:rsid w:val="000A3A73"/>
    <w:rsid w:val="000A4A01"/>
    <w:rsid w:val="000A6038"/>
    <w:rsid w:val="000A7BFC"/>
    <w:rsid w:val="000C04B7"/>
    <w:rsid w:val="000C0F68"/>
    <w:rsid w:val="000C23E2"/>
    <w:rsid w:val="000C27B3"/>
    <w:rsid w:val="000C352E"/>
    <w:rsid w:val="000C576B"/>
    <w:rsid w:val="000D00CA"/>
    <w:rsid w:val="000D3D17"/>
    <w:rsid w:val="000D56F5"/>
    <w:rsid w:val="000E03F1"/>
    <w:rsid w:val="000E1FDF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26170"/>
    <w:rsid w:val="00132229"/>
    <w:rsid w:val="00132FF4"/>
    <w:rsid w:val="00137B35"/>
    <w:rsid w:val="00144336"/>
    <w:rsid w:val="001449F4"/>
    <w:rsid w:val="00147707"/>
    <w:rsid w:val="00150A21"/>
    <w:rsid w:val="00154E87"/>
    <w:rsid w:val="0015612A"/>
    <w:rsid w:val="001571DC"/>
    <w:rsid w:val="001574DA"/>
    <w:rsid w:val="00157E4C"/>
    <w:rsid w:val="001622D5"/>
    <w:rsid w:val="00163C14"/>
    <w:rsid w:val="00167FE6"/>
    <w:rsid w:val="00170C94"/>
    <w:rsid w:val="00170CF3"/>
    <w:rsid w:val="00171144"/>
    <w:rsid w:val="00174DCF"/>
    <w:rsid w:val="0017605C"/>
    <w:rsid w:val="00176548"/>
    <w:rsid w:val="00177A57"/>
    <w:rsid w:val="00186277"/>
    <w:rsid w:val="001910AD"/>
    <w:rsid w:val="00191D33"/>
    <w:rsid w:val="001920AC"/>
    <w:rsid w:val="00192A68"/>
    <w:rsid w:val="00196635"/>
    <w:rsid w:val="0019684A"/>
    <w:rsid w:val="00197C7F"/>
    <w:rsid w:val="001A3E76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D2D5B"/>
    <w:rsid w:val="001E3D50"/>
    <w:rsid w:val="001E47B9"/>
    <w:rsid w:val="001E5B67"/>
    <w:rsid w:val="001F1CDF"/>
    <w:rsid w:val="001F1F7E"/>
    <w:rsid w:val="002005B0"/>
    <w:rsid w:val="00203476"/>
    <w:rsid w:val="00203CFB"/>
    <w:rsid w:val="00204653"/>
    <w:rsid w:val="002062FD"/>
    <w:rsid w:val="00210220"/>
    <w:rsid w:val="002140AF"/>
    <w:rsid w:val="002142B4"/>
    <w:rsid w:val="002153D5"/>
    <w:rsid w:val="00215C46"/>
    <w:rsid w:val="00220B05"/>
    <w:rsid w:val="00221A21"/>
    <w:rsid w:val="00222859"/>
    <w:rsid w:val="0023102F"/>
    <w:rsid w:val="0023171E"/>
    <w:rsid w:val="002370A3"/>
    <w:rsid w:val="00240665"/>
    <w:rsid w:val="00242B69"/>
    <w:rsid w:val="002444C0"/>
    <w:rsid w:val="00245156"/>
    <w:rsid w:val="002462F0"/>
    <w:rsid w:val="002467F7"/>
    <w:rsid w:val="00253787"/>
    <w:rsid w:val="00253957"/>
    <w:rsid w:val="00262805"/>
    <w:rsid w:val="00265A5C"/>
    <w:rsid w:val="00267A66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2B5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D4BB9"/>
    <w:rsid w:val="002E07B9"/>
    <w:rsid w:val="002E11E3"/>
    <w:rsid w:val="002F1DBD"/>
    <w:rsid w:val="002F4215"/>
    <w:rsid w:val="002F59F7"/>
    <w:rsid w:val="00300765"/>
    <w:rsid w:val="00303D11"/>
    <w:rsid w:val="00304E36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4395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2C75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117C"/>
    <w:rsid w:val="003C2BB7"/>
    <w:rsid w:val="003C414E"/>
    <w:rsid w:val="003C644F"/>
    <w:rsid w:val="003D3173"/>
    <w:rsid w:val="003E28C9"/>
    <w:rsid w:val="003E2B47"/>
    <w:rsid w:val="003F0681"/>
    <w:rsid w:val="003F09D6"/>
    <w:rsid w:val="003F1147"/>
    <w:rsid w:val="003F30C5"/>
    <w:rsid w:val="003F37F9"/>
    <w:rsid w:val="003F3908"/>
    <w:rsid w:val="00402FB9"/>
    <w:rsid w:val="00403BB0"/>
    <w:rsid w:val="00405F53"/>
    <w:rsid w:val="00407853"/>
    <w:rsid w:val="00410721"/>
    <w:rsid w:val="00412FA2"/>
    <w:rsid w:val="00413A1A"/>
    <w:rsid w:val="00414647"/>
    <w:rsid w:val="00415740"/>
    <w:rsid w:val="004220B7"/>
    <w:rsid w:val="00431833"/>
    <w:rsid w:val="00432111"/>
    <w:rsid w:val="00440ECC"/>
    <w:rsid w:val="00441D54"/>
    <w:rsid w:val="00445C3D"/>
    <w:rsid w:val="00446263"/>
    <w:rsid w:val="00447F0A"/>
    <w:rsid w:val="00454920"/>
    <w:rsid w:val="004569FA"/>
    <w:rsid w:val="00461FA9"/>
    <w:rsid w:val="00463CB1"/>
    <w:rsid w:val="00464F76"/>
    <w:rsid w:val="004666E1"/>
    <w:rsid w:val="0046672F"/>
    <w:rsid w:val="00482012"/>
    <w:rsid w:val="00483C6A"/>
    <w:rsid w:val="0048606D"/>
    <w:rsid w:val="004867D0"/>
    <w:rsid w:val="00490134"/>
    <w:rsid w:val="00492257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506A0F"/>
    <w:rsid w:val="00516608"/>
    <w:rsid w:val="005209A2"/>
    <w:rsid w:val="00522DB2"/>
    <w:rsid w:val="00523330"/>
    <w:rsid w:val="00523A94"/>
    <w:rsid w:val="00524D72"/>
    <w:rsid w:val="005263C3"/>
    <w:rsid w:val="005300E0"/>
    <w:rsid w:val="00533D10"/>
    <w:rsid w:val="00537E74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A68FF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C7B7C"/>
    <w:rsid w:val="005D55FA"/>
    <w:rsid w:val="005D76F0"/>
    <w:rsid w:val="005E323C"/>
    <w:rsid w:val="005E4F65"/>
    <w:rsid w:val="005E6F23"/>
    <w:rsid w:val="005F3671"/>
    <w:rsid w:val="00600167"/>
    <w:rsid w:val="00602BFA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2D0"/>
    <w:rsid w:val="00657A23"/>
    <w:rsid w:val="00660FB8"/>
    <w:rsid w:val="00665080"/>
    <w:rsid w:val="00665084"/>
    <w:rsid w:val="0066687A"/>
    <w:rsid w:val="00666BC6"/>
    <w:rsid w:val="006703A9"/>
    <w:rsid w:val="00670AA5"/>
    <w:rsid w:val="006765DB"/>
    <w:rsid w:val="0067702E"/>
    <w:rsid w:val="00687C2D"/>
    <w:rsid w:val="00693611"/>
    <w:rsid w:val="006A58EE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05F64"/>
    <w:rsid w:val="007104D2"/>
    <w:rsid w:val="00712C5B"/>
    <w:rsid w:val="00715DBE"/>
    <w:rsid w:val="00716366"/>
    <w:rsid w:val="00722A14"/>
    <w:rsid w:val="00727767"/>
    <w:rsid w:val="00730625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578CB"/>
    <w:rsid w:val="0076566B"/>
    <w:rsid w:val="007672B5"/>
    <w:rsid w:val="007675DC"/>
    <w:rsid w:val="00767F31"/>
    <w:rsid w:val="0078074E"/>
    <w:rsid w:val="00782162"/>
    <w:rsid w:val="00790C82"/>
    <w:rsid w:val="0079206C"/>
    <w:rsid w:val="007930D4"/>
    <w:rsid w:val="00797137"/>
    <w:rsid w:val="007977BE"/>
    <w:rsid w:val="007A1758"/>
    <w:rsid w:val="007A3EE9"/>
    <w:rsid w:val="007A4C0B"/>
    <w:rsid w:val="007A4F39"/>
    <w:rsid w:val="007A6E6F"/>
    <w:rsid w:val="007B61C4"/>
    <w:rsid w:val="007B7397"/>
    <w:rsid w:val="007C21A1"/>
    <w:rsid w:val="007D0896"/>
    <w:rsid w:val="007D74D5"/>
    <w:rsid w:val="007E7660"/>
    <w:rsid w:val="007E76E1"/>
    <w:rsid w:val="007F0619"/>
    <w:rsid w:val="007F07A8"/>
    <w:rsid w:val="007F28CD"/>
    <w:rsid w:val="00801169"/>
    <w:rsid w:val="00804EC8"/>
    <w:rsid w:val="00806BD4"/>
    <w:rsid w:val="0081360A"/>
    <w:rsid w:val="008173AC"/>
    <w:rsid w:val="00821E51"/>
    <w:rsid w:val="00822796"/>
    <w:rsid w:val="008227E1"/>
    <w:rsid w:val="008229C9"/>
    <w:rsid w:val="00824B66"/>
    <w:rsid w:val="00826822"/>
    <w:rsid w:val="00826986"/>
    <w:rsid w:val="00835CB6"/>
    <w:rsid w:val="008371F1"/>
    <w:rsid w:val="00841FD6"/>
    <w:rsid w:val="00844BB0"/>
    <w:rsid w:val="008530B5"/>
    <w:rsid w:val="00854063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85483"/>
    <w:rsid w:val="008863A4"/>
    <w:rsid w:val="00887946"/>
    <w:rsid w:val="008908D6"/>
    <w:rsid w:val="00892771"/>
    <w:rsid w:val="008952A2"/>
    <w:rsid w:val="00895A3A"/>
    <w:rsid w:val="00896721"/>
    <w:rsid w:val="0089682E"/>
    <w:rsid w:val="00896C68"/>
    <w:rsid w:val="008A0DAA"/>
    <w:rsid w:val="008A1D76"/>
    <w:rsid w:val="008A2388"/>
    <w:rsid w:val="008A3AD4"/>
    <w:rsid w:val="008A4674"/>
    <w:rsid w:val="008A4DF8"/>
    <w:rsid w:val="008A57F4"/>
    <w:rsid w:val="008A5ADF"/>
    <w:rsid w:val="008A5BD1"/>
    <w:rsid w:val="008A764A"/>
    <w:rsid w:val="008B1FE9"/>
    <w:rsid w:val="008B2ACB"/>
    <w:rsid w:val="008B70DF"/>
    <w:rsid w:val="008C0B13"/>
    <w:rsid w:val="008C6701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E7921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05765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3DCD"/>
    <w:rsid w:val="00964574"/>
    <w:rsid w:val="00965C3A"/>
    <w:rsid w:val="00972799"/>
    <w:rsid w:val="00972EAA"/>
    <w:rsid w:val="00975E3F"/>
    <w:rsid w:val="00976C7A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C0E"/>
    <w:rsid w:val="009B7B50"/>
    <w:rsid w:val="009C63C3"/>
    <w:rsid w:val="009D3360"/>
    <w:rsid w:val="009D5AB9"/>
    <w:rsid w:val="009D7585"/>
    <w:rsid w:val="009E2059"/>
    <w:rsid w:val="009E6D17"/>
    <w:rsid w:val="009E6D2B"/>
    <w:rsid w:val="009F1CE3"/>
    <w:rsid w:val="009F7606"/>
    <w:rsid w:val="00A01D56"/>
    <w:rsid w:val="00A04228"/>
    <w:rsid w:val="00A04763"/>
    <w:rsid w:val="00A052B3"/>
    <w:rsid w:val="00A14733"/>
    <w:rsid w:val="00A1539A"/>
    <w:rsid w:val="00A17022"/>
    <w:rsid w:val="00A241D7"/>
    <w:rsid w:val="00A2539A"/>
    <w:rsid w:val="00A30DEB"/>
    <w:rsid w:val="00A458CB"/>
    <w:rsid w:val="00A47585"/>
    <w:rsid w:val="00A524F9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3A4C"/>
    <w:rsid w:val="00A85570"/>
    <w:rsid w:val="00A863D0"/>
    <w:rsid w:val="00A90E17"/>
    <w:rsid w:val="00AA3977"/>
    <w:rsid w:val="00AB07A3"/>
    <w:rsid w:val="00AB1078"/>
    <w:rsid w:val="00AB1B54"/>
    <w:rsid w:val="00AC1E75"/>
    <w:rsid w:val="00AC2C1F"/>
    <w:rsid w:val="00AC37DC"/>
    <w:rsid w:val="00AC5467"/>
    <w:rsid w:val="00AC6B3E"/>
    <w:rsid w:val="00AC7398"/>
    <w:rsid w:val="00AD55B6"/>
    <w:rsid w:val="00AD6A7F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27D85"/>
    <w:rsid w:val="00B31576"/>
    <w:rsid w:val="00B319E0"/>
    <w:rsid w:val="00B32417"/>
    <w:rsid w:val="00B343ED"/>
    <w:rsid w:val="00B3749C"/>
    <w:rsid w:val="00B41F63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49BB"/>
    <w:rsid w:val="00BA7D6E"/>
    <w:rsid w:val="00BA7EBD"/>
    <w:rsid w:val="00BB0F2B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1210"/>
    <w:rsid w:val="00BE2BA7"/>
    <w:rsid w:val="00BE5A32"/>
    <w:rsid w:val="00BE658E"/>
    <w:rsid w:val="00BF1837"/>
    <w:rsid w:val="00BF1AE4"/>
    <w:rsid w:val="00BF3B34"/>
    <w:rsid w:val="00BF54DC"/>
    <w:rsid w:val="00BF5EC5"/>
    <w:rsid w:val="00C04472"/>
    <w:rsid w:val="00C0741D"/>
    <w:rsid w:val="00C112A7"/>
    <w:rsid w:val="00C17787"/>
    <w:rsid w:val="00C2688B"/>
    <w:rsid w:val="00C3272D"/>
    <w:rsid w:val="00C32DF1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C2E"/>
    <w:rsid w:val="00C67B00"/>
    <w:rsid w:val="00C71402"/>
    <w:rsid w:val="00C727BA"/>
    <w:rsid w:val="00C73C14"/>
    <w:rsid w:val="00C7470F"/>
    <w:rsid w:val="00C80198"/>
    <w:rsid w:val="00C81443"/>
    <w:rsid w:val="00C93814"/>
    <w:rsid w:val="00C962E8"/>
    <w:rsid w:val="00CA014A"/>
    <w:rsid w:val="00CA0294"/>
    <w:rsid w:val="00CA1261"/>
    <w:rsid w:val="00CA6428"/>
    <w:rsid w:val="00CA68E3"/>
    <w:rsid w:val="00CA71BF"/>
    <w:rsid w:val="00CB020F"/>
    <w:rsid w:val="00CB04CE"/>
    <w:rsid w:val="00CB27D4"/>
    <w:rsid w:val="00CB335C"/>
    <w:rsid w:val="00CB5272"/>
    <w:rsid w:val="00CC5048"/>
    <w:rsid w:val="00CC60A4"/>
    <w:rsid w:val="00CD4EFA"/>
    <w:rsid w:val="00CD729E"/>
    <w:rsid w:val="00CE170E"/>
    <w:rsid w:val="00CE278F"/>
    <w:rsid w:val="00CE3938"/>
    <w:rsid w:val="00CE3989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24A0B"/>
    <w:rsid w:val="00D322E8"/>
    <w:rsid w:val="00D40881"/>
    <w:rsid w:val="00D45B94"/>
    <w:rsid w:val="00D46099"/>
    <w:rsid w:val="00D55EA2"/>
    <w:rsid w:val="00D61E27"/>
    <w:rsid w:val="00D62302"/>
    <w:rsid w:val="00D6409A"/>
    <w:rsid w:val="00D64E33"/>
    <w:rsid w:val="00D72EEC"/>
    <w:rsid w:val="00D7457B"/>
    <w:rsid w:val="00D77C92"/>
    <w:rsid w:val="00D80759"/>
    <w:rsid w:val="00D81F37"/>
    <w:rsid w:val="00D86978"/>
    <w:rsid w:val="00D90411"/>
    <w:rsid w:val="00D93245"/>
    <w:rsid w:val="00D961EA"/>
    <w:rsid w:val="00D96CAD"/>
    <w:rsid w:val="00D97026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0099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21BD"/>
    <w:rsid w:val="00E03562"/>
    <w:rsid w:val="00E04885"/>
    <w:rsid w:val="00E04E7E"/>
    <w:rsid w:val="00E052E8"/>
    <w:rsid w:val="00E1015D"/>
    <w:rsid w:val="00E10171"/>
    <w:rsid w:val="00E11DE5"/>
    <w:rsid w:val="00E11F3E"/>
    <w:rsid w:val="00E123DF"/>
    <w:rsid w:val="00E161D4"/>
    <w:rsid w:val="00E21A75"/>
    <w:rsid w:val="00E23CC4"/>
    <w:rsid w:val="00E24521"/>
    <w:rsid w:val="00E3046F"/>
    <w:rsid w:val="00E310BE"/>
    <w:rsid w:val="00E3179C"/>
    <w:rsid w:val="00E33538"/>
    <w:rsid w:val="00E33DB1"/>
    <w:rsid w:val="00E34519"/>
    <w:rsid w:val="00E40A49"/>
    <w:rsid w:val="00E46389"/>
    <w:rsid w:val="00E46AD2"/>
    <w:rsid w:val="00E535EF"/>
    <w:rsid w:val="00E5416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423"/>
    <w:rsid w:val="00E929B0"/>
    <w:rsid w:val="00EA0F17"/>
    <w:rsid w:val="00EA40D8"/>
    <w:rsid w:val="00EA4A53"/>
    <w:rsid w:val="00EA6BB4"/>
    <w:rsid w:val="00EB0C0F"/>
    <w:rsid w:val="00EB2540"/>
    <w:rsid w:val="00EB730E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165F9"/>
    <w:rsid w:val="00F22467"/>
    <w:rsid w:val="00F23E43"/>
    <w:rsid w:val="00F253B6"/>
    <w:rsid w:val="00F26B3F"/>
    <w:rsid w:val="00F30998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C50"/>
    <w:rsid w:val="00F73D49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413A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E40A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adingHead">
    <w:name w:val="Reading Head"/>
    <w:basedOn w:val="Normalny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omylnaczcionkaakapitu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ny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ny"/>
    <w:next w:val="Normalny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omylnaczcionkaakapitu"/>
    <w:rsid w:val="00E40A49"/>
    <w:rPr>
      <w:rFonts w:ascii="Charis SIL" w:hAnsi="Charis SIL"/>
    </w:rPr>
  </w:style>
  <w:style w:type="character" w:customStyle="1" w:styleId="GapFillchr">
    <w:name w:val="Gap Fill chr"/>
    <w:basedOn w:val="Domylnaczcionkaakapitu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ny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omylnaczcionkaakapitu"/>
    <w:rsid w:val="00E40A49"/>
    <w:rPr>
      <w:i/>
      <w:color w:val="333333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2153D5"/>
    <w:rPr>
      <w:sz w:val="24"/>
      <w:szCs w:val="24"/>
    </w:rPr>
  </w:style>
  <w:style w:type="character" w:styleId="Hipercze">
    <w:name w:val="Hyperlink"/>
    <w:basedOn w:val="Domylnaczcionkaakapitu"/>
    <w:unhideWhenUsed/>
    <w:rsid w:val="00A83A4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rsid w:val="00A83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2F3C0F-2EF9-4B7D-B9AE-838DF16B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0</TotalTime>
  <Pages>1</Pages>
  <Words>509</Words>
  <Characters>3060</Characters>
  <Application>Microsoft Office Word</Application>
  <DocSecurity>0</DocSecurity>
  <Lines>25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3</cp:revision>
  <cp:lastPrinted>2017-10-23T12:44:00Z</cp:lastPrinted>
  <dcterms:created xsi:type="dcterms:W3CDTF">2019-05-30T13:42:00Z</dcterms:created>
  <dcterms:modified xsi:type="dcterms:W3CDTF">2019-05-30T13:42:00Z</dcterms:modified>
</cp:coreProperties>
</file>