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4FA90" w14:textId="72C0866D" w:rsidR="008573E0" w:rsidRPr="00700A32" w:rsidRDefault="00687C2D" w:rsidP="00BA7D6E">
      <w:pPr>
        <w:pStyle w:val="HeadASection"/>
        <w:rPr>
          <w:sz w:val="28"/>
          <w:szCs w:val="28"/>
        </w:rPr>
      </w:pPr>
      <w:r w:rsidRPr="00700A32">
        <w:rPr>
          <w:sz w:val="28"/>
          <w:szCs w:val="28"/>
        </w:rPr>
        <w:t xml:space="preserve">LCCI </w:t>
      </w:r>
      <w:r w:rsidR="00EB2540" w:rsidRPr="00700A32">
        <w:rPr>
          <w:sz w:val="28"/>
          <w:szCs w:val="28"/>
        </w:rPr>
        <w:t>Writing</w:t>
      </w:r>
    </w:p>
    <w:p w14:paraId="7667C95A" w14:textId="6E9D79B4" w:rsidR="00DE309F" w:rsidRDefault="00DE309F" w:rsidP="00687C2D">
      <w:pPr>
        <w:pStyle w:val="Text"/>
        <w:rPr>
          <w:b/>
        </w:rPr>
      </w:pPr>
      <w:r>
        <w:rPr>
          <w:b/>
        </w:rPr>
        <w:t>Situation</w:t>
      </w:r>
    </w:p>
    <w:p w14:paraId="5DC8461F" w14:textId="77777777" w:rsidR="00B4439B" w:rsidRDefault="00196635" w:rsidP="00905765">
      <w:pPr>
        <w:pStyle w:val="Text"/>
      </w:pPr>
      <w:r>
        <w:t xml:space="preserve">You </w:t>
      </w:r>
      <w:r w:rsidR="005A68FF">
        <w:t>work in the business development department of</w:t>
      </w:r>
      <w:r w:rsidR="00B4439B">
        <w:t xml:space="preserve"> </w:t>
      </w:r>
    </w:p>
    <w:p w14:paraId="4056C3CE" w14:textId="33DFA70F" w:rsidR="00C71402" w:rsidRPr="008227E1" w:rsidRDefault="005A68FF" w:rsidP="00905765">
      <w:pPr>
        <w:pStyle w:val="Text"/>
        <w:rPr>
          <w:b/>
        </w:rPr>
      </w:pPr>
      <w:r>
        <w:t xml:space="preserve">a </w:t>
      </w:r>
      <w:r w:rsidR="008A57F4">
        <w:t>large</w:t>
      </w:r>
      <w:r w:rsidR="00FF413A">
        <w:t xml:space="preserve"> </w:t>
      </w:r>
      <w:r w:rsidR="008A57F4">
        <w:t>sportswear manufacturer</w:t>
      </w:r>
      <w:r w:rsidR="00CA0294">
        <w:t xml:space="preserve">, </w:t>
      </w:r>
      <w:r w:rsidR="00730625">
        <w:t>Sporty Looks Ltd</w:t>
      </w:r>
      <w:r w:rsidR="008A57F4">
        <w:t xml:space="preserve">. Your company has </w:t>
      </w:r>
      <w:r w:rsidR="00801169">
        <w:t>formed a strategic alliance</w:t>
      </w:r>
      <w:r w:rsidR="008A57F4">
        <w:t xml:space="preserve"> with a</w:t>
      </w:r>
      <w:r w:rsidR="00B4439B">
        <w:t> </w:t>
      </w:r>
      <w:r w:rsidR="008A57F4">
        <w:t>large sportswear retailer</w:t>
      </w:r>
      <w:r w:rsidR="00730625">
        <w:t>, Olympian</w:t>
      </w:r>
      <w:r w:rsidR="008A57F4">
        <w:t xml:space="preserve">. </w:t>
      </w:r>
      <w:r w:rsidR="008E7921">
        <w:t xml:space="preserve">The alliance began in March and it is now September. </w:t>
      </w:r>
      <w:r w:rsidR="00B4439B">
        <w:t xml:space="preserve">You have been asked </w:t>
      </w:r>
      <w:r w:rsidR="00804EC8">
        <w:t xml:space="preserve">to write a report on the </w:t>
      </w:r>
      <w:r w:rsidR="00126170">
        <w:t>performance</w:t>
      </w:r>
      <w:r w:rsidR="00804EC8">
        <w:t xml:space="preserve"> of the </w:t>
      </w:r>
      <w:r w:rsidR="00801169">
        <w:t>alliance</w:t>
      </w:r>
      <w:r w:rsidR="00804EC8">
        <w:t xml:space="preserve"> after</w:t>
      </w:r>
      <w:r w:rsidR="008E7921">
        <w:t xml:space="preserve"> these</w:t>
      </w:r>
      <w:r w:rsidR="00804EC8">
        <w:t xml:space="preserve"> </w:t>
      </w:r>
      <w:r w:rsidR="004F4DC8">
        <w:t>six</w:t>
      </w:r>
      <w:r w:rsidR="00804EC8">
        <w:t xml:space="preserve"> months</w:t>
      </w:r>
      <w:r w:rsidR="00126170">
        <w:t xml:space="preserve"> and what next steps could be taken</w:t>
      </w:r>
      <w:r w:rsidR="00804EC8">
        <w:t xml:space="preserve">. Use the </w:t>
      </w:r>
      <w:r w:rsidR="0015612A">
        <w:t>following information to write the report.</w:t>
      </w:r>
    </w:p>
    <w:p w14:paraId="0CD4F28F" w14:textId="0C5B8D4D" w:rsidR="00896721" w:rsidRDefault="00896721" w:rsidP="00DB5400">
      <w:pPr>
        <w:pStyle w:val="Rubric"/>
      </w:pPr>
    </w:p>
    <w:p w14:paraId="6E465825" w14:textId="2E5324A0" w:rsidR="00CA0294" w:rsidRPr="004F4DC8" w:rsidRDefault="00730625" w:rsidP="00DB5400">
      <w:pPr>
        <w:pStyle w:val="Rubric"/>
        <w:rPr>
          <w:b w:val="0"/>
        </w:rPr>
      </w:pPr>
      <w:r w:rsidRPr="004F4DC8">
        <w:rPr>
          <w:b w:val="0"/>
        </w:rPr>
        <w:t>Extract of m</w:t>
      </w:r>
      <w:r w:rsidR="00CA0294" w:rsidRPr="004F4DC8">
        <w:rPr>
          <w:b w:val="0"/>
        </w:rPr>
        <w:t>inutes from alliance meeting</w:t>
      </w:r>
      <w:r w:rsidR="00E34519" w:rsidRPr="004F4DC8">
        <w:rPr>
          <w:b w:val="0"/>
        </w:rPr>
        <w:t xml:space="preserve"> in</w:t>
      </w:r>
      <w:r w:rsidR="00000C57" w:rsidRPr="004F4DC8">
        <w:rPr>
          <w:b w:val="0"/>
        </w:rPr>
        <w:t xml:space="preserve"> </w:t>
      </w:r>
      <w:r w:rsidR="00E34519" w:rsidRPr="004F4DC8">
        <w:rPr>
          <w:b w:val="0"/>
        </w:rPr>
        <w:t>January</w:t>
      </w:r>
      <w:r w:rsidR="00CA0294" w:rsidRPr="004F4DC8">
        <w:rPr>
          <w:b w:val="0"/>
        </w:rPr>
        <w:t>:</w:t>
      </w:r>
    </w:p>
    <w:p w14:paraId="06348CA8" w14:textId="2904B35E" w:rsidR="00CA0294" w:rsidRDefault="00CA0294" w:rsidP="00DB5400">
      <w:pPr>
        <w:pStyle w:val="Rubric"/>
      </w:pPr>
    </w:p>
    <w:p w14:paraId="4B6AF312" w14:textId="4E9BB4A2" w:rsidR="00730625" w:rsidRDefault="00730625" w:rsidP="00181AE7">
      <w:pPr>
        <w:pStyle w:val="Rubric"/>
        <w:spacing w:line="360" w:lineRule="auto"/>
      </w:pPr>
      <w:r w:rsidRPr="008A0DAA">
        <w:rPr>
          <w:u w:val="single"/>
        </w:rPr>
        <w:t>Sporty Looks Ltd and Olympian Merger Details</w:t>
      </w:r>
    </w:p>
    <w:p w14:paraId="02EA1CDB" w14:textId="466D83CB" w:rsidR="008A0DAA" w:rsidRPr="00181AE7" w:rsidRDefault="000534F4" w:rsidP="00181AE7">
      <w:pPr>
        <w:pStyle w:val="Rubric"/>
        <w:numPr>
          <w:ilvl w:val="0"/>
          <w:numId w:val="38"/>
        </w:numPr>
        <w:rPr>
          <w:b w:val="0"/>
        </w:rPr>
      </w:pPr>
      <w:r w:rsidRPr="008A0DAA">
        <w:rPr>
          <w:b w:val="0"/>
        </w:rPr>
        <w:t xml:space="preserve">Physical store sales: </w:t>
      </w:r>
      <w:r w:rsidR="00730625" w:rsidRPr="008A0DAA">
        <w:rPr>
          <w:b w:val="0"/>
        </w:rPr>
        <w:t xml:space="preserve">Sporty Looks Ltd to </w:t>
      </w:r>
      <w:r w:rsidR="00BE1210" w:rsidRPr="008A0DAA">
        <w:rPr>
          <w:b w:val="0"/>
        </w:rPr>
        <w:t>offer all sportswear exclusively in Olympian Stores.</w:t>
      </w:r>
    </w:p>
    <w:p w14:paraId="56367DF6" w14:textId="7265CD86" w:rsidR="000534F4" w:rsidRPr="00181AE7" w:rsidRDefault="000534F4" w:rsidP="00181AE7">
      <w:pPr>
        <w:pStyle w:val="Rubric"/>
        <w:numPr>
          <w:ilvl w:val="0"/>
          <w:numId w:val="38"/>
        </w:numPr>
        <w:rPr>
          <w:b w:val="0"/>
        </w:rPr>
      </w:pPr>
      <w:r w:rsidRPr="008A0DAA">
        <w:rPr>
          <w:b w:val="0"/>
        </w:rPr>
        <w:t>Online sales are not to change. Customers can buy through Sporty Looks, Olympian or other third</w:t>
      </w:r>
      <w:r w:rsidR="008A0DAA">
        <w:rPr>
          <w:b w:val="0"/>
        </w:rPr>
        <w:t>-</w:t>
      </w:r>
      <w:r w:rsidRPr="008A0DAA">
        <w:rPr>
          <w:b w:val="0"/>
        </w:rPr>
        <w:t>party websites.</w:t>
      </w:r>
    </w:p>
    <w:p w14:paraId="0AD28944" w14:textId="04F5044F" w:rsidR="000534F4" w:rsidRDefault="000E1FDF" w:rsidP="008A0DAA">
      <w:pPr>
        <w:pStyle w:val="Rubric"/>
        <w:numPr>
          <w:ilvl w:val="0"/>
          <w:numId w:val="38"/>
        </w:numPr>
        <w:rPr>
          <w:b w:val="0"/>
        </w:rPr>
      </w:pPr>
      <w:r w:rsidRPr="008A0DAA">
        <w:rPr>
          <w:b w:val="0"/>
        </w:rPr>
        <w:t>The exclusive arrangement with Olympian requires Olympian to put Sporty Look</w:t>
      </w:r>
      <w:r w:rsidR="008A0DAA" w:rsidRPr="008A0DAA">
        <w:rPr>
          <w:b w:val="0"/>
        </w:rPr>
        <w:t>s’ goods at the front of all stores at a premium position.</w:t>
      </w:r>
    </w:p>
    <w:p w14:paraId="5963D1D3" w14:textId="77777777" w:rsidR="00482012" w:rsidRDefault="00482012" w:rsidP="00482012">
      <w:pPr>
        <w:pStyle w:val="Akapitzlist"/>
        <w:rPr>
          <w:b/>
        </w:rPr>
      </w:pPr>
    </w:p>
    <w:p w14:paraId="46B2EE11" w14:textId="69F585D0" w:rsidR="00482012" w:rsidRPr="008A0DAA" w:rsidRDefault="00A93B2F" w:rsidP="00E34519">
      <w:pPr>
        <w:pStyle w:val="Rubric"/>
        <w:rPr>
          <w:b w:val="0"/>
        </w:rPr>
      </w:pPr>
      <w:r>
        <w:rPr>
          <w:noProof/>
        </w:rPr>
        <w:drawing>
          <wp:inline distT="0" distB="0" distL="0" distR="0" wp14:anchorId="0B1B65D7" wp14:editId="4F4FBC1C">
            <wp:extent cx="3153703" cy="2653748"/>
            <wp:effectExtent l="0" t="0" r="889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0193" t="38276" r="39629" b="16577"/>
                    <a:stretch/>
                  </pic:blipFill>
                  <pic:spPr bwMode="auto">
                    <a:xfrm>
                      <a:off x="0" y="0"/>
                      <a:ext cx="3196191" cy="2689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FF882A" w14:textId="3617671C" w:rsidR="008A0DAA" w:rsidRDefault="008A0DAA" w:rsidP="00DB5400">
      <w:pPr>
        <w:pStyle w:val="Rubric"/>
      </w:pPr>
    </w:p>
    <w:p w14:paraId="3ADB6B53" w14:textId="77777777" w:rsidR="008A0DAA" w:rsidRDefault="008A0DAA" w:rsidP="00DB5400">
      <w:pPr>
        <w:pStyle w:val="Rubric"/>
      </w:pPr>
    </w:p>
    <w:p w14:paraId="0464FC57" w14:textId="429D1BE1" w:rsidR="00463CB1" w:rsidRPr="004F4DC8" w:rsidRDefault="00D97026" w:rsidP="00DB5400">
      <w:pPr>
        <w:pStyle w:val="Rubric"/>
        <w:rPr>
          <w:b w:val="0"/>
        </w:rPr>
      </w:pPr>
      <w:r w:rsidRPr="004F4DC8">
        <w:rPr>
          <w:b w:val="0"/>
        </w:rPr>
        <w:t xml:space="preserve">You have also had this </w:t>
      </w:r>
      <w:r w:rsidR="007C21A1" w:rsidRPr="004F4DC8">
        <w:rPr>
          <w:b w:val="0"/>
        </w:rPr>
        <w:t>email</w:t>
      </w:r>
      <w:r w:rsidRPr="004F4DC8">
        <w:rPr>
          <w:b w:val="0"/>
        </w:rPr>
        <w:t xml:space="preserve"> from your assistant who</w:t>
      </w:r>
      <w:r w:rsidR="00B4439B">
        <w:rPr>
          <w:b w:val="0"/>
        </w:rPr>
        <w:t> </w:t>
      </w:r>
      <w:r w:rsidRPr="004F4DC8">
        <w:rPr>
          <w:b w:val="0"/>
        </w:rPr>
        <w:t>you asked to visit a selection of stores</w:t>
      </w:r>
      <w:r w:rsidR="007C21A1" w:rsidRPr="004F4DC8">
        <w:rPr>
          <w:b w:val="0"/>
        </w:rPr>
        <w:t>:</w:t>
      </w:r>
    </w:p>
    <w:p w14:paraId="4CB6644A" w14:textId="0C324F84" w:rsidR="00D97026" w:rsidRDefault="00D97026" w:rsidP="00DB5400">
      <w:pPr>
        <w:pStyle w:val="Rubric"/>
      </w:pPr>
    </w:p>
    <w:p w14:paraId="01212C43" w14:textId="20436B38" w:rsidR="00D97026" w:rsidRPr="00392C75" w:rsidRDefault="007C21A1" w:rsidP="00DB5400">
      <w:pPr>
        <w:pStyle w:val="Rubric"/>
        <w:rPr>
          <w:b w:val="0"/>
          <w:i/>
        </w:rPr>
      </w:pPr>
      <w:r w:rsidRPr="00392C75">
        <w:rPr>
          <w:b w:val="0"/>
          <w:i/>
        </w:rPr>
        <w:t>Subject:</w:t>
      </w:r>
      <w:r w:rsidR="00B4439B">
        <w:rPr>
          <w:b w:val="0"/>
          <w:i/>
        </w:rPr>
        <w:tab/>
      </w:r>
      <w:r w:rsidRPr="00392C75">
        <w:rPr>
          <w:b w:val="0"/>
          <w:i/>
        </w:rPr>
        <w:t>Olympian displays of goods</w:t>
      </w:r>
    </w:p>
    <w:p w14:paraId="6176CCC8" w14:textId="7CE929EC" w:rsidR="007C21A1" w:rsidRPr="00392C75" w:rsidRDefault="007C21A1" w:rsidP="00DB5400">
      <w:pPr>
        <w:pStyle w:val="Rubric"/>
        <w:rPr>
          <w:b w:val="0"/>
          <w:i/>
        </w:rPr>
      </w:pPr>
      <w:r w:rsidRPr="00392C75">
        <w:rPr>
          <w:b w:val="0"/>
          <w:i/>
        </w:rPr>
        <w:t xml:space="preserve">I’ve been to at least </w:t>
      </w:r>
      <w:r w:rsidR="00AA1D97">
        <w:rPr>
          <w:b w:val="0"/>
          <w:i/>
        </w:rPr>
        <w:t>fifteen</w:t>
      </w:r>
      <w:r w:rsidRPr="00392C75">
        <w:rPr>
          <w:b w:val="0"/>
          <w:i/>
        </w:rPr>
        <w:t xml:space="preserve"> stores nationwide and from what I can see, the displays of our goods are not consistent. In </w:t>
      </w:r>
      <w:r w:rsidR="00F840DC">
        <w:rPr>
          <w:b w:val="0"/>
          <w:i/>
        </w:rPr>
        <w:t>six</w:t>
      </w:r>
      <w:r w:rsidR="00392C75" w:rsidRPr="00392C75">
        <w:rPr>
          <w:b w:val="0"/>
          <w:i/>
        </w:rPr>
        <w:t xml:space="preserve"> of the stores, we did have a</w:t>
      </w:r>
      <w:r w:rsidR="00B4439B">
        <w:rPr>
          <w:b w:val="0"/>
          <w:i/>
        </w:rPr>
        <w:t> </w:t>
      </w:r>
      <w:r w:rsidR="00392C75" w:rsidRPr="00392C75">
        <w:rPr>
          <w:b w:val="0"/>
          <w:i/>
        </w:rPr>
        <w:t>display at front of stores, but in other stores we did</w:t>
      </w:r>
      <w:r w:rsidR="00B4439B">
        <w:rPr>
          <w:b w:val="0"/>
          <w:i/>
        </w:rPr>
        <w:t> </w:t>
      </w:r>
      <w:r w:rsidR="00392C75" w:rsidRPr="00392C75">
        <w:rPr>
          <w:b w:val="0"/>
          <w:i/>
        </w:rPr>
        <w:t>not</w:t>
      </w:r>
      <w:r w:rsidR="00537E74">
        <w:rPr>
          <w:b w:val="0"/>
          <w:i/>
        </w:rPr>
        <w:t>,</w:t>
      </w:r>
      <w:r w:rsidR="00392C75" w:rsidRPr="00392C75">
        <w:rPr>
          <w:b w:val="0"/>
          <w:i/>
        </w:rPr>
        <w:t xml:space="preserve"> and our sportswear was in a normal aisle position with other brands. They did not stand out </w:t>
      </w:r>
      <w:r w:rsidR="00392C75" w:rsidRPr="00392C75">
        <w:rPr>
          <w:b w:val="0"/>
          <w:i/>
        </w:rPr>
        <w:t xml:space="preserve">and we did not have precedence. </w:t>
      </w:r>
      <w:r w:rsidR="00537E74">
        <w:rPr>
          <w:b w:val="0"/>
          <w:i/>
        </w:rPr>
        <w:t>This seemed to be</w:t>
      </w:r>
      <w:r w:rsidR="00B4439B">
        <w:rPr>
          <w:b w:val="0"/>
          <w:i/>
        </w:rPr>
        <w:t> </w:t>
      </w:r>
      <w:r w:rsidR="00537E74">
        <w:rPr>
          <w:b w:val="0"/>
          <w:i/>
        </w:rPr>
        <w:t>regional. In the east</w:t>
      </w:r>
      <w:r w:rsidR="00F840DC">
        <w:rPr>
          <w:b w:val="0"/>
          <w:i/>
        </w:rPr>
        <w:t>,</w:t>
      </w:r>
      <w:r w:rsidR="00537E74">
        <w:rPr>
          <w:b w:val="0"/>
          <w:i/>
        </w:rPr>
        <w:t xml:space="preserve"> our displays were prominent, but in the north, south and west, there w</w:t>
      </w:r>
      <w:r w:rsidR="00F840DC">
        <w:rPr>
          <w:b w:val="0"/>
          <w:i/>
        </w:rPr>
        <w:t>ere no displays for our goods.</w:t>
      </w:r>
    </w:p>
    <w:p w14:paraId="32B99744" w14:textId="67507F42" w:rsidR="00835CB6" w:rsidRDefault="00835CB6" w:rsidP="00DB5400">
      <w:pPr>
        <w:pStyle w:val="Rubric"/>
      </w:pPr>
    </w:p>
    <w:p w14:paraId="162EF87F" w14:textId="13C15A32" w:rsidR="007C65E7" w:rsidRPr="004F4DC8" w:rsidRDefault="007C65E7" w:rsidP="00DB5400">
      <w:pPr>
        <w:pStyle w:val="Rubric"/>
        <w:rPr>
          <w:b w:val="0"/>
        </w:rPr>
      </w:pPr>
      <w:r w:rsidRPr="004F4DC8">
        <w:rPr>
          <w:b w:val="0"/>
        </w:rPr>
        <w:t>Here are the notes from a management meeting about what the company is going to do about this situation:</w:t>
      </w:r>
    </w:p>
    <w:p w14:paraId="7BADD9D2" w14:textId="77777777" w:rsidR="007C65E7" w:rsidRDefault="007C65E7" w:rsidP="00DB5400">
      <w:pPr>
        <w:pStyle w:val="Rubric"/>
      </w:pPr>
    </w:p>
    <w:p w14:paraId="5237A0B2" w14:textId="77777777" w:rsidR="007C65E7" w:rsidRPr="004F4DC8" w:rsidRDefault="007C65E7" w:rsidP="007C65E7">
      <w:pPr>
        <w:pStyle w:val="Tekstkomentarza"/>
        <w:rPr>
          <w:rFonts w:ascii="Arial" w:hAnsi="Arial" w:cs="Arial"/>
          <w:i/>
        </w:rPr>
      </w:pPr>
      <w:r w:rsidRPr="004F4DC8">
        <w:rPr>
          <w:rFonts w:ascii="Arial" w:hAnsi="Arial" w:cs="Arial"/>
          <w:i/>
        </w:rPr>
        <w:t>Next steps:</w:t>
      </w:r>
    </w:p>
    <w:p w14:paraId="552C7489" w14:textId="6B77754F" w:rsidR="007C65E7" w:rsidRPr="004F4DC8" w:rsidRDefault="007C65E7" w:rsidP="007C65E7">
      <w:pPr>
        <w:pStyle w:val="Tekstkomentarza"/>
        <w:numPr>
          <w:ilvl w:val="0"/>
          <w:numId w:val="40"/>
        </w:numPr>
        <w:rPr>
          <w:rFonts w:ascii="Arial" w:hAnsi="Arial" w:cs="Arial"/>
          <w:i/>
        </w:rPr>
      </w:pPr>
      <w:r w:rsidRPr="004F4DC8">
        <w:rPr>
          <w:rFonts w:ascii="Arial" w:hAnsi="Arial" w:cs="Arial"/>
          <w:i/>
        </w:rPr>
        <w:t>Need consistency of display. We must check Olympian stores are doing this.</w:t>
      </w:r>
    </w:p>
    <w:p w14:paraId="257F8529" w14:textId="17FA2AD0" w:rsidR="007C65E7" w:rsidRPr="004F4DC8" w:rsidRDefault="007C65E7" w:rsidP="00181AE7">
      <w:pPr>
        <w:pStyle w:val="Tekstkomentarza"/>
        <w:numPr>
          <w:ilvl w:val="0"/>
          <w:numId w:val="40"/>
        </w:numPr>
        <w:spacing w:after="120"/>
        <w:ind w:left="714" w:hanging="357"/>
        <w:rPr>
          <w:rFonts w:ascii="Arial" w:hAnsi="Arial" w:cs="Arial"/>
          <w:i/>
        </w:rPr>
      </w:pPr>
      <w:r w:rsidRPr="004F4DC8">
        <w:rPr>
          <w:rFonts w:ascii="Arial" w:hAnsi="Arial" w:cs="Arial"/>
          <w:i/>
        </w:rPr>
        <w:t>Request sales data from individual Olympian store. Check if any links between sales and prominence of display.</w:t>
      </w:r>
    </w:p>
    <w:p w14:paraId="2824441F" w14:textId="0A20A15F" w:rsidR="007C65E7" w:rsidRPr="004F4DC8" w:rsidRDefault="007C65E7" w:rsidP="007C65E7">
      <w:pPr>
        <w:pStyle w:val="Tekstkomentarza"/>
        <w:rPr>
          <w:rFonts w:ascii="Arial" w:hAnsi="Arial" w:cs="Arial"/>
          <w:i/>
        </w:rPr>
      </w:pPr>
      <w:r w:rsidRPr="004F4DC8">
        <w:rPr>
          <w:rFonts w:ascii="Arial" w:hAnsi="Arial" w:cs="Arial"/>
          <w:i/>
        </w:rPr>
        <w:t>Future:</w:t>
      </w:r>
    </w:p>
    <w:p w14:paraId="12562504" w14:textId="77777777" w:rsidR="007C65E7" w:rsidRPr="004F4DC8" w:rsidRDefault="007C65E7" w:rsidP="007C65E7">
      <w:pPr>
        <w:pStyle w:val="Tekstkomentarza"/>
        <w:numPr>
          <w:ilvl w:val="0"/>
          <w:numId w:val="40"/>
        </w:numPr>
        <w:rPr>
          <w:rFonts w:ascii="Arial" w:hAnsi="Arial" w:cs="Arial"/>
          <w:i/>
        </w:rPr>
      </w:pPr>
      <w:r w:rsidRPr="004F4DC8">
        <w:rPr>
          <w:rFonts w:ascii="Arial" w:hAnsi="Arial" w:cs="Arial"/>
          <w:i/>
        </w:rPr>
        <w:t xml:space="preserve"> Review alliance if no improvement.</w:t>
      </w:r>
    </w:p>
    <w:p w14:paraId="46032A4B" w14:textId="77777777" w:rsidR="007C65E7" w:rsidRDefault="007C65E7" w:rsidP="00DB5400">
      <w:pPr>
        <w:pStyle w:val="Rubric"/>
      </w:pPr>
    </w:p>
    <w:p w14:paraId="0E208FA0" w14:textId="2D488B39" w:rsidR="00320B94" w:rsidRPr="00181AE7" w:rsidRDefault="007C65E7" w:rsidP="00181AE7">
      <w:pPr>
        <w:pStyle w:val="Rubric"/>
      </w:pPr>
      <w:r w:rsidRPr="00181AE7">
        <w:t>Task</w:t>
      </w:r>
    </w:p>
    <w:p w14:paraId="595DBE7B" w14:textId="6790F005" w:rsidR="0023102F" w:rsidRPr="00196635" w:rsidRDefault="00E87589" w:rsidP="00181AE7">
      <w:pPr>
        <w:pStyle w:val="Rubric"/>
        <w:rPr>
          <w:lang w:val="en-US"/>
        </w:rPr>
      </w:pPr>
      <w:r w:rsidRPr="00BE658E">
        <w:t>Write</w:t>
      </w:r>
      <w:r w:rsidR="00220B05">
        <w:t xml:space="preserve"> the</w:t>
      </w:r>
      <w:r w:rsidR="00A524F9">
        <w:t xml:space="preserve"> </w:t>
      </w:r>
      <w:r w:rsidR="00126170">
        <w:t>report</w:t>
      </w:r>
      <w:r w:rsidR="002D4BB9">
        <w:t>.</w:t>
      </w:r>
      <w:r w:rsidR="00B4439B">
        <w:t xml:space="preserve"> </w:t>
      </w:r>
      <w:r w:rsidR="0023102F" w:rsidRPr="0023102F">
        <w:t xml:space="preserve">Write </w:t>
      </w:r>
      <w:r w:rsidR="00B4439B">
        <w:t>about</w:t>
      </w:r>
      <w:r w:rsidR="00B4439B">
        <w:t xml:space="preserve"> </w:t>
      </w:r>
      <w:r w:rsidR="004F4DC8">
        <w:t>200–</w:t>
      </w:r>
      <w:r w:rsidR="00666BC6">
        <w:t>250</w:t>
      </w:r>
      <w:r w:rsidR="0023102F" w:rsidRPr="0023102F">
        <w:t xml:space="preserve"> words. </w:t>
      </w:r>
    </w:p>
    <w:p w14:paraId="3E390364" w14:textId="77777777" w:rsidR="0023102F" w:rsidRDefault="0023102F" w:rsidP="008229C9">
      <w:pPr>
        <w:pStyle w:val="Rubric"/>
        <w:spacing w:line="360" w:lineRule="auto"/>
        <w:rPr>
          <w:b w:val="0"/>
        </w:rPr>
      </w:pPr>
    </w:p>
    <w:p w14:paraId="0E6CEE65" w14:textId="7C615CFB" w:rsidR="008229C9" w:rsidRPr="00FD4139" w:rsidRDefault="008229C9" w:rsidP="008229C9">
      <w:pPr>
        <w:pStyle w:val="Rubric"/>
        <w:spacing w:line="360" w:lineRule="auto"/>
      </w:pPr>
      <w:r w:rsidRPr="00E553E7">
        <w:rPr>
          <w:b w:val="0"/>
        </w:rPr>
        <w:t>_________________________________________________________________________________________________________</w:t>
      </w:r>
      <w:bookmarkStart w:id="0" w:name="_GoBack"/>
      <w:bookmarkEnd w:id="0"/>
      <w:r w:rsidRPr="00E553E7">
        <w:rPr>
          <w:b w:val="0"/>
        </w:rPr>
        <w:t>_______________________________________________________________</w:t>
      </w:r>
    </w:p>
    <w:p w14:paraId="040256A9" w14:textId="5E5C9DF8" w:rsidR="008229C9" w:rsidRPr="009A7A99" w:rsidRDefault="008229C9" w:rsidP="008229C9">
      <w:pPr>
        <w:pStyle w:val="Rubric"/>
        <w:spacing w:line="360" w:lineRule="auto"/>
      </w:pPr>
      <w:r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553E7">
        <w:rPr>
          <w:b w:val="0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4439B"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F8E212" w14:textId="74F48D7C" w:rsidR="00C56655" w:rsidRDefault="00C56655"/>
    <w:p w14:paraId="2A6215F5" w14:textId="77777777" w:rsidR="003F09D6" w:rsidRDefault="003F09D6" w:rsidP="00C56655">
      <w:pPr>
        <w:pStyle w:val="Text"/>
      </w:pPr>
    </w:p>
    <w:sectPr w:rsidR="003F09D6" w:rsidSect="00B41F63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 w:code="9"/>
      <w:pgMar w:top="1560" w:right="994" w:bottom="1134" w:left="994" w:header="0" w:footer="158" w:gutter="0"/>
      <w:cols w:num="2" w:space="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C18668" w14:textId="77777777" w:rsidR="007F184E" w:rsidRDefault="007F184E">
      <w:r>
        <w:separator/>
      </w:r>
    </w:p>
    <w:p w14:paraId="104E3201" w14:textId="77777777" w:rsidR="007F184E" w:rsidRDefault="007F184E"/>
    <w:p w14:paraId="22E10B55" w14:textId="77777777" w:rsidR="007F184E" w:rsidRDefault="007F184E"/>
    <w:p w14:paraId="2E7C93D9" w14:textId="77777777" w:rsidR="007F184E" w:rsidRDefault="007F184E"/>
    <w:p w14:paraId="7C40A8BF" w14:textId="77777777" w:rsidR="007F184E" w:rsidRDefault="007F184E"/>
    <w:p w14:paraId="57969B13" w14:textId="77777777" w:rsidR="007F184E" w:rsidRDefault="007F184E"/>
  </w:endnote>
  <w:endnote w:type="continuationSeparator" w:id="0">
    <w:p w14:paraId="619289B1" w14:textId="77777777" w:rsidR="007F184E" w:rsidRDefault="007F184E">
      <w:r>
        <w:continuationSeparator/>
      </w:r>
    </w:p>
    <w:p w14:paraId="4DB927B0" w14:textId="77777777" w:rsidR="007F184E" w:rsidRDefault="007F184E"/>
    <w:p w14:paraId="5334635A" w14:textId="77777777" w:rsidR="007F184E" w:rsidRDefault="007F184E"/>
    <w:p w14:paraId="1BD45A6D" w14:textId="77777777" w:rsidR="007F184E" w:rsidRDefault="007F184E"/>
    <w:p w14:paraId="3C9DBC33" w14:textId="77777777" w:rsidR="007F184E" w:rsidRDefault="007F184E"/>
    <w:p w14:paraId="0A49B7A3" w14:textId="77777777" w:rsidR="007F184E" w:rsidRDefault="007F18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haris SIL">
    <w:altName w:val="Times New Roman"/>
    <w:charset w:val="00"/>
    <w:family w:val="auto"/>
    <w:pitch w:val="variable"/>
    <w:sig w:usb0="A00002FF" w:usb1="5200A1FF" w:usb2="02000009" w:usb3="00000000" w:csb0="00000197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7A7A" w14:textId="61D0E6AF" w:rsidR="00B41F63" w:rsidRPr="00B60917" w:rsidRDefault="00B41F63" w:rsidP="006B29A8">
    <w:pPr>
      <w:pStyle w:val="Text"/>
      <w:tabs>
        <w:tab w:val="right" w:pos="9720"/>
      </w:tabs>
    </w:pPr>
    <w:r w:rsidRPr="00B60917">
      <w:t>© Pearson</w:t>
    </w:r>
    <w:r w:rsidR="00B4439B">
      <w:t xml:space="preserve"> Education 2019</w:t>
    </w:r>
    <w:r w:rsidRPr="00B60917">
      <w:t xml:space="preserve">       </w:t>
    </w:r>
    <w:r w:rsidRPr="00B60917">
      <w:rPr>
        <w:b/>
      </w:rPr>
      <w:t>PHOTOCOPIABLE</w:t>
    </w:r>
    <w:r w:rsidRPr="00B60917">
      <w:tab/>
    </w:r>
    <w:r w:rsidRPr="00B60917">
      <w:rPr>
        <w:sz w:val="16"/>
        <w:szCs w:val="16"/>
      </w:rPr>
      <w:fldChar w:fldCharType="begin"/>
    </w:r>
    <w:r w:rsidRPr="00B60917">
      <w:rPr>
        <w:sz w:val="16"/>
        <w:szCs w:val="16"/>
      </w:rPr>
      <w:instrText xml:space="preserve"> PAGE </w:instrText>
    </w:r>
    <w:r w:rsidRPr="00B60917">
      <w:rPr>
        <w:sz w:val="16"/>
        <w:szCs w:val="16"/>
      </w:rPr>
      <w:fldChar w:fldCharType="separate"/>
    </w:r>
    <w:r w:rsidR="00A158DC">
      <w:rPr>
        <w:noProof/>
        <w:sz w:val="16"/>
        <w:szCs w:val="16"/>
      </w:rPr>
      <w:t>3</w:t>
    </w:r>
    <w:r w:rsidRPr="00B60917">
      <w:rPr>
        <w:sz w:val="16"/>
        <w:szCs w:val="16"/>
      </w:rPr>
      <w:fldChar w:fldCharType="end"/>
    </w:r>
  </w:p>
  <w:p w14:paraId="01E07224" w14:textId="77777777" w:rsidR="00B41F63" w:rsidRPr="00B60917" w:rsidRDefault="00B41F63" w:rsidP="005623CF">
    <w:pPr>
      <w:pStyle w:val="Text"/>
    </w:pPr>
  </w:p>
  <w:p w14:paraId="1A877E10" w14:textId="77777777" w:rsidR="00B41F63" w:rsidRDefault="00B41F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D69F3" w14:textId="77777777" w:rsidR="00B41F63" w:rsidRPr="00D40881" w:rsidRDefault="00B41F63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6CE6435A" w14:textId="77777777" w:rsidR="00B41F63" w:rsidRPr="00D40881" w:rsidRDefault="00B41F63" w:rsidP="00B74096">
    <w:pPr>
      <w:pStyle w:val="TextList"/>
    </w:pPr>
  </w:p>
  <w:p w14:paraId="58B2B6C0" w14:textId="77777777" w:rsidR="00B41F63" w:rsidRDefault="00B41F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DAB8D" w14:textId="77777777" w:rsidR="007F184E" w:rsidRDefault="007F184E">
      <w:r>
        <w:separator/>
      </w:r>
    </w:p>
    <w:p w14:paraId="12DB0529" w14:textId="77777777" w:rsidR="007F184E" w:rsidRDefault="007F184E"/>
    <w:p w14:paraId="7761AD90" w14:textId="77777777" w:rsidR="007F184E" w:rsidRDefault="007F184E"/>
    <w:p w14:paraId="794C6BF0" w14:textId="77777777" w:rsidR="007F184E" w:rsidRDefault="007F184E"/>
    <w:p w14:paraId="03D5D57F" w14:textId="77777777" w:rsidR="007F184E" w:rsidRDefault="007F184E"/>
    <w:p w14:paraId="3D6C0DA1" w14:textId="77777777" w:rsidR="007F184E" w:rsidRDefault="007F184E"/>
  </w:footnote>
  <w:footnote w:type="continuationSeparator" w:id="0">
    <w:p w14:paraId="23F73303" w14:textId="77777777" w:rsidR="007F184E" w:rsidRDefault="007F184E">
      <w:r>
        <w:continuationSeparator/>
      </w:r>
    </w:p>
    <w:p w14:paraId="5D6CCA30" w14:textId="77777777" w:rsidR="007F184E" w:rsidRDefault="007F184E"/>
    <w:p w14:paraId="319573F2" w14:textId="77777777" w:rsidR="007F184E" w:rsidRDefault="007F184E"/>
    <w:p w14:paraId="4D8DE2F4" w14:textId="77777777" w:rsidR="007F184E" w:rsidRDefault="007F184E"/>
    <w:p w14:paraId="574894E3" w14:textId="77777777" w:rsidR="007F184E" w:rsidRDefault="007F184E"/>
    <w:p w14:paraId="1684B809" w14:textId="77777777" w:rsidR="007F184E" w:rsidRDefault="007F18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2BDE2" w14:textId="77777777" w:rsidR="00B41F63" w:rsidRDefault="00B41F63"/>
  <w:p w14:paraId="3D8B6E94" w14:textId="77777777" w:rsidR="00B41F63" w:rsidRDefault="00B41F63"/>
  <w:p w14:paraId="291DF7B0" w14:textId="77777777" w:rsidR="00B41F63" w:rsidRDefault="00B41F63"/>
  <w:p w14:paraId="7DB3DF32" w14:textId="77777777" w:rsidR="00B41F63" w:rsidRDefault="00B41F63"/>
  <w:p w14:paraId="78866D35" w14:textId="77777777" w:rsidR="00B41F63" w:rsidRDefault="00B41F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D00E8" w14:textId="7C0F4497" w:rsidR="00B41F63" w:rsidRPr="002370A3" w:rsidRDefault="00B41F63" w:rsidP="002370A3">
    <w:pPr>
      <w:ind w:left="-993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F600400" wp14:editId="289EB558">
              <wp:simplePos x="0" y="0"/>
              <wp:positionH relativeFrom="column">
                <wp:posOffset>3474085</wp:posOffset>
              </wp:positionH>
              <wp:positionV relativeFrom="paragraph">
                <wp:posOffset>76200</wp:posOffset>
              </wp:positionV>
              <wp:extent cx="3380105" cy="790575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0105" cy="790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005A265F" w14:textId="511C1B29" w:rsidR="00B41F63" w:rsidRDefault="00B41F63" w:rsidP="00B4439B">
                          <w:pPr>
                            <w:spacing w:line="480" w:lineRule="auto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 xml:space="preserve">UNIT </w:t>
                          </w:r>
                          <w:r w:rsidR="00D162DE"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: LCCI English for Business</w:t>
                          </w:r>
                        </w:p>
                        <w:p w14:paraId="589AE1C2" w14:textId="52C23173" w:rsidR="00B4439B" w:rsidRDefault="00B4439B" w:rsidP="00B4439B">
                          <w:pPr>
                            <w:pStyle w:val="Tex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Name: _________________</w:t>
                          </w:r>
                          <w:r>
                            <w:rPr>
                              <w:b/>
                              <w:bCs/>
                            </w:rPr>
                            <w:t>________</w:t>
                          </w:r>
                          <w:r>
                            <w:rPr>
                              <w:b/>
                              <w:bCs/>
                            </w:rPr>
                            <w:t>__________</w:t>
                          </w:r>
                        </w:p>
                        <w:p w14:paraId="3E4ADA06" w14:textId="77777777" w:rsidR="00B4439B" w:rsidRPr="004A4A63" w:rsidRDefault="00B4439B" w:rsidP="00181AE7">
                          <w:pPr>
                            <w:spacing w:line="480" w:lineRule="auto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1D7EAC75" w14:textId="77777777" w:rsidR="00B41F63" w:rsidRDefault="00B41F63"/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600400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273.55pt;margin-top:6pt;width:266.15pt;height:62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" filled="f" stroked="f">
              <v:textbox inset=",7.2pt,,7.2pt">
                <w:txbxContent>
                  <w:p w14:paraId="005A265F" w14:textId="511C1B29" w:rsidR="00B41F63" w:rsidRDefault="00B41F63" w:rsidP="00B4439B">
                    <w:pPr>
                      <w:spacing w:line="480" w:lineRule="auto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 xml:space="preserve">UNIT </w:t>
                    </w:r>
                    <w:r w:rsidR="00D162DE">
                      <w:rPr>
                        <w:rFonts w:ascii="Arial" w:hAnsi="Arial"/>
                        <w:b/>
                        <w:sz w:val="28"/>
                        <w:szCs w:val="28"/>
                      </w:rPr>
                      <w:t>6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: LCCI English for Business</w:t>
                    </w:r>
                  </w:p>
                  <w:p w14:paraId="589AE1C2" w14:textId="52C23173" w:rsidR="00B4439B" w:rsidRDefault="00B4439B" w:rsidP="00B4439B">
                    <w:pPr>
                      <w:pStyle w:val="Tex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Name: _________________</w:t>
                    </w:r>
                    <w:r>
                      <w:rPr>
                        <w:b/>
                        <w:bCs/>
                      </w:rPr>
                      <w:t>________</w:t>
                    </w:r>
                    <w:r>
                      <w:rPr>
                        <w:b/>
                        <w:bCs/>
                      </w:rPr>
                      <w:t>__________</w:t>
                    </w:r>
                  </w:p>
                  <w:p w14:paraId="3E4ADA06" w14:textId="77777777" w:rsidR="00B4439B" w:rsidRPr="004A4A63" w:rsidRDefault="00B4439B" w:rsidP="00181AE7">
                    <w:pPr>
                      <w:spacing w:line="480" w:lineRule="auto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</w:p>
                  <w:p w14:paraId="1D7EAC75" w14:textId="77777777" w:rsidR="00B41F63" w:rsidRDefault="00B41F63"/>
                </w:txbxContent>
              </v:textbox>
            </v:shape>
          </w:pict>
        </mc:Fallback>
      </mc:AlternateContent>
    </w:r>
    <w:r w:rsidR="000737A6">
      <w:rPr>
        <w:noProof/>
      </w:rPr>
      <w:drawing>
        <wp:inline distT="0" distB="0" distL="0" distR="0" wp14:anchorId="70C75EF2" wp14:editId="5F15BE9F">
          <wp:extent cx="4160520" cy="1234440"/>
          <wp:effectExtent l="0" t="0" r="0" b="381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_B2+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60520" cy="1234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E29EF" w14:textId="77777777" w:rsidR="00B41F63" w:rsidRPr="00D40881" w:rsidRDefault="00B41F63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396B6481" w14:textId="77777777" w:rsidR="00B41F63" w:rsidRPr="00D40881" w:rsidRDefault="00B41F63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67FB88EB" w14:textId="77777777" w:rsidR="00B41F63" w:rsidRPr="00D40881" w:rsidRDefault="00B41F63" w:rsidP="005623CF">
    <w:pPr>
      <w:pStyle w:val="Text"/>
    </w:pPr>
  </w:p>
  <w:p w14:paraId="37C09A54" w14:textId="77777777" w:rsidR="00B41F63" w:rsidRDefault="00B41F63" w:rsidP="004929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6F0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28F56CF"/>
    <w:multiLevelType w:val="hybridMultilevel"/>
    <w:tmpl w:val="213EA3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A51B67"/>
    <w:multiLevelType w:val="hybridMultilevel"/>
    <w:tmpl w:val="D990F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CB3096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52B745B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AC270D"/>
    <w:multiLevelType w:val="hybridMultilevel"/>
    <w:tmpl w:val="8D7C76A6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82A5596"/>
    <w:multiLevelType w:val="hybridMultilevel"/>
    <w:tmpl w:val="22E4FDE8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09D30CD9"/>
    <w:multiLevelType w:val="hybridMultilevel"/>
    <w:tmpl w:val="289416E2"/>
    <w:lvl w:ilvl="0" w:tplc="4242537E">
      <w:start w:val="6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58E47F2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72966D42">
      <w:start w:val="1"/>
      <w:numFmt w:val="bullet"/>
      <w:lvlText w:val="•"/>
      <w:lvlJc w:val="left"/>
      <w:pPr>
        <w:ind w:left="1218" w:hanging="284"/>
      </w:pPr>
      <w:rPr>
        <w:rFonts w:hint="default"/>
      </w:rPr>
    </w:lvl>
    <w:lvl w:ilvl="3" w:tplc="F87E899E">
      <w:start w:val="1"/>
      <w:numFmt w:val="bullet"/>
      <w:lvlText w:val="•"/>
      <w:lvlJc w:val="left"/>
      <w:pPr>
        <w:ind w:left="1737" w:hanging="284"/>
      </w:pPr>
      <w:rPr>
        <w:rFonts w:hint="default"/>
      </w:rPr>
    </w:lvl>
    <w:lvl w:ilvl="4" w:tplc="FED863B8">
      <w:start w:val="1"/>
      <w:numFmt w:val="bullet"/>
      <w:lvlText w:val="•"/>
      <w:lvlJc w:val="left"/>
      <w:pPr>
        <w:ind w:left="2256" w:hanging="284"/>
      </w:pPr>
      <w:rPr>
        <w:rFonts w:hint="default"/>
      </w:rPr>
    </w:lvl>
    <w:lvl w:ilvl="5" w:tplc="25C6810E">
      <w:start w:val="1"/>
      <w:numFmt w:val="bullet"/>
      <w:lvlText w:val="•"/>
      <w:lvlJc w:val="left"/>
      <w:pPr>
        <w:ind w:left="2775" w:hanging="284"/>
      </w:pPr>
      <w:rPr>
        <w:rFonts w:hint="default"/>
      </w:rPr>
    </w:lvl>
    <w:lvl w:ilvl="6" w:tplc="756AD34E">
      <w:start w:val="1"/>
      <w:numFmt w:val="bullet"/>
      <w:lvlText w:val="•"/>
      <w:lvlJc w:val="left"/>
      <w:pPr>
        <w:ind w:left="3294" w:hanging="284"/>
      </w:pPr>
      <w:rPr>
        <w:rFonts w:hint="default"/>
      </w:rPr>
    </w:lvl>
    <w:lvl w:ilvl="7" w:tplc="F1FE334C">
      <w:start w:val="1"/>
      <w:numFmt w:val="bullet"/>
      <w:lvlText w:val="•"/>
      <w:lvlJc w:val="left"/>
      <w:pPr>
        <w:ind w:left="3813" w:hanging="284"/>
      </w:pPr>
      <w:rPr>
        <w:rFonts w:hint="default"/>
      </w:rPr>
    </w:lvl>
    <w:lvl w:ilvl="8" w:tplc="540E118C">
      <w:start w:val="1"/>
      <w:numFmt w:val="bullet"/>
      <w:lvlText w:val="•"/>
      <w:lvlJc w:val="left"/>
      <w:pPr>
        <w:ind w:left="4332" w:hanging="284"/>
      </w:pPr>
      <w:rPr>
        <w:rFonts w:hint="default"/>
      </w:rPr>
    </w:lvl>
  </w:abstractNum>
  <w:abstractNum w:abstractNumId="8" w15:restartNumberingAfterBreak="0">
    <w:nsid w:val="0A093E07"/>
    <w:multiLevelType w:val="hybridMultilevel"/>
    <w:tmpl w:val="C14AEC4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6D20E0"/>
    <w:multiLevelType w:val="hybridMultilevel"/>
    <w:tmpl w:val="CF463E2E"/>
    <w:lvl w:ilvl="0" w:tplc="B652E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0E376C"/>
    <w:multiLevelType w:val="hybridMultilevel"/>
    <w:tmpl w:val="8C727CBE"/>
    <w:lvl w:ilvl="0" w:tplc="E10667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5D4D9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B5D6C83"/>
    <w:multiLevelType w:val="hybridMultilevel"/>
    <w:tmpl w:val="D4B8491C"/>
    <w:lvl w:ilvl="0" w:tplc="3FDAEAC6">
      <w:start w:val="1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3" w15:restartNumberingAfterBreak="0">
    <w:nsid w:val="1C66324E"/>
    <w:multiLevelType w:val="hybridMultilevel"/>
    <w:tmpl w:val="B53EB1E0"/>
    <w:lvl w:ilvl="0" w:tplc="4544950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F92C5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F70377D"/>
    <w:multiLevelType w:val="hybridMultilevel"/>
    <w:tmpl w:val="755EF8B4"/>
    <w:lvl w:ilvl="0" w:tplc="3FDAEA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206FF7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745F4A"/>
    <w:multiLevelType w:val="hybridMultilevel"/>
    <w:tmpl w:val="C2D6018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690412"/>
    <w:multiLevelType w:val="hybridMultilevel"/>
    <w:tmpl w:val="562403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4001FC"/>
    <w:multiLevelType w:val="hybridMultilevel"/>
    <w:tmpl w:val="61DA77C8"/>
    <w:lvl w:ilvl="0" w:tplc="7B968F72">
      <w:start w:val="2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A14ED04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DC5071BC">
      <w:start w:val="1"/>
      <w:numFmt w:val="bullet"/>
      <w:lvlText w:val="•"/>
      <w:lvlJc w:val="left"/>
      <w:pPr>
        <w:ind w:left="792" w:hanging="284"/>
      </w:pPr>
      <w:rPr>
        <w:rFonts w:hint="default"/>
      </w:rPr>
    </w:lvl>
    <w:lvl w:ilvl="3" w:tplc="B48CF5DA">
      <w:start w:val="1"/>
      <w:numFmt w:val="bullet"/>
      <w:lvlText w:val="•"/>
      <w:lvlJc w:val="left"/>
      <w:pPr>
        <w:ind w:left="2037" w:hanging="284"/>
      </w:pPr>
      <w:rPr>
        <w:rFonts w:hint="default"/>
      </w:rPr>
    </w:lvl>
    <w:lvl w:ilvl="4" w:tplc="4D98322C">
      <w:start w:val="1"/>
      <w:numFmt w:val="bullet"/>
      <w:lvlText w:val="•"/>
      <w:lvlJc w:val="left"/>
      <w:pPr>
        <w:ind w:left="3282" w:hanging="284"/>
      </w:pPr>
      <w:rPr>
        <w:rFonts w:hint="default"/>
      </w:rPr>
    </w:lvl>
    <w:lvl w:ilvl="5" w:tplc="40BCF8F6">
      <w:start w:val="1"/>
      <w:numFmt w:val="bullet"/>
      <w:lvlText w:val="•"/>
      <w:lvlJc w:val="left"/>
      <w:pPr>
        <w:ind w:left="4527" w:hanging="284"/>
      </w:pPr>
      <w:rPr>
        <w:rFonts w:hint="default"/>
      </w:rPr>
    </w:lvl>
    <w:lvl w:ilvl="6" w:tplc="8C228374">
      <w:start w:val="1"/>
      <w:numFmt w:val="bullet"/>
      <w:lvlText w:val="•"/>
      <w:lvlJc w:val="left"/>
      <w:pPr>
        <w:ind w:left="5772" w:hanging="284"/>
      </w:pPr>
      <w:rPr>
        <w:rFonts w:hint="default"/>
      </w:rPr>
    </w:lvl>
    <w:lvl w:ilvl="7" w:tplc="8ECCCB7E">
      <w:start w:val="1"/>
      <w:numFmt w:val="bullet"/>
      <w:lvlText w:val="•"/>
      <w:lvlJc w:val="left"/>
      <w:pPr>
        <w:ind w:left="7017" w:hanging="284"/>
      </w:pPr>
      <w:rPr>
        <w:rFonts w:hint="default"/>
      </w:rPr>
    </w:lvl>
    <w:lvl w:ilvl="8" w:tplc="53FA134C">
      <w:start w:val="1"/>
      <w:numFmt w:val="bullet"/>
      <w:lvlText w:val="•"/>
      <w:lvlJc w:val="left"/>
      <w:pPr>
        <w:ind w:left="8262" w:hanging="284"/>
      </w:pPr>
      <w:rPr>
        <w:rFonts w:hint="default"/>
      </w:rPr>
    </w:lvl>
  </w:abstractNum>
  <w:abstractNum w:abstractNumId="20" w15:restartNumberingAfterBreak="0">
    <w:nsid w:val="2A681A3F"/>
    <w:multiLevelType w:val="hybridMultilevel"/>
    <w:tmpl w:val="1D50E7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905C47"/>
    <w:multiLevelType w:val="hybridMultilevel"/>
    <w:tmpl w:val="23CC9350"/>
    <w:lvl w:ilvl="0" w:tplc="B78E37CE">
      <w:start w:val="6"/>
      <w:numFmt w:val="decimal"/>
      <w:lvlText w:val="%1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E4C1D"/>
    <w:multiLevelType w:val="hybridMultilevel"/>
    <w:tmpl w:val="51EC2A58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EA64449"/>
    <w:multiLevelType w:val="hybridMultilevel"/>
    <w:tmpl w:val="0AE68380"/>
    <w:lvl w:ilvl="0" w:tplc="765646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FB2975"/>
    <w:multiLevelType w:val="hybridMultilevel"/>
    <w:tmpl w:val="4036BF7A"/>
    <w:lvl w:ilvl="0" w:tplc="CD84CA3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9F0C74"/>
    <w:multiLevelType w:val="hybridMultilevel"/>
    <w:tmpl w:val="5B288F0C"/>
    <w:lvl w:ilvl="0" w:tplc="AB382E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EB5474"/>
    <w:multiLevelType w:val="hybridMultilevel"/>
    <w:tmpl w:val="8D5A4930"/>
    <w:lvl w:ilvl="0" w:tplc="5498B872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500001F"/>
    <w:multiLevelType w:val="hybridMultilevel"/>
    <w:tmpl w:val="BD862F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410F0F"/>
    <w:multiLevelType w:val="hybridMultilevel"/>
    <w:tmpl w:val="086ECE50"/>
    <w:lvl w:ilvl="0" w:tplc="5BD0A4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9" w15:restartNumberingAfterBreak="0">
    <w:nsid w:val="44292B00"/>
    <w:multiLevelType w:val="hybridMultilevel"/>
    <w:tmpl w:val="D540849C"/>
    <w:lvl w:ilvl="0" w:tplc="13C4A3F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0C1FFE"/>
    <w:multiLevelType w:val="multilevel"/>
    <w:tmpl w:val="8D7C76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486D3AA7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4BAC5725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C77B13"/>
    <w:multiLevelType w:val="hybridMultilevel"/>
    <w:tmpl w:val="C444E946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4" w15:restartNumberingAfterBreak="0">
    <w:nsid w:val="56F13628"/>
    <w:multiLevelType w:val="hybridMultilevel"/>
    <w:tmpl w:val="CEDEA8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BA62B3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E55DB5"/>
    <w:multiLevelType w:val="multilevel"/>
    <w:tmpl w:val="51EC2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8143B4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755D53"/>
    <w:multiLevelType w:val="hybridMultilevel"/>
    <w:tmpl w:val="D6FC23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9CB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3C1358"/>
    <w:multiLevelType w:val="hybridMultilevel"/>
    <w:tmpl w:val="8B5A958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6"/>
  </w:num>
  <w:num w:numId="3">
    <w:abstractNumId w:val="17"/>
  </w:num>
  <w:num w:numId="4">
    <w:abstractNumId w:val="32"/>
  </w:num>
  <w:num w:numId="5">
    <w:abstractNumId w:val="39"/>
  </w:num>
  <w:num w:numId="6">
    <w:abstractNumId w:val="35"/>
  </w:num>
  <w:num w:numId="7">
    <w:abstractNumId w:val="27"/>
  </w:num>
  <w:num w:numId="8">
    <w:abstractNumId w:val="37"/>
  </w:num>
  <w:num w:numId="9">
    <w:abstractNumId w:val="8"/>
  </w:num>
  <w:num w:numId="10">
    <w:abstractNumId w:val="38"/>
  </w:num>
  <w:num w:numId="11">
    <w:abstractNumId w:val="4"/>
  </w:num>
  <w:num w:numId="12">
    <w:abstractNumId w:val="5"/>
  </w:num>
  <w:num w:numId="13">
    <w:abstractNumId w:val="30"/>
  </w:num>
  <w:num w:numId="14">
    <w:abstractNumId w:val="6"/>
  </w:num>
  <w:num w:numId="15">
    <w:abstractNumId w:val="31"/>
  </w:num>
  <w:num w:numId="16">
    <w:abstractNumId w:val="33"/>
  </w:num>
  <w:num w:numId="17">
    <w:abstractNumId w:val="28"/>
  </w:num>
  <w:num w:numId="18">
    <w:abstractNumId w:val="16"/>
  </w:num>
  <w:num w:numId="19">
    <w:abstractNumId w:val="0"/>
  </w:num>
  <w:num w:numId="20">
    <w:abstractNumId w:val="11"/>
  </w:num>
  <w:num w:numId="21">
    <w:abstractNumId w:val="14"/>
  </w:num>
  <w:num w:numId="22">
    <w:abstractNumId w:val="3"/>
  </w:num>
  <w:num w:numId="23">
    <w:abstractNumId w:val="1"/>
  </w:num>
  <w:num w:numId="24">
    <w:abstractNumId w:val="15"/>
  </w:num>
  <w:num w:numId="25">
    <w:abstractNumId w:val="10"/>
  </w:num>
  <w:num w:numId="26">
    <w:abstractNumId w:val="23"/>
  </w:num>
  <w:num w:numId="27">
    <w:abstractNumId w:val="9"/>
  </w:num>
  <w:num w:numId="28">
    <w:abstractNumId w:val="12"/>
  </w:num>
  <w:num w:numId="29">
    <w:abstractNumId w:val="26"/>
  </w:num>
  <w:num w:numId="30">
    <w:abstractNumId w:val="25"/>
  </w:num>
  <w:num w:numId="31">
    <w:abstractNumId w:val="13"/>
  </w:num>
  <w:num w:numId="32">
    <w:abstractNumId w:val="24"/>
  </w:num>
  <w:num w:numId="33">
    <w:abstractNumId w:val="29"/>
  </w:num>
  <w:num w:numId="34">
    <w:abstractNumId w:val="19"/>
  </w:num>
  <w:num w:numId="35">
    <w:abstractNumId w:val="21"/>
  </w:num>
  <w:num w:numId="36">
    <w:abstractNumId w:val="7"/>
  </w:num>
  <w:num w:numId="37">
    <w:abstractNumId w:val="18"/>
  </w:num>
  <w:num w:numId="38">
    <w:abstractNumId w:val="20"/>
  </w:num>
  <w:num w:numId="39">
    <w:abstractNumId w:val="34"/>
  </w:num>
  <w:num w:numId="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0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ageCheckpoint" w:val="/,_x000d_/_x000d_"/>
  </w:docVars>
  <w:rsids>
    <w:rsidRoot w:val="00071A9C"/>
    <w:rsid w:val="00000905"/>
    <w:rsid w:val="00000C57"/>
    <w:rsid w:val="00003ACC"/>
    <w:rsid w:val="00003ECC"/>
    <w:rsid w:val="000054A6"/>
    <w:rsid w:val="000061C4"/>
    <w:rsid w:val="00012961"/>
    <w:rsid w:val="000171B0"/>
    <w:rsid w:val="00017D90"/>
    <w:rsid w:val="00020FE4"/>
    <w:rsid w:val="00025AE0"/>
    <w:rsid w:val="00030328"/>
    <w:rsid w:val="00030842"/>
    <w:rsid w:val="00030D10"/>
    <w:rsid w:val="000318C4"/>
    <w:rsid w:val="000331F0"/>
    <w:rsid w:val="0003657E"/>
    <w:rsid w:val="00037894"/>
    <w:rsid w:val="00044A08"/>
    <w:rsid w:val="00044E0B"/>
    <w:rsid w:val="0005139E"/>
    <w:rsid w:val="00051980"/>
    <w:rsid w:val="00053231"/>
    <w:rsid w:val="000534F4"/>
    <w:rsid w:val="00053C7B"/>
    <w:rsid w:val="00054F23"/>
    <w:rsid w:val="000553DC"/>
    <w:rsid w:val="00055BAA"/>
    <w:rsid w:val="00057F7F"/>
    <w:rsid w:val="00062318"/>
    <w:rsid w:val="00067AA9"/>
    <w:rsid w:val="00067C48"/>
    <w:rsid w:val="00071A9C"/>
    <w:rsid w:val="000737A6"/>
    <w:rsid w:val="00074226"/>
    <w:rsid w:val="00075862"/>
    <w:rsid w:val="00077D33"/>
    <w:rsid w:val="00087998"/>
    <w:rsid w:val="00093528"/>
    <w:rsid w:val="00093C90"/>
    <w:rsid w:val="000A32BD"/>
    <w:rsid w:val="000A37D1"/>
    <w:rsid w:val="000A3A73"/>
    <w:rsid w:val="000A4A01"/>
    <w:rsid w:val="000A6038"/>
    <w:rsid w:val="000A7BFC"/>
    <w:rsid w:val="000C04B7"/>
    <w:rsid w:val="000C0F68"/>
    <w:rsid w:val="000C23E2"/>
    <w:rsid w:val="000C27B3"/>
    <w:rsid w:val="000C352E"/>
    <w:rsid w:val="000C576B"/>
    <w:rsid w:val="000D00CA"/>
    <w:rsid w:val="000D3D17"/>
    <w:rsid w:val="000D56F5"/>
    <w:rsid w:val="000E03F1"/>
    <w:rsid w:val="000E1FDF"/>
    <w:rsid w:val="000E309A"/>
    <w:rsid w:val="000E6E25"/>
    <w:rsid w:val="000F07D2"/>
    <w:rsid w:val="000F5608"/>
    <w:rsid w:val="00100501"/>
    <w:rsid w:val="00100F80"/>
    <w:rsid w:val="0010783F"/>
    <w:rsid w:val="001079D4"/>
    <w:rsid w:val="0011398D"/>
    <w:rsid w:val="00115729"/>
    <w:rsid w:val="00121274"/>
    <w:rsid w:val="00122354"/>
    <w:rsid w:val="0012334D"/>
    <w:rsid w:val="00126170"/>
    <w:rsid w:val="00132229"/>
    <w:rsid w:val="00132FF4"/>
    <w:rsid w:val="0013488C"/>
    <w:rsid w:val="00137B35"/>
    <w:rsid w:val="00144336"/>
    <w:rsid w:val="001449F4"/>
    <w:rsid w:val="00147707"/>
    <w:rsid w:val="00150A21"/>
    <w:rsid w:val="00154E87"/>
    <w:rsid w:val="0015612A"/>
    <w:rsid w:val="001571DC"/>
    <w:rsid w:val="001574DA"/>
    <w:rsid w:val="00157E4C"/>
    <w:rsid w:val="001622D5"/>
    <w:rsid w:val="00163C14"/>
    <w:rsid w:val="00167FE6"/>
    <w:rsid w:val="00170CF3"/>
    <w:rsid w:val="00171144"/>
    <w:rsid w:val="00174DCF"/>
    <w:rsid w:val="0017605C"/>
    <w:rsid w:val="00176548"/>
    <w:rsid w:val="00177834"/>
    <w:rsid w:val="00177A57"/>
    <w:rsid w:val="00181AE7"/>
    <w:rsid w:val="00186277"/>
    <w:rsid w:val="001910AD"/>
    <w:rsid w:val="00191D33"/>
    <w:rsid w:val="001920AC"/>
    <w:rsid w:val="00192A68"/>
    <w:rsid w:val="00196635"/>
    <w:rsid w:val="0019684A"/>
    <w:rsid w:val="00197C7F"/>
    <w:rsid w:val="001A7D22"/>
    <w:rsid w:val="001B0154"/>
    <w:rsid w:val="001B177E"/>
    <w:rsid w:val="001B4052"/>
    <w:rsid w:val="001B582A"/>
    <w:rsid w:val="001C3B81"/>
    <w:rsid w:val="001C3ED6"/>
    <w:rsid w:val="001D0B3E"/>
    <w:rsid w:val="001D1F1F"/>
    <w:rsid w:val="001D2D5B"/>
    <w:rsid w:val="001E3D50"/>
    <w:rsid w:val="001E47B9"/>
    <w:rsid w:val="001E5B67"/>
    <w:rsid w:val="001F1CDF"/>
    <w:rsid w:val="001F1F7E"/>
    <w:rsid w:val="002005B0"/>
    <w:rsid w:val="00203476"/>
    <w:rsid w:val="00203CFB"/>
    <w:rsid w:val="002062FD"/>
    <w:rsid w:val="00210220"/>
    <w:rsid w:val="002140AF"/>
    <w:rsid w:val="002142B4"/>
    <w:rsid w:val="002153D5"/>
    <w:rsid w:val="00215C46"/>
    <w:rsid w:val="00220B05"/>
    <w:rsid w:val="00221520"/>
    <w:rsid w:val="00221A21"/>
    <w:rsid w:val="00222859"/>
    <w:rsid w:val="0023102F"/>
    <w:rsid w:val="0023171E"/>
    <w:rsid w:val="002370A3"/>
    <w:rsid w:val="00240665"/>
    <w:rsid w:val="00242B69"/>
    <w:rsid w:val="002444C0"/>
    <w:rsid w:val="00245156"/>
    <w:rsid w:val="002462F0"/>
    <w:rsid w:val="002467F7"/>
    <w:rsid w:val="00253787"/>
    <w:rsid w:val="00253957"/>
    <w:rsid w:val="00262805"/>
    <w:rsid w:val="00265A5C"/>
    <w:rsid w:val="00267A66"/>
    <w:rsid w:val="00276B33"/>
    <w:rsid w:val="002773EC"/>
    <w:rsid w:val="002805B7"/>
    <w:rsid w:val="00281720"/>
    <w:rsid w:val="00281942"/>
    <w:rsid w:val="00281BC1"/>
    <w:rsid w:val="00284128"/>
    <w:rsid w:val="00284917"/>
    <w:rsid w:val="00291113"/>
    <w:rsid w:val="00291FD8"/>
    <w:rsid w:val="00293BB7"/>
    <w:rsid w:val="00294A23"/>
    <w:rsid w:val="00297691"/>
    <w:rsid w:val="002A0338"/>
    <w:rsid w:val="002A0D49"/>
    <w:rsid w:val="002A2B89"/>
    <w:rsid w:val="002A6BD0"/>
    <w:rsid w:val="002A6D1B"/>
    <w:rsid w:val="002B1393"/>
    <w:rsid w:val="002B7311"/>
    <w:rsid w:val="002C063D"/>
    <w:rsid w:val="002C50AB"/>
    <w:rsid w:val="002C74D7"/>
    <w:rsid w:val="002C7589"/>
    <w:rsid w:val="002D2423"/>
    <w:rsid w:val="002D40D8"/>
    <w:rsid w:val="002D4BB9"/>
    <w:rsid w:val="002E07B9"/>
    <w:rsid w:val="002E11E3"/>
    <w:rsid w:val="002F1DBD"/>
    <w:rsid w:val="002F4215"/>
    <w:rsid w:val="002F59F7"/>
    <w:rsid w:val="00300765"/>
    <w:rsid w:val="0030274C"/>
    <w:rsid w:val="00303D11"/>
    <w:rsid w:val="00305FB4"/>
    <w:rsid w:val="00320B94"/>
    <w:rsid w:val="00320DE1"/>
    <w:rsid w:val="003213D4"/>
    <w:rsid w:val="00325016"/>
    <w:rsid w:val="003352E7"/>
    <w:rsid w:val="003369E6"/>
    <w:rsid w:val="003372F3"/>
    <w:rsid w:val="00343B30"/>
    <w:rsid w:val="00345430"/>
    <w:rsid w:val="00347B9E"/>
    <w:rsid w:val="00350FDF"/>
    <w:rsid w:val="00355D60"/>
    <w:rsid w:val="0036623F"/>
    <w:rsid w:val="00367CC0"/>
    <w:rsid w:val="0037155B"/>
    <w:rsid w:val="00377A1D"/>
    <w:rsid w:val="00380848"/>
    <w:rsid w:val="00384C25"/>
    <w:rsid w:val="003868E2"/>
    <w:rsid w:val="003879A7"/>
    <w:rsid w:val="00392C75"/>
    <w:rsid w:val="00393C0D"/>
    <w:rsid w:val="00393E88"/>
    <w:rsid w:val="003A05BB"/>
    <w:rsid w:val="003A1EEB"/>
    <w:rsid w:val="003A3ACE"/>
    <w:rsid w:val="003A451C"/>
    <w:rsid w:val="003A54E6"/>
    <w:rsid w:val="003A7205"/>
    <w:rsid w:val="003A7EDC"/>
    <w:rsid w:val="003B34FD"/>
    <w:rsid w:val="003B724A"/>
    <w:rsid w:val="003C0780"/>
    <w:rsid w:val="003C117C"/>
    <w:rsid w:val="003C2BB7"/>
    <w:rsid w:val="003C414E"/>
    <w:rsid w:val="003C644F"/>
    <w:rsid w:val="003D3173"/>
    <w:rsid w:val="003E28C9"/>
    <w:rsid w:val="003E2B47"/>
    <w:rsid w:val="003F0681"/>
    <w:rsid w:val="003F09D6"/>
    <w:rsid w:val="003F1147"/>
    <w:rsid w:val="003F30C5"/>
    <w:rsid w:val="003F37F9"/>
    <w:rsid w:val="003F3908"/>
    <w:rsid w:val="00402FB9"/>
    <w:rsid w:val="00403BB0"/>
    <w:rsid w:val="00405F53"/>
    <w:rsid w:val="00407853"/>
    <w:rsid w:val="00410721"/>
    <w:rsid w:val="00412FA2"/>
    <w:rsid w:val="00413A1A"/>
    <w:rsid w:val="00414647"/>
    <w:rsid w:val="00415740"/>
    <w:rsid w:val="004220B7"/>
    <w:rsid w:val="00431833"/>
    <w:rsid w:val="00432380"/>
    <w:rsid w:val="00440ECC"/>
    <w:rsid w:val="00441D54"/>
    <w:rsid w:val="00445C3D"/>
    <w:rsid w:val="00446263"/>
    <w:rsid w:val="00447F0A"/>
    <w:rsid w:val="004569FA"/>
    <w:rsid w:val="00461FA9"/>
    <w:rsid w:val="00463CB1"/>
    <w:rsid w:val="00464F76"/>
    <w:rsid w:val="004666E1"/>
    <w:rsid w:val="0046672F"/>
    <w:rsid w:val="00482012"/>
    <w:rsid w:val="00483C6A"/>
    <w:rsid w:val="0048606D"/>
    <w:rsid w:val="00490134"/>
    <w:rsid w:val="00492257"/>
    <w:rsid w:val="004929AE"/>
    <w:rsid w:val="004A0112"/>
    <w:rsid w:val="004A1B75"/>
    <w:rsid w:val="004A1F3F"/>
    <w:rsid w:val="004A367C"/>
    <w:rsid w:val="004A36DA"/>
    <w:rsid w:val="004A3832"/>
    <w:rsid w:val="004B03AA"/>
    <w:rsid w:val="004B2286"/>
    <w:rsid w:val="004B3BC3"/>
    <w:rsid w:val="004B528A"/>
    <w:rsid w:val="004C1358"/>
    <w:rsid w:val="004C3504"/>
    <w:rsid w:val="004C7AC0"/>
    <w:rsid w:val="004D3E99"/>
    <w:rsid w:val="004D459C"/>
    <w:rsid w:val="004D4728"/>
    <w:rsid w:val="004D6AC4"/>
    <w:rsid w:val="004D78EB"/>
    <w:rsid w:val="004E4923"/>
    <w:rsid w:val="004E75A3"/>
    <w:rsid w:val="004E75EF"/>
    <w:rsid w:val="004F1073"/>
    <w:rsid w:val="004F1C3C"/>
    <w:rsid w:val="004F4AB1"/>
    <w:rsid w:val="004F4DC8"/>
    <w:rsid w:val="00506A0F"/>
    <w:rsid w:val="00516608"/>
    <w:rsid w:val="00522DB2"/>
    <w:rsid w:val="00523330"/>
    <w:rsid w:val="00523A94"/>
    <w:rsid w:val="00524D72"/>
    <w:rsid w:val="005263C3"/>
    <w:rsid w:val="005300E0"/>
    <w:rsid w:val="00533D10"/>
    <w:rsid w:val="00537E74"/>
    <w:rsid w:val="00540962"/>
    <w:rsid w:val="00541516"/>
    <w:rsid w:val="00541B26"/>
    <w:rsid w:val="0054584B"/>
    <w:rsid w:val="0055346C"/>
    <w:rsid w:val="005615D1"/>
    <w:rsid w:val="005623CF"/>
    <w:rsid w:val="00564128"/>
    <w:rsid w:val="005642D5"/>
    <w:rsid w:val="0056515A"/>
    <w:rsid w:val="00577E14"/>
    <w:rsid w:val="005951D6"/>
    <w:rsid w:val="005A02B9"/>
    <w:rsid w:val="005A1619"/>
    <w:rsid w:val="005A64AE"/>
    <w:rsid w:val="005A68FF"/>
    <w:rsid w:val="005B1ACB"/>
    <w:rsid w:val="005B4BCA"/>
    <w:rsid w:val="005B4F82"/>
    <w:rsid w:val="005B5FCF"/>
    <w:rsid w:val="005C0685"/>
    <w:rsid w:val="005C4185"/>
    <w:rsid w:val="005C4DF4"/>
    <w:rsid w:val="005C52E9"/>
    <w:rsid w:val="005C7424"/>
    <w:rsid w:val="005D55FA"/>
    <w:rsid w:val="005D76F0"/>
    <w:rsid w:val="005E323C"/>
    <w:rsid w:val="005E4F65"/>
    <w:rsid w:val="005E6F23"/>
    <w:rsid w:val="005F3671"/>
    <w:rsid w:val="00600167"/>
    <w:rsid w:val="006008AC"/>
    <w:rsid w:val="00603C5E"/>
    <w:rsid w:val="0060601E"/>
    <w:rsid w:val="00610673"/>
    <w:rsid w:val="00610B9C"/>
    <w:rsid w:val="006110C0"/>
    <w:rsid w:val="00613CC0"/>
    <w:rsid w:val="00614420"/>
    <w:rsid w:val="006156A8"/>
    <w:rsid w:val="00634553"/>
    <w:rsid w:val="00635714"/>
    <w:rsid w:val="00650D4A"/>
    <w:rsid w:val="00653D0F"/>
    <w:rsid w:val="00654539"/>
    <w:rsid w:val="00654646"/>
    <w:rsid w:val="006572D0"/>
    <w:rsid w:val="00657A23"/>
    <w:rsid w:val="00660FB8"/>
    <w:rsid w:val="00665080"/>
    <w:rsid w:val="00665084"/>
    <w:rsid w:val="0066687A"/>
    <w:rsid w:val="00666BC6"/>
    <w:rsid w:val="006703A9"/>
    <w:rsid w:val="00670AA5"/>
    <w:rsid w:val="006765DB"/>
    <w:rsid w:val="0067702E"/>
    <w:rsid w:val="00687C2D"/>
    <w:rsid w:val="00693611"/>
    <w:rsid w:val="006A58EE"/>
    <w:rsid w:val="006B29A8"/>
    <w:rsid w:val="006B5452"/>
    <w:rsid w:val="006C390E"/>
    <w:rsid w:val="006C51DD"/>
    <w:rsid w:val="006C556B"/>
    <w:rsid w:val="006C687B"/>
    <w:rsid w:val="006C7C0A"/>
    <w:rsid w:val="006D6763"/>
    <w:rsid w:val="006D7ABE"/>
    <w:rsid w:val="006E2F40"/>
    <w:rsid w:val="006E525B"/>
    <w:rsid w:val="006E631E"/>
    <w:rsid w:val="006E66E8"/>
    <w:rsid w:val="006F2812"/>
    <w:rsid w:val="006F3F0F"/>
    <w:rsid w:val="006F6A0E"/>
    <w:rsid w:val="006F7B21"/>
    <w:rsid w:val="00700804"/>
    <w:rsid w:val="00700A32"/>
    <w:rsid w:val="007057BC"/>
    <w:rsid w:val="00705F64"/>
    <w:rsid w:val="007104D2"/>
    <w:rsid w:val="00712C5B"/>
    <w:rsid w:val="00715DBE"/>
    <w:rsid w:val="00716366"/>
    <w:rsid w:val="00722A14"/>
    <w:rsid w:val="007276DB"/>
    <w:rsid w:val="00727767"/>
    <w:rsid w:val="00730625"/>
    <w:rsid w:val="00731DA1"/>
    <w:rsid w:val="00732A5B"/>
    <w:rsid w:val="007339B1"/>
    <w:rsid w:val="00734E7D"/>
    <w:rsid w:val="007360D5"/>
    <w:rsid w:val="0073705A"/>
    <w:rsid w:val="007373F2"/>
    <w:rsid w:val="00737861"/>
    <w:rsid w:val="007402C3"/>
    <w:rsid w:val="007404A8"/>
    <w:rsid w:val="00745750"/>
    <w:rsid w:val="007509D0"/>
    <w:rsid w:val="007514A4"/>
    <w:rsid w:val="00755B79"/>
    <w:rsid w:val="007578CB"/>
    <w:rsid w:val="0076566B"/>
    <w:rsid w:val="007672B5"/>
    <w:rsid w:val="007675DC"/>
    <w:rsid w:val="00767F31"/>
    <w:rsid w:val="0078074E"/>
    <w:rsid w:val="00782162"/>
    <w:rsid w:val="00790C82"/>
    <w:rsid w:val="0079206C"/>
    <w:rsid w:val="007930D4"/>
    <w:rsid w:val="00797137"/>
    <w:rsid w:val="007977BE"/>
    <w:rsid w:val="007A1758"/>
    <w:rsid w:val="007A3EE9"/>
    <w:rsid w:val="007A4C0B"/>
    <w:rsid w:val="007A4F39"/>
    <w:rsid w:val="007A6E6F"/>
    <w:rsid w:val="007B61C4"/>
    <w:rsid w:val="007B7397"/>
    <w:rsid w:val="007C21A1"/>
    <w:rsid w:val="007C65E7"/>
    <w:rsid w:val="007D0896"/>
    <w:rsid w:val="007D74D5"/>
    <w:rsid w:val="007E7660"/>
    <w:rsid w:val="007E76E1"/>
    <w:rsid w:val="007F0619"/>
    <w:rsid w:val="007F07A8"/>
    <w:rsid w:val="007F184E"/>
    <w:rsid w:val="007F28CD"/>
    <w:rsid w:val="007F3355"/>
    <w:rsid w:val="00801169"/>
    <w:rsid w:val="00804EC8"/>
    <w:rsid w:val="00806BD4"/>
    <w:rsid w:val="0081360A"/>
    <w:rsid w:val="008173AC"/>
    <w:rsid w:val="00821E51"/>
    <w:rsid w:val="00822796"/>
    <w:rsid w:val="008227E1"/>
    <w:rsid w:val="008229C9"/>
    <w:rsid w:val="00824B66"/>
    <w:rsid w:val="00826986"/>
    <w:rsid w:val="00835CB6"/>
    <w:rsid w:val="008371F1"/>
    <w:rsid w:val="00841FD6"/>
    <w:rsid w:val="00844BB0"/>
    <w:rsid w:val="008530B5"/>
    <w:rsid w:val="00854BB2"/>
    <w:rsid w:val="0085629B"/>
    <w:rsid w:val="008573E0"/>
    <w:rsid w:val="00860FC0"/>
    <w:rsid w:val="0086217D"/>
    <w:rsid w:val="00867169"/>
    <w:rsid w:val="00872175"/>
    <w:rsid w:val="008766C7"/>
    <w:rsid w:val="0087777E"/>
    <w:rsid w:val="00877B0F"/>
    <w:rsid w:val="00880176"/>
    <w:rsid w:val="00881F67"/>
    <w:rsid w:val="00883044"/>
    <w:rsid w:val="008852F5"/>
    <w:rsid w:val="00885483"/>
    <w:rsid w:val="008863A4"/>
    <w:rsid w:val="008908D6"/>
    <w:rsid w:val="00892771"/>
    <w:rsid w:val="008952A2"/>
    <w:rsid w:val="00895A3A"/>
    <w:rsid w:val="00896721"/>
    <w:rsid w:val="0089682E"/>
    <w:rsid w:val="00896C68"/>
    <w:rsid w:val="008A0DAA"/>
    <w:rsid w:val="008A1D76"/>
    <w:rsid w:val="008A2388"/>
    <w:rsid w:val="008A3AD4"/>
    <w:rsid w:val="008A4674"/>
    <w:rsid w:val="008A4DF8"/>
    <w:rsid w:val="008A57F4"/>
    <w:rsid w:val="008A5ADF"/>
    <w:rsid w:val="008A5BD1"/>
    <w:rsid w:val="008A764A"/>
    <w:rsid w:val="008B1FE9"/>
    <w:rsid w:val="008B2ACB"/>
    <w:rsid w:val="008C0B13"/>
    <w:rsid w:val="008C6701"/>
    <w:rsid w:val="008C6DE5"/>
    <w:rsid w:val="008C7F31"/>
    <w:rsid w:val="008D14E8"/>
    <w:rsid w:val="008D2E19"/>
    <w:rsid w:val="008D4870"/>
    <w:rsid w:val="008D54A0"/>
    <w:rsid w:val="008D55AE"/>
    <w:rsid w:val="008E1DD7"/>
    <w:rsid w:val="008E4A68"/>
    <w:rsid w:val="008E594A"/>
    <w:rsid w:val="008E5D3E"/>
    <w:rsid w:val="008E753E"/>
    <w:rsid w:val="008E7921"/>
    <w:rsid w:val="008F1DFB"/>
    <w:rsid w:val="008F4218"/>
    <w:rsid w:val="008F4EC3"/>
    <w:rsid w:val="008F56BD"/>
    <w:rsid w:val="008F728E"/>
    <w:rsid w:val="008F77BB"/>
    <w:rsid w:val="00900807"/>
    <w:rsid w:val="009025E3"/>
    <w:rsid w:val="0090278A"/>
    <w:rsid w:val="00905765"/>
    <w:rsid w:val="00911D34"/>
    <w:rsid w:val="00911D36"/>
    <w:rsid w:val="0091313D"/>
    <w:rsid w:val="0091323C"/>
    <w:rsid w:val="00913E43"/>
    <w:rsid w:val="00913F3E"/>
    <w:rsid w:val="009144EB"/>
    <w:rsid w:val="0091671D"/>
    <w:rsid w:val="00916D72"/>
    <w:rsid w:val="00917890"/>
    <w:rsid w:val="00921580"/>
    <w:rsid w:val="0092162E"/>
    <w:rsid w:val="00922780"/>
    <w:rsid w:val="00922D17"/>
    <w:rsid w:val="009311BF"/>
    <w:rsid w:val="00931D6C"/>
    <w:rsid w:val="00933CBA"/>
    <w:rsid w:val="00935D89"/>
    <w:rsid w:val="00940308"/>
    <w:rsid w:val="00941FF4"/>
    <w:rsid w:val="00946D7F"/>
    <w:rsid w:val="00955030"/>
    <w:rsid w:val="00963508"/>
    <w:rsid w:val="0096384D"/>
    <w:rsid w:val="00964574"/>
    <w:rsid w:val="00965C3A"/>
    <w:rsid w:val="00972799"/>
    <w:rsid w:val="00972EAA"/>
    <w:rsid w:val="00973E3D"/>
    <w:rsid w:val="00975E3F"/>
    <w:rsid w:val="00976C7A"/>
    <w:rsid w:val="00983081"/>
    <w:rsid w:val="0098379D"/>
    <w:rsid w:val="009849A1"/>
    <w:rsid w:val="00985245"/>
    <w:rsid w:val="0098747F"/>
    <w:rsid w:val="00990267"/>
    <w:rsid w:val="009904ED"/>
    <w:rsid w:val="009908A2"/>
    <w:rsid w:val="009918C8"/>
    <w:rsid w:val="00994D34"/>
    <w:rsid w:val="009A366C"/>
    <w:rsid w:val="009A4C8F"/>
    <w:rsid w:val="009A4DDF"/>
    <w:rsid w:val="009B4C0E"/>
    <w:rsid w:val="009B7B50"/>
    <w:rsid w:val="009C63C3"/>
    <w:rsid w:val="009D3360"/>
    <w:rsid w:val="009D5AB9"/>
    <w:rsid w:val="009D7585"/>
    <w:rsid w:val="009E2059"/>
    <w:rsid w:val="009E6D17"/>
    <w:rsid w:val="009E6D2B"/>
    <w:rsid w:val="009F1CE3"/>
    <w:rsid w:val="009F7606"/>
    <w:rsid w:val="00A01D56"/>
    <w:rsid w:val="00A04228"/>
    <w:rsid w:val="00A04763"/>
    <w:rsid w:val="00A052B3"/>
    <w:rsid w:val="00A14733"/>
    <w:rsid w:val="00A1539A"/>
    <w:rsid w:val="00A158DC"/>
    <w:rsid w:val="00A17022"/>
    <w:rsid w:val="00A241D7"/>
    <w:rsid w:val="00A2539A"/>
    <w:rsid w:val="00A30DEB"/>
    <w:rsid w:val="00A458CB"/>
    <w:rsid w:val="00A47585"/>
    <w:rsid w:val="00A524F9"/>
    <w:rsid w:val="00A64853"/>
    <w:rsid w:val="00A648BA"/>
    <w:rsid w:val="00A660B3"/>
    <w:rsid w:val="00A714AE"/>
    <w:rsid w:val="00A73136"/>
    <w:rsid w:val="00A77D49"/>
    <w:rsid w:val="00A77F0D"/>
    <w:rsid w:val="00A806D3"/>
    <w:rsid w:val="00A81CF6"/>
    <w:rsid w:val="00A82F8E"/>
    <w:rsid w:val="00A83A4C"/>
    <w:rsid w:val="00A85570"/>
    <w:rsid w:val="00A863D0"/>
    <w:rsid w:val="00A86C8B"/>
    <w:rsid w:val="00A90E17"/>
    <w:rsid w:val="00A93B2F"/>
    <w:rsid w:val="00AA1D97"/>
    <w:rsid w:val="00AA3977"/>
    <w:rsid w:val="00AB07A3"/>
    <w:rsid w:val="00AB1078"/>
    <w:rsid w:val="00AB1B54"/>
    <w:rsid w:val="00AC1E75"/>
    <w:rsid w:val="00AC2C1F"/>
    <w:rsid w:val="00AC37DC"/>
    <w:rsid w:val="00AC5467"/>
    <w:rsid w:val="00AC6B3E"/>
    <w:rsid w:val="00AD55B6"/>
    <w:rsid w:val="00AD6A7F"/>
    <w:rsid w:val="00AD7FB3"/>
    <w:rsid w:val="00AE1151"/>
    <w:rsid w:val="00AE675B"/>
    <w:rsid w:val="00AE69D0"/>
    <w:rsid w:val="00AE7E6B"/>
    <w:rsid w:val="00AF381C"/>
    <w:rsid w:val="00B01D9A"/>
    <w:rsid w:val="00B03A0E"/>
    <w:rsid w:val="00B04951"/>
    <w:rsid w:val="00B10D28"/>
    <w:rsid w:val="00B112D4"/>
    <w:rsid w:val="00B113F9"/>
    <w:rsid w:val="00B1456F"/>
    <w:rsid w:val="00B14A76"/>
    <w:rsid w:val="00B15847"/>
    <w:rsid w:val="00B16E76"/>
    <w:rsid w:val="00B178B7"/>
    <w:rsid w:val="00B20ABA"/>
    <w:rsid w:val="00B23B39"/>
    <w:rsid w:val="00B27D85"/>
    <w:rsid w:val="00B31576"/>
    <w:rsid w:val="00B319E0"/>
    <w:rsid w:val="00B32417"/>
    <w:rsid w:val="00B342CC"/>
    <w:rsid w:val="00B343ED"/>
    <w:rsid w:val="00B3749C"/>
    <w:rsid w:val="00B41F63"/>
    <w:rsid w:val="00B4439B"/>
    <w:rsid w:val="00B45776"/>
    <w:rsid w:val="00B47618"/>
    <w:rsid w:val="00B50E97"/>
    <w:rsid w:val="00B54BA5"/>
    <w:rsid w:val="00B566E6"/>
    <w:rsid w:val="00B608C4"/>
    <w:rsid w:val="00B60917"/>
    <w:rsid w:val="00B60936"/>
    <w:rsid w:val="00B61121"/>
    <w:rsid w:val="00B61E06"/>
    <w:rsid w:val="00B70476"/>
    <w:rsid w:val="00B71A05"/>
    <w:rsid w:val="00B7372E"/>
    <w:rsid w:val="00B74096"/>
    <w:rsid w:val="00B77573"/>
    <w:rsid w:val="00B83510"/>
    <w:rsid w:val="00B841B8"/>
    <w:rsid w:val="00B84C29"/>
    <w:rsid w:val="00B961E0"/>
    <w:rsid w:val="00BA2D0C"/>
    <w:rsid w:val="00BA7D6E"/>
    <w:rsid w:val="00BA7EBD"/>
    <w:rsid w:val="00BB22CA"/>
    <w:rsid w:val="00BB25F2"/>
    <w:rsid w:val="00BB4399"/>
    <w:rsid w:val="00BB5C36"/>
    <w:rsid w:val="00BC219B"/>
    <w:rsid w:val="00BC41C5"/>
    <w:rsid w:val="00BC730D"/>
    <w:rsid w:val="00BD147F"/>
    <w:rsid w:val="00BD225E"/>
    <w:rsid w:val="00BD37AF"/>
    <w:rsid w:val="00BE1210"/>
    <w:rsid w:val="00BE2BA7"/>
    <w:rsid w:val="00BE5A32"/>
    <w:rsid w:val="00BE658E"/>
    <w:rsid w:val="00BF1837"/>
    <w:rsid w:val="00BF3B34"/>
    <w:rsid w:val="00BF54DC"/>
    <w:rsid w:val="00BF5EC5"/>
    <w:rsid w:val="00C04472"/>
    <w:rsid w:val="00C0741D"/>
    <w:rsid w:val="00C112A7"/>
    <w:rsid w:val="00C17787"/>
    <w:rsid w:val="00C2688B"/>
    <w:rsid w:val="00C3272D"/>
    <w:rsid w:val="00C32DF1"/>
    <w:rsid w:val="00C32E06"/>
    <w:rsid w:val="00C3360E"/>
    <w:rsid w:val="00C356E2"/>
    <w:rsid w:val="00C4221C"/>
    <w:rsid w:val="00C526C1"/>
    <w:rsid w:val="00C52F1C"/>
    <w:rsid w:val="00C54FBA"/>
    <w:rsid w:val="00C56655"/>
    <w:rsid w:val="00C600B6"/>
    <w:rsid w:val="00C61074"/>
    <w:rsid w:val="00C61C2E"/>
    <w:rsid w:val="00C67B00"/>
    <w:rsid w:val="00C71402"/>
    <w:rsid w:val="00C727BA"/>
    <w:rsid w:val="00C73C14"/>
    <w:rsid w:val="00C7470F"/>
    <w:rsid w:val="00C81443"/>
    <w:rsid w:val="00C93814"/>
    <w:rsid w:val="00C962E8"/>
    <w:rsid w:val="00CA014A"/>
    <w:rsid w:val="00CA0294"/>
    <w:rsid w:val="00CA1261"/>
    <w:rsid w:val="00CA6428"/>
    <w:rsid w:val="00CA68E3"/>
    <w:rsid w:val="00CA71BF"/>
    <w:rsid w:val="00CB020F"/>
    <w:rsid w:val="00CB04CE"/>
    <w:rsid w:val="00CB27D4"/>
    <w:rsid w:val="00CB5272"/>
    <w:rsid w:val="00CC5048"/>
    <w:rsid w:val="00CC60A4"/>
    <w:rsid w:val="00CD4EFA"/>
    <w:rsid w:val="00CD729E"/>
    <w:rsid w:val="00CE170E"/>
    <w:rsid w:val="00CE278F"/>
    <w:rsid w:val="00CE3938"/>
    <w:rsid w:val="00CE62E4"/>
    <w:rsid w:val="00CE6429"/>
    <w:rsid w:val="00CE7826"/>
    <w:rsid w:val="00CE7E95"/>
    <w:rsid w:val="00CF1E4C"/>
    <w:rsid w:val="00CF206F"/>
    <w:rsid w:val="00CF2B39"/>
    <w:rsid w:val="00CF5BFB"/>
    <w:rsid w:val="00CF5FE5"/>
    <w:rsid w:val="00CF7725"/>
    <w:rsid w:val="00D1097C"/>
    <w:rsid w:val="00D10CD3"/>
    <w:rsid w:val="00D11566"/>
    <w:rsid w:val="00D127B9"/>
    <w:rsid w:val="00D1475F"/>
    <w:rsid w:val="00D149E3"/>
    <w:rsid w:val="00D15CDB"/>
    <w:rsid w:val="00D162DE"/>
    <w:rsid w:val="00D242A8"/>
    <w:rsid w:val="00D24A0B"/>
    <w:rsid w:val="00D322E8"/>
    <w:rsid w:val="00D40881"/>
    <w:rsid w:val="00D45B94"/>
    <w:rsid w:val="00D46099"/>
    <w:rsid w:val="00D55EA2"/>
    <w:rsid w:val="00D61E27"/>
    <w:rsid w:val="00D62302"/>
    <w:rsid w:val="00D6409A"/>
    <w:rsid w:val="00D64E33"/>
    <w:rsid w:val="00D72EEC"/>
    <w:rsid w:val="00D7457B"/>
    <w:rsid w:val="00D77C92"/>
    <w:rsid w:val="00D80759"/>
    <w:rsid w:val="00D81F37"/>
    <w:rsid w:val="00D86978"/>
    <w:rsid w:val="00D90411"/>
    <w:rsid w:val="00D93245"/>
    <w:rsid w:val="00D961EA"/>
    <w:rsid w:val="00D96CAD"/>
    <w:rsid w:val="00D97026"/>
    <w:rsid w:val="00D97292"/>
    <w:rsid w:val="00D9762B"/>
    <w:rsid w:val="00DA0F8F"/>
    <w:rsid w:val="00DA123F"/>
    <w:rsid w:val="00DA4A73"/>
    <w:rsid w:val="00DB3159"/>
    <w:rsid w:val="00DB4B5F"/>
    <w:rsid w:val="00DB5400"/>
    <w:rsid w:val="00DB72ED"/>
    <w:rsid w:val="00DB7969"/>
    <w:rsid w:val="00DC0099"/>
    <w:rsid w:val="00DC65FC"/>
    <w:rsid w:val="00DC79F9"/>
    <w:rsid w:val="00DD1260"/>
    <w:rsid w:val="00DD4143"/>
    <w:rsid w:val="00DD73E8"/>
    <w:rsid w:val="00DD7A86"/>
    <w:rsid w:val="00DE1231"/>
    <w:rsid w:val="00DE309F"/>
    <w:rsid w:val="00DE32F8"/>
    <w:rsid w:val="00DE5F41"/>
    <w:rsid w:val="00DE670E"/>
    <w:rsid w:val="00DF39D3"/>
    <w:rsid w:val="00DF5AE6"/>
    <w:rsid w:val="00E00A6F"/>
    <w:rsid w:val="00E00FCC"/>
    <w:rsid w:val="00E03562"/>
    <w:rsid w:val="00E04885"/>
    <w:rsid w:val="00E052E8"/>
    <w:rsid w:val="00E1015D"/>
    <w:rsid w:val="00E10171"/>
    <w:rsid w:val="00E11DE5"/>
    <w:rsid w:val="00E11F3E"/>
    <w:rsid w:val="00E123DF"/>
    <w:rsid w:val="00E21A75"/>
    <w:rsid w:val="00E23CC4"/>
    <w:rsid w:val="00E24521"/>
    <w:rsid w:val="00E3046F"/>
    <w:rsid w:val="00E310BE"/>
    <w:rsid w:val="00E3179C"/>
    <w:rsid w:val="00E33538"/>
    <w:rsid w:val="00E33DB1"/>
    <w:rsid w:val="00E34519"/>
    <w:rsid w:val="00E40A49"/>
    <w:rsid w:val="00E46389"/>
    <w:rsid w:val="00E46AD2"/>
    <w:rsid w:val="00E535EF"/>
    <w:rsid w:val="00E54160"/>
    <w:rsid w:val="00E57FA5"/>
    <w:rsid w:val="00E6075C"/>
    <w:rsid w:val="00E66403"/>
    <w:rsid w:val="00E70F25"/>
    <w:rsid w:val="00E711AA"/>
    <w:rsid w:val="00E71BCD"/>
    <w:rsid w:val="00E7349E"/>
    <w:rsid w:val="00E80641"/>
    <w:rsid w:val="00E81465"/>
    <w:rsid w:val="00E87589"/>
    <w:rsid w:val="00E87938"/>
    <w:rsid w:val="00E92423"/>
    <w:rsid w:val="00E929B0"/>
    <w:rsid w:val="00EA0F17"/>
    <w:rsid w:val="00EA40D8"/>
    <w:rsid w:val="00EA4A53"/>
    <w:rsid w:val="00EA4A8C"/>
    <w:rsid w:val="00EA6BB4"/>
    <w:rsid w:val="00EB0C0F"/>
    <w:rsid w:val="00EB2540"/>
    <w:rsid w:val="00EC638B"/>
    <w:rsid w:val="00ED0DE4"/>
    <w:rsid w:val="00ED3524"/>
    <w:rsid w:val="00ED44A2"/>
    <w:rsid w:val="00ED6C5B"/>
    <w:rsid w:val="00EE0893"/>
    <w:rsid w:val="00EE0BE2"/>
    <w:rsid w:val="00EE0D06"/>
    <w:rsid w:val="00EE3246"/>
    <w:rsid w:val="00EE3A69"/>
    <w:rsid w:val="00EF0E34"/>
    <w:rsid w:val="00F0224F"/>
    <w:rsid w:val="00F134B4"/>
    <w:rsid w:val="00F22467"/>
    <w:rsid w:val="00F23E43"/>
    <w:rsid w:val="00F253B6"/>
    <w:rsid w:val="00F26B3F"/>
    <w:rsid w:val="00F30998"/>
    <w:rsid w:val="00F34D84"/>
    <w:rsid w:val="00F35423"/>
    <w:rsid w:val="00F356EA"/>
    <w:rsid w:val="00F35A23"/>
    <w:rsid w:val="00F36BFA"/>
    <w:rsid w:val="00F37030"/>
    <w:rsid w:val="00F378AA"/>
    <w:rsid w:val="00F42314"/>
    <w:rsid w:val="00F44C0A"/>
    <w:rsid w:val="00F505C0"/>
    <w:rsid w:val="00F53CED"/>
    <w:rsid w:val="00F5409A"/>
    <w:rsid w:val="00F56255"/>
    <w:rsid w:val="00F57E23"/>
    <w:rsid w:val="00F614CA"/>
    <w:rsid w:val="00F616BE"/>
    <w:rsid w:val="00F66218"/>
    <w:rsid w:val="00F67C50"/>
    <w:rsid w:val="00F73D49"/>
    <w:rsid w:val="00F75257"/>
    <w:rsid w:val="00F7762E"/>
    <w:rsid w:val="00F806A1"/>
    <w:rsid w:val="00F817A8"/>
    <w:rsid w:val="00F82EFC"/>
    <w:rsid w:val="00F840DC"/>
    <w:rsid w:val="00F84911"/>
    <w:rsid w:val="00F84D38"/>
    <w:rsid w:val="00F8733C"/>
    <w:rsid w:val="00F92159"/>
    <w:rsid w:val="00F939BB"/>
    <w:rsid w:val="00F93BF2"/>
    <w:rsid w:val="00F94C47"/>
    <w:rsid w:val="00FA18F7"/>
    <w:rsid w:val="00FA6636"/>
    <w:rsid w:val="00FA79E6"/>
    <w:rsid w:val="00FB1C42"/>
    <w:rsid w:val="00FB51EE"/>
    <w:rsid w:val="00FB5220"/>
    <w:rsid w:val="00FB5673"/>
    <w:rsid w:val="00FB71EC"/>
    <w:rsid w:val="00FC110A"/>
    <w:rsid w:val="00FC4357"/>
    <w:rsid w:val="00FC48E3"/>
    <w:rsid w:val="00FD1158"/>
    <w:rsid w:val="00FD3849"/>
    <w:rsid w:val="00FD4139"/>
    <w:rsid w:val="00FD631A"/>
    <w:rsid w:val="00FE63CB"/>
    <w:rsid w:val="00FF413A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9F662C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E40A4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40A49"/>
    <w:pPr>
      <w:keepNext/>
      <w:outlineLvl w:val="0"/>
    </w:pPr>
    <w:rPr>
      <w:b/>
      <w:bCs/>
      <w:color w:val="FF00FF"/>
    </w:rPr>
  </w:style>
  <w:style w:type="paragraph" w:styleId="Nagwek2">
    <w:name w:val="heading 2"/>
    <w:aliases w:val="heading 3"/>
    <w:basedOn w:val="Normalny"/>
    <w:next w:val="Normalny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Nagwek3">
    <w:name w:val="heading 3"/>
    <w:basedOn w:val="Normalny"/>
    <w:next w:val="Normalny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adingHead">
    <w:name w:val="Reading Head"/>
    <w:basedOn w:val="Normalny"/>
    <w:rsid w:val="00E40A49"/>
    <w:pPr>
      <w:pBdr>
        <w:top w:val="single" w:sz="4" w:space="1" w:color="auto"/>
        <w:left w:val="single" w:sz="4" w:space="4" w:color="auto"/>
        <w:bottom w:val="single" w:sz="4" w:space="3" w:color="auto"/>
        <w:right w:val="single" w:sz="4" w:space="4" w:color="auto"/>
      </w:pBdr>
      <w:shd w:val="solid" w:color="C0C0C0" w:fill="C0C0C0"/>
      <w:spacing w:before="180"/>
      <w:ind w:left="96" w:right="91"/>
      <w:jc w:val="center"/>
    </w:pPr>
    <w:rPr>
      <w:rFonts w:ascii="Times" w:hAnsi="Times"/>
      <w:b/>
      <w:sz w:val="18"/>
      <w:szCs w:val="18"/>
    </w:rPr>
  </w:style>
  <w:style w:type="character" w:customStyle="1" w:styleId="Briefchr">
    <w:name w:val="Brief chr"/>
    <w:basedOn w:val="Domylnaczcionkaakapitu"/>
    <w:rsid w:val="00E40A49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Normalny"/>
    <w:rsid w:val="00E40A49"/>
    <w:pPr>
      <w:pBdr>
        <w:top w:val="single" w:sz="4" w:space="1" w:color="auto"/>
        <w:left w:val="single" w:sz="4" w:space="4" w:color="auto"/>
        <w:bottom w:val="single" w:sz="4" w:space="3" w:color="auto"/>
        <w:right w:val="single" w:sz="4" w:space="4" w:color="auto"/>
      </w:pBdr>
      <w:shd w:val="clear" w:color="auto" w:fill="C0C0C0"/>
      <w:spacing w:after="120"/>
      <w:ind w:left="96" w:right="91"/>
      <w:contextualSpacing/>
    </w:pPr>
    <w:rPr>
      <w:rFonts w:ascii="Times" w:hAnsi="Times" w:cs="Arial"/>
      <w:sz w:val="18"/>
      <w:szCs w:val="18"/>
    </w:rPr>
  </w:style>
  <w:style w:type="paragraph" w:customStyle="1" w:styleId="BriefRealia">
    <w:name w:val="Brief Realia"/>
    <w:basedOn w:val="RealiaText"/>
    <w:rsid w:val="00E40A49"/>
    <w:rPr>
      <w:i/>
      <w:color w:val="003366"/>
      <w:sz w:val="24"/>
      <w:szCs w:val="24"/>
    </w:rPr>
  </w:style>
  <w:style w:type="paragraph" w:customStyle="1" w:styleId="RealiaText">
    <w:name w:val="Realia Text"/>
    <w:rsid w:val="00E40A49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E40A49"/>
    <w:pPr>
      <w:ind w:left="0" w:firstLine="0"/>
    </w:pPr>
  </w:style>
  <w:style w:type="paragraph" w:customStyle="1" w:styleId="TextList">
    <w:name w:val="Text List"/>
    <w:rsid w:val="00E40A49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semiHidden/>
    <w:rsid w:val="00E40A49"/>
    <w:rPr>
      <w:rFonts w:ascii="Lucida Grande" w:hAnsi="Lucida Grande"/>
      <w:sz w:val="18"/>
      <w:szCs w:val="18"/>
    </w:rPr>
  </w:style>
  <w:style w:type="character" w:customStyle="1" w:styleId="TekstdymkaZnak">
    <w:name w:val="Tekst dymka Znak"/>
    <w:link w:val="Tekstdymka"/>
    <w:semiHidden/>
    <w:locked/>
    <w:rsid w:val="00E40A49"/>
    <w:rPr>
      <w:rFonts w:ascii="Lucida Grande" w:hAnsi="Lucida Grande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rsid w:val="00E40A4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E40A49"/>
  </w:style>
  <w:style w:type="paragraph" w:customStyle="1" w:styleId="BriefPhoto">
    <w:name w:val="Brief Photo"/>
    <w:rsid w:val="00E40A49"/>
    <w:pPr>
      <w:spacing w:before="120" w:after="120"/>
    </w:pPr>
    <w:rPr>
      <w:i/>
      <w:color w:val="800080"/>
      <w:sz w:val="24"/>
      <w:szCs w:val="24"/>
    </w:rPr>
  </w:style>
  <w:style w:type="character" w:styleId="Odwoaniedokomentarza">
    <w:name w:val="annotation reference"/>
    <w:uiPriority w:val="99"/>
    <w:semiHidden/>
    <w:rsid w:val="00E40A49"/>
    <w:rPr>
      <w:sz w:val="16"/>
      <w:szCs w:val="16"/>
    </w:rPr>
  </w:style>
  <w:style w:type="paragraph" w:styleId="Stopka">
    <w:name w:val="footer"/>
    <w:basedOn w:val="Normalny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Nagwek">
    <w:name w:val="header"/>
    <w:basedOn w:val="Normalny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rsid w:val="00E40A49"/>
    <w:pPr>
      <w:shd w:val="clear" w:color="auto" w:fill="0000CC"/>
      <w:spacing w:before="240" w:after="120"/>
    </w:pPr>
    <w:rPr>
      <w:rFonts w:ascii="Arial" w:hAnsi="Arial" w:cs="Arial"/>
      <w:b/>
      <w:color w:val="FFFFFF"/>
      <w:sz w:val="36"/>
      <w:szCs w:val="36"/>
    </w:rPr>
  </w:style>
  <w:style w:type="paragraph" w:customStyle="1" w:styleId="HeadASection">
    <w:name w:val="Head A Section"/>
    <w:basedOn w:val="Normalny"/>
    <w:next w:val="Normalny"/>
    <w:link w:val="HeadASectionChar"/>
    <w:rsid w:val="00E40A49"/>
    <w:pPr>
      <w:keepNext/>
      <w:shd w:val="clear" w:color="auto" w:fill="C0C0C0"/>
      <w:spacing w:before="60" w:after="60"/>
    </w:pPr>
    <w:rPr>
      <w:rFonts w:ascii="Arial" w:hAnsi="Arial" w:cs="Arial"/>
      <w:b/>
      <w:sz w:val="22"/>
      <w:szCs w:val="22"/>
    </w:rPr>
  </w:style>
  <w:style w:type="character" w:customStyle="1" w:styleId="HeadASectionChar">
    <w:name w:val="Head A Section Char"/>
    <w:link w:val="HeadASection"/>
    <w:rsid w:val="00E40A49"/>
    <w:rPr>
      <w:rFonts w:ascii="Arial" w:hAnsi="Arial" w:cs="Arial"/>
      <w:b/>
      <w:sz w:val="22"/>
      <w:szCs w:val="22"/>
      <w:shd w:val="clear" w:color="auto" w:fill="C0C0C0"/>
    </w:rPr>
  </w:style>
  <w:style w:type="character" w:customStyle="1" w:styleId="Phoneticschr">
    <w:name w:val="Phonetics chr"/>
    <w:basedOn w:val="Domylnaczcionkaakapitu"/>
    <w:rsid w:val="00E40A49"/>
    <w:rPr>
      <w:rFonts w:ascii="Charis SIL" w:hAnsi="Charis SIL"/>
    </w:rPr>
  </w:style>
  <w:style w:type="character" w:customStyle="1" w:styleId="GapFillchr">
    <w:name w:val="Gap Fill chr"/>
    <w:basedOn w:val="Domylnaczcionkaakapitu"/>
    <w:rsid w:val="00E40A49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omylnaczcionkaakapitu"/>
    <w:rsid w:val="00E40A49"/>
  </w:style>
  <w:style w:type="paragraph" w:customStyle="1" w:styleId="RealiaHead">
    <w:name w:val="Realia Head"/>
    <w:basedOn w:val="RealiaText"/>
    <w:rsid w:val="00E40A49"/>
    <w:pPr>
      <w:spacing w:before="240" w:after="60"/>
    </w:pPr>
    <w:rPr>
      <w:b/>
      <w:u w:val="single"/>
    </w:rPr>
  </w:style>
  <w:style w:type="paragraph" w:styleId="Bezodstpw">
    <w:name w:val="No Spacing"/>
    <w:qFormat/>
    <w:rsid w:val="00E40A4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semiHidden/>
    <w:rsid w:val="00E40A49"/>
    <w:rPr>
      <w:sz w:val="24"/>
      <w:szCs w:val="24"/>
    </w:rPr>
  </w:style>
  <w:style w:type="table" w:styleId="Tabela-Siatka">
    <w:name w:val="Table Grid"/>
    <w:basedOn w:val="Standardowy"/>
    <w:rsid w:val="00E40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E40A49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E40A49"/>
    <w:rPr>
      <w:color w:val="333399"/>
    </w:rPr>
  </w:style>
  <w:style w:type="paragraph" w:customStyle="1" w:styleId="Rubric">
    <w:name w:val="Rubric"/>
    <w:rsid w:val="00E40A49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ny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Nagwek4Znak">
    <w:name w:val="Nagłówek 4 Znak"/>
    <w:basedOn w:val="Domylnaczcionkaakapitu"/>
    <w:link w:val="Nagwek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Nagwek1Znak">
    <w:name w:val="Nagłówek 1 Znak"/>
    <w:link w:val="Nagwek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ny"/>
    <w:rsid w:val="00E40A49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E40A49"/>
    <w:rPr>
      <w:b/>
    </w:rPr>
  </w:style>
  <w:style w:type="paragraph" w:customStyle="1" w:styleId="TextDialogue">
    <w:name w:val="Text Dialogue"/>
    <w:basedOn w:val="TextList"/>
    <w:rsid w:val="00E40A49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E40A49"/>
    <w:pPr>
      <w:shd w:val="clear" w:color="auto" w:fill="CCFFFF"/>
    </w:pPr>
  </w:style>
  <w:style w:type="paragraph" w:customStyle="1" w:styleId="AudioscriptHead">
    <w:name w:val="Audioscript Head"/>
    <w:basedOn w:val="Audioscript"/>
    <w:rsid w:val="00E40A49"/>
    <w:pPr>
      <w:shd w:val="clear" w:color="auto" w:fill="00CCFF"/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E40A49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RevisionHeadA"/>
    <w:rsid w:val="00E40A49"/>
    <w:pPr>
      <w:shd w:val="clear" w:color="auto" w:fill="3366FF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ny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ny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ny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ny"/>
    <w:qFormat/>
    <w:rsid w:val="00E40A49"/>
    <w:pPr>
      <w:shd w:val="clear" w:color="auto" w:fill="FF9999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E40A49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ny"/>
    <w:rsid w:val="00E40A49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E40A49"/>
    <w:rPr>
      <w:i/>
    </w:rPr>
  </w:style>
  <w:style w:type="paragraph" w:customStyle="1" w:styleId="TextReference">
    <w:name w:val="Text Reference"/>
    <w:basedOn w:val="Normalny"/>
    <w:rsid w:val="00E40A49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E40A49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omylnaczcionkaakapitu"/>
    <w:rsid w:val="00E40A49"/>
    <w:rPr>
      <w:caps/>
      <w:color w:val="800000"/>
    </w:rPr>
  </w:style>
  <w:style w:type="character" w:customStyle="1" w:styleId="HighlightedTextChr">
    <w:name w:val="Highlighted Text Chr"/>
    <w:basedOn w:val="Domylnaczcionkaakapitu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basedOn w:val="Domylnaczcionkaakapitu"/>
    <w:rsid w:val="00E40A49"/>
    <w:rPr>
      <w:i/>
      <w:color w:val="333333"/>
    </w:rPr>
  </w:style>
  <w:style w:type="paragraph" w:customStyle="1" w:styleId="ClassBoxHead">
    <w:name w:val="Class Box Head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E40A49"/>
    <w:pPr>
      <w:ind w:left="720"/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2153D5"/>
    <w:rPr>
      <w:sz w:val="24"/>
      <w:szCs w:val="24"/>
    </w:rPr>
  </w:style>
  <w:style w:type="character" w:styleId="Hipercze">
    <w:name w:val="Hyperlink"/>
    <w:basedOn w:val="Domylnaczcionkaakapitu"/>
    <w:unhideWhenUsed/>
    <w:rsid w:val="00A83A4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rsid w:val="00A83A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7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iad\Downloads\Pearson%20Eng%20Cl%20Tests\EC%20L2%20Vocab%20with%20ehad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6D0878-416F-46FD-95CF-AA19515E4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 L2 Vocab with ehader</Template>
  <TotalTime>1</TotalTime>
  <Pages>2</Pages>
  <Words>657</Words>
  <Characters>3948</Characters>
  <Application>Microsoft Office Word</Application>
  <DocSecurity>0</DocSecurity>
  <Lines>32</Lines>
  <Paragraphs>9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>1</vt:lpstr>
      <vt:lpstr>1</vt:lpstr>
      <vt:lpstr>1</vt:lpstr>
    </vt:vector>
  </TitlesOfParts>
  <Company>Microsoft</Company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Zawilinska-Janas, Malgorzata</cp:lastModifiedBy>
  <cp:revision>3</cp:revision>
  <cp:lastPrinted>2019-05-29T07:46:00Z</cp:lastPrinted>
  <dcterms:created xsi:type="dcterms:W3CDTF">2019-05-30T11:30:00Z</dcterms:created>
  <dcterms:modified xsi:type="dcterms:W3CDTF">2019-05-30T11:30:00Z</dcterms:modified>
</cp:coreProperties>
</file>