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2EB" w:rsidRDefault="00687C2D" w:rsidP="00BA7D6E">
      <w:pPr>
        <w:pStyle w:val="HeadASection"/>
        <w:rPr>
          <w:lang w:val="en-GB"/>
        </w:rPr>
      </w:pPr>
      <w:r w:rsidRPr="007002EB">
        <w:rPr>
          <w:lang w:val="en-GB"/>
        </w:rPr>
        <w:t xml:space="preserve">LCCI </w:t>
      </w:r>
      <w:r w:rsidR="00EB2540" w:rsidRPr="007002EB">
        <w:rPr>
          <w:lang w:val="en-GB"/>
        </w:rPr>
        <w:t>Writing</w:t>
      </w:r>
    </w:p>
    <w:p w14:paraId="7667C95A" w14:textId="4CDB0B75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4056C3CE" w14:textId="53A87CD9" w:rsidR="00C71402" w:rsidRPr="008227E1" w:rsidRDefault="00196635" w:rsidP="00905765">
      <w:pPr>
        <w:pStyle w:val="Text"/>
        <w:rPr>
          <w:b/>
        </w:rPr>
      </w:pPr>
      <w:r>
        <w:t xml:space="preserve">You work </w:t>
      </w:r>
      <w:r w:rsidR="00905765">
        <w:t>in a mu</w:t>
      </w:r>
      <w:r w:rsidR="00253957">
        <w:t>ltinational</w:t>
      </w:r>
      <w:r w:rsidR="00905765">
        <w:t xml:space="preserve"> insurance company</w:t>
      </w:r>
      <w:r w:rsidR="00314FF8">
        <w:t>, Horizons,</w:t>
      </w:r>
      <w:r w:rsidR="00253957">
        <w:t xml:space="preserve"> that has recently started a </w:t>
      </w:r>
      <w:r w:rsidR="00975E3F">
        <w:t>secondment</w:t>
      </w:r>
      <w:r w:rsidR="00253957">
        <w:t xml:space="preserve"> scheme for staff so that they can </w:t>
      </w:r>
      <w:r w:rsidR="00483C6A">
        <w:t>accustom themselves to how other regional offices work and learn about their local cultures as well as develop as individual</w:t>
      </w:r>
      <w:r w:rsidR="0076709F">
        <w:t>s</w:t>
      </w:r>
      <w:r w:rsidR="00483C6A">
        <w:t xml:space="preserve">. You have relocated </w:t>
      </w:r>
      <w:r w:rsidR="00975E3F">
        <w:t>to the office in New York</w:t>
      </w:r>
      <w:r w:rsidR="00D72EEC">
        <w:t xml:space="preserve"> for </w:t>
      </w:r>
      <w:r w:rsidR="00B346A2">
        <w:t>three months</w:t>
      </w:r>
      <w:r w:rsidR="0076709F">
        <w:t xml:space="preserve"> lately. The global HR M</w:t>
      </w:r>
      <w:r w:rsidR="00975E3F">
        <w:t>anager has asked you to write a blog post for their intranet</w:t>
      </w:r>
      <w:r w:rsidR="00EA7C44">
        <w:t>.</w:t>
      </w:r>
    </w:p>
    <w:p w14:paraId="0CD4F28F" w14:textId="08E37DD4" w:rsidR="00896721" w:rsidRDefault="00896721" w:rsidP="00DB5400">
      <w:pPr>
        <w:pStyle w:val="Rubric"/>
      </w:pPr>
    </w:p>
    <w:p w14:paraId="1A5EED10" w14:textId="0D92F975" w:rsidR="00460BBD" w:rsidRPr="009361D1" w:rsidRDefault="00284A28" w:rsidP="00DB5400">
      <w:pPr>
        <w:pStyle w:val="Rubric"/>
        <w:rPr>
          <w:b w:val="0"/>
        </w:rPr>
      </w:pPr>
      <w:r w:rsidRPr="009361D1">
        <w:rPr>
          <w:b w:val="0"/>
        </w:rPr>
        <w:t>Email from the HR M</w:t>
      </w:r>
      <w:r w:rsidR="00B43C0C" w:rsidRPr="009361D1">
        <w:rPr>
          <w:b w:val="0"/>
        </w:rPr>
        <w:t>anager:</w:t>
      </w:r>
    </w:p>
    <w:p w14:paraId="4985B9AF" w14:textId="7E783CB5" w:rsidR="00460BBD" w:rsidRDefault="00460BBD" w:rsidP="00DB5400">
      <w:pPr>
        <w:pStyle w:val="Rubric"/>
      </w:pPr>
    </w:p>
    <w:p w14:paraId="65BDE091" w14:textId="71734E99" w:rsidR="00B43C0C" w:rsidRPr="00AC07FE" w:rsidRDefault="00B43C0C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Hi,</w:t>
      </w:r>
    </w:p>
    <w:p w14:paraId="6F9B3758" w14:textId="30A71D3C" w:rsidR="00B43C0C" w:rsidRPr="00AC07FE" w:rsidRDefault="00B43C0C" w:rsidP="00DB5400">
      <w:pPr>
        <w:pStyle w:val="Rubric"/>
        <w:rPr>
          <w:b w:val="0"/>
          <w:i/>
        </w:rPr>
      </w:pPr>
    </w:p>
    <w:p w14:paraId="34E0AE72" w14:textId="21C92202" w:rsidR="001764F6" w:rsidRPr="00AC07FE" w:rsidRDefault="00B43C0C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I hope your secondment is going well.</w:t>
      </w:r>
      <w:r w:rsidR="001764F6" w:rsidRPr="00AC07FE">
        <w:rPr>
          <w:b w:val="0"/>
          <w:i/>
        </w:rPr>
        <w:t xml:space="preserve"> I’ve heard you’ve been in the New York office for </w:t>
      </w:r>
      <w:r w:rsidR="0076709F">
        <w:rPr>
          <w:b w:val="0"/>
          <w:i/>
        </w:rPr>
        <w:t>two</w:t>
      </w:r>
      <w:r w:rsidR="005D66D0">
        <w:rPr>
          <w:b w:val="0"/>
          <w:i/>
        </w:rPr>
        <w:t xml:space="preserve"> months.</w:t>
      </w:r>
    </w:p>
    <w:p w14:paraId="1680F4EC" w14:textId="6C40BF9F" w:rsidR="001764F6" w:rsidRPr="00AC07FE" w:rsidRDefault="001764F6" w:rsidP="00DB5400">
      <w:pPr>
        <w:pStyle w:val="Rubric"/>
        <w:rPr>
          <w:b w:val="0"/>
          <w:i/>
        </w:rPr>
      </w:pPr>
    </w:p>
    <w:p w14:paraId="0B043851" w14:textId="22659609" w:rsidR="001764F6" w:rsidRPr="00AC07FE" w:rsidRDefault="004B3DC9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We haven’t met but m</w:t>
      </w:r>
      <w:r w:rsidR="001764F6" w:rsidRPr="00AC07FE">
        <w:rPr>
          <w:b w:val="0"/>
          <w:i/>
        </w:rPr>
        <w:t xml:space="preserve">y name is James </w:t>
      </w:r>
      <w:r w:rsidR="00841A75" w:rsidRPr="00AC07FE">
        <w:rPr>
          <w:b w:val="0"/>
          <w:i/>
        </w:rPr>
        <w:t>Hag</w:t>
      </w:r>
      <w:r w:rsidR="00841A75">
        <w:rPr>
          <w:b w:val="0"/>
          <w:i/>
        </w:rPr>
        <w:t>ga</w:t>
      </w:r>
      <w:r w:rsidR="00841A75" w:rsidRPr="00AC07FE">
        <w:rPr>
          <w:b w:val="0"/>
          <w:i/>
        </w:rPr>
        <w:t>rd</w:t>
      </w:r>
      <w:r w:rsidR="009261E5" w:rsidRPr="00AC07FE">
        <w:rPr>
          <w:b w:val="0"/>
          <w:i/>
        </w:rPr>
        <w:t xml:space="preserve"> and</w:t>
      </w:r>
      <w:r w:rsidR="007002EB">
        <w:rPr>
          <w:b w:val="0"/>
          <w:i/>
        </w:rPr>
        <w:t> </w:t>
      </w:r>
      <w:r w:rsidR="009261E5" w:rsidRPr="00AC07FE">
        <w:rPr>
          <w:b w:val="0"/>
          <w:i/>
        </w:rPr>
        <w:t xml:space="preserve">I am one of the global HR managers </w:t>
      </w:r>
      <w:r w:rsidR="00314FF8" w:rsidRPr="00AC07FE">
        <w:rPr>
          <w:b w:val="0"/>
          <w:i/>
        </w:rPr>
        <w:t>here at Horizons. I</w:t>
      </w:r>
      <w:r w:rsidRPr="00AC07FE">
        <w:rPr>
          <w:b w:val="0"/>
          <w:i/>
        </w:rPr>
        <w:t>’m based in the London office. One of my responsibilities is to run the company blog and this is why I am emailing.</w:t>
      </w:r>
    </w:p>
    <w:p w14:paraId="1A746AEF" w14:textId="7F370147" w:rsidR="004B3DC9" w:rsidRPr="00AC07FE" w:rsidRDefault="004B3DC9" w:rsidP="00DB5400">
      <w:pPr>
        <w:pStyle w:val="Rubric"/>
        <w:rPr>
          <w:b w:val="0"/>
          <w:i/>
        </w:rPr>
      </w:pPr>
    </w:p>
    <w:p w14:paraId="7C38F24E" w14:textId="38EB1A89" w:rsidR="004B3DC9" w:rsidRPr="00AC07FE" w:rsidRDefault="004B3DC9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 xml:space="preserve">I wonder if you could write a blog </w:t>
      </w:r>
      <w:r w:rsidR="005D66D0">
        <w:rPr>
          <w:b w:val="0"/>
          <w:i/>
        </w:rPr>
        <w:t xml:space="preserve">post </w:t>
      </w:r>
      <w:r w:rsidRPr="00AC07FE">
        <w:rPr>
          <w:b w:val="0"/>
          <w:i/>
        </w:rPr>
        <w:t xml:space="preserve">about your experience in the New York office </w:t>
      </w:r>
      <w:r w:rsidR="005D66D0">
        <w:rPr>
          <w:b w:val="0"/>
          <w:i/>
        </w:rPr>
        <w:t>so far.</w:t>
      </w:r>
      <w:r w:rsidRPr="00AC07FE">
        <w:rPr>
          <w:b w:val="0"/>
          <w:i/>
        </w:rPr>
        <w:t xml:space="preserve"> Just </w:t>
      </w:r>
      <w:r w:rsidR="009E567D">
        <w:rPr>
          <w:b w:val="0"/>
          <w:i/>
        </w:rPr>
        <w:t xml:space="preserve">around </w:t>
      </w:r>
      <w:r w:rsidRPr="00AC07FE">
        <w:rPr>
          <w:b w:val="0"/>
          <w:i/>
        </w:rPr>
        <w:t xml:space="preserve">250 words. The blog is quite </w:t>
      </w:r>
      <w:r w:rsidR="00EA7C44" w:rsidRPr="00AC07FE">
        <w:rPr>
          <w:b w:val="0"/>
          <w:i/>
        </w:rPr>
        <w:t>light-hearted</w:t>
      </w:r>
      <w:r w:rsidRPr="00AC07FE">
        <w:rPr>
          <w:b w:val="0"/>
          <w:i/>
        </w:rPr>
        <w:t xml:space="preserve"> so it should focus on not only the differences you’ve found at work, but also the </w:t>
      </w:r>
      <w:r w:rsidR="00354A00" w:rsidRPr="00AC07FE">
        <w:rPr>
          <w:b w:val="0"/>
          <w:i/>
        </w:rPr>
        <w:t>experience of being in another country.</w:t>
      </w:r>
    </w:p>
    <w:p w14:paraId="630C9F94" w14:textId="7652D8B0" w:rsidR="00354A00" w:rsidRPr="00AC07FE" w:rsidRDefault="00354A00" w:rsidP="00DB5400">
      <w:pPr>
        <w:pStyle w:val="Rubric"/>
        <w:rPr>
          <w:b w:val="0"/>
          <w:i/>
        </w:rPr>
      </w:pPr>
    </w:p>
    <w:p w14:paraId="634FD5AA" w14:textId="58BD300D" w:rsidR="00354A00" w:rsidRPr="00AC07FE" w:rsidRDefault="00354A00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We’d like something positive and upbeat as we think the secondment scheme is a great opportunity and we want to encourage more people to try it.</w:t>
      </w:r>
    </w:p>
    <w:p w14:paraId="6CE93823" w14:textId="4A1B999D" w:rsidR="00354A00" w:rsidRPr="00AC07FE" w:rsidRDefault="00354A00" w:rsidP="00DB5400">
      <w:pPr>
        <w:pStyle w:val="Rubric"/>
        <w:rPr>
          <w:b w:val="0"/>
          <w:i/>
        </w:rPr>
      </w:pPr>
    </w:p>
    <w:p w14:paraId="1FE10277" w14:textId="342D0947" w:rsidR="00354A00" w:rsidRPr="00AC07FE" w:rsidRDefault="005D66D0" w:rsidP="00DB5400">
      <w:pPr>
        <w:pStyle w:val="Rubric"/>
        <w:rPr>
          <w:b w:val="0"/>
          <w:i/>
        </w:rPr>
      </w:pPr>
      <w:r>
        <w:rPr>
          <w:b w:val="0"/>
          <w:i/>
        </w:rPr>
        <w:t>Many</w:t>
      </w:r>
      <w:r w:rsidR="00354A00" w:rsidRPr="00AC07FE">
        <w:rPr>
          <w:b w:val="0"/>
          <w:i/>
        </w:rPr>
        <w:t xml:space="preserve"> thanks,</w:t>
      </w:r>
    </w:p>
    <w:p w14:paraId="12F3EAF6" w14:textId="492C833A" w:rsidR="00354A00" w:rsidRPr="00AC07FE" w:rsidRDefault="00354A00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James</w:t>
      </w:r>
    </w:p>
    <w:p w14:paraId="7487FCF7" w14:textId="77777777" w:rsidR="009361D1" w:rsidRDefault="009361D1" w:rsidP="00DB5400">
      <w:pPr>
        <w:pStyle w:val="Rubric"/>
      </w:pPr>
    </w:p>
    <w:p w14:paraId="12980BF0" w14:textId="77777777" w:rsidR="009361D1" w:rsidRDefault="009361D1" w:rsidP="00DB5400">
      <w:pPr>
        <w:pStyle w:val="Rubric"/>
      </w:pPr>
    </w:p>
    <w:p w14:paraId="5144B2BE" w14:textId="75427BE6" w:rsidR="00AC07FE" w:rsidRDefault="000F2717" w:rsidP="00DB5400">
      <w:pPr>
        <w:pStyle w:val="Rubric"/>
      </w:pPr>
      <w:r>
        <w:t>Task</w:t>
      </w:r>
    </w:p>
    <w:p w14:paraId="3E390364" w14:textId="35EA4993" w:rsidR="0023102F" w:rsidRPr="007002EB" w:rsidRDefault="00E87589" w:rsidP="007002EB">
      <w:pPr>
        <w:pStyle w:val="Rubric"/>
        <w:spacing w:line="480" w:lineRule="auto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666BC6">
        <w:t>blog post</w:t>
      </w:r>
      <w:r w:rsidR="002D4BB9">
        <w:t>.</w:t>
      </w:r>
      <w:r w:rsidR="007002EB">
        <w:t xml:space="preserve"> </w:t>
      </w:r>
      <w:r w:rsidR="0023102F" w:rsidRPr="0023102F">
        <w:t xml:space="preserve">Write </w:t>
      </w:r>
      <w:r w:rsidR="007002EB">
        <w:t>about</w:t>
      </w:r>
      <w:r w:rsidR="00666BC6">
        <w:t xml:space="preserve"> 250</w:t>
      </w:r>
      <w:r w:rsidR="0023102F" w:rsidRPr="0023102F">
        <w:t xml:space="preserve"> words. </w:t>
      </w: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2A6215F5" w14:textId="5D5377E6" w:rsidR="003F09D6" w:rsidRDefault="008229C9" w:rsidP="00A104F5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002EB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3F09D6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41D64" w14:textId="77777777" w:rsidR="00FF02A5" w:rsidRDefault="00FF02A5">
      <w:r>
        <w:separator/>
      </w:r>
    </w:p>
    <w:p w14:paraId="7E8851FA" w14:textId="77777777" w:rsidR="00FF02A5" w:rsidRDefault="00FF02A5"/>
    <w:p w14:paraId="4EBDDD0E" w14:textId="77777777" w:rsidR="00FF02A5" w:rsidRDefault="00FF02A5"/>
    <w:p w14:paraId="64D63807" w14:textId="77777777" w:rsidR="00FF02A5" w:rsidRDefault="00FF02A5"/>
    <w:p w14:paraId="09304B80" w14:textId="77777777" w:rsidR="00FF02A5" w:rsidRDefault="00FF02A5"/>
    <w:p w14:paraId="1CCD10A5" w14:textId="77777777" w:rsidR="00FF02A5" w:rsidRDefault="00FF02A5"/>
  </w:endnote>
  <w:endnote w:type="continuationSeparator" w:id="0">
    <w:p w14:paraId="78CBD6FF" w14:textId="77777777" w:rsidR="00FF02A5" w:rsidRDefault="00FF02A5">
      <w:r>
        <w:continuationSeparator/>
      </w:r>
    </w:p>
    <w:p w14:paraId="3F03E448" w14:textId="77777777" w:rsidR="00FF02A5" w:rsidRDefault="00FF02A5"/>
    <w:p w14:paraId="13598170" w14:textId="77777777" w:rsidR="00FF02A5" w:rsidRDefault="00FF02A5"/>
    <w:p w14:paraId="6BC77303" w14:textId="77777777" w:rsidR="00FF02A5" w:rsidRDefault="00FF02A5"/>
    <w:p w14:paraId="5D942550" w14:textId="77777777" w:rsidR="00FF02A5" w:rsidRDefault="00FF02A5"/>
    <w:p w14:paraId="17684535" w14:textId="77777777" w:rsidR="00FF02A5" w:rsidRDefault="00FF0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05CE4E99" w:rsidR="00B41F63" w:rsidRPr="00B60917" w:rsidRDefault="00B41F63" w:rsidP="006B29A8">
    <w:pPr>
      <w:pStyle w:val="Text"/>
      <w:tabs>
        <w:tab w:val="right" w:pos="9720"/>
      </w:tabs>
    </w:pPr>
    <w:r w:rsidRPr="00B60917">
      <w:t>© Pearson</w:t>
    </w:r>
    <w:r w:rsidR="007002EB">
      <w:t xml:space="preserve"> Education </w:t>
    </w:r>
    <w:r w:rsidR="007002EB" w:rsidRPr="00B60917">
      <w:t>201</w:t>
    </w:r>
    <w:r w:rsidR="007002EB">
      <w:t>9</w:t>
    </w:r>
    <w:r w:rsidR="007002EB" w:rsidRPr="00B60917">
      <w:t xml:space="preserve"> </w:t>
    </w:r>
    <w:r w:rsidRPr="00B60917">
      <w:t xml:space="preserve"> 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2BE0B" w14:textId="77777777" w:rsidR="00FF02A5" w:rsidRDefault="00FF02A5">
      <w:r>
        <w:separator/>
      </w:r>
    </w:p>
    <w:p w14:paraId="3A017401" w14:textId="77777777" w:rsidR="00FF02A5" w:rsidRDefault="00FF02A5"/>
    <w:p w14:paraId="64CC2A32" w14:textId="77777777" w:rsidR="00FF02A5" w:rsidRDefault="00FF02A5"/>
    <w:p w14:paraId="077BA638" w14:textId="77777777" w:rsidR="00FF02A5" w:rsidRDefault="00FF02A5"/>
    <w:p w14:paraId="2DA474F5" w14:textId="77777777" w:rsidR="00FF02A5" w:rsidRDefault="00FF02A5"/>
    <w:p w14:paraId="1927A0D7" w14:textId="77777777" w:rsidR="00FF02A5" w:rsidRDefault="00FF02A5"/>
  </w:footnote>
  <w:footnote w:type="continuationSeparator" w:id="0">
    <w:p w14:paraId="083C91AA" w14:textId="77777777" w:rsidR="00FF02A5" w:rsidRDefault="00FF02A5">
      <w:r>
        <w:continuationSeparator/>
      </w:r>
    </w:p>
    <w:p w14:paraId="16ACDDAF" w14:textId="77777777" w:rsidR="00FF02A5" w:rsidRDefault="00FF02A5"/>
    <w:p w14:paraId="00C13B86" w14:textId="77777777" w:rsidR="00FF02A5" w:rsidRDefault="00FF02A5"/>
    <w:p w14:paraId="101538F5" w14:textId="77777777" w:rsidR="00FF02A5" w:rsidRDefault="00FF02A5"/>
    <w:p w14:paraId="1936C81A" w14:textId="77777777" w:rsidR="00FF02A5" w:rsidRDefault="00FF02A5"/>
    <w:p w14:paraId="65A75C28" w14:textId="77777777" w:rsidR="00FF02A5" w:rsidRDefault="00FF02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4A7E6DD9">
              <wp:simplePos x="0" y="0"/>
              <wp:positionH relativeFrom="column">
                <wp:posOffset>3426460</wp:posOffset>
              </wp:positionH>
              <wp:positionV relativeFrom="paragraph">
                <wp:posOffset>85725</wp:posOffset>
              </wp:positionV>
              <wp:extent cx="3427730" cy="85725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773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4A17D83E" w:rsidR="00B41F63" w:rsidRPr="004A4A63" w:rsidRDefault="00B41F63" w:rsidP="007002EB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8371F1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6F48E9BB" w14:textId="1C390469" w:rsidR="007002EB" w:rsidRDefault="007002EB" w:rsidP="007002EB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</w:t>
                          </w:r>
                          <w:r>
                            <w:rPr>
                              <w:b/>
                              <w:bCs/>
                            </w:rPr>
                            <w:t>________</w:t>
                          </w:r>
                          <w:r>
                            <w:rPr>
                              <w:b/>
                              <w:bCs/>
                            </w:rPr>
                            <w:t>_______</w:t>
                          </w:r>
                        </w:p>
                        <w:p w14:paraId="1D7EAC75" w14:textId="77777777" w:rsidR="00B41F63" w:rsidRDefault="00B41F63" w:rsidP="007002EB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69.8pt;margin-top:6.75pt;width:269.9pt;height:6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" filled="f" stroked="f">
              <v:textbox inset=",7.2pt,,7.2pt">
                <w:txbxContent>
                  <w:p w14:paraId="005A265F" w14:textId="4A17D83E" w:rsidR="00B41F63" w:rsidRPr="004A4A63" w:rsidRDefault="00B41F63" w:rsidP="007002EB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8371F1">
                      <w:rPr>
                        <w:rFonts w:ascii="Arial" w:hAnsi="Arial"/>
                        <w:b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6F48E9BB" w14:textId="1C390469" w:rsidR="007002EB" w:rsidRDefault="007002EB" w:rsidP="007002EB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_______</w:t>
                    </w:r>
                  </w:p>
                  <w:p w14:paraId="1D7EAC75" w14:textId="77777777" w:rsidR="00B41F63" w:rsidRDefault="00B41F63" w:rsidP="007002EB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6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7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24"/>
  </w:num>
  <w:num w:numId="30">
    <w:abstractNumId w:val="23"/>
  </w:num>
  <w:num w:numId="31">
    <w:abstractNumId w:val="12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3C7B"/>
    <w:rsid w:val="00054F23"/>
    <w:rsid w:val="000553DC"/>
    <w:rsid w:val="00055BAA"/>
    <w:rsid w:val="000565BC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10EE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F07D2"/>
    <w:rsid w:val="000F2717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32229"/>
    <w:rsid w:val="00132FF4"/>
    <w:rsid w:val="00137B35"/>
    <w:rsid w:val="00144336"/>
    <w:rsid w:val="001449F4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0CF3"/>
    <w:rsid w:val="00171144"/>
    <w:rsid w:val="00174DCF"/>
    <w:rsid w:val="001764F6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53787"/>
    <w:rsid w:val="00253957"/>
    <w:rsid w:val="00262805"/>
    <w:rsid w:val="00263EEF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84A28"/>
    <w:rsid w:val="00284CE8"/>
    <w:rsid w:val="00290D0B"/>
    <w:rsid w:val="00291113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4215"/>
    <w:rsid w:val="002F59F7"/>
    <w:rsid w:val="002F7FA7"/>
    <w:rsid w:val="00300765"/>
    <w:rsid w:val="00303D11"/>
    <w:rsid w:val="00305FB4"/>
    <w:rsid w:val="00314FF8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4A00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09D6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69FA"/>
    <w:rsid w:val="00460BBD"/>
    <w:rsid w:val="00461FA9"/>
    <w:rsid w:val="00464F76"/>
    <w:rsid w:val="004666E1"/>
    <w:rsid w:val="0046672F"/>
    <w:rsid w:val="00483C6A"/>
    <w:rsid w:val="0048606D"/>
    <w:rsid w:val="00490134"/>
    <w:rsid w:val="00492257"/>
    <w:rsid w:val="004929AE"/>
    <w:rsid w:val="004A0112"/>
    <w:rsid w:val="004A0B46"/>
    <w:rsid w:val="004A1B75"/>
    <w:rsid w:val="004A1F3F"/>
    <w:rsid w:val="004A367C"/>
    <w:rsid w:val="004A36DA"/>
    <w:rsid w:val="004A3832"/>
    <w:rsid w:val="004B03AA"/>
    <w:rsid w:val="004B2286"/>
    <w:rsid w:val="004B3BC3"/>
    <w:rsid w:val="004B3DC9"/>
    <w:rsid w:val="004B528A"/>
    <w:rsid w:val="004C1358"/>
    <w:rsid w:val="004C7AC0"/>
    <w:rsid w:val="004D150B"/>
    <w:rsid w:val="004D3E99"/>
    <w:rsid w:val="004D459C"/>
    <w:rsid w:val="004D4728"/>
    <w:rsid w:val="004D6AC4"/>
    <w:rsid w:val="004D78EB"/>
    <w:rsid w:val="004E3D77"/>
    <w:rsid w:val="004E4923"/>
    <w:rsid w:val="004E75A3"/>
    <w:rsid w:val="004E75EF"/>
    <w:rsid w:val="004F1073"/>
    <w:rsid w:val="004F1C3C"/>
    <w:rsid w:val="004F4AB1"/>
    <w:rsid w:val="00506A0F"/>
    <w:rsid w:val="00516608"/>
    <w:rsid w:val="00522DB2"/>
    <w:rsid w:val="00523330"/>
    <w:rsid w:val="00523A94"/>
    <w:rsid w:val="00524D72"/>
    <w:rsid w:val="005263C3"/>
    <w:rsid w:val="005300E0"/>
    <w:rsid w:val="00533D10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D55FA"/>
    <w:rsid w:val="005D66D0"/>
    <w:rsid w:val="005D76F0"/>
    <w:rsid w:val="005E323C"/>
    <w:rsid w:val="005E4F65"/>
    <w:rsid w:val="005E6F23"/>
    <w:rsid w:val="005F3671"/>
    <w:rsid w:val="005F4A76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0CEF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2EB"/>
    <w:rsid w:val="00700804"/>
    <w:rsid w:val="00700A32"/>
    <w:rsid w:val="007030FE"/>
    <w:rsid w:val="007057BC"/>
    <w:rsid w:val="00705F64"/>
    <w:rsid w:val="007104D2"/>
    <w:rsid w:val="00711BAB"/>
    <w:rsid w:val="00712C5B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09F"/>
    <w:rsid w:val="007672B5"/>
    <w:rsid w:val="007675DC"/>
    <w:rsid w:val="00767F31"/>
    <w:rsid w:val="0078074E"/>
    <w:rsid w:val="00782162"/>
    <w:rsid w:val="00790C82"/>
    <w:rsid w:val="0079206C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B7C4F"/>
    <w:rsid w:val="007D0896"/>
    <w:rsid w:val="007D74D5"/>
    <w:rsid w:val="007E7660"/>
    <w:rsid w:val="007E76E1"/>
    <w:rsid w:val="007F0619"/>
    <w:rsid w:val="007F07A8"/>
    <w:rsid w:val="007F28CD"/>
    <w:rsid w:val="00806BD4"/>
    <w:rsid w:val="0081360A"/>
    <w:rsid w:val="008173AC"/>
    <w:rsid w:val="00821E51"/>
    <w:rsid w:val="00822796"/>
    <w:rsid w:val="008227E1"/>
    <w:rsid w:val="008229C9"/>
    <w:rsid w:val="00824B66"/>
    <w:rsid w:val="00826986"/>
    <w:rsid w:val="00835CB6"/>
    <w:rsid w:val="008371F1"/>
    <w:rsid w:val="00841A75"/>
    <w:rsid w:val="008530B5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63A4"/>
    <w:rsid w:val="008908D6"/>
    <w:rsid w:val="00892771"/>
    <w:rsid w:val="008952A2"/>
    <w:rsid w:val="00895A3A"/>
    <w:rsid w:val="00896721"/>
    <w:rsid w:val="0089682E"/>
    <w:rsid w:val="00896C68"/>
    <w:rsid w:val="008A1D76"/>
    <w:rsid w:val="008A2388"/>
    <w:rsid w:val="008A3AD4"/>
    <w:rsid w:val="008A4674"/>
    <w:rsid w:val="008A4DF8"/>
    <w:rsid w:val="008A5ADF"/>
    <w:rsid w:val="008A5BD1"/>
    <w:rsid w:val="008A764A"/>
    <w:rsid w:val="008B1FE9"/>
    <w:rsid w:val="008B2ACB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261E5"/>
    <w:rsid w:val="009311BF"/>
    <w:rsid w:val="00931D6C"/>
    <w:rsid w:val="00933CBA"/>
    <w:rsid w:val="00935D89"/>
    <w:rsid w:val="009361D1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5E3F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18C4"/>
    <w:rsid w:val="009B4C0E"/>
    <w:rsid w:val="009B7B50"/>
    <w:rsid w:val="009C63C3"/>
    <w:rsid w:val="009D3360"/>
    <w:rsid w:val="009D5AB9"/>
    <w:rsid w:val="009D7585"/>
    <w:rsid w:val="009E2059"/>
    <w:rsid w:val="009E567D"/>
    <w:rsid w:val="009E6D17"/>
    <w:rsid w:val="009F1CE3"/>
    <w:rsid w:val="009F7606"/>
    <w:rsid w:val="00A01D56"/>
    <w:rsid w:val="00A04228"/>
    <w:rsid w:val="00A04763"/>
    <w:rsid w:val="00A052B3"/>
    <w:rsid w:val="00A104F5"/>
    <w:rsid w:val="00A14733"/>
    <w:rsid w:val="00A1539A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57A8"/>
    <w:rsid w:val="00A863D0"/>
    <w:rsid w:val="00A90E17"/>
    <w:rsid w:val="00AA3977"/>
    <w:rsid w:val="00AB07A3"/>
    <w:rsid w:val="00AB1078"/>
    <w:rsid w:val="00AB1B54"/>
    <w:rsid w:val="00AC07FE"/>
    <w:rsid w:val="00AC1E75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27D85"/>
    <w:rsid w:val="00B31576"/>
    <w:rsid w:val="00B319E0"/>
    <w:rsid w:val="00B32417"/>
    <w:rsid w:val="00B343ED"/>
    <w:rsid w:val="00B346A2"/>
    <w:rsid w:val="00B3749C"/>
    <w:rsid w:val="00B41F63"/>
    <w:rsid w:val="00B43C0C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2688B"/>
    <w:rsid w:val="00C3272D"/>
    <w:rsid w:val="00C32DF1"/>
    <w:rsid w:val="00C3360E"/>
    <w:rsid w:val="00C356E2"/>
    <w:rsid w:val="00C4221C"/>
    <w:rsid w:val="00C5021D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1643"/>
    <w:rsid w:val="00D322E8"/>
    <w:rsid w:val="00D400C0"/>
    <w:rsid w:val="00D40881"/>
    <w:rsid w:val="00D45B94"/>
    <w:rsid w:val="00D46099"/>
    <w:rsid w:val="00D476D8"/>
    <w:rsid w:val="00D55EA2"/>
    <w:rsid w:val="00D61E27"/>
    <w:rsid w:val="00D62302"/>
    <w:rsid w:val="00D6409A"/>
    <w:rsid w:val="00D64E33"/>
    <w:rsid w:val="00D72EEC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292"/>
    <w:rsid w:val="00D9762B"/>
    <w:rsid w:val="00DA0F8F"/>
    <w:rsid w:val="00DA123F"/>
    <w:rsid w:val="00DA485B"/>
    <w:rsid w:val="00DA4A73"/>
    <w:rsid w:val="00DB3159"/>
    <w:rsid w:val="00DB4B5F"/>
    <w:rsid w:val="00DB5400"/>
    <w:rsid w:val="00DB72ED"/>
    <w:rsid w:val="00DB7969"/>
    <w:rsid w:val="00DC009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024F"/>
    <w:rsid w:val="00E11DE5"/>
    <w:rsid w:val="00E11F3E"/>
    <w:rsid w:val="00E123DF"/>
    <w:rsid w:val="00E21A75"/>
    <w:rsid w:val="00E23CC4"/>
    <w:rsid w:val="00E24521"/>
    <w:rsid w:val="00E3046F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4B5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A7C4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2467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1230"/>
    <w:rsid w:val="00F73D49"/>
    <w:rsid w:val="00F75257"/>
    <w:rsid w:val="00F7762E"/>
    <w:rsid w:val="00F77649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02A5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7002E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7002EB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7002EB"/>
  </w:style>
  <w:style w:type="paragraph" w:customStyle="1" w:styleId="ReadingHead">
    <w:name w:val="Reading Head"/>
    <w:basedOn w:val="Text"/>
    <w:rsid w:val="007002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7002EB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7002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7002EB"/>
    <w:rPr>
      <w:i/>
      <w:color w:val="003366"/>
      <w:sz w:val="24"/>
      <w:szCs w:val="24"/>
    </w:rPr>
  </w:style>
  <w:style w:type="paragraph" w:customStyle="1" w:styleId="RealiaText">
    <w:name w:val="Realia Text"/>
    <w:rsid w:val="007002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7002EB"/>
    <w:pPr>
      <w:ind w:left="0" w:firstLine="0"/>
    </w:pPr>
  </w:style>
  <w:style w:type="paragraph" w:customStyle="1" w:styleId="TextList">
    <w:name w:val="Text List"/>
    <w:rsid w:val="007002EB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7002EB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7002EB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7002EB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7002EB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7002EB"/>
    <w:rPr>
      <w:rFonts w:ascii="Charis SIL" w:hAnsi="Charis SIL"/>
    </w:rPr>
  </w:style>
  <w:style w:type="character" w:customStyle="1" w:styleId="GapFillchr">
    <w:name w:val="Gap Fill chr"/>
    <w:rsid w:val="007002EB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7002EB"/>
  </w:style>
  <w:style w:type="paragraph" w:customStyle="1" w:styleId="RealiaHead">
    <w:name w:val="Realia Head"/>
    <w:basedOn w:val="RealiaText"/>
    <w:rsid w:val="007002EB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7002EB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7002EB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7002EB"/>
    <w:rPr>
      <w:color w:val="333399"/>
    </w:rPr>
  </w:style>
  <w:style w:type="paragraph" w:customStyle="1" w:styleId="Rubric">
    <w:name w:val="Rubric"/>
    <w:rsid w:val="007002EB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7002EB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7002EB"/>
    <w:rPr>
      <w:b/>
    </w:rPr>
  </w:style>
  <w:style w:type="paragraph" w:customStyle="1" w:styleId="TextDialogue">
    <w:name w:val="Text Dialogue"/>
    <w:basedOn w:val="TextList"/>
    <w:rsid w:val="007002EB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7002EB"/>
  </w:style>
  <w:style w:type="paragraph" w:customStyle="1" w:styleId="AudioscriptHead">
    <w:name w:val="Audioscript Head"/>
    <w:basedOn w:val="Audioscript"/>
    <w:rsid w:val="007002EB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7002EB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7002EB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7002EB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7002EB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7002EB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7002EB"/>
    <w:rPr>
      <w:i/>
      <w:color w:val="339966"/>
    </w:rPr>
  </w:style>
  <w:style w:type="paragraph" w:customStyle="1" w:styleId="TextReference">
    <w:name w:val="Text Reference"/>
    <w:basedOn w:val="Normalny"/>
    <w:rsid w:val="007002EB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7002EB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7002EB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character" w:styleId="Hipercze">
    <w:name w:val="Hyperlink"/>
    <w:basedOn w:val="Domylnaczcionkaakapitu"/>
    <w:unhideWhenUsed/>
    <w:rsid w:val="00A83A4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rsid w:val="00A83A4C"/>
    <w:rPr>
      <w:color w:val="605E5C"/>
      <w:shd w:val="clear" w:color="auto" w:fill="E1DFDD"/>
    </w:rPr>
  </w:style>
  <w:style w:type="paragraph" w:customStyle="1" w:styleId="VocabularyHead">
    <w:name w:val="Vocabulary Head"/>
    <w:basedOn w:val="Text"/>
    <w:rsid w:val="007002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7002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7002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7002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7002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7002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7002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7002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7002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7002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7002EB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7002EB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7002EB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7002EB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7002EB"/>
    <w:pPr>
      <w:shd w:val="clear" w:color="auto" w:fill="CCECFF"/>
    </w:pPr>
  </w:style>
  <w:style w:type="paragraph" w:customStyle="1" w:styleId="UnitObjectives">
    <w:name w:val="Unit Objectives"/>
    <w:rsid w:val="007002E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7002EB"/>
    <w:rPr>
      <w:b/>
    </w:rPr>
  </w:style>
  <w:style w:type="paragraph" w:customStyle="1" w:styleId="CommonErrorsHead">
    <w:name w:val="Common Errors Head"/>
    <w:basedOn w:val="VocabularyHead"/>
    <w:rsid w:val="007002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7002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7002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7002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7002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7002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0EDC0F-F48E-4C97-99BF-980CA168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487</Words>
  <Characters>2926</Characters>
  <Application>Microsoft Office Word</Application>
  <DocSecurity>0</DocSecurity>
  <Lines>24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2</cp:revision>
  <cp:lastPrinted>2019-05-29T07:45:00Z</cp:lastPrinted>
  <dcterms:created xsi:type="dcterms:W3CDTF">2019-05-30T09:50:00Z</dcterms:created>
  <dcterms:modified xsi:type="dcterms:W3CDTF">2019-05-30T09:50:00Z</dcterms:modified>
</cp:coreProperties>
</file>