
<file path=[Content_Types].xml><?xml version="1.0" encoding="utf-8"?>
<Types xmlns="http://schemas.openxmlformats.org/package/2006/content-types">
  <Default Extension="rels" ContentType="application/vnd.openxmlformats-package.relationships+xml"/>
  <Default Extension="tif" ContentType="image/tif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31AF5CE" w14:textId="77777777" w:rsidR="00DA18F2" w:rsidRPr="00492D51" w:rsidRDefault="00DA18F2" w:rsidP="00F86DA8">
      <w:pPr>
        <w:pStyle w:val="HeadUnit"/>
        <w:spacing w:before="0"/>
      </w:pPr>
      <w:r>
        <w:t>LANGUAGE</w:t>
      </w:r>
    </w:p>
    <w:p w14:paraId="6A7E583B" w14:textId="5F8C51A5" w:rsidR="008573E0" w:rsidRPr="00F86DA8" w:rsidRDefault="00F368FC" w:rsidP="00F86DA8">
      <w:pPr>
        <w:pStyle w:val="HeadASection"/>
        <w:rPr>
          <w:lang w:val="en-GB"/>
        </w:rPr>
      </w:pPr>
      <w:r w:rsidRPr="00F86DA8">
        <w:rPr>
          <w:lang w:val="en-GB"/>
        </w:rPr>
        <w:t xml:space="preserve">Lesson </w:t>
      </w:r>
      <w:r w:rsidR="00710346" w:rsidRPr="00F86DA8">
        <w:rPr>
          <w:lang w:val="en-GB"/>
        </w:rPr>
        <w:t>5</w:t>
      </w:r>
      <w:r w:rsidR="00955030" w:rsidRPr="00F86DA8">
        <w:rPr>
          <w:lang w:val="en-GB"/>
        </w:rPr>
        <w:t>.1 Vocabulary</w:t>
      </w:r>
    </w:p>
    <w:p w14:paraId="6206DAFC" w14:textId="71B9C75B" w:rsidR="00DA18F2" w:rsidRPr="00492D51" w:rsidRDefault="00621B18" w:rsidP="00DA18F2">
      <w:pPr>
        <w:pStyle w:val="EXAMTASKTYPE"/>
      </w:pPr>
      <w:r>
        <w:t>B2 Business</w:t>
      </w:r>
      <w:r w:rsidR="008D2BFA">
        <w:t xml:space="preserve"> </w:t>
      </w:r>
      <w:r w:rsidR="007930AC">
        <w:t>Vantage</w:t>
      </w:r>
    </w:p>
    <w:p w14:paraId="3FFE11EB" w14:textId="7F21D53B" w:rsidR="00D711B2" w:rsidRDefault="008573E0" w:rsidP="008D2BFA">
      <w:pPr>
        <w:pStyle w:val="Rubric"/>
      </w:pPr>
      <w:r w:rsidRPr="00E84816">
        <w:t xml:space="preserve">1 </w:t>
      </w:r>
      <w:r w:rsidR="00BA7D6E" w:rsidRPr="00E84816">
        <w:tab/>
      </w:r>
      <w:r w:rsidR="00346E61">
        <w:t>Choose the correct option.</w:t>
      </w:r>
    </w:p>
    <w:p w14:paraId="6AD31B89" w14:textId="116D6500" w:rsidR="00346E61" w:rsidRDefault="00346E61" w:rsidP="008D2BFA">
      <w:pPr>
        <w:pStyle w:val="Rubric"/>
      </w:pPr>
    </w:p>
    <w:p w14:paraId="791E017A" w14:textId="75F2115D" w:rsidR="00AE69D7" w:rsidRDefault="00346E61" w:rsidP="008D2BFA">
      <w:pPr>
        <w:pStyle w:val="Rubric"/>
        <w:rPr>
          <w:b w:val="0"/>
        </w:rPr>
      </w:pPr>
      <w:r w:rsidRPr="00346E61">
        <w:rPr>
          <w:b w:val="0"/>
        </w:rPr>
        <w:t xml:space="preserve">At </w:t>
      </w:r>
      <w:r w:rsidR="00AE69D7">
        <w:rPr>
          <w:b w:val="0"/>
        </w:rPr>
        <w:t>Finance International</w:t>
      </w:r>
      <w:r w:rsidRPr="00346E61">
        <w:rPr>
          <w:b w:val="0"/>
        </w:rPr>
        <w:t xml:space="preserve"> the global </w:t>
      </w:r>
      <w:r w:rsidR="00584256">
        <w:rPr>
          <w:b w:val="0"/>
          <w:vertAlign w:val="superscript"/>
        </w:rPr>
        <w:t>1</w:t>
      </w:r>
      <w:r w:rsidR="00726E80" w:rsidRPr="00275239">
        <w:rPr>
          <w:rStyle w:val="GapFillchr"/>
        </w:rPr>
        <w:t>     </w:t>
      </w:r>
      <w:r>
        <w:rPr>
          <w:b w:val="0"/>
        </w:rPr>
        <w:t xml:space="preserve"> </w:t>
      </w:r>
      <w:r w:rsidRPr="00346E61">
        <w:rPr>
          <w:b w:val="0"/>
        </w:rPr>
        <w:t xml:space="preserve">team are an important part of the company. </w:t>
      </w:r>
      <w:r>
        <w:rPr>
          <w:b w:val="0"/>
        </w:rPr>
        <w:t xml:space="preserve">When a member of staff has to </w:t>
      </w:r>
      <w:r w:rsidR="00584256">
        <w:rPr>
          <w:b w:val="0"/>
          <w:vertAlign w:val="superscript"/>
        </w:rPr>
        <w:t>2</w:t>
      </w:r>
      <w:r w:rsidR="00726E80" w:rsidRPr="00726E80">
        <w:rPr>
          <w:rStyle w:val="GapFillchr"/>
        </w:rPr>
        <w:t>     </w:t>
      </w:r>
      <w:r>
        <w:rPr>
          <w:b w:val="0"/>
        </w:rPr>
        <w:t xml:space="preserve"> to another country, this team manages that </w:t>
      </w:r>
      <w:r w:rsidR="00584256">
        <w:rPr>
          <w:b w:val="0"/>
          <w:vertAlign w:val="superscript"/>
        </w:rPr>
        <w:t>3</w:t>
      </w:r>
      <w:r w:rsidR="00726E80" w:rsidRPr="00726E80">
        <w:rPr>
          <w:rStyle w:val="GapFillchr"/>
        </w:rPr>
        <w:t>     </w:t>
      </w:r>
      <w:r w:rsidR="00D54302">
        <w:rPr>
          <w:b w:val="0"/>
        </w:rPr>
        <w:t xml:space="preserve"> </w:t>
      </w:r>
      <w:r>
        <w:rPr>
          <w:b w:val="0"/>
        </w:rPr>
        <w:t xml:space="preserve">. </w:t>
      </w:r>
      <w:r w:rsidR="00AE69D7">
        <w:rPr>
          <w:b w:val="0"/>
        </w:rPr>
        <w:t xml:space="preserve">It arranges </w:t>
      </w:r>
      <w:r w:rsidR="00584256">
        <w:rPr>
          <w:b w:val="0"/>
          <w:vertAlign w:val="superscript"/>
        </w:rPr>
        <w:t>4</w:t>
      </w:r>
      <w:r w:rsidR="00726E80" w:rsidRPr="00726E80">
        <w:rPr>
          <w:rStyle w:val="GapFillchr"/>
        </w:rPr>
        <w:t>     </w:t>
      </w:r>
      <w:r w:rsidR="00AE69D7">
        <w:rPr>
          <w:b w:val="0"/>
        </w:rPr>
        <w:t xml:space="preserve"> </w:t>
      </w:r>
      <w:r w:rsidR="007E28BC">
        <w:rPr>
          <w:b w:val="0"/>
        </w:rPr>
        <w:t>of personal belongings and travel arrangements</w:t>
      </w:r>
      <w:r w:rsidR="00AE69D7">
        <w:rPr>
          <w:b w:val="0"/>
        </w:rPr>
        <w:t>.</w:t>
      </w:r>
    </w:p>
    <w:p w14:paraId="2CC879FB" w14:textId="762142E0" w:rsidR="00346E61" w:rsidRDefault="00346E61" w:rsidP="008D2BFA">
      <w:pPr>
        <w:pStyle w:val="Rubric"/>
        <w:rPr>
          <w:b w:val="0"/>
        </w:rPr>
      </w:pPr>
      <w:r>
        <w:rPr>
          <w:b w:val="0"/>
        </w:rPr>
        <w:t xml:space="preserve">To help our staff </w:t>
      </w:r>
      <w:r w:rsidR="00584256">
        <w:rPr>
          <w:b w:val="0"/>
          <w:vertAlign w:val="superscript"/>
        </w:rPr>
        <w:t>5</w:t>
      </w:r>
      <w:r w:rsidR="00726E80" w:rsidRPr="00726E80">
        <w:rPr>
          <w:rStyle w:val="GapFillchr"/>
        </w:rPr>
        <w:t>     </w:t>
      </w:r>
      <w:r>
        <w:rPr>
          <w:b w:val="0"/>
        </w:rPr>
        <w:t xml:space="preserve"> in to the new culture, the team has an international </w:t>
      </w:r>
      <w:r w:rsidR="007E28BC">
        <w:rPr>
          <w:b w:val="0"/>
          <w:vertAlign w:val="superscript"/>
        </w:rPr>
        <w:t>6</w:t>
      </w:r>
      <w:r w:rsidR="00726E80" w:rsidRPr="00726E80">
        <w:rPr>
          <w:rStyle w:val="GapFillchr"/>
        </w:rPr>
        <w:t>     </w:t>
      </w:r>
      <w:r w:rsidR="007E28BC">
        <w:rPr>
          <w:b w:val="0"/>
        </w:rPr>
        <w:t xml:space="preserve"> </w:t>
      </w:r>
      <w:r>
        <w:rPr>
          <w:b w:val="0"/>
        </w:rPr>
        <w:t xml:space="preserve">of ‘buddies’. These are local people who are </w:t>
      </w:r>
      <w:r w:rsidR="00584256">
        <w:rPr>
          <w:b w:val="0"/>
          <w:vertAlign w:val="superscript"/>
        </w:rPr>
        <w:t>7</w:t>
      </w:r>
      <w:r w:rsidR="00726E80" w:rsidRPr="00726E80">
        <w:rPr>
          <w:rStyle w:val="GapFillchr"/>
        </w:rPr>
        <w:t>     </w:t>
      </w:r>
      <w:r>
        <w:rPr>
          <w:b w:val="0"/>
        </w:rPr>
        <w:t xml:space="preserve"> to our employees to</w:t>
      </w:r>
      <w:r w:rsidR="00726E80">
        <w:rPr>
          <w:b w:val="0"/>
        </w:rPr>
        <w:t> </w:t>
      </w:r>
      <w:r>
        <w:rPr>
          <w:b w:val="0"/>
        </w:rPr>
        <w:t xml:space="preserve">help them get to know the new country. Their task is to </w:t>
      </w:r>
      <w:r w:rsidR="00584256">
        <w:rPr>
          <w:b w:val="0"/>
          <w:vertAlign w:val="superscript"/>
        </w:rPr>
        <w:t>8</w:t>
      </w:r>
      <w:r w:rsidR="00726E80" w:rsidRPr="00726E80">
        <w:rPr>
          <w:rStyle w:val="GapFillchr"/>
        </w:rPr>
        <w:t>     </w:t>
      </w:r>
      <w:r w:rsidR="00AE69D7">
        <w:rPr>
          <w:b w:val="0"/>
        </w:rPr>
        <w:t xml:space="preserve"> </w:t>
      </w:r>
      <w:r>
        <w:rPr>
          <w:b w:val="0"/>
        </w:rPr>
        <w:t xml:space="preserve">the employee </w:t>
      </w:r>
      <w:r w:rsidR="00AE69D7">
        <w:rPr>
          <w:b w:val="0"/>
        </w:rPr>
        <w:t>about daily life such as using public transport and shopping. But buddies are also encouraged to give a</w:t>
      </w:r>
      <w:r w:rsidR="00701B94" w:rsidRPr="00701B94">
        <w:rPr>
          <w:b w:val="0"/>
        </w:rPr>
        <w:t xml:space="preserve"> </w:t>
      </w:r>
      <w:r w:rsidR="00701B94">
        <w:rPr>
          <w:b w:val="0"/>
        </w:rPr>
        <w:t>personal</w:t>
      </w:r>
      <w:r w:rsidR="00AE69D7">
        <w:rPr>
          <w:b w:val="0"/>
        </w:rPr>
        <w:t xml:space="preserve"> </w:t>
      </w:r>
      <w:r w:rsidR="00584256">
        <w:rPr>
          <w:b w:val="0"/>
          <w:vertAlign w:val="superscript"/>
        </w:rPr>
        <w:t>9</w:t>
      </w:r>
      <w:r w:rsidR="00726E80" w:rsidRPr="00726E80">
        <w:rPr>
          <w:rStyle w:val="GapFillchr"/>
        </w:rPr>
        <w:t>     </w:t>
      </w:r>
      <w:r w:rsidR="00AE69D7">
        <w:rPr>
          <w:b w:val="0"/>
        </w:rPr>
        <w:t xml:space="preserve"> so the new employee can start to feel at home. We believe this creates a </w:t>
      </w:r>
      <w:r w:rsidR="00B76CBC">
        <w:rPr>
          <w:b w:val="0"/>
          <w:vertAlign w:val="superscript"/>
        </w:rPr>
        <w:t>10</w:t>
      </w:r>
      <w:r w:rsidR="00726E80" w:rsidRPr="00726E80">
        <w:rPr>
          <w:rStyle w:val="GapFillchr"/>
        </w:rPr>
        <w:t>     </w:t>
      </w:r>
      <w:r w:rsidR="00AE69D7">
        <w:rPr>
          <w:b w:val="0"/>
        </w:rPr>
        <w:t xml:space="preserve"> opportunity for everyone involved.</w:t>
      </w:r>
    </w:p>
    <w:p w14:paraId="05657ECD" w14:textId="21BE2B82" w:rsidR="00B76CBC" w:rsidRDefault="00B76CBC" w:rsidP="008D2BFA">
      <w:pPr>
        <w:pStyle w:val="Rubric"/>
        <w:rPr>
          <w:b w:val="0"/>
        </w:rPr>
      </w:pPr>
    </w:p>
    <w:p w14:paraId="17540B7D" w14:textId="750F7D90" w:rsidR="00B76CBC" w:rsidRPr="004B2E08" w:rsidRDefault="00B76CBC" w:rsidP="00F86DA8">
      <w:pPr>
        <w:pStyle w:val="Rubric"/>
        <w:tabs>
          <w:tab w:val="left" w:pos="1276"/>
          <w:tab w:val="left" w:pos="2552"/>
          <w:tab w:val="left" w:pos="3828"/>
        </w:tabs>
        <w:rPr>
          <w:b w:val="0"/>
        </w:rPr>
      </w:pPr>
      <w:r w:rsidRPr="00B76CBC">
        <w:t>1</w:t>
      </w:r>
      <w:r>
        <w:t xml:space="preserve"> </w:t>
      </w:r>
      <w:r w:rsidRPr="00B76CBC">
        <w:t>a</w:t>
      </w:r>
      <w:r w:rsidR="004B2E08">
        <w:t xml:space="preserve"> </w:t>
      </w:r>
      <w:r w:rsidR="004B2E08">
        <w:rPr>
          <w:b w:val="0"/>
        </w:rPr>
        <w:t>expenses</w:t>
      </w:r>
      <w:r w:rsidR="004B2E08">
        <w:rPr>
          <w:b w:val="0"/>
        </w:rPr>
        <w:tab/>
      </w:r>
      <w:r w:rsidRPr="00B76CBC">
        <w:t>b</w:t>
      </w:r>
      <w:r w:rsidR="004B2E08">
        <w:t xml:space="preserve"> </w:t>
      </w:r>
      <w:r w:rsidR="0057519A" w:rsidRPr="0057519A">
        <w:rPr>
          <w:b w:val="0"/>
        </w:rPr>
        <w:t>opportunity</w:t>
      </w:r>
      <w:r w:rsidR="00CE2B9E">
        <w:rPr>
          <w:b w:val="0"/>
        </w:rPr>
        <w:tab/>
      </w:r>
      <w:r w:rsidRPr="00B76CBC">
        <w:t>c</w:t>
      </w:r>
      <w:r w:rsidR="0057519A">
        <w:t xml:space="preserve"> </w:t>
      </w:r>
      <w:r w:rsidR="0057519A">
        <w:rPr>
          <w:b w:val="0"/>
        </w:rPr>
        <w:t>immigration</w:t>
      </w:r>
      <w:r w:rsidR="00726E80">
        <w:rPr>
          <w:b w:val="0"/>
        </w:rPr>
        <w:tab/>
      </w:r>
      <w:r w:rsidRPr="00B76CBC">
        <w:t>d</w:t>
      </w:r>
      <w:r w:rsidR="004B2E08">
        <w:t xml:space="preserve"> </w:t>
      </w:r>
      <w:r w:rsidR="004B2E08">
        <w:rPr>
          <w:b w:val="0"/>
        </w:rPr>
        <w:t>mobility</w:t>
      </w:r>
    </w:p>
    <w:p w14:paraId="548917AE" w14:textId="34BFD243" w:rsidR="00B76CBC" w:rsidRPr="00B76CBC" w:rsidRDefault="00B76CBC" w:rsidP="00CE2B9E">
      <w:pPr>
        <w:pStyle w:val="Rubric"/>
        <w:tabs>
          <w:tab w:val="left" w:pos="1276"/>
          <w:tab w:val="left" w:pos="2552"/>
          <w:tab w:val="left" w:pos="3828"/>
        </w:tabs>
      </w:pPr>
      <w:r w:rsidRPr="00B76CBC">
        <w:t>2</w:t>
      </w:r>
      <w:r>
        <w:t xml:space="preserve"> </w:t>
      </w:r>
      <w:r w:rsidRPr="00B76CBC">
        <w:t>a</w:t>
      </w:r>
      <w:r w:rsidR="007E28BC">
        <w:t xml:space="preserve"> </w:t>
      </w:r>
      <w:r w:rsidR="007E28BC">
        <w:rPr>
          <w:b w:val="0"/>
        </w:rPr>
        <w:t>assign</w:t>
      </w:r>
      <w:r w:rsidR="007E28BC">
        <w:rPr>
          <w:b w:val="0"/>
        </w:rPr>
        <w:tab/>
      </w:r>
      <w:r w:rsidRPr="00B76CBC">
        <w:t>b</w:t>
      </w:r>
      <w:r w:rsidR="007E28BC">
        <w:t xml:space="preserve"> </w:t>
      </w:r>
      <w:r w:rsidR="007E28BC">
        <w:rPr>
          <w:b w:val="0"/>
        </w:rPr>
        <w:t>mobilise</w:t>
      </w:r>
      <w:r w:rsidR="007E28BC">
        <w:rPr>
          <w:b w:val="0"/>
        </w:rPr>
        <w:tab/>
      </w:r>
      <w:r w:rsidRPr="00B76CBC">
        <w:t>c</w:t>
      </w:r>
      <w:r w:rsidR="007E28BC">
        <w:t xml:space="preserve"> </w:t>
      </w:r>
      <w:r w:rsidR="007E28BC">
        <w:rPr>
          <w:b w:val="0"/>
        </w:rPr>
        <w:t xml:space="preserve">adopt </w:t>
      </w:r>
      <w:r w:rsidR="007E28BC">
        <w:rPr>
          <w:b w:val="0"/>
        </w:rPr>
        <w:tab/>
      </w:r>
      <w:r w:rsidRPr="00B76CBC">
        <w:t>d</w:t>
      </w:r>
      <w:r w:rsidR="00AE4046">
        <w:t xml:space="preserve"> </w:t>
      </w:r>
      <w:r w:rsidR="00AE4046">
        <w:rPr>
          <w:b w:val="0"/>
        </w:rPr>
        <w:t>relocate</w:t>
      </w:r>
    </w:p>
    <w:p w14:paraId="0292F5C2" w14:textId="15033DD6" w:rsidR="00B76CBC" w:rsidRPr="007E28BC" w:rsidRDefault="00B76CBC" w:rsidP="00CE2B9E">
      <w:pPr>
        <w:pStyle w:val="Rubric"/>
        <w:tabs>
          <w:tab w:val="left" w:pos="1276"/>
          <w:tab w:val="left" w:pos="2552"/>
          <w:tab w:val="left" w:pos="3828"/>
        </w:tabs>
        <w:rPr>
          <w:b w:val="0"/>
        </w:rPr>
      </w:pPr>
      <w:r w:rsidRPr="00B76CBC">
        <w:t>3</w:t>
      </w:r>
      <w:r>
        <w:t xml:space="preserve"> </w:t>
      </w:r>
      <w:r w:rsidRPr="00B76CBC">
        <w:t>a</w:t>
      </w:r>
      <w:r w:rsidR="007E28BC" w:rsidRPr="007E28BC">
        <w:rPr>
          <w:b w:val="0"/>
        </w:rPr>
        <w:t xml:space="preserve"> </w:t>
      </w:r>
      <w:r w:rsidR="007E28BC">
        <w:rPr>
          <w:b w:val="0"/>
        </w:rPr>
        <w:t>process</w:t>
      </w:r>
      <w:r w:rsidR="007E28BC">
        <w:tab/>
      </w:r>
      <w:r w:rsidRPr="00B76CBC">
        <w:t>b</w:t>
      </w:r>
      <w:r w:rsidR="007E28BC">
        <w:t xml:space="preserve"> </w:t>
      </w:r>
      <w:r w:rsidR="007E28BC">
        <w:rPr>
          <w:b w:val="0"/>
        </w:rPr>
        <w:t>network</w:t>
      </w:r>
      <w:r w:rsidR="007E28BC">
        <w:rPr>
          <w:b w:val="0"/>
        </w:rPr>
        <w:tab/>
      </w:r>
      <w:r w:rsidRPr="00B76CBC">
        <w:t>c</w:t>
      </w:r>
      <w:r w:rsidR="007E28BC">
        <w:t xml:space="preserve"> </w:t>
      </w:r>
      <w:r w:rsidR="007E28BC" w:rsidRPr="007E28BC">
        <w:rPr>
          <w:b w:val="0"/>
        </w:rPr>
        <w:t>immigration</w:t>
      </w:r>
      <w:r w:rsidR="007E28BC">
        <w:t xml:space="preserve"> </w:t>
      </w:r>
      <w:r w:rsidR="00CE2B9E">
        <w:tab/>
      </w:r>
      <w:r w:rsidRPr="00B76CBC">
        <w:t>d</w:t>
      </w:r>
      <w:r w:rsidR="007E28BC">
        <w:t xml:space="preserve"> </w:t>
      </w:r>
      <w:r w:rsidR="007E28BC">
        <w:rPr>
          <w:b w:val="0"/>
        </w:rPr>
        <w:t>deposit</w:t>
      </w:r>
    </w:p>
    <w:p w14:paraId="7A4CE26B" w14:textId="2F1DB523" w:rsidR="00B76CBC" w:rsidRPr="007E28BC" w:rsidRDefault="00B76CBC" w:rsidP="00CE2B9E">
      <w:pPr>
        <w:pStyle w:val="Rubric"/>
        <w:tabs>
          <w:tab w:val="left" w:pos="1276"/>
          <w:tab w:val="left" w:pos="2552"/>
          <w:tab w:val="left" w:pos="3828"/>
        </w:tabs>
        <w:rPr>
          <w:b w:val="0"/>
        </w:rPr>
      </w:pPr>
      <w:r w:rsidRPr="00B76CBC">
        <w:t>4</w:t>
      </w:r>
      <w:r>
        <w:t xml:space="preserve"> </w:t>
      </w:r>
      <w:r w:rsidRPr="00B76CBC">
        <w:t>a</w:t>
      </w:r>
      <w:r w:rsidR="007E28BC">
        <w:t xml:space="preserve"> </w:t>
      </w:r>
      <w:r w:rsidR="007E28BC">
        <w:rPr>
          <w:b w:val="0"/>
        </w:rPr>
        <w:t>taxation</w:t>
      </w:r>
      <w:r w:rsidR="007E28BC">
        <w:rPr>
          <w:b w:val="0"/>
        </w:rPr>
        <w:tab/>
      </w:r>
      <w:r w:rsidRPr="00B76CBC">
        <w:t>b</w:t>
      </w:r>
      <w:r w:rsidR="00CE2B9E">
        <w:t xml:space="preserve"> </w:t>
      </w:r>
      <w:r w:rsidR="007E28BC">
        <w:rPr>
          <w:b w:val="0"/>
        </w:rPr>
        <w:t>mobility</w:t>
      </w:r>
      <w:r w:rsidR="007E28BC">
        <w:rPr>
          <w:b w:val="0"/>
        </w:rPr>
        <w:tab/>
      </w:r>
      <w:r w:rsidRPr="00B76CBC">
        <w:t>c</w:t>
      </w:r>
      <w:r w:rsidR="007E28BC" w:rsidRPr="007E28BC">
        <w:rPr>
          <w:b w:val="0"/>
        </w:rPr>
        <w:t xml:space="preserve"> </w:t>
      </w:r>
      <w:r w:rsidR="007E28BC">
        <w:rPr>
          <w:b w:val="0"/>
        </w:rPr>
        <w:t>shipping</w:t>
      </w:r>
      <w:r w:rsidR="007E28BC" w:rsidRPr="00B76CBC">
        <w:t xml:space="preserve"> </w:t>
      </w:r>
      <w:r w:rsidR="007E28BC">
        <w:tab/>
      </w:r>
      <w:r w:rsidRPr="00B76CBC">
        <w:t>d</w:t>
      </w:r>
      <w:r w:rsidR="007E28BC">
        <w:t xml:space="preserve"> </w:t>
      </w:r>
      <w:r w:rsidR="007E28BC">
        <w:rPr>
          <w:b w:val="0"/>
        </w:rPr>
        <w:t>process</w:t>
      </w:r>
    </w:p>
    <w:p w14:paraId="27081CC0" w14:textId="1D0AAE27" w:rsidR="00B76CBC" w:rsidRPr="00B76CBC" w:rsidRDefault="00B76CBC" w:rsidP="00CE2B9E">
      <w:pPr>
        <w:pStyle w:val="Rubric"/>
        <w:tabs>
          <w:tab w:val="left" w:pos="1276"/>
          <w:tab w:val="left" w:pos="2552"/>
          <w:tab w:val="left" w:pos="3828"/>
        </w:tabs>
      </w:pPr>
      <w:r w:rsidRPr="00B76CBC">
        <w:t>5</w:t>
      </w:r>
      <w:r>
        <w:t xml:space="preserve"> </w:t>
      </w:r>
      <w:r w:rsidRPr="00B76CBC">
        <w:t>a</w:t>
      </w:r>
      <w:r w:rsidR="00701B94">
        <w:t xml:space="preserve"> </w:t>
      </w:r>
      <w:r w:rsidR="00701B94">
        <w:rPr>
          <w:b w:val="0"/>
        </w:rPr>
        <w:t>immigrate</w:t>
      </w:r>
      <w:r w:rsidR="00701B94">
        <w:rPr>
          <w:b w:val="0"/>
        </w:rPr>
        <w:tab/>
      </w:r>
      <w:r w:rsidRPr="00B76CBC">
        <w:t>b</w:t>
      </w:r>
      <w:r w:rsidR="007E28BC" w:rsidRPr="007E28BC">
        <w:rPr>
          <w:b w:val="0"/>
        </w:rPr>
        <w:t xml:space="preserve"> </w:t>
      </w:r>
      <w:r w:rsidR="007E28BC">
        <w:rPr>
          <w:b w:val="0"/>
        </w:rPr>
        <w:t xml:space="preserve">settle </w:t>
      </w:r>
      <w:r w:rsidR="007E28BC">
        <w:rPr>
          <w:b w:val="0"/>
        </w:rPr>
        <w:tab/>
      </w:r>
      <w:r w:rsidRPr="00B76CBC">
        <w:t>c</w:t>
      </w:r>
      <w:r w:rsidR="007E28BC">
        <w:t xml:space="preserve"> </w:t>
      </w:r>
      <w:r w:rsidR="007E28BC">
        <w:rPr>
          <w:b w:val="0"/>
        </w:rPr>
        <w:t>assign</w:t>
      </w:r>
      <w:r w:rsidR="007E28BC">
        <w:rPr>
          <w:b w:val="0"/>
        </w:rPr>
        <w:tab/>
      </w:r>
      <w:r w:rsidRPr="00B76CBC">
        <w:t>d</w:t>
      </w:r>
      <w:r w:rsidR="007E28BC">
        <w:t xml:space="preserve"> </w:t>
      </w:r>
      <w:r w:rsidR="007E28BC" w:rsidRPr="007E28BC">
        <w:rPr>
          <w:b w:val="0"/>
        </w:rPr>
        <w:t>claim</w:t>
      </w:r>
    </w:p>
    <w:p w14:paraId="381C3ED7" w14:textId="43563285" w:rsidR="00B76CBC" w:rsidRPr="00B76CBC" w:rsidRDefault="00B76CBC" w:rsidP="00CE2B9E">
      <w:pPr>
        <w:pStyle w:val="Rubric"/>
        <w:tabs>
          <w:tab w:val="left" w:pos="1276"/>
          <w:tab w:val="left" w:pos="2552"/>
          <w:tab w:val="left" w:pos="3828"/>
        </w:tabs>
      </w:pPr>
      <w:r w:rsidRPr="00B76CBC">
        <w:t>6</w:t>
      </w:r>
      <w:r>
        <w:t xml:space="preserve"> </w:t>
      </w:r>
      <w:r w:rsidRPr="00B76CBC">
        <w:t>a</w:t>
      </w:r>
      <w:r w:rsidR="007E28BC">
        <w:t xml:space="preserve"> </w:t>
      </w:r>
      <w:r w:rsidR="007E28BC">
        <w:rPr>
          <w:b w:val="0"/>
        </w:rPr>
        <w:t>relocation</w:t>
      </w:r>
      <w:r w:rsidR="007E28BC">
        <w:rPr>
          <w:b w:val="0"/>
        </w:rPr>
        <w:tab/>
      </w:r>
      <w:r w:rsidRPr="00B76CBC">
        <w:t>b</w:t>
      </w:r>
      <w:r w:rsidR="007E28BC">
        <w:t xml:space="preserve"> </w:t>
      </w:r>
      <w:r w:rsidR="00701B94">
        <w:rPr>
          <w:b w:val="0"/>
        </w:rPr>
        <w:t>deposit</w:t>
      </w:r>
      <w:r w:rsidR="00701B94">
        <w:rPr>
          <w:b w:val="0"/>
        </w:rPr>
        <w:tab/>
      </w:r>
      <w:r w:rsidRPr="00B76CBC">
        <w:t>c</w:t>
      </w:r>
      <w:r w:rsidR="007E28BC">
        <w:t xml:space="preserve"> </w:t>
      </w:r>
      <w:r w:rsidR="007E28BC">
        <w:rPr>
          <w:b w:val="0"/>
        </w:rPr>
        <w:t>assignment</w:t>
      </w:r>
      <w:r w:rsidR="00CE2B9E">
        <w:rPr>
          <w:b w:val="0"/>
        </w:rPr>
        <w:tab/>
      </w:r>
      <w:r w:rsidRPr="00B76CBC">
        <w:t>d</w:t>
      </w:r>
      <w:r w:rsidR="007E28BC">
        <w:t xml:space="preserve"> </w:t>
      </w:r>
      <w:r w:rsidR="007E28BC">
        <w:rPr>
          <w:b w:val="0"/>
        </w:rPr>
        <w:t>network</w:t>
      </w:r>
    </w:p>
    <w:p w14:paraId="2EA39373" w14:textId="6E50F69E" w:rsidR="00B76CBC" w:rsidRPr="00B76CBC" w:rsidRDefault="00B76CBC" w:rsidP="00F86DA8">
      <w:pPr>
        <w:pStyle w:val="Rubric"/>
        <w:tabs>
          <w:tab w:val="left" w:pos="1276"/>
          <w:tab w:val="left" w:pos="2552"/>
          <w:tab w:val="left" w:pos="3544"/>
        </w:tabs>
      </w:pPr>
      <w:r w:rsidRPr="00B76CBC">
        <w:t>7</w:t>
      </w:r>
      <w:r>
        <w:t xml:space="preserve"> </w:t>
      </w:r>
      <w:proofErr w:type="spellStart"/>
      <w:r w:rsidRPr="00B76CBC">
        <w:t>a</w:t>
      </w:r>
      <w:proofErr w:type="spellEnd"/>
      <w:r w:rsidR="00701B94">
        <w:t xml:space="preserve"> </w:t>
      </w:r>
      <w:r w:rsidR="00701B94">
        <w:rPr>
          <w:b w:val="0"/>
        </w:rPr>
        <w:t>adopted</w:t>
      </w:r>
      <w:r w:rsidR="00701B94">
        <w:rPr>
          <w:b w:val="0"/>
        </w:rPr>
        <w:tab/>
      </w:r>
      <w:r w:rsidRPr="00B76CBC">
        <w:t>b</w:t>
      </w:r>
      <w:r w:rsidR="007E28BC" w:rsidRPr="007E28BC">
        <w:rPr>
          <w:b w:val="0"/>
        </w:rPr>
        <w:t xml:space="preserve"> </w:t>
      </w:r>
      <w:r w:rsidR="007E28BC">
        <w:rPr>
          <w:b w:val="0"/>
        </w:rPr>
        <w:t>assigned</w:t>
      </w:r>
      <w:r w:rsidR="00701B94">
        <w:tab/>
      </w:r>
      <w:r w:rsidRPr="00B76CBC">
        <w:t>c</w:t>
      </w:r>
      <w:r w:rsidR="00701B94">
        <w:t xml:space="preserve"> </w:t>
      </w:r>
      <w:r w:rsidR="00701B94">
        <w:rPr>
          <w:b w:val="0"/>
        </w:rPr>
        <w:t>personal</w:t>
      </w:r>
      <w:r w:rsidR="00CE2B9E">
        <w:rPr>
          <w:b w:val="0"/>
        </w:rPr>
        <w:tab/>
      </w:r>
      <w:r w:rsidRPr="00B76CBC">
        <w:t>d</w:t>
      </w:r>
      <w:r w:rsidR="00701B94">
        <w:t xml:space="preserve"> </w:t>
      </w:r>
      <w:r w:rsidR="00701B94" w:rsidRPr="00701B94">
        <w:rPr>
          <w:b w:val="0"/>
        </w:rPr>
        <w:t>processed</w:t>
      </w:r>
    </w:p>
    <w:p w14:paraId="545C7858" w14:textId="33120E99" w:rsidR="00B76CBC" w:rsidRPr="00701B94" w:rsidRDefault="00B76CBC" w:rsidP="00F86DA8">
      <w:pPr>
        <w:pStyle w:val="Rubric"/>
        <w:tabs>
          <w:tab w:val="left" w:pos="1276"/>
          <w:tab w:val="left" w:pos="2552"/>
          <w:tab w:val="left" w:pos="3828"/>
        </w:tabs>
        <w:rPr>
          <w:b w:val="0"/>
        </w:rPr>
      </w:pPr>
      <w:r w:rsidRPr="00B76CBC">
        <w:t>8</w:t>
      </w:r>
      <w:r>
        <w:t xml:space="preserve"> </w:t>
      </w:r>
      <w:r w:rsidRPr="00B76CBC">
        <w:t>a</w:t>
      </w:r>
      <w:r w:rsidR="007E28BC" w:rsidRPr="007E28BC">
        <w:rPr>
          <w:b w:val="0"/>
        </w:rPr>
        <w:t xml:space="preserve"> </w:t>
      </w:r>
      <w:r w:rsidR="007E28BC">
        <w:rPr>
          <w:b w:val="0"/>
        </w:rPr>
        <w:t>brief</w:t>
      </w:r>
      <w:r w:rsidR="00701B94">
        <w:tab/>
      </w:r>
      <w:r w:rsidRPr="00B76CBC">
        <w:t>b</w:t>
      </w:r>
      <w:r w:rsidR="00701B94">
        <w:t xml:space="preserve"> </w:t>
      </w:r>
      <w:r w:rsidR="00701B94">
        <w:rPr>
          <w:b w:val="0"/>
        </w:rPr>
        <w:t>claim</w:t>
      </w:r>
      <w:r w:rsidR="00701B94">
        <w:rPr>
          <w:b w:val="0"/>
        </w:rPr>
        <w:tab/>
      </w:r>
      <w:r w:rsidRPr="00B76CBC">
        <w:t>c</w:t>
      </w:r>
      <w:r w:rsidR="00701B94">
        <w:t xml:space="preserve"> </w:t>
      </w:r>
      <w:r w:rsidR="00701B94">
        <w:rPr>
          <w:b w:val="0"/>
        </w:rPr>
        <w:t>compensate</w:t>
      </w:r>
      <w:r w:rsidR="00CE2B9E">
        <w:tab/>
      </w:r>
      <w:r w:rsidRPr="00B76CBC">
        <w:t>d</w:t>
      </w:r>
      <w:r w:rsidR="00701B94">
        <w:t xml:space="preserve"> </w:t>
      </w:r>
      <w:r w:rsidR="00701B94">
        <w:rPr>
          <w:b w:val="0"/>
        </w:rPr>
        <w:t>adopt</w:t>
      </w:r>
    </w:p>
    <w:p w14:paraId="7A81B270" w14:textId="2679C649" w:rsidR="00B76CBC" w:rsidRPr="00701B94" w:rsidRDefault="00B76CBC" w:rsidP="00F86DA8">
      <w:pPr>
        <w:pStyle w:val="Rubric"/>
        <w:tabs>
          <w:tab w:val="left" w:pos="1843"/>
          <w:tab w:val="left" w:pos="2127"/>
          <w:tab w:val="left" w:pos="2694"/>
          <w:tab w:val="left" w:pos="3828"/>
        </w:tabs>
        <w:rPr>
          <w:b w:val="0"/>
        </w:rPr>
      </w:pPr>
      <w:r w:rsidRPr="00B76CBC">
        <w:t>9</w:t>
      </w:r>
      <w:r>
        <w:t xml:space="preserve"> </w:t>
      </w:r>
      <w:r w:rsidRPr="00B76CBC">
        <w:t>a</w:t>
      </w:r>
      <w:r w:rsidR="007E28BC" w:rsidRPr="007E28BC">
        <w:rPr>
          <w:b w:val="0"/>
        </w:rPr>
        <w:t xml:space="preserve"> </w:t>
      </w:r>
      <w:r w:rsidR="007E28BC">
        <w:rPr>
          <w:b w:val="0"/>
        </w:rPr>
        <w:t>perspective</w:t>
      </w:r>
      <w:r w:rsidR="00726E80">
        <w:tab/>
      </w:r>
      <w:r w:rsidRPr="00B76CBC">
        <w:t>b</w:t>
      </w:r>
      <w:r w:rsidR="00701B94">
        <w:t xml:space="preserve"> </w:t>
      </w:r>
      <w:r w:rsidR="00701B94">
        <w:rPr>
          <w:b w:val="0"/>
        </w:rPr>
        <w:t>opportunity</w:t>
      </w:r>
      <w:r w:rsidR="00726E80">
        <w:rPr>
          <w:b w:val="0"/>
        </w:rPr>
        <w:br/>
      </w:r>
      <w:r w:rsidRPr="00B76CBC">
        <w:t>c</w:t>
      </w:r>
      <w:r w:rsidR="00701B94">
        <w:t xml:space="preserve"> </w:t>
      </w:r>
      <w:r w:rsidR="00701B94">
        <w:rPr>
          <w:b w:val="0"/>
        </w:rPr>
        <w:t xml:space="preserve">expenses </w:t>
      </w:r>
      <w:r w:rsidR="00CE2B9E">
        <w:rPr>
          <w:b w:val="0"/>
        </w:rPr>
        <w:tab/>
      </w:r>
      <w:r w:rsidRPr="00B76CBC">
        <w:t>d</w:t>
      </w:r>
      <w:r w:rsidR="00701B94">
        <w:t xml:space="preserve"> </w:t>
      </w:r>
      <w:r w:rsidR="00701B94">
        <w:rPr>
          <w:b w:val="0"/>
        </w:rPr>
        <w:t>process</w:t>
      </w:r>
    </w:p>
    <w:p w14:paraId="5CA77729" w14:textId="38DD1634" w:rsidR="00B76CBC" w:rsidRPr="00B76CBC" w:rsidRDefault="00B76CBC" w:rsidP="00F86DA8">
      <w:pPr>
        <w:pStyle w:val="Rubric"/>
        <w:tabs>
          <w:tab w:val="left" w:pos="1843"/>
        </w:tabs>
      </w:pPr>
      <w:r w:rsidRPr="00B76CBC">
        <w:t>10</w:t>
      </w:r>
      <w:r>
        <w:t xml:space="preserve"> </w:t>
      </w:r>
      <w:r w:rsidRPr="00B76CBC">
        <w:t>a</w:t>
      </w:r>
      <w:r w:rsidR="00701B94">
        <w:t xml:space="preserve"> </w:t>
      </w:r>
      <w:r w:rsidR="00701B94">
        <w:rPr>
          <w:b w:val="0"/>
        </w:rPr>
        <w:t>mobile</w:t>
      </w:r>
      <w:r w:rsidR="00726E80">
        <w:rPr>
          <w:b w:val="0"/>
        </w:rPr>
        <w:tab/>
      </w:r>
      <w:r w:rsidRPr="00B76CBC">
        <w:t>b</w:t>
      </w:r>
      <w:r w:rsidR="00701B94">
        <w:t xml:space="preserve"> </w:t>
      </w:r>
      <w:r w:rsidR="00701B94" w:rsidRPr="00701B94">
        <w:rPr>
          <w:b w:val="0"/>
        </w:rPr>
        <w:t>global</w:t>
      </w:r>
      <w:r w:rsidR="00726E80">
        <w:rPr>
          <w:b w:val="0"/>
        </w:rPr>
        <w:br/>
      </w:r>
      <w:r w:rsidRPr="00B76CBC">
        <w:t>c</w:t>
      </w:r>
      <w:r w:rsidR="007E28BC" w:rsidRPr="007E28BC">
        <w:rPr>
          <w:b w:val="0"/>
        </w:rPr>
        <w:t xml:space="preserve"> </w:t>
      </w:r>
      <w:r w:rsidR="007E28BC">
        <w:rPr>
          <w:b w:val="0"/>
        </w:rPr>
        <w:t>developmental</w:t>
      </w:r>
      <w:r w:rsidR="00726E80">
        <w:rPr>
          <w:b w:val="0"/>
        </w:rPr>
        <w:tab/>
      </w:r>
      <w:r w:rsidRPr="00B76CBC">
        <w:t>d</w:t>
      </w:r>
      <w:r w:rsidR="00701B94">
        <w:t xml:space="preserve"> </w:t>
      </w:r>
      <w:r w:rsidR="00701B94">
        <w:rPr>
          <w:b w:val="0"/>
        </w:rPr>
        <w:t>perspective</w:t>
      </w:r>
    </w:p>
    <w:p w14:paraId="71AFD603" w14:textId="18C20507" w:rsidR="002033A4" w:rsidRDefault="00472DDD">
      <w:pPr>
        <w:pStyle w:val="ScoreBox"/>
      </w:pPr>
      <w:r>
        <w:t>__</w:t>
      </w:r>
      <w:r w:rsidR="00BA7D6E" w:rsidRPr="00E84816">
        <w:t>/</w:t>
      </w:r>
      <w:r w:rsidR="00955030" w:rsidRPr="00E84816">
        <w:t>10</w:t>
      </w:r>
    </w:p>
    <w:p w14:paraId="66479C2E" w14:textId="77777777" w:rsidR="002033A4" w:rsidRPr="00E84816" w:rsidRDefault="002033A4">
      <w:pPr>
        <w:pStyle w:val="ScoreBox"/>
      </w:pPr>
    </w:p>
    <w:p w14:paraId="1F0DCBEE" w14:textId="4035FE3D" w:rsidR="00955030" w:rsidRPr="00F86DA8" w:rsidRDefault="00F368FC" w:rsidP="00F86DA8">
      <w:pPr>
        <w:pStyle w:val="HeadASection"/>
        <w:rPr>
          <w:lang w:val="en-GB"/>
        </w:rPr>
      </w:pPr>
      <w:r w:rsidRPr="00F86DA8">
        <w:rPr>
          <w:lang w:val="en-GB"/>
        </w:rPr>
        <w:t xml:space="preserve">Lesson </w:t>
      </w:r>
      <w:r w:rsidR="00B165F5" w:rsidRPr="00F86DA8">
        <w:rPr>
          <w:lang w:val="en-GB"/>
        </w:rPr>
        <w:t>5</w:t>
      </w:r>
      <w:r w:rsidR="00955030" w:rsidRPr="00F86DA8">
        <w:rPr>
          <w:lang w:val="en-GB"/>
        </w:rPr>
        <w:t>.2 Grammar</w:t>
      </w:r>
    </w:p>
    <w:p w14:paraId="5A8DC344" w14:textId="68368D75" w:rsidR="006F4D2B" w:rsidRDefault="008573E0" w:rsidP="008D2BFA">
      <w:pPr>
        <w:pStyle w:val="Rubric"/>
      </w:pPr>
      <w:r w:rsidRPr="00E84816">
        <w:t>2</w:t>
      </w:r>
      <w:r w:rsidR="00BE5337">
        <w:t xml:space="preserve"> </w:t>
      </w:r>
      <w:r w:rsidR="00FC2306">
        <w:t xml:space="preserve">Complete the second sentences so they have the same meaning as the first sentences using the word(s) in brackets. </w:t>
      </w:r>
    </w:p>
    <w:p w14:paraId="1EF11DEB" w14:textId="77777777" w:rsidR="00FC2306" w:rsidRDefault="00FC2306" w:rsidP="008D2BFA">
      <w:pPr>
        <w:pStyle w:val="Rubric"/>
      </w:pPr>
    </w:p>
    <w:p w14:paraId="5A65686D" w14:textId="0A1B3139" w:rsidR="00FC2306" w:rsidRPr="00FC2306" w:rsidRDefault="00FC2306" w:rsidP="00FC2306">
      <w:pPr>
        <w:pStyle w:val="Rubric"/>
        <w:rPr>
          <w:b w:val="0"/>
          <w:lang w:val="en-US"/>
        </w:rPr>
      </w:pPr>
      <w:r>
        <w:rPr>
          <w:lang w:val="en-US"/>
        </w:rPr>
        <w:t xml:space="preserve">1 </w:t>
      </w:r>
      <w:r w:rsidRPr="00FC2306">
        <w:rPr>
          <w:b w:val="0"/>
          <w:lang w:val="en-US"/>
        </w:rPr>
        <w:t>I learned a lot about my job and also about myself when I worked in Berlin. (Not only)</w:t>
      </w:r>
    </w:p>
    <w:p w14:paraId="7F6407EB" w14:textId="2D5EEFB9" w:rsidR="00FC2306" w:rsidRPr="00FC2306" w:rsidRDefault="00726E80" w:rsidP="00FC2306">
      <w:pPr>
        <w:pStyle w:val="Rubric"/>
        <w:rPr>
          <w:b w:val="0"/>
          <w:lang w:val="en-US"/>
        </w:rPr>
      </w:pPr>
      <w:r w:rsidRPr="00726E80">
        <w:rPr>
          <w:rStyle w:val="GapFillchr"/>
        </w:rPr>
        <w:t xml:space="preserve">                         </w:t>
      </w:r>
      <w:r w:rsidR="004C5136" w:rsidRPr="004C5136">
        <w:rPr>
          <w:rStyle w:val="GapFillchr"/>
        </w:rPr>
        <w:t xml:space="preserve">       </w:t>
      </w:r>
      <w:r w:rsidR="004C5136">
        <w:rPr>
          <w:rStyle w:val="GapFillchr"/>
        </w:rPr>
        <w:t xml:space="preserve">  </w:t>
      </w:r>
      <w:r w:rsidRPr="00726E80">
        <w:rPr>
          <w:rStyle w:val="GapFillchr"/>
        </w:rPr>
        <w:t xml:space="preserve">    </w:t>
      </w:r>
      <w:r w:rsidR="00A9613D">
        <w:rPr>
          <w:b w:val="0"/>
          <w:lang w:val="en-US"/>
        </w:rPr>
        <w:t xml:space="preserve"> </w:t>
      </w:r>
      <w:r w:rsidR="00FC2306" w:rsidRPr="00FC2306">
        <w:rPr>
          <w:b w:val="0"/>
          <w:lang w:val="en-US"/>
        </w:rPr>
        <w:t xml:space="preserve">, but also about myself when I worked in Berlin.  </w:t>
      </w:r>
    </w:p>
    <w:p w14:paraId="1BE663A2" w14:textId="77777777" w:rsidR="00726E80" w:rsidRDefault="00726E80" w:rsidP="00FC2306">
      <w:pPr>
        <w:pStyle w:val="Rubric"/>
        <w:rPr>
          <w:lang w:val="en-US"/>
        </w:rPr>
      </w:pPr>
    </w:p>
    <w:p w14:paraId="3B90B8E9" w14:textId="2E1F5C4F" w:rsidR="00FC2306" w:rsidRPr="00FC2306" w:rsidRDefault="00FC2306" w:rsidP="00FC2306">
      <w:pPr>
        <w:pStyle w:val="Rubric"/>
        <w:rPr>
          <w:b w:val="0"/>
          <w:lang w:val="en-US"/>
        </w:rPr>
      </w:pPr>
      <w:r>
        <w:rPr>
          <w:lang w:val="en-US"/>
        </w:rPr>
        <w:t xml:space="preserve">2 </w:t>
      </w:r>
      <w:r w:rsidRPr="00FC2306">
        <w:rPr>
          <w:b w:val="0"/>
          <w:lang w:val="en-US"/>
        </w:rPr>
        <w:t xml:space="preserve">Jason had never worked </w:t>
      </w:r>
      <w:r>
        <w:rPr>
          <w:b w:val="0"/>
          <w:lang w:val="en-US"/>
        </w:rPr>
        <w:t>as</w:t>
      </w:r>
      <w:r w:rsidRPr="00FC2306">
        <w:rPr>
          <w:b w:val="0"/>
          <w:lang w:val="en-US"/>
        </w:rPr>
        <w:t xml:space="preserve"> hard as he did at a</w:t>
      </w:r>
      <w:r w:rsidR="00726E80">
        <w:rPr>
          <w:b w:val="0"/>
          <w:lang w:val="en-US"/>
        </w:rPr>
        <w:t> </w:t>
      </w:r>
      <w:r w:rsidRPr="00FC2306">
        <w:rPr>
          <w:b w:val="0"/>
          <w:lang w:val="en-US"/>
        </w:rPr>
        <w:t>bank in London. (Never)</w:t>
      </w:r>
    </w:p>
    <w:p w14:paraId="3A1283E8" w14:textId="7CE36040" w:rsidR="00FC2306" w:rsidRPr="00FC2306" w:rsidRDefault="00726E80" w:rsidP="00FC2306">
      <w:pPr>
        <w:pStyle w:val="Rubric"/>
        <w:rPr>
          <w:b w:val="0"/>
          <w:lang w:val="en-US"/>
        </w:rPr>
      </w:pPr>
      <w:r w:rsidRPr="00726E80">
        <w:rPr>
          <w:rStyle w:val="GapFillchr"/>
        </w:rPr>
        <w:t xml:space="preserve">             </w:t>
      </w:r>
      <w:r w:rsidRPr="00726E80">
        <w:rPr>
          <w:rStyle w:val="GapFillchr"/>
        </w:rPr>
        <w:t xml:space="preserve">            </w:t>
      </w:r>
      <w:r w:rsidRPr="00726E80">
        <w:rPr>
          <w:rStyle w:val="GapFillchr"/>
        </w:rPr>
        <w:t>  </w:t>
      </w:r>
      <w:r w:rsidR="004C5136" w:rsidRPr="004C5136">
        <w:rPr>
          <w:rStyle w:val="GapFillchr"/>
        </w:rPr>
        <w:t xml:space="preserve">       </w:t>
      </w:r>
      <w:r w:rsidRPr="00726E80">
        <w:rPr>
          <w:rStyle w:val="GapFillchr"/>
        </w:rPr>
        <w:t xml:space="preserve">     </w:t>
      </w:r>
      <w:r w:rsidR="00FC2306" w:rsidRPr="00FC2306">
        <w:rPr>
          <w:b w:val="0"/>
          <w:lang w:val="en-US"/>
        </w:rPr>
        <w:t xml:space="preserve"> as he did at a</w:t>
      </w:r>
      <w:r>
        <w:rPr>
          <w:b w:val="0"/>
          <w:lang w:val="en-US"/>
        </w:rPr>
        <w:t> </w:t>
      </w:r>
      <w:r w:rsidR="00FC2306" w:rsidRPr="00FC2306">
        <w:rPr>
          <w:b w:val="0"/>
          <w:lang w:val="en-US"/>
        </w:rPr>
        <w:t>bank in London.</w:t>
      </w:r>
    </w:p>
    <w:p w14:paraId="5308F962" w14:textId="77777777" w:rsidR="00726E80" w:rsidRDefault="00726E80" w:rsidP="00FC2306">
      <w:pPr>
        <w:pStyle w:val="Rubric"/>
        <w:rPr>
          <w:lang w:val="en-US"/>
        </w:rPr>
      </w:pPr>
    </w:p>
    <w:p w14:paraId="735B3D23" w14:textId="03145549" w:rsidR="00FC2306" w:rsidRPr="00FC2306" w:rsidRDefault="004C5136" w:rsidP="00FC2306">
      <w:pPr>
        <w:pStyle w:val="Rubric"/>
        <w:rPr>
          <w:b w:val="0"/>
          <w:lang w:val="en-US"/>
        </w:rPr>
      </w:pPr>
      <w:r>
        <w:rPr>
          <w:lang w:val="en-US"/>
        </w:rPr>
        <w:br w:type="column"/>
      </w:r>
      <w:r w:rsidR="00FC2306">
        <w:rPr>
          <w:lang w:val="en-US"/>
        </w:rPr>
        <w:t xml:space="preserve">3 </w:t>
      </w:r>
      <w:r w:rsidR="00FC2306" w:rsidRPr="00FC2306">
        <w:rPr>
          <w:b w:val="0"/>
          <w:lang w:val="en-US"/>
        </w:rPr>
        <w:t>I arrived at work and my manager told me that we were moving to New York. (No sooner)</w:t>
      </w:r>
    </w:p>
    <w:p w14:paraId="06E9169E" w14:textId="578CF6DB" w:rsidR="004C5136" w:rsidRDefault="004C5136" w:rsidP="00FC2306">
      <w:pPr>
        <w:pStyle w:val="Rubric"/>
        <w:rPr>
          <w:lang w:val="en-US"/>
        </w:rPr>
      </w:pPr>
      <w:r w:rsidRPr="00726E80">
        <w:rPr>
          <w:rStyle w:val="GapFillchr"/>
        </w:rPr>
        <w:t>                          </w:t>
      </w:r>
      <w:r w:rsidRPr="004C5136">
        <w:rPr>
          <w:rStyle w:val="GapFillchr"/>
        </w:rPr>
        <w:t xml:space="preserve">       </w:t>
      </w:r>
      <w:r w:rsidRPr="00726E80">
        <w:rPr>
          <w:rStyle w:val="GapFillchr"/>
        </w:rPr>
        <w:t>    </w:t>
      </w:r>
      <w:r>
        <w:rPr>
          <w:rStyle w:val="GapFillchr"/>
        </w:rPr>
        <w:br/>
      </w:r>
      <w:r w:rsidR="002B43D5">
        <w:rPr>
          <w:b w:val="0"/>
          <w:lang w:val="en-US"/>
        </w:rPr>
        <w:t xml:space="preserve">than </w:t>
      </w:r>
      <w:r w:rsidR="00FC2306" w:rsidRPr="00FC2306">
        <w:rPr>
          <w:b w:val="0"/>
          <w:lang w:val="en-US"/>
        </w:rPr>
        <w:t xml:space="preserve">my manager told me that we were moving to New York. </w:t>
      </w:r>
    </w:p>
    <w:p w14:paraId="482ADCF6" w14:textId="77777777" w:rsidR="004C5136" w:rsidRDefault="004C5136" w:rsidP="00FC2306">
      <w:pPr>
        <w:pStyle w:val="Rubric"/>
        <w:rPr>
          <w:lang w:val="en-US"/>
        </w:rPr>
      </w:pPr>
    </w:p>
    <w:p w14:paraId="13386798" w14:textId="37155356" w:rsidR="00FC2306" w:rsidRPr="00FC2306" w:rsidRDefault="00FC2306" w:rsidP="00FC2306">
      <w:pPr>
        <w:pStyle w:val="Rubric"/>
        <w:rPr>
          <w:b w:val="0"/>
          <w:lang w:val="en-US"/>
        </w:rPr>
      </w:pPr>
      <w:r>
        <w:rPr>
          <w:lang w:val="en-US"/>
        </w:rPr>
        <w:t xml:space="preserve">4 </w:t>
      </w:r>
      <w:r w:rsidRPr="00FC2306">
        <w:rPr>
          <w:b w:val="0"/>
          <w:lang w:val="en-US"/>
        </w:rPr>
        <w:t xml:space="preserve">When Nathan moved to Seoul he </w:t>
      </w:r>
      <w:r w:rsidRPr="00FC2306">
        <w:rPr>
          <w:b w:val="0"/>
        </w:rPr>
        <w:t>realised</w:t>
      </w:r>
      <w:r w:rsidRPr="00FC2306">
        <w:rPr>
          <w:b w:val="0"/>
          <w:lang w:val="en-US"/>
        </w:rPr>
        <w:t xml:space="preserve"> how much he liked Korean food. (Not until)</w:t>
      </w:r>
    </w:p>
    <w:p w14:paraId="75EAE2C5" w14:textId="2C792D80" w:rsidR="00FC2306" w:rsidRPr="00FC2306" w:rsidRDefault="004C5136" w:rsidP="00FC2306">
      <w:pPr>
        <w:pStyle w:val="Rubric"/>
        <w:rPr>
          <w:b w:val="0"/>
          <w:lang w:val="en-US"/>
        </w:rPr>
      </w:pPr>
      <w:r w:rsidRPr="00726E80">
        <w:rPr>
          <w:rStyle w:val="GapFillchr"/>
        </w:rPr>
        <w:t>                          </w:t>
      </w:r>
      <w:r w:rsidRPr="004C5136">
        <w:rPr>
          <w:rStyle w:val="GapFillchr"/>
        </w:rPr>
        <w:t xml:space="preserve">       </w:t>
      </w:r>
      <w:r w:rsidRPr="00726E80">
        <w:rPr>
          <w:rStyle w:val="GapFillchr"/>
        </w:rPr>
        <w:t>    </w:t>
      </w:r>
      <w:r w:rsidR="000015DF" w:rsidRPr="00FC2306">
        <w:rPr>
          <w:b w:val="0"/>
          <w:lang w:val="en-US"/>
        </w:rPr>
        <w:t xml:space="preserve"> </w:t>
      </w:r>
      <w:r>
        <w:rPr>
          <w:b w:val="0"/>
          <w:lang w:val="en-US"/>
        </w:rPr>
        <w:br/>
      </w:r>
      <w:r w:rsidR="00FC2306" w:rsidRPr="00FC2306">
        <w:rPr>
          <w:b w:val="0"/>
          <w:lang w:val="en-US"/>
        </w:rPr>
        <w:t xml:space="preserve">did Nathan </w:t>
      </w:r>
      <w:r w:rsidR="00FC2306" w:rsidRPr="00FC2306">
        <w:rPr>
          <w:b w:val="0"/>
        </w:rPr>
        <w:t>realise</w:t>
      </w:r>
      <w:r w:rsidR="00FC2306" w:rsidRPr="00FC2306">
        <w:rPr>
          <w:b w:val="0"/>
          <w:lang w:val="en-US"/>
        </w:rPr>
        <w:t xml:space="preserve"> how much he liked Korean food.</w:t>
      </w:r>
    </w:p>
    <w:p w14:paraId="22B9CDB5" w14:textId="77777777" w:rsidR="00726E80" w:rsidRDefault="00726E80" w:rsidP="00FC2306">
      <w:pPr>
        <w:pStyle w:val="Rubric"/>
        <w:rPr>
          <w:lang w:val="en-US"/>
        </w:rPr>
      </w:pPr>
    </w:p>
    <w:p w14:paraId="4F0A9461" w14:textId="1A53FA66" w:rsidR="00FC2306" w:rsidRPr="00FC2306" w:rsidRDefault="00FC2306" w:rsidP="00FC2306">
      <w:pPr>
        <w:pStyle w:val="Rubric"/>
        <w:rPr>
          <w:b w:val="0"/>
          <w:lang w:val="en-US"/>
        </w:rPr>
      </w:pPr>
      <w:r>
        <w:rPr>
          <w:lang w:val="en-US"/>
        </w:rPr>
        <w:t xml:space="preserve">5 </w:t>
      </w:r>
      <w:r w:rsidRPr="00FC2306">
        <w:rPr>
          <w:b w:val="0"/>
          <w:lang w:val="en-US"/>
        </w:rPr>
        <w:t>My father didn’t know that he would really enjoy working abroad. (Little)</w:t>
      </w:r>
    </w:p>
    <w:p w14:paraId="63EB2DF8" w14:textId="298D4747" w:rsidR="00FC2306" w:rsidRPr="00FC2306" w:rsidRDefault="004C5136" w:rsidP="00FC2306">
      <w:pPr>
        <w:pStyle w:val="Rubric"/>
        <w:rPr>
          <w:b w:val="0"/>
          <w:lang w:val="en-US"/>
        </w:rPr>
      </w:pPr>
      <w:r w:rsidRPr="00726E80">
        <w:rPr>
          <w:rStyle w:val="GapFillchr"/>
        </w:rPr>
        <w:t>                          </w:t>
      </w:r>
      <w:r w:rsidRPr="004C5136">
        <w:rPr>
          <w:rStyle w:val="GapFillchr"/>
        </w:rPr>
        <w:t xml:space="preserve">       </w:t>
      </w:r>
      <w:r w:rsidRPr="00726E80">
        <w:rPr>
          <w:rStyle w:val="GapFillchr"/>
        </w:rPr>
        <w:t>    </w:t>
      </w:r>
      <w:r>
        <w:rPr>
          <w:rStyle w:val="GapFillchr"/>
        </w:rPr>
        <w:br/>
      </w:r>
      <w:r w:rsidR="00FC2306" w:rsidRPr="00FC2306">
        <w:rPr>
          <w:b w:val="0"/>
          <w:lang w:val="en-US"/>
        </w:rPr>
        <w:t>that he would really enjoy working abroad.</w:t>
      </w:r>
    </w:p>
    <w:p w14:paraId="49A390DC" w14:textId="77777777" w:rsidR="00726E80" w:rsidRDefault="00726E80" w:rsidP="00FC2306">
      <w:pPr>
        <w:pStyle w:val="Rubric"/>
        <w:rPr>
          <w:lang w:val="en-US"/>
        </w:rPr>
      </w:pPr>
    </w:p>
    <w:p w14:paraId="504F700A" w14:textId="2BF449C2" w:rsidR="00FC2306" w:rsidRPr="00FC2306" w:rsidRDefault="00FC2306" w:rsidP="00FC2306">
      <w:pPr>
        <w:pStyle w:val="Rubric"/>
        <w:rPr>
          <w:b w:val="0"/>
          <w:lang w:val="en-US"/>
        </w:rPr>
      </w:pPr>
      <w:r>
        <w:rPr>
          <w:lang w:val="en-US"/>
        </w:rPr>
        <w:t xml:space="preserve">6 </w:t>
      </w:r>
      <w:r w:rsidRPr="00FC2306">
        <w:rPr>
          <w:b w:val="0"/>
          <w:lang w:val="en-US"/>
        </w:rPr>
        <w:t xml:space="preserve">I didn’t feel homesick at all when I had </w:t>
      </w:r>
      <w:r w:rsidR="00A30B0D">
        <w:rPr>
          <w:b w:val="0"/>
          <w:lang w:val="en-US"/>
        </w:rPr>
        <w:t xml:space="preserve">to </w:t>
      </w:r>
      <w:r w:rsidRPr="00FC2306">
        <w:rPr>
          <w:b w:val="0"/>
          <w:lang w:val="en-US"/>
        </w:rPr>
        <w:t>work in</w:t>
      </w:r>
      <w:r w:rsidR="004C5136">
        <w:rPr>
          <w:b w:val="0"/>
          <w:lang w:val="en-US"/>
        </w:rPr>
        <w:t> </w:t>
      </w:r>
      <w:r w:rsidRPr="00FC2306">
        <w:rPr>
          <w:b w:val="0"/>
          <w:lang w:val="en-US"/>
        </w:rPr>
        <w:t>Australia for a year. (Not once)</w:t>
      </w:r>
    </w:p>
    <w:p w14:paraId="0008C4F5" w14:textId="31F42D95" w:rsidR="002B43D5" w:rsidRPr="00FC2306" w:rsidRDefault="004C5136" w:rsidP="00F86DA8">
      <w:pPr>
        <w:pStyle w:val="Text"/>
        <w:rPr>
          <w:lang w:val="en-US"/>
        </w:rPr>
      </w:pPr>
      <w:r w:rsidRPr="00726E80">
        <w:rPr>
          <w:rStyle w:val="GapFillchr"/>
        </w:rPr>
        <w:t>                          </w:t>
      </w:r>
      <w:r w:rsidRPr="004C5136">
        <w:rPr>
          <w:rStyle w:val="GapFillchr"/>
        </w:rPr>
        <w:t xml:space="preserve">       </w:t>
      </w:r>
      <w:r w:rsidRPr="00726E80">
        <w:rPr>
          <w:rStyle w:val="GapFillchr"/>
        </w:rPr>
        <w:t>    </w:t>
      </w:r>
      <w:r w:rsidR="00FC2306" w:rsidRPr="00FC2306">
        <w:rPr>
          <w:lang w:val="en-US"/>
        </w:rPr>
        <w:t xml:space="preserve"> </w:t>
      </w:r>
      <w:r>
        <w:rPr>
          <w:lang w:val="en-US"/>
        </w:rPr>
        <w:br/>
      </w:r>
      <w:r w:rsidR="00FC2306" w:rsidRPr="00FC2306">
        <w:rPr>
          <w:lang w:val="en-US"/>
        </w:rPr>
        <w:t xml:space="preserve">when I had </w:t>
      </w:r>
      <w:r w:rsidR="00A30B0D">
        <w:rPr>
          <w:lang w:val="en-US"/>
        </w:rPr>
        <w:t xml:space="preserve">to </w:t>
      </w:r>
      <w:r w:rsidR="00FC2306" w:rsidRPr="00FC2306">
        <w:rPr>
          <w:lang w:val="en-US"/>
        </w:rPr>
        <w:t>work in Australia for a year.</w:t>
      </w:r>
    </w:p>
    <w:p w14:paraId="483562AC" w14:textId="77777777" w:rsidR="00726E80" w:rsidRDefault="00726E80" w:rsidP="00F86DA8">
      <w:pPr>
        <w:pStyle w:val="Text"/>
        <w:rPr>
          <w:lang w:val="en-US"/>
        </w:rPr>
      </w:pPr>
    </w:p>
    <w:p w14:paraId="553571A5" w14:textId="22F91207" w:rsidR="00FC2306" w:rsidRPr="00FC2306" w:rsidRDefault="00FC2306" w:rsidP="00F86DA8">
      <w:pPr>
        <w:pStyle w:val="Rubric"/>
        <w:spacing w:before="0"/>
        <w:rPr>
          <w:b w:val="0"/>
          <w:lang w:val="en-US"/>
        </w:rPr>
      </w:pPr>
      <w:r>
        <w:rPr>
          <w:lang w:val="en-US"/>
        </w:rPr>
        <w:t xml:space="preserve">7 </w:t>
      </w:r>
      <w:r w:rsidRPr="00FC2306">
        <w:rPr>
          <w:b w:val="0"/>
          <w:lang w:val="en-US"/>
        </w:rPr>
        <w:t>You’ll only get to know another culture if you integrate with local people. (Only by)</w:t>
      </w:r>
    </w:p>
    <w:p w14:paraId="7E55A7F8" w14:textId="6CE21FA6" w:rsidR="00FC2306" w:rsidRPr="00FC2306" w:rsidRDefault="004C5136" w:rsidP="00FC2306">
      <w:pPr>
        <w:pStyle w:val="Rubric"/>
        <w:rPr>
          <w:b w:val="0"/>
          <w:lang w:val="en-US"/>
        </w:rPr>
      </w:pPr>
      <w:r w:rsidRPr="00726E80">
        <w:rPr>
          <w:rStyle w:val="GapFillchr"/>
        </w:rPr>
        <w:t>                          </w:t>
      </w:r>
      <w:r w:rsidRPr="004C5136">
        <w:rPr>
          <w:rStyle w:val="GapFillchr"/>
        </w:rPr>
        <w:t xml:space="preserve">       </w:t>
      </w:r>
      <w:r w:rsidRPr="00726E80">
        <w:rPr>
          <w:rStyle w:val="GapFillchr"/>
        </w:rPr>
        <w:t>    </w:t>
      </w:r>
      <w:r>
        <w:rPr>
          <w:rStyle w:val="GapFillchr"/>
        </w:rPr>
        <w:br/>
      </w:r>
      <w:r w:rsidR="00FC2306" w:rsidRPr="00FC2306">
        <w:rPr>
          <w:b w:val="0"/>
          <w:lang w:val="en-US"/>
        </w:rPr>
        <w:t xml:space="preserve">you get to know another culture. </w:t>
      </w:r>
    </w:p>
    <w:p w14:paraId="6A8A71D3" w14:textId="77777777" w:rsidR="00726E80" w:rsidRDefault="00726E80" w:rsidP="00FC2306">
      <w:pPr>
        <w:pStyle w:val="Rubric"/>
        <w:rPr>
          <w:lang w:val="en-US"/>
        </w:rPr>
      </w:pPr>
    </w:p>
    <w:p w14:paraId="3719DDEA" w14:textId="431728F1" w:rsidR="00FC2306" w:rsidRPr="00FC2306" w:rsidRDefault="00FC2306" w:rsidP="00FC2306">
      <w:pPr>
        <w:pStyle w:val="Rubric"/>
        <w:rPr>
          <w:b w:val="0"/>
          <w:lang w:val="en-US"/>
        </w:rPr>
      </w:pPr>
      <w:r>
        <w:rPr>
          <w:lang w:val="en-US"/>
        </w:rPr>
        <w:t xml:space="preserve">8 </w:t>
      </w:r>
      <w:r w:rsidRPr="00FC2306">
        <w:rPr>
          <w:b w:val="0"/>
          <w:lang w:val="en-US"/>
        </w:rPr>
        <w:t>We would never put our careers before our children’s education. (On no account)</w:t>
      </w:r>
    </w:p>
    <w:p w14:paraId="7663278E" w14:textId="40E9E646" w:rsidR="00FC2306" w:rsidRPr="00FC2306" w:rsidRDefault="004C5136" w:rsidP="00FC2306">
      <w:pPr>
        <w:pStyle w:val="Rubric"/>
        <w:rPr>
          <w:b w:val="0"/>
          <w:lang w:val="en-US"/>
        </w:rPr>
      </w:pPr>
      <w:r w:rsidRPr="00726E80">
        <w:rPr>
          <w:rStyle w:val="GapFillchr"/>
        </w:rPr>
        <w:t>                          </w:t>
      </w:r>
      <w:r w:rsidRPr="004C5136">
        <w:rPr>
          <w:rStyle w:val="GapFillchr"/>
        </w:rPr>
        <w:t xml:space="preserve">       </w:t>
      </w:r>
      <w:r w:rsidRPr="00726E80">
        <w:rPr>
          <w:rStyle w:val="GapFillchr"/>
        </w:rPr>
        <w:t>    </w:t>
      </w:r>
      <w:r>
        <w:rPr>
          <w:rStyle w:val="GapFillchr"/>
        </w:rPr>
        <w:br/>
      </w:r>
      <w:r w:rsidR="00FC2306" w:rsidRPr="00FC2306">
        <w:rPr>
          <w:b w:val="0"/>
          <w:lang w:val="en-US"/>
        </w:rPr>
        <w:t>our careers before our children’s education.</w:t>
      </w:r>
    </w:p>
    <w:p w14:paraId="4472882E" w14:textId="77777777" w:rsidR="00726E80" w:rsidRDefault="00726E80" w:rsidP="00FC2306">
      <w:pPr>
        <w:pStyle w:val="Rubric"/>
        <w:rPr>
          <w:lang w:val="en-US"/>
        </w:rPr>
      </w:pPr>
    </w:p>
    <w:p w14:paraId="54F172B6" w14:textId="5C3DA868" w:rsidR="00FC2306" w:rsidRPr="00FC2306" w:rsidRDefault="00FC2306" w:rsidP="00FC2306">
      <w:pPr>
        <w:pStyle w:val="Rubric"/>
        <w:rPr>
          <w:b w:val="0"/>
          <w:lang w:val="en-US"/>
        </w:rPr>
      </w:pPr>
      <w:r>
        <w:rPr>
          <w:lang w:val="en-US"/>
        </w:rPr>
        <w:t xml:space="preserve">9 </w:t>
      </w:r>
      <w:r w:rsidRPr="00FC2306">
        <w:rPr>
          <w:b w:val="0"/>
          <w:lang w:val="en-US"/>
        </w:rPr>
        <w:t>I don’t often receive such positive feedback from my manager. (Rarely)</w:t>
      </w:r>
    </w:p>
    <w:p w14:paraId="4DCAA155" w14:textId="25FA5FA3" w:rsidR="00FC2306" w:rsidRPr="00FC2306" w:rsidRDefault="004C5136" w:rsidP="00FC2306">
      <w:pPr>
        <w:pStyle w:val="Rubric"/>
        <w:rPr>
          <w:b w:val="0"/>
          <w:lang w:val="en-US"/>
        </w:rPr>
      </w:pPr>
      <w:r w:rsidRPr="00726E80">
        <w:rPr>
          <w:rStyle w:val="GapFillchr"/>
        </w:rPr>
        <w:t>                          </w:t>
      </w:r>
      <w:r w:rsidRPr="004C5136">
        <w:rPr>
          <w:rStyle w:val="GapFillchr"/>
        </w:rPr>
        <w:t xml:space="preserve">       </w:t>
      </w:r>
      <w:r w:rsidRPr="00726E80">
        <w:rPr>
          <w:rStyle w:val="GapFillchr"/>
        </w:rPr>
        <w:t>    </w:t>
      </w:r>
      <w:r>
        <w:rPr>
          <w:rStyle w:val="GapFillchr"/>
        </w:rPr>
        <w:br/>
      </w:r>
      <w:r w:rsidR="00FC2306" w:rsidRPr="00FC2306">
        <w:rPr>
          <w:b w:val="0"/>
          <w:lang w:val="en-US"/>
        </w:rPr>
        <w:t>such positive feedback from my manager.</w:t>
      </w:r>
    </w:p>
    <w:p w14:paraId="236F458D" w14:textId="77777777" w:rsidR="00726E80" w:rsidRDefault="00726E80" w:rsidP="00FC2306">
      <w:pPr>
        <w:pStyle w:val="Rubric"/>
        <w:rPr>
          <w:lang w:val="en-US"/>
        </w:rPr>
      </w:pPr>
    </w:p>
    <w:p w14:paraId="719C2553" w14:textId="78DF23D9" w:rsidR="00FC2306" w:rsidRPr="00FC2306" w:rsidRDefault="00FC2306" w:rsidP="00FC2306">
      <w:pPr>
        <w:pStyle w:val="Rubric"/>
        <w:rPr>
          <w:b w:val="0"/>
          <w:lang w:val="en-US"/>
        </w:rPr>
      </w:pPr>
      <w:r>
        <w:rPr>
          <w:lang w:val="en-US"/>
        </w:rPr>
        <w:t xml:space="preserve">10 </w:t>
      </w:r>
      <w:r w:rsidRPr="00FC2306">
        <w:rPr>
          <w:b w:val="0"/>
          <w:lang w:val="en-US"/>
        </w:rPr>
        <w:t xml:space="preserve">Kai did not intend to upset her colleague Lucy. </w:t>
      </w:r>
      <w:r w:rsidR="00D644FF">
        <w:rPr>
          <w:b w:val="0"/>
          <w:lang w:val="en-US"/>
        </w:rPr>
        <w:br/>
      </w:r>
      <w:r w:rsidRPr="00FC2306">
        <w:rPr>
          <w:b w:val="0"/>
          <w:lang w:val="en-US"/>
        </w:rPr>
        <w:t>(In no way)</w:t>
      </w:r>
    </w:p>
    <w:p w14:paraId="0607A93D" w14:textId="0153B0EA" w:rsidR="00FC2306" w:rsidRPr="00FC2306" w:rsidRDefault="004C5136" w:rsidP="00FC2306">
      <w:pPr>
        <w:pStyle w:val="Rubric"/>
        <w:rPr>
          <w:lang w:val="en-US"/>
        </w:rPr>
      </w:pPr>
      <w:r w:rsidRPr="00726E80">
        <w:rPr>
          <w:rStyle w:val="GapFillchr"/>
        </w:rPr>
        <w:t>                          </w:t>
      </w:r>
      <w:r w:rsidRPr="004C5136">
        <w:rPr>
          <w:rStyle w:val="GapFillchr"/>
        </w:rPr>
        <w:t xml:space="preserve">       </w:t>
      </w:r>
      <w:r w:rsidRPr="00726E80">
        <w:rPr>
          <w:rStyle w:val="GapFillchr"/>
        </w:rPr>
        <w:t>    </w:t>
      </w:r>
      <w:r>
        <w:rPr>
          <w:rStyle w:val="GapFillchr"/>
        </w:rPr>
        <w:br/>
      </w:r>
      <w:r w:rsidR="00FC2306" w:rsidRPr="00FC2306">
        <w:rPr>
          <w:b w:val="0"/>
          <w:lang w:val="en-US"/>
        </w:rPr>
        <w:t>to upset her colleague Lucy.</w:t>
      </w:r>
    </w:p>
    <w:p w14:paraId="07454A8C" w14:textId="2937F2DA" w:rsidR="00F2377F" w:rsidRDefault="00472DDD" w:rsidP="00FD0CE4">
      <w:pPr>
        <w:pStyle w:val="ScoreBox"/>
      </w:pPr>
      <w:r>
        <w:t>__</w:t>
      </w:r>
      <w:r w:rsidR="00F2377F" w:rsidRPr="00E84816">
        <w:t>/10</w:t>
      </w:r>
    </w:p>
    <w:p w14:paraId="626C64B1" w14:textId="77777777" w:rsidR="006C238E" w:rsidRPr="00E84816" w:rsidRDefault="006C238E" w:rsidP="00FD0CE4">
      <w:pPr>
        <w:pStyle w:val="ScoreBox"/>
      </w:pPr>
    </w:p>
    <w:p w14:paraId="79283A69" w14:textId="77777777" w:rsidR="006C238E" w:rsidRPr="00F86DA8" w:rsidRDefault="006C238E" w:rsidP="00F86DA8">
      <w:pPr>
        <w:pStyle w:val="HeadASection"/>
        <w:rPr>
          <w:lang w:val="en-GB"/>
        </w:rPr>
      </w:pPr>
      <w:r w:rsidRPr="00F86DA8">
        <w:rPr>
          <w:lang w:val="en-GB"/>
        </w:rPr>
        <w:t>Lesson 5.3 Functional language</w:t>
      </w:r>
    </w:p>
    <w:p w14:paraId="4E422776" w14:textId="253AA014" w:rsidR="006C238E" w:rsidRDefault="006C238E" w:rsidP="006C238E">
      <w:pPr>
        <w:pStyle w:val="Rubric"/>
      </w:pPr>
      <w:r>
        <w:t>3 [</w:t>
      </w:r>
      <w:r w:rsidRPr="00B605B1">
        <w:t>BP_B2</w:t>
      </w:r>
      <w:r>
        <w:t>+</w:t>
      </w:r>
      <w:r w:rsidRPr="00B605B1">
        <w:t>_Test_</w:t>
      </w:r>
      <w:r>
        <w:t>0</w:t>
      </w:r>
      <w:r w:rsidR="00A321CA">
        <w:t>5</w:t>
      </w:r>
      <w:r>
        <w:t>_</w:t>
      </w:r>
      <w:r w:rsidRPr="00F86DA8">
        <w:t>01.m</w:t>
      </w:r>
      <w:r w:rsidRPr="00B605B1">
        <w:t>p3] Listen to the speaker and choose the correct answer.</w:t>
      </w:r>
    </w:p>
    <w:p w14:paraId="5AF0C89C" w14:textId="77777777" w:rsidR="006C238E" w:rsidRDefault="006C238E" w:rsidP="006C238E">
      <w:pPr>
        <w:pStyle w:val="Rubric"/>
      </w:pPr>
    </w:p>
    <w:p w14:paraId="624CF458" w14:textId="77A28F4F" w:rsidR="006C238E" w:rsidRDefault="006C238E" w:rsidP="0001325E">
      <w:pPr>
        <w:pStyle w:val="Text"/>
        <w:tabs>
          <w:tab w:val="left" w:pos="993"/>
        </w:tabs>
      </w:pPr>
      <w:r w:rsidRPr="00CE2B9E">
        <w:rPr>
          <w:b/>
        </w:rPr>
        <w:t>1</w:t>
      </w:r>
      <w:r>
        <w:t xml:space="preserve"> a</w:t>
      </w:r>
      <w:r w:rsidR="0001325E">
        <w:tab/>
      </w:r>
      <w:r>
        <w:t xml:space="preserve">b </w:t>
      </w:r>
      <w:r w:rsidR="0001325E">
        <w:tab/>
      </w:r>
      <w:r>
        <w:t>c</w:t>
      </w:r>
    </w:p>
    <w:p w14:paraId="3D46AE7C" w14:textId="756E16CF" w:rsidR="006C238E" w:rsidRDefault="006C238E" w:rsidP="00F86DA8">
      <w:pPr>
        <w:pStyle w:val="Text"/>
        <w:tabs>
          <w:tab w:val="left" w:pos="993"/>
        </w:tabs>
      </w:pPr>
      <w:r w:rsidRPr="00CE2B9E">
        <w:rPr>
          <w:b/>
        </w:rPr>
        <w:t>2</w:t>
      </w:r>
      <w:r>
        <w:t xml:space="preserve"> a</w:t>
      </w:r>
      <w:r w:rsidR="00793971">
        <w:tab/>
      </w:r>
      <w:r>
        <w:t>b</w:t>
      </w:r>
      <w:r w:rsidR="00D62238">
        <w:tab/>
      </w:r>
      <w:r>
        <w:t>c</w:t>
      </w:r>
    </w:p>
    <w:p w14:paraId="5BA08EB5" w14:textId="5853966F" w:rsidR="006C238E" w:rsidRDefault="006C238E" w:rsidP="00F86DA8">
      <w:pPr>
        <w:pStyle w:val="Text"/>
        <w:tabs>
          <w:tab w:val="left" w:pos="993"/>
        </w:tabs>
      </w:pPr>
      <w:r w:rsidRPr="00CE2B9E">
        <w:rPr>
          <w:b/>
        </w:rPr>
        <w:t>3</w:t>
      </w:r>
      <w:r w:rsidR="00793971">
        <w:t xml:space="preserve"> </w:t>
      </w:r>
      <w:r>
        <w:t>a</w:t>
      </w:r>
      <w:r w:rsidR="00793971">
        <w:tab/>
      </w:r>
      <w:r>
        <w:t>b</w:t>
      </w:r>
      <w:r w:rsidR="00D62238">
        <w:tab/>
      </w:r>
      <w:r>
        <w:t>c</w:t>
      </w:r>
    </w:p>
    <w:p w14:paraId="398F906B" w14:textId="74469A55" w:rsidR="006C238E" w:rsidRDefault="006C238E" w:rsidP="00F86DA8">
      <w:pPr>
        <w:pStyle w:val="Text"/>
        <w:tabs>
          <w:tab w:val="left" w:pos="993"/>
        </w:tabs>
      </w:pPr>
      <w:r w:rsidRPr="00CE2B9E">
        <w:rPr>
          <w:b/>
        </w:rPr>
        <w:t>4</w:t>
      </w:r>
      <w:r w:rsidR="00793971">
        <w:t xml:space="preserve"> </w:t>
      </w:r>
      <w:r>
        <w:t>a</w:t>
      </w:r>
      <w:r w:rsidR="00793971">
        <w:tab/>
        <w:t>b</w:t>
      </w:r>
      <w:r w:rsidR="00D62238">
        <w:tab/>
      </w:r>
      <w:r>
        <w:t>c</w:t>
      </w:r>
    </w:p>
    <w:p w14:paraId="53A42A78" w14:textId="346E2A65" w:rsidR="006C238E" w:rsidRPr="00DA7B23" w:rsidRDefault="006C238E" w:rsidP="00D62238">
      <w:pPr>
        <w:pStyle w:val="Text"/>
        <w:tabs>
          <w:tab w:val="left" w:pos="993"/>
        </w:tabs>
      </w:pPr>
      <w:r w:rsidRPr="00CE2B9E">
        <w:rPr>
          <w:b/>
        </w:rPr>
        <w:t>5</w:t>
      </w:r>
      <w:r>
        <w:t xml:space="preserve"> a</w:t>
      </w:r>
      <w:r w:rsidR="00793971">
        <w:tab/>
      </w:r>
      <w:r>
        <w:t>b</w:t>
      </w:r>
      <w:r w:rsidR="00D62238">
        <w:tab/>
      </w:r>
      <w:r>
        <w:t>c</w:t>
      </w:r>
    </w:p>
    <w:p w14:paraId="199E212F" w14:textId="79045282" w:rsidR="00C26B14" w:rsidRDefault="00472DDD" w:rsidP="00FD0CE4">
      <w:pPr>
        <w:pStyle w:val="ScoreBox"/>
      </w:pPr>
      <w:r>
        <w:t>__</w:t>
      </w:r>
      <w:r w:rsidR="00C26B14" w:rsidRPr="00E84816">
        <w:t>/5</w:t>
      </w:r>
    </w:p>
    <w:p w14:paraId="35DE31CC" w14:textId="77777777" w:rsidR="006C238E" w:rsidRPr="00E84816" w:rsidRDefault="006C238E" w:rsidP="00FD0CE4">
      <w:pPr>
        <w:pStyle w:val="ScoreBox"/>
      </w:pPr>
    </w:p>
    <w:p w14:paraId="62AC5381" w14:textId="77777777" w:rsidR="002033A4" w:rsidRDefault="002033A4">
      <w:pPr>
        <w:rPr>
          <w:rFonts w:ascii="Arial" w:hAnsi="Arial" w:cs="Arial"/>
          <w:b/>
          <w:sz w:val="28"/>
          <w:szCs w:val="28"/>
        </w:rPr>
      </w:pPr>
      <w:r>
        <w:rPr>
          <w:sz w:val="28"/>
          <w:szCs w:val="28"/>
        </w:rPr>
        <w:br w:type="page"/>
      </w:r>
    </w:p>
    <w:p w14:paraId="76EB5554" w14:textId="370C01C2" w:rsidR="00276F7C" w:rsidRPr="00F86DA8" w:rsidRDefault="00276F7C" w:rsidP="00F86DA8">
      <w:pPr>
        <w:pStyle w:val="HeadASection"/>
        <w:rPr>
          <w:lang w:val="en-GB"/>
        </w:rPr>
      </w:pPr>
      <w:r w:rsidRPr="00F86DA8">
        <w:rPr>
          <w:lang w:val="en-GB"/>
        </w:rPr>
        <w:lastRenderedPageBreak/>
        <w:t>Lesson 5.4 Functional language</w:t>
      </w:r>
    </w:p>
    <w:p w14:paraId="444D8179" w14:textId="3E827B1D" w:rsidR="00276F7C" w:rsidRDefault="00276F7C" w:rsidP="00276F7C">
      <w:pPr>
        <w:pStyle w:val="Rubric"/>
      </w:pPr>
      <w:r>
        <w:t>4 Choose the correct option.</w:t>
      </w:r>
    </w:p>
    <w:p w14:paraId="6C6CE4DB" w14:textId="77777777" w:rsidR="00276F7C" w:rsidRDefault="00276F7C" w:rsidP="00276F7C">
      <w:pPr>
        <w:pStyle w:val="Rubric"/>
      </w:pPr>
    </w:p>
    <w:p w14:paraId="2894A6F6" w14:textId="60543DAB" w:rsidR="00276F7C" w:rsidRDefault="00276F7C" w:rsidP="00276F7C">
      <w:pPr>
        <w:rPr>
          <w:rFonts w:ascii="Arial" w:hAnsi="Arial" w:cs="Arial"/>
          <w:sz w:val="20"/>
          <w:szCs w:val="20"/>
        </w:rPr>
      </w:pPr>
      <w:r>
        <w:rPr>
          <w:rFonts w:ascii="Arial" w:hAnsi="Arial" w:cs="Arial"/>
          <w:sz w:val="20"/>
          <w:szCs w:val="20"/>
        </w:rPr>
        <w:t xml:space="preserve">Let’s look at why you should do a course in communication skills. One clear </w:t>
      </w:r>
      <w:r>
        <w:rPr>
          <w:rFonts w:ascii="Arial" w:hAnsi="Arial" w:cs="Arial"/>
          <w:sz w:val="20"/>
          <w:szCs w:val="20"/>
          <w:vertAlign w:val="superscript"/>
        </w:rPr>
        <w:t>1</w:t>
      </w:r>
      <w:r w:rsidR="007E0157" w:rsidRPr="007E0157">
        <w:rPr>
          <w:rStyle w:val="GapFillchr"/>
        </w:rPr>
        <w:t>     </w:t>
      </w:r>
      <w:r>
        <w:rPr>
          <w:rFonts w:ascii="Arial" w:hAnsi="Arial" w:cs="Arial"/>
          <w:sz w:val="20"/>
          <w:szCs w:val="20"/>
        </w:rPr>
        <w:t xml:space="preserve"> is that it improves team dynamics. </w:t>
      </w:r>
      <w:r>
        <w:rPr>
          <w:rFonts w:ascii="Arial" w:hAnsi="Arial" w:cs="Arial"/>
          <w:sz w:val="20"/>
          <w:szCs w:val="20"/>
          <w:vertAlign w:val="superscript"/>
        </w:rPr>
        <w:t>2</w:t>
      </w:r>
      <w:r w:rsidR="007E0157" w:rsidRPr="007E0157">
        <w:rPr>
          <w:rStyle w:val="GapFillchr"/>
        </w:rPr>
        <w:t>     </w:t>
      </w:r>
      <w:r>
        <w:rPr>
          <w:rFonts w:ascii="Arial" w:hAnsi="Arial" w:cs="Arial"/>
          <w:sz w:val="20"/>
          <w:szCs w:val="20"/>
        </w:rPr>
        <w:t xml:space="preserve"> if </w:t>
      </w:r>
      <w:r w:rsidR="0052529D">
        <w:rPr>
          <w:rFonts w:ascii="Arial" w:hAnsi="Arial" w:cs="Arial"/>
          <w:sz w:val="20"/>
          <w:szCs w:val="20"/>
        </w:rPr>
        <w:t>things go</w:t>
      </w:r>
      <w:r>
        <w:rPr>
          <w:rFonts w:ascii="Arial" w:hAnsi="Arial" w:cs="Arial"/>
          <w:sz w:val="20"/>
          <w:szCs w:val="20"/>
        </w:rPr>
        <w:t xml:space="preserve"> well, there is always room for improvement. Th</w:t>
      </w:r>
      <w:r w:rsidR="00AC2167">
        <w:rPr>
          <w:rFonts w:ascii="Arial" w:hAnsi="Arial" w:cs="Arial"/>
          <w:sz w:val="20"/>
          <w:szCs w:val="20"/>
        </w:rPr>
        <w:t>e</w:t>
      </w:r>
      <w:r w:rsidR="007E0157">
        <w:rPr>
          <w:rFonts w:ascii="Arial" w:hAnsi="Arial" w:cs="Arial"/>
          <w:sz w:val="20"/>
          <w:szCs w:val="20"/>
        </w:rPr>
        <w:t> </w:t>
      </w:r>
      <w:r>
        <w:rPr>
          <w:rFonts w:ascii="Arial" w:hAnsi="Arial" w:cs="Arial"/>
          <w:sz w:val="20"/>
          <w:szCs w:val="20"/>
          <w:vertAlign w:val="superscript"/>
        </w:rPr>
        <w:t>3</w:t>
      </w:r>
      <w:r w:rsidR="007E0157" w:rsidRPr="007E0157">
        <w:rPr>
          <w:rStyle w:val="GapFillchr"/>
        </w:rPr>
        <w:t>     </w:t>
      </w:r>
      <w:r>
        <w:rPr>
          <w:rFonts w:ascii="Arial" w:hAnsi="Arial" w:cs="Arial"/>
          <w:sz w:val="20"/>
          <w:szCs w:val="20"/>
        </w:rPr>
        <w:t xml:space="preserve"> </w:t>
      </w:r>
      <w:r w:rsidR="00AC2167">
        <w:rPr>
          <w:rFonts w:ascii="Arial" w:hAnsi="Arial" w:cs="Arial"/>
          <w:sz w:val="20"/>
          <w:szCs w:val="20"/>
        </w:rPr>
        <w:br/>
      </w:r>
      <w:r>
        <w:rPr>
          <w:rFonts w:ascii="Arial" w:hAnsi="Arial" w:cs="Arial"/>
          <w:sz w:val="20"/>
          <w:szCs w:val="20"/>
        </w:rPr>
        <w:t xml:space="preserve">from other managers </w:t>
      </w:r>
      <w:r w:rsidR="00AC2167">
        <w:rPr>
          <w:rFonts w:ascii="Arial" w:hAnsi="Arial" w:cs="Arial"/>
          <w:sz w:val="20"/>
          <w:szCs w:val="20"/>
        </w:rPr>
        <w:t>clearly sho</w:t>
      </w:r>
      <w:r w:rsidR="00AC2167">
        <w:rPr>
          <w:rFonts w:ascii="Arial" w:hAnsi="Arial" w:cs="Arial"/>
          <w:sz w:val="20"/>
          <w:szCs w:val="20"/>
        </w:rPr>
        <w:t xml:space="preserve">ws </w:t>
      </w:r>
      <w:r>
        <w:rPr>
          <w:rFonts w:ascii="Arial" w:hAnsi="Arial" w:cs="Arial"/>
          <w:sz w:val="20"/>
          <w:szCs w:val="20"/>
        </w:rPr>
        <w:t>that staff are more focused when managers communicate clearly. This</w:t>
      </w:r>
      <w:r w:rsidR="007E0157">
        <w:rPr>
          <w:rFonts w:ascii="Arial" w:hAnsi="Arial" w:cs="Arial"/>
          <w:sz w:val="20"/>
          <w:szCs w:val="20"/>
        </w:rPr>
        <w:t> </w:t>
      </w:r>
      <w:r>
        <w:rPr>
          <w:rFonts w:ascii="Arial" w:hAnsi="Arial" w:cs="Arial"/>
          <w:sz w:val="20"/>
          <w:szCs w:val="20"/>
        </w:rPr>
        <w:t xml:space="preserve">gives you the </w:t>
      </w:r>
      <w:r>
        <w:rPr>
          <w:rFonts w:ascii="Arial" w:hAnsi="Arial" w:cs="Arial"/>
          <w:sz w:val="20"/>
          <w:szCs w:val="20"/>
          <w:vertAlign w:val="superscript"/>
        </w:rPr>
        <w:t>4</w:t>
      </w:r>
      <w:r w:rsidR="007E0157" w:rsidRPr="007E0157">
        <w:rPr>
          <w:rStyle w:val="GapFillchr"/>
        </w:rPr>
        <w:t>     </w:t>
      </w:r>
      <w:r>
        <w:rPr>
          <w:rFonts w:ascii="Arial" w:hAnsi="Arial" w:cs="Arial"/>
          <w:sz w:val="20"/>
          <w:szCs w:val="20"/>
        </w:rPr>
        <w:t xml:space="preserve"> benefits of increasing productivity and generating a positive atmosphere. Put </w:t>
      </w:r>
      <w:r>
        <w:rPr>
          <w:rFonts w:ascii="Arial" w:hAnsi="Arial" w:cs="Arial"/>
          <w:sz w:val="20"/>
          <w:szCs w:val="20"/>
          <w:vertAlign w:val="superscript"/>
        </w:rPr>
        <w:t>5</w:t>
      </w:r>
      <w:r w:rsidR="007E0157" w:rsidRPr="007E0157">
        <w:rPr>
          <w:rStyle w:val="GapFillchr"/>
        </w:rPr>
        <w:t>     </w:t>
      </w:r>
      <w:r w:rsidR="00793971">
        <w:rPr>
          <w:rFonts w:ascii="Arial" w:hAnsi="Arial" w:cs="Arial"/>
          <w:sz w:val="20"/>
          <w:szCs w:val="20"/>
        </w:rPr>
        <w:t xml:space="preserve"> </w:t>
      </w:r>
      <w:r>
        <w:rPr>
          <w:rFonts w:ascii="Arial" w:hAnsi="Arial" w:cs="Arial"/>
          <w:sz w:val="20"/>
          <w:szCs w:val="20"/>
        </w:rPr>
        <w:t xml:space="preserve">, communication courses are the most successful types of manager training. </w:t>
      </w:r>
    </w:p>
    <w:p w14:paraId="69D5F984" w14:textId="1ACEC5F4" w:rsidR="00276F7C" w:rsidRDefault="00276F7C" w:rsidP="00F86DA8">
      <w:pPr>
        <w:pStyle w:val="Rubric"/>
        <w:tabs>
          <w:tab w:val="left" w:pos="1276"/>
          <w:tab w:val="left" w:pos="2268"/>
          <w:tab w:val="left" w:pos="3402"/>
        </w:tabs>
      </w:pPr>
      <w:r>
        <w:t xml:space="preserve">1 </w:t>
      </w:r>
      <w:proofErr w:type="spellStart"/>
      <w:r>
        <w:t>a</w:t>
      </w:r>
      <w:proofErr w:type="spellEnd"/>
      <w:r>
        <w:t xml:space="preserve"> </w:t>
      </w:r>
      <w:r>
        <w:rPr>
          <w:b w:val="0"/>
        </w:rPr>
        <w:t>evidence</w:t>
      </w:r>
      <w:r w:rsidR="00A67A31">
        <w:rPr>
          <w:b w:val="0"/>
        </w:rPr>
        <w:tab/>
      </w:r>
      <w:r>
        <w:t xml:space="preserve">b </w:t>
      </w:r>
      <w:r>
        <w:rPr>
          <w:b w:val="0"/>
        </w:rPr>
        <w:t>data</w:t>
      </w:r>
      <w:r w:rsidR="00A67A31">
        <w:rPr>
          <w:b w:val="0"/>
        </w:rPr>
        <w:tab/>
      </w:r>
      <w:r>
        <w:t xml:space="preserve">c </w:t>
      </w:r>
      <w:r>
        <w:rPr>
          <w:b w:val="0"/>
        </w:rPr>
        <w:t>nutshell</w:t>
      </w:r>
      <w:r w:rsidR="00A67A31">
        <w:rPr>
          <w:b w:val="0"/>
        </w:rPr>
        <w:tab/>
      </w:r>
      <w:r>
        <w:t xml:space="preserve">d </w:t>
      </w:r>
      <w:r w:rsidRPr="00203951">
        <w:rPr>
          <w:b w:val="0"/>
        </w:rPr>
        <w:t>benefit</w:t>
      </w:r>
    </w:p>
    <w:p w14:paraId="50D2281A" w14:textId="27C134EE" w:rsidR="00276F7C" w:rsidRDefault="00276F7C" w:rsidP="00F86DA8">
      <w:pPr>
        <w:pStyle w:val="Rubric"/>
        <w:tabs>
          <w:tab w:val="left" w:pos="1276"/>
          <w:tab w:val="left" w:pos="2268"/>
          <w:tab w:val="left" w:pos="3402"/>
        </w:tabs>
      </w:pPr>
      <w:r>
        <w:t xml:space="preserve">2 </w:t>
      </w:r>
      <w:proofErr w:type="spellStart"/>
      <w:r>
        <w:t>a</w:t>
      </w:r>
      <w:proofErr w:type="spellEnd"/>
      <w:r>
        <w:t xml:space="preserve"> </w:t>
      </w:r>
      <w:r w:rsidRPr="00203951">
        <w:rPr>
          <w:b w:val="0"/>
        </w:rPr>
        <w:t>Even</w:t>
      </w:r>
      <w:r w:rsidR="00665C57">
        <w:rPr>
          <w:b w:val="0"/>
        </w:rPr>
        <w:tab/>
      </w:r>
      <w:r>
        <w:t xml:space="preserve">b </w:t>
      </w:r>
      <w:r w:rsidRPr="00181B49">
        <w:rPr>
          <w:b w:val="0"/>
        </w:rPr>
        <w:t>Simply</w:t>
      </w:r>
      <w:r w:rsidR="00A67A31">
        <w:rPr>
          <w:b w:val="0"/>
        </w:rPr>
        <w:tab/>
      </w:r>
      <w:r>
        <w:t xml:space="preserve">c </w:t>
      </w:r>
      <w:r w:rsidRPr="00181B49">
        <w:rPr>
          <w:b w:val="0"/>
        </w:rPr>
        <w:t>Also</w:t>
      </w:r>
      <w:r w:rsidR="00793971">
        <w:rPr>
          <w:b w:val="0"/>
        </w:rPr>
        <w:tab/>
      </w:r>
      <w:r>
        <w:t xml:space="preserve">d </w:t>
      </w:r>
      <w:r w:rsidRPr="00181B49">
        <w:rPr>
          <w:b w:val="0"/>
        </w:rPr>
        <w:t>Undoubtedly</w:t>
      </w:r>
    </w:p>
    <w:p w14:paraId="29593D8C" w14:textId="231238E1" w:rsidR="00276F7C" w:rsidRPr="00181B49" w:rsidRDefault="00276F7C" w:rsidP="00F86DA8">
      <w:pPr>
        <w:pStyle w:val="Rubric"/>
        <w:tabs>
          <w:tab w:val="left" w:pos="1276"/>
          <w:tab w:val="left" w:pos="2268"/>
          <w:tab w:val="left" w:pos="3402"/>
        </w:tabs>
        <w:rPr>
          <w:b w:val="0"/>
        </w:rPr>
      </w:pPr>
      <w:r>
        <w:t xml:space="preserve">3 a </w:t>
      </w:r>
      <w:r>
        <w:rPr>
          <w:b w:val="0"/>
        </w:rPr>
        <w:t>matte</w:t>
      </w:r>
      <w:r w:rsidR="007E0157">
        <w:rPr>
          <w:b w:val="0"/>
        </w:rPr>
        <w:t>r</w:t>
      </w:r>
      <w:r w:rsidR="00665C57">
        <w:rPr>
          <w:b w:val="0"/>
        </w:rPr>
        <w:tab/>
      </w:r>
      <w:r>
        <w:t xml:space="preserve">b </w:t>
      </w:r>
      <w:r>
        <w:rPr>
          <w:b w:val="0"/>
        </w:rPr>
        <w:t>benefit</w:t>
      </w:r>
      <w:r w:rsidR="00A67A31">
        <w:rPr>
          <w:b w:val="0"/>
        </w:rPr>
        <w:tab/>
      </w:r>
      <w:r>
        <w:t xml:space="preserve">c </w:t>
      </w:r>
      <w:r w:rsidRPr="00203951">
        <w:rPr>
          <w:b w:val="0"/>
        </w:rPr>
        <w:t>evidence</w:t>
      </w:r>
      <w:r w:rsidR="00A67A31">
        <w:rPr>
          <w:b w:val="0"/>
        </w:rPr>
        <w:tab/>
      </w:r>
      <w:r>
        <w:t xml:space="preserve">d </w:t>
      </w:r>
      <w:r>
        <w:rPr>
          <w:b w:val="0"/>
        </w:rPr>
        <w:t>obvious</w:t>
      </w:r>
    </w:p>
    <w:p w14:paraId="5F9ADE01" w14:textId="19E3C1C3" w:rsidR="00276F7C" w:rsidRPr="00181B49" w:rsidRDefault="00276F7C" w:rsidP="00F86DA8">
      <w:pPr>
        <w:pStyle w:val="Rubric"/>
        <w:tabs>
          <w:tab w:val="left" w:pos="1276"/>
          <w:tab w:val="left" w:pos="2268"/>
          <w:tab w:val="left" w:pos="3402"/>
        </w:tabs>
        <w:rPr>
          <w:b w:val="0"/>
        </w:rPr>
      </w:pPr>
      <w:r>
        <w:t xml:space="preserve">4 a </w:t>
      </w:r>
      <w:r>
        <w:rPr>
          <w:b w:val="0"/>
        </w:rPr>
        <w:t>clearly</w:t>
      </w:r>
      <w:r w:rsidR="00665C57">
        <w:rPr>
          <w:b w:val="0"/>
        </w:rPr>
        <w:tab/>
      </w:r>
      <w:r>
        <w:t xml:space="preserve">b </w:t>
      </w:r>
      <w:r>
        <w:rPr>
          <w:b w:val="0"/>
        </w:rPr>
        <w:t>data</w:t>
      </w:r>
      <w:r w:rsidR="00665C57">
        <w:rPr>
          <w:b w:val="0"/>
        </w:rPr>
        <w:tab/>
      </w:r>
      <w:r>
        <w:t xml:space="preserve">c </w:t>
      </w:r>
      <w:r w:rsidRPr="00203951">
        <w:rPr>
          <w:b w:val="0"/>
        </w:rPr>
        <w:t>twin</w:t>
      </w:r>
      <w:r w:rsidR="00665C57">
        <w:rPr>
          <w:b w:val="0"/>
        </w:rPr>
        <w:tab/>
      </w:r>
      <w:r>
        <w:t xml:space="preserve">d </w:t>
      </w:r>
      <w:r>
        <w:rPr>
          <w:b w:val="0"/>
        </w:rPr>
        <w:t>alone</w:t>
      </w:r>
    </w:p>
    <w:p w14:paraId="5343A467" w14:textId="30BAFBE6" w:rsidR="00276F7C" w:rsidRPr="00181B49" w:rsidRDefault="00276F7C" w:rsidP="00F86DA8">
      <w:pPr>
        <w:pStyle w:val="Rubric"/>
        <w:tabs>
          <w:tab w:val="left" w:pos="1276"/>
          <w:tab w:val="left" w:pos="2268"/>
          <w:tab w:val="left" w:pos="3402"/>
        </w:tabs>
        <w:rPr>
          <w:b w:val="0"/>
        </w:rPr>
      </w:pPr>
      <w:r>
        <w:t xml:space="preserve">5 </w:t>
      </w:r>
      <w:proofErr w:type="spellStart"/>
      <w:r>
        <w:t>a</w:t>
      </w:r>
      <w:proofErr w:type="spellEnd"/>
      <w:r>
        <w:t xml:space="preserve"> </w:t>
      </w:r>
      <w:r>
        <w:rPr>
          <w:b w:val="0"/>
        </w:rPr>
        <w:t>even</w:t>
      </w:r>
      <w:r w:rsidR="00665C57">
        <w:rPr>
          <w:b w:val="0"/>
        </w:rPr>
        <w:tab/>
      </w:r>
      <w:r>
        <w:t xml:space="preserve">b </w:t>
      </w:r>
      <w:r w:rsidRPr="00203951">
        <w:rPr>
          <w:b w:val="0"/>
        </w:rPr>
        <w:t>simply</w:t>
      </w:r>
      <w:r w:rsidR="00C07A2A">
        <w:rPr>
          <w:b w:val="0"/>
        </w:rPr>
        <w:tab/>
      </w:r>
      <w:r>
        <w:t xml:space="preserve">c </w:t>
      </w:r>
      <w:r>
        <w:rPr>
          <w:b w:val="0"/>
        </w:rPr>
        <w:t>nutshell</w:t>
      </w:r>
      <w:r w:rsidR="00665C57">
        <w:tab/>
      </w:r>
      <w:r>
        <w:t xml:space="preserve">d </w:t>
      </w:r>
      <w:r>
        <w:rPr>
          <w:b w:val="0"/>
        </w:rPr>
        <w:t>obvious</w:t>
      </w:r>
    </w:p>
    <w:p w14:paraId="7234A71B" w14:textId="5568A122" w:rsidR="00C26B14" w:rsidRDefault="00472DDD" w:rsidP="00C26B14">
      <w:pPr>
        <w:pStyle w:val="ScoreBox"/>
      </w:pPr>
      <w:r>
        <w:t>__</w:t>
      </w:r>
      <w:r w:rsidR="00C26B14" w:rsidRPr="00E84816">
        <w:t>/5</w:t>
      </w:r>
    </w:p>
    <w:p w14:paraId="29FA878B" w14:textId="77777777" w:rsidR="00062BE6" w:rsidRPr="00E84816" w:rsidRDefault="00062BE6" w:rsidP="00C26B14">
      <w:pPr>
        <w:pStyle w:val="ScoreBox"/>
      </w:pPr>
    </w:p>
    <w:p w14:paraId="57723BB2" w14:textId="6922667E" w:rsidR="00955030" w:rsidRPr="00F86DA8" w:rsidRDefault="00F368FC" w:rsidP="00F86DA8">
      <w:pPr>
        <w:pStyle w:val="HeadASection"/>
        <w:rPr>
          <w:lang w:val="en-GB"/>
        </w:rPr>
      </w:pPr>
      <w:r w:rsidRPr="00F86DA8">
        <w:rPr>
          <w:lang w:val="en-GB"/>
        </w:rPr>
        <w:t xml:space="preserve">Lesson </w:t>
      </w:r>
      <w:r w:rsidR="00B165F5" w:rsidRPr="00F86DA8">
        <w:rPr>
          <w:lang w:val="en-GB"/>
        </w:rPr>
        <w:t>5</w:t>
      </w:r>
      <w:r w:rsidR="00955030" w:rsidRPr="00F86DA8">
        <w:rPr>
          <w:lang w:val="en-GB"/>
        </w:rPr>
        <w:t>.5 Functional language</w:t>
      </w:r>
    </w:p>
    <w:p w14:paraId="4C2E27DB" w14:textId="5F3438DE" w:rsidR="00472DDD" w:rsidRPr="00492D51" w:rsidRDefault="00AC2167" w:rsidP="00472DDD">
      <w:pPr>
        <w:pStyle w:val="EXAMTASKTYPE"/>
      </w:pPr>
      <w:r>
        <w:t>B2 Business Vantage</w:t>
      </w:r>
    </w:p>
    <w:p w14:paraId="27D0645E" w14:textId="71768638" w:rsidR="00C7445D" w:rsidRDefault="00955030" w:rsidP="008D2BFA">
      <w:pPr>
        <w:pStyle w:val="Rubric"/>
      </w:pPr>
      <w:r w:rsidRPr="00E84816">
        <w:t xml:space="preserve">5 </w:t>
      </w:r>
      <w:r w:rsidRPr="00E84816">
        <w:tab/>
      </w:r>
      <w:r w:rsidR="00517739">
        <w:t xml:space="preserve">Complete the </w:t>
      </w:r>
      <w:r w:rsidR="00AC2167">
        <w:t xml:space="preserve">text </w:t>
      </w:r>
      <w:r w:rsidR="00517739">
        <w:t>with one word</w:t>
      </w:r>
      <w:r w:rsidR="00AC2167">
        <w:t xml:space="preserve"> in each gap</w:t>
      </w:r>
      <w:r w:rsidR="00517739">
        <w:t>.</w:t>
      </w:r>
    </w:p>
    <w:p w14:paraId="484C37A1" w14:textId="2EFEE871" w:rsidR="00A0187E" w:rsidRDefault="00A0187E" w:rsidP="008D2BFA">
      <w:pPr>
        <w:pStyle w:val="Rubric"/>
      </w:pPr>
    </w:p>
    <w:p w14:paraId="7C214E43" w14:textId="2F91508B" w:rsidR="00A0187E" w:rsidRPr="00517739" w:rsidRDefault="00A0187E" w:rsidP="00A0187E">
      <w:pPr>
        <w:pStyle w:val="Rubric"/>
        <w:rPr>
          <w:b w:val="0"/>
        </w:rPr>
      </w:pPr>
      <w:r w:rsidRPr="00517739">
        <w:rPr>
          <w:b w:val="0"/>
        </w:rPr>
        <w:t xml:space="preserve">Thanks </w:t>
      </w:r>
      <w:r w:rsidR="00517739">
        <w:rPr>
          <w:b w:val="0"/>
          <w:vertAlign w:val="superscript"/>
        </w:rPr>
        <w:t>1</w:t>
      </w:r>
      <w:r w:rsidR="007E0157" w:rsidRPr="007E0157">
        <w:rPr>
          <w:rStyle w:val="GapFillchr"/>
        </w:rPr>
        <w:t>          </w:t>
      </w:r>
      <w:r w:rsidR="00517739">
        <w:rPr>
          <w:b w:val="0"/>
        </w:rPr>
        <w:t xml:space="preserve"> </w:t>
      </w:r>
      <w:r w:rsidRPr="00517739">
        <w:rPr>
          <w:b w:val="0"/>
        </w:rPr>
        <w:t>the company exchange programme I’m working in the Santiago office this year. I arrived at the airport last Saturday. I spent the</w:t>
      </w:r>
      <w:r w:rsidR="007E0157">
        <w:rPr>
          <w:b w:val="0"/>
        </w:rPr>
        <w:t> </w:t>
      </w:r>
      <w:r w:rsidRPr="00517739">
        <w:rPr>
          <w:b w:val="0"/>
        </w:rPr>
        <w:t>weekend looking around the city. There’s lots to</w:t>
      </w:r>
      <w:r w:rsidR="007E0157">
        <w:rPr>
          <w:b w:val="0"/>
        </w:rPr>
        <w:t> </w:t>
      </w:r>
      <w:r w:rsidRPr="00517739">
        <w:rPr>
          <w:b w:val="0"/>
        </w:rPr>
        <w:t xml:space="preserve">do and Santiago is </w:t>
      </w:r>
      <w:r w:rsidR="00517739">
        <w:rPr>
          <w:b w:val="0"/>
          <w:vertAlign w:val="superscript"/>
        </w:rPr>
        <w:t>2</w:t>
      </w:r>
      <w:r w:rsidR="007E0157" w:rsidRPr="007E0157">
        <w:rPr>
          <w:rStyle w:val="GapFillchr"/>
        </w:rPr>
        <w:t>          </w:t>
      </w:r>
      <w:r w:rsidRPr="00517739">
        <w:rPr>
          <w:b w:val="0"/>
        </w:rPr>
        <w:t xml:space="preserve"> up to my expectations. </w:t>
      </w:r>
      <w:r w:rsidR="00791D35">
        <w:rPr>
          <w:b w:val="0"/>
        </w:rPr>
        <w:t xml:space="preserve">The only </w:t>
      </w:r>
      <w:r w:rsidR="00943CAA">
        <w:rPr>
          <w:b w:val="0"/>
        </w:rPr>
        <w:t>downside is</w:t>
      </w:r>
      <w:r w:rsidR="007E0157">
        <w:rPr>
          <w:b w:val="0"/>
        </w:rPr>
        <w:t xml:space="preserve"> </w:t>
      </w:r>
      <w:r w:rsidR="00791D35">
        <w:rPr>
          <w:b w:val="0"/>
          <w:vertAlign w:val="superscript"/>
        </w:rPr>
        <w:t>3</w:t>
      </w:r>
      <w:r w:rsidR="007E0157" w:rsidRPr="007E0157">
        <w:rPr>
          <w:rStyle w:val="GapFillchr"/>
        </w:rPr>
        <w:t>          </w:t>
      </w:r>
      <w:r w:rsidR="007E0157">
        <w:rPr>
          <w:rStyle w:val="GapFillchr"/>
        </w:rPr>
        <w:br/>
      </w:r>
      <w:r w:rsidR="00791D35">
        <w:rPr>
          <w:b w:val="0"/>
        </w:rPr>
        <w:t>my Spanish isn’t very good, but I</w:t>
      </w:r>
      <w:r w:rsidR="00AC2167">
        <w:rPr>
          <w:b w:val="0"/>
        </w:rPr>
        <w:t xml:space="preserve"> hope</w:t>
      </w:r>
      <w:r w:rsidR="00791D35">
        <w:rPr>
          <w:b w:val="0"/>
        </w:rPr>
        <w:t xml:space="preserve"> that will improve soon!</w:t>
      </w:r>
    </w:p>
    <w:p w14:paraId="0427FF6F" w14:textId="44BD80F4" w:rsidR="00A0187E" w:rsidRPr="00517739" w:rsidRDefault="00A0187E" w:rsidP="00A0187E">
      <w:pPr>
        <w:pStyle w:val="Rubric"/>
        <w:rPr>
          <w:b w:val="0"/>
        </w:rPr>
      </w:pPr>
      <w:r w:rsidRPr="00517739">
        <w:rPr>
          <w:b w:val="0"/>
        </w:rPr>
        <w:t>I’m sure this experience will be</w:t>
      </w:r>
      <w:r w:rsidR="00791D35">
        <w:rPr>
          <w:b w:val="0"/>
        </w:rPr>
        <w:t xml:space="preserve"> beneficial</w:t>
      </w:r>
      <w:r w:rsidRPr="00517739">
        <w:rPr>
          <w:b w:val="0"/>
        </w:rPr>
        <w:t xml:space="preserve"> </w:t>
      </w:r>
      <w:r w:rsidR="00471A84">
        <w:rPr>
          <w:b w:val="0"/>
          <w:vertAlign w:val="superscript"/>
        </w:rPr>
        <w:t>4</w:t>
      </w:r>
      <w:r w:rsidR="007E0157" w:rsidRPr="007E0157">
        <w:rPr>
          <w:rStyle w:val="GapFillchr"/>
        </w:rPr>
        <w:t>          </w:t>
      </w:r>
      <w:r w:rsidRPr="00517739">
        <w:rPr>
          <w:b w:val="0"/>
        </w:rPr>
        <w:t xml:space="preserve"> my career. I’ll have a much better</w:t>
      </w:r>
      <w:r w:rsidR="00791D35">
        <w:rPr>
          <w:b w:val="0"/>
        </w:rPr>
        <w:t xml:space="preserve"> understanding</w:t>
      </w:r>
      <w:r w:rsidRPr="00517739">
        <w:rPr>
          <w:b w:val="0"/>
        </w:rPr>
        <w:t xml:space="preserve"> of how to do business in </w:t>
      </w:r>
      <w:r w:rsidR="00AC2167">
        <w:rPr>
          <w:b w:val="0"/>
        </w:rPr>
        <w:t>S</w:t>
      </w:r>
      <w:r w:rsidRPr="00517739">
        <w:rPr>
          <w:b w:val="0"/>
        </w:rPr>
        <w:t xml:space="preserve">outh America after this. So, I </w:t>
      </w:r>
      <w:r w:rsidR="00791D35">
        <w:rPr>
          <w:b w:val="0"/>
        </w:rPr>
        <w:t xml:space="preserve">highly </w:t>
      </w:r>
      <w:r w:rsidR="00517739">
        <w:rPr>
          <w:b w:val="0"/>
          <w:vertAlign w:val="superscript"/>
        </w:rPr>
        <w:t>5</w:t>
      </w:r>
      <w:r w:rsidR="007E0157" w:rsidRPr="007E0157">
        <w:rPr>
          <w:rStyle w:val="GapFillchr"/>
        </w:rPr>
        <w:t>          </w:t>
      </w:r>
      <w:r w:rsidRPr="00517739">
        <w:rPr>
          <w:b w:val="0"/>
        </w:rPr>
        <w:t xml:space="preserve"> it to</w:t>
      </w:r>
      <w:r w:rsidR="007E0157">
        <w:rPr>
          <w:b w:val="0"/>
        </w:rPr>
        <w:t> </w:t>
      </w:r>
      <w:r w:rsidRPr="00517739">
        <w:rPr>
          <w:b w:val="0"/>
        </w:rPr>
        <w:t>everyone.</w:t>
      </w:r>
    </w:p>
    <w:p w14:paraId="27B0254F" w14:textId="74C22432" w:rsidR="003451A9" w:rsidRPr="00E84816" w:rsidRDefault="00472DDD" w:rsidP="005B6C4E">
      <w:pPr>
        <w:pStyle w:val="ScoreBox"/>
      </w:pPr>
      <w:r>
        <w:t>__</w:t>
      </w:r>
      <w:r w:rsidR="003451A9" w:rsidRPr="00E84816">
        <w:t>/5</w:t>
      </w:r>
    </w:p>
    <w:p w14:paraId="75E46A72" w14:textId="77777777" w:rsidR="00AC2167" w:rsidRDefault="004C5136">
      <w:pPr>
        <w:pStyle w:val="Text"/>
      </w:pPr>
      <w:r>
        <w:br w:type="column"/>
      </w:r>
      <w:r w:rsidR="00AC2167">
        <w:br w:type="page"/>
      </w:r>
    </w:p>
    <w:p w14:paraId="18EC48FA" w14:textId="77777777" w:rsidR="00472DDD" w:rsidRPr="00492D51" w:rsidRDefault="00472DDD" w:rsidP="00F86DA8">
      <w:pPr>
        <w:pStyle w:val="HeadUnit"/>
      </w:pPr>
      <w:r>
        <w:lastRenderedPageBreak/>
        <w:t>SKILLS</w:t>
      </w:r>
    </w:p>
    <w:p w14:paraId="541C89FE" w14:textId="51AB60AE" w:rsidR="00C57A21" w:rsidRPr="00F86DA8" w:rsidRDefault="00D92D06" w:rsidP="00F86DA8">
      <w:pPr>
        <w:pStyle w:val="HeadASection"/>
        <w:rPr>
          <w:lang w:val="en-GB"/>
        </w:rPr>
      </w:pPr>
      <w:r w:rsidRPr="00F86DA8">
        <w:rPr>
          <w:lang w:val="en-GB"/>
        </w:rPr>
        <w:t>Short l</w:t>
      </w:r>
      <w:r w:rsidR="00FA50E7" w:rsidRPr="00F86DA8">
        <w:rPr>
          <w:lang w:val="en-GB"/>
        </w:rPr>
        <w:t>istening</w:t>
      </w:r>
    </w:p>
    <w:p w14:paraId="053707C8" w14:textId="20854529" w:rsidR="00472DDD" w:rsidRPr="00492D51" w:rsidRDefault="00AC2167" w:rsidP="00472DDD">
      <w:pPr>
        <w:pStyle w:val="EXAMTASKTYPE"/>
      </w:pPr>
      <w:r>
        <w:t xml:space="preserve">B2 Business </w:t>
      </w:r>
      <w:r w:rsidR="00D92D06">
        <w:t>V</w:t>
      </w:r>
      <w:r w:rsidR="007930AC">
        <w:t xml:space="preserve">antage </w:t>
      </w:r>
      <w:r w:rsidR="00D92D06">
        <w:t xml:space="preserve">/ </w:t>
      </w:r>
      <w:r>
        <w:t xml:space="preserve">C1 Business </w:t>
      </w:r>
      <w:r w:rsidR="00D92D06">
        <w:t>H</w:t>
      </w:r>
      <w:r w:rsidR="007930AC">
        <w:t>igher</w:t>
      </w:r>
    </w:p>
    <w:p w14:paraId="202A5B29" w14:textId="33BAF85B" w:rsidR="00384321" w:rsidRDefault="00FA50E7" w:rsidP="008D2BFA">
      <w:pPr>
        <w:pStyle w:val="Rubric"/>
      </w:pPr>
      <w:r w:rsidRPr="00E84816">
        <w:t xml:space="preserve">6 </w:t>
      </w:r>
      <w:bookmarkStart w:id="0" w:name="_Hlk528680245"/>
      <w:r w:rsidR="00472DDD">
        <w:t>[BP_</w:t>
      </w:r>
      <w:r w:rsidR="00CE7256">
        <w:t>B</w:t>
      </w:r>
      <w:r w:rsidR="008D2BFA">
        <w:t>2+</w:t>
      </w:r>
      <w:r w:rsidR="00472DDD">
        <w:t>_Test_</w:t>
      </w:r>
      <w:r w:rsidR="00D15942">
        <w:t>05</w:t>
      </w:r>
      <w:r w:rsidR="00472DDD">
        <w:t>_</w:t>
      </w:r>
      <w:r w:rsidR="008B6955">
        <w:t>02</w:t>
      </w:r>
      <w:r w:rsidR="00472DDD">
        <w:t xml:space="preserve">.mp3] </w:t>
      </w:r>
      <w:bookmarkEnd w:id="0"/>
      <w:r w:rsidR="000E1D33">
        <w:t xml:space="preserve">You will hear two telephone conversations. For each question, write one or two words or a number. </w:t>
      </w:r>
      <w:r w:rsidR="00AC2167">
        <w:t>You will hear each recording twice.</w:t>
      </w:r>
    </w:p>
    <w:p w14:paraId="027B3539" w14:textId="4BB5767E" w:rsidR="009F24F9" w:rsidRDefault="009F24F9" w:rsidP="008D2BFA">
      <w:pPr>
        <w:pStyle w:val="Rubric"/>
      </w:pPr>
    </w:p>
    <w:p w14:paraId="0B8F8EC1" w14:textId="6374AF09" w:rsidR="009F24F9" w:rsidRDefault="009F24F9" w:rsidP="008D2BFA">
      <w:pPr>
        <w:pStyle w:val="Rubric"/>
      </w:pPr>
      <w:bookmarkStart w:id="1" w:name="_Hlk528681947"/>
      <w:r>
        <w:t>Listening 1</w:t>
      </w:r>
    </w:p>
    <w:p w14:paraId="3A94E1B3" w14:textId="6BBD4AD8" w:rsidR="00D15942" w:rsidRDefault="00D15942" w:rsidP="00D15942">
      <w:pPr>
        <w:pStyle w:val="Rubric"/>
      </w:pPr>
      <w:r>
        <w:t xml:space="preserve">Look at the notes below. You will hear </w:t>
      </w:r>
      <w:r w:rsidR="00597619">
        <w:t>a</w:t>
      </w:r>
      <w:r w:rsidR="00B14074">
        <w:t>n employee talking to HR about a secondment.</w:t>
      </w:r>
    </w:p>
    <w:p w14:paraId="681E90A0" w14:textId="779F296E" w:rsidR="00B14074" w:rsidRDefault="00B14074" w:rsidP="00D15942">
      <w:pPr>
        <w:pStyle w:val="Rubric"/>
      </w:pPr>
    </w:p>
    <w:tbl>
      <w:tblPr>
        <w:tblStyle w:val="Tabela-Siatka"/>
        <w:tblW w:w="0" w:type="auto"/>
        <w:tblLook w:val="04A0" w:firstRow="1" w:lastRow="0" w:firstColumn="1" w:lastColumn="0" w:noHBand="0" w:noVBand="1"/>
      </w:tblPr>
      <w:tblGrid>
        <w:gridCol w:w="4719"/>
      </w:tblGrid>
      <w:tr w:rsidR="00B14074" w14:paraId="359D965F" w14:textId="77777777" w:rsidTr="00B14074">
        <w:tc>
          <w:tcPr>
            <w:tcW w:w="4719" w:type="dxa"/>
          </w:tcPr>
          <w:p w14:paraId="7920D764" w14:textId="09CC965E" w:rsidR="00B14074" w:rsidRPr="00F86DA8" w:rsidRDefault="00B14074" w:rsidP="00D15942">
            <w:pPr>
              <w:pStyle w:val="Rubric"/>
              <w:rPr>
                <w:lang w:val="en-GB"/>
              </w:rPr>
            </w:pPr>
            <w:r w:rsidRPr="00F86DA8">
              <w:rPr>
                <w:lang w:val="en-GB"/>
              </w:rPr>
              <w:t>HR – secondment accommodation info</w:t>
            </w:r>
          </w:p>
          <w:p w14:paraId="08B145AE" w14:textId="13CADA2A" w:rsidR="00B14074" w:rsidRPr="00F86DA8" w:rsidRDefault="00B14074" w:rsidP="00D15942">
            <w:pPr>
              <w:pStyle w:val="Rubric"/>
              <w:rPr>
                <w:lang w:val="en-GB"/>
              </w:rPr>
            </w:pPr>
          </w:p>
          <w:p w14:paraId="7DB06F1D" w14:textId="77777777" w:rsidR="00B14074" w:rsidRPr="00F86DA8" w:rsidRDefault="0092074B" w:rsidP="00D15942">
            <w:pPr>
              <w:pStyle w:val="Rubric"/>
              <w:rPr>
                <w:b w:val="0"/>
                <w:lang w:val="en-GB"/>
              </w:rPr>
            </w:pPr>
            <w:r w:rsidRPr="00F86DA8">
              <w:rPr>
                <w:b w:val="0"/>
                <w:lang w:val="en-GB"/>
              </w:rPr>
              <w:t>Week 1 = stay in hotel</w:t>
            </w:r>
          </w:p>
          <w:p w14:paraId="44F4EF82" w14:textId="77777777" w:rsidR="0092074B" w:rsidRPr="00F86DA8" w:rsidRDefault="0092074B" w:rsidP="00D15942">
            <w:pPr>
              <w:pStyle w:val="Rubric"/>
              <w:rPr>
                <w:b w:val="0"/>
                <w:lang w:val="en-GB"/>
              </w:rPr>
            </w:pPr>
          </w:p>
          <w:p w14:paraId="6D9CD477" w14:textId="0C14B86B" w:rsidR="007930AC" w:rsidRPr="00F86DA8" w:rsidRDefault="0092074B" w:rsidP="00D15942">
            <w:pPr>
              <w:pStyle w:val="Rubric"/>
              <w:rPr>
                <w:b w:val="0"/>
                <w:lang w:val="en-GB"/>
              </w:rPr>
            </w:pPr>
            <w:r w:rsidRPr="00F86DA8">
              <w:rPr>
                <w:b w:val="0"/>
                <w:lang w:val="en-GB"/>
              </w:rPr>
              <w:t xml:space="preserve">Meet Sabine – </w:t>
            </w:r>
            <w:r w:rsidRPr="00F86DA8">
              <w:rPr>
                <w:b w:val="0"/>
                <w:vertAlign w:val="superscript"/>
                <w:lang w:val="en-GB"/>
              </w:rPr>
              <w:t>1</w:t>
            </w:r>
            <w:r w:rsidR="000455D1" w:rsidRPr="00F86DA8">
              <w:rPr>
                <w:rStyle w:val="GapFillchr"/>
                <w:lang w:val="en-GB"/>
              </w:rPr>
              <w:t>          </w:t>
            </w:r>
            <w:r w:rsidRPr="00F86DA8">
              <w:rPr>
                <w:b w:val="0"/>
                <w:lang w:val="en-GB"/>
              </w:rPr>
              <w:t xml:space="preserve"> </w:t>
            </w:r>
            <w:r w:rsidR="000A6BBC" w:rsidRPr="00F86DA8">
              <w:rPr>
                <w:b w:val="0"/>
                <w:lang w:val="en-GB"/>
              </w:rPr>
              <w:t>M</w:t>
            </w:r>
            <w:r w:rsidRPr="00F86DA8">
              <w:rPr>
                <w:b w:val="0"/>
                <w:lang w:val="en-GB"/>
              </w:rPr>
              <w:t>anager.</w:t>
            </w:r>
          </w:p>
          <w:p w14:paraId="5DC4B220" w14:textId="77777777" w:rsidR="00D11DF7" w:rsidRPr="00F86DA8" w:rsidRDefault="0092074B" w:rsidP="00D15942">
            <w:pPr>
              <w:pStyle w:val="Rubric"/>
              <w:rPr>
                <w:b w:val="0"/>
                <w:lang w:val="en-GB"/>
              </w:rPr>
            </w:pPr>
            <w:r w:rsidRPr="00F86DA8">
              <w:rPr>
                <w:b w:val="0"/>
                <w:lang w:val="en-GB"/>
              </w:rPr>
              <w:t>View flats</w:t>
            </w:r>
            <w:r w:rsidR="007930AC" w:rsidRPr="00F86DA8">
              <w:rPr>
                <w:b w:val="0"/>
                <w:lang w:val="en-GB"/>
              </w:rPr>
              <w:t xml:space="preserve">. </w:t>
            </w:r>
          </w:p>
          <w:p w14:paraId="2742B394" w14:textId="50960EAA" w:rsidR="007930AC" w:rsidRPr="00F86DA8" w:rsidRDefault="007930AC" w:rsidP="00D15942">
            <w:pPr>
              <w:pStyle w:val="Rubric"/>
              <w:rPr>
                <w:b w:val="0"/>
                <w:lang w:val="en-GB"/>
              </w:rPr>
            </w:pPr>
            <w:r w:rsidRPr="00F86DA8">
              <w:rPr>
                <w:b w:val="0"/>
                <w:vertAlign w:val="superscript"/>
                <w:lang w:val="en-GB"/>
              </w:rPr>
              <w:t>2</w:t>
            </w:r>
            <w:r w:rsidR="000455D1" w:rsidRPr="00F86DA8">
              <w:rPr>
                <w:rStyle w:val="GapFillchr"/>
                <w:b/>
                <w:lang w:val="en-GB"/>
              </w:rPr>
              <w:t>          </w:t>
            </w:r>
            <w:r w:rsidR="000455D1" w:rsidRPr="00F86DA8">
              <w:rPr>
                <w:b w:val="0"/>
                <w:lang w:val="en-GB"/>
              </w:rPr>
              <w:t xml:space="preserve"> </w:t>
            </w:r>
            <w:r w:rsidR="00D476A7" w:rsidRPr="00F86DA8">
              <w:rPr>
                <w:b w:val="0"/>
                <w:lang w:val="en-GB"/>
              </w:rPr>
              <w:t>–</w:t>
            </w:r>
            <w:r w:rsidRPr="00F86DA8">
              <w:rPr>
                <w:b w:val="0"/>
                <w:lang w:val="en-GB"/>
              </w:rPr>
              <w:t xml:space="preserve"> </w:t>
            </w:r>
            <w:r w:rsidR="00D11DF7" w:rsidRPr="00F86DA8">
              <w:rPr>
                <w:b w:val="0"/>
                <w:lang w:val="en-GB"/>
              </w:rPr>
              <w:t xml:space="preserve">about 20 </w:t>
            </w:r>
            <w:r w:rsidRPr="00F86DA8">
              <w:rPr>
                <w:b w:val="0"/>
                <w:lang w:val="en-GB"/>
              </w:rPr>
              <w:t>mins walk</w:t>
            </w:r>
            <w:r w:rsidR="00D476A7" w:rsidRPr="00F86DA8">
              <w:rPr>
                <w:b w:val="0"/>
                <w:lang w:val="en-GB"/>
              </w:rPr>
              <w:t xml:space="preserve"> away</w:t>
            </w:r>
            <w:r w:rsidRPr="00F86DA8">
              <w:rPr>
                <w:b w:val="0"/>
                <w:lang w:val="en-GB"/>
              </w:rPr>
              <w:t>.</w:t>
            </w:r>
          </w:p>
          <w:p w14:paraId="0079754F" w14:textId="0B99C6B0" w:rsidR="0092074B" w:rsidRPr="00F86DA8" w:rsidRDefault="007930AC" w:rsidP="00D15942">
            <w:pPr>
              <w:pStyle w:val="Rubric"/>
              <w:rPr>
                <w:b w:val="0"/>
                <w:lang w:val="en-GB"/>
              </w:rPr>
            </w:pPr>
            <w:r w:rsidRPr="00F86DA8">
              <w:rPr>
                <w:b w:val="0"/>
                <w:lang w:val="en-GB"/>
              </w:rPr>
              <w:t>S</w:t>
            </w:r>
            <w:r w:rsidR="0092074B" w:rsidRPr="00F86DA8">
              <w:rPr>
                <w:b w:val="0"/>
                <w:lang w:val="en-GB"/>
              </w:rPr>
              <w:t xml:space="preserve">ign contract for </w:t>
            </w:r>
            <w:r w:rsidRPr="00F86DA8">
              <w:rPr>
                <w:b w:val="0"/>
                <w:vertAlign w:val="superscript"/>
                <w:lang w:val="en-GB"/>
              </w:rPr>
              <w:t>3</w:t>
            </w:r>
            <w:r w:rsidR="000455D1" w:rsidRPr="00F86DA8">
              <w:rPr>
                <w:rStyle w:val="GapFillchr"/>
                <w:lang w:val="en-GB"/>
              </w:rPr>
              <w:t>          </w:t>
            </w:r>
            <w:r w:rsidR="0092074B" w:rsidRPr="00F86DA8">
              <w:rPr>
                <w:b w:val="0"/>
                <w:lang w:val="en-GB"/>
              </w:rPr>
              <w:t xml:space="preserve"> months</w:t>
            </w:r>
            <w:r w:rsidR="00E462DE" w:rsidRPr="00F86DA8">
              <w:rPr>
                <w:b w:val="0"/>
                <w:lang w:val="en-GB"/>
              </w:rPr>
              <w:t>.</w:t>
            </w:r>
          </w:p>
          <w:p w14:paraId="0D21059B" w14:textId="40FE4694" w:rsidR="0092074B" w:rsidRPr="00F86DA8" w:rsidRDefault="0092074B" w:rsidP="00D15942">
            <w:pPr>
              <w:pStyle w:val="Rubric"/>
              <w:rPr>
                <w:lang w:val="en-GB"/>
              </w:rPr>
            </w:pPr>
            <w:r w:rsidRPr="00F86DA8">
              <w:rPr>
                <w:b w:val="0"/>
                <w:lang w:val="en-GB"/>
              </w:rPr>
              <w:t xml:space="preserve">Rent includes all bills – </w:t>
            </w:r>
            <w:r w:rsidR="007930AC" w:rsidRPr="00F86DA8">
              <w:rPr>
                <w:b w:val="0"/>
                <w:lang w:val="en-GB"/>
              </w:rPr>
              <w:t>may</w:t>
            </w:r>
            <w:r w:rsidR="00AC2167" w:rsidRPr="00F86DA8">
              <w:rPr>
                <w:b w:val="0"/>
                <w:lang w:val="en-GB"/>
              </w:rPr>
              <w:t xml:space="preserve"> </w:t>
            </w:r>
            <w:r w:rsidR="007930AC" w:rsidRPr="00F86DA8">
              <w:rPr>
                <w:b w:val="0"/>
                <w:lang w:val="en-GB"/>
              </w:rPr>
              <w:t xml:space="preserve">be extra for </w:t>
            </w:r>
            <w:r w:rsidR="007930AC" w:rsidRPr="00F86DA8">
              <w:rPr>
                <w:b w:val="0"/>
                <w:vertAlign w:val="superscript"/>
                <w:lang w:val="en-GB"/>
              </w:rPr>
              <w:t>4</w:t>
            </w:r>
            <w:r w:rsidR="000455D1" w:rsidRPr="00F86DA8">
              <w:rPr>
                <w:rStyle w:val="GapFillchr"/>
                <w:lang w:val="en-GB"/>
              </w:rPr>
              <w:t>          </w:t>
            </w:r>
            <w:r w:rsidR="00E462DE" w:rsidRPr="00F86DA8">
              <w:rPr>
                <w:b w:val="0"/>
                <w:lang w:val="en-GB"/>
              </w:rPr>
              <w:t xml:space="preserve"> .</w:t>
            </w:r>
          </w:p>
          <w:p w14:paraId="1DF75C53" w14:textId="46E0C514" w:rsidR="007930AC" w:rsidRPr="00F86DA8" w:rsidRDefault="007930AC" w:rsidP="00D15942">
            <w:pPr>
              <w:pStyle w:val="Rubric"/>
              <w:rPr>
                <w:lang w:val="en-GB"/>
              </w:rPr>
            </w:pPr>
          </w:p>
        </w:tc>
      </w:tr>
    </w:tbl>
    <w:p w14:paraId="300562F6" w14:textId="77777777" w:rsidR="00B14074" w:rsidRDefault="00B14074" w:rsidP="00D15942">
      <w:pPr>
        <w:pStyle w:val="Rubric"/>
      </w:pPr>
    </w:p>
    <w:p w14:paraId="7864D192" w14:textId="1A7AA4D9" w:rsidR="009F24F9" w:rsidRDefault="009F24F9" w:rsidP="008D2BFA">
      <w:pPr>
        <w:pStyle w:val="Rubric"/>
      </w:pPr>
      <w:r>
        <w:t>Listening 2</w:t>
      </w:r>
    </w:p>
    <w:p w14:paraId="4E8B71B5" w14:textId="43A9E961" w:rsidR="00B34A50" w:rsidRDefault="00B34A50" w:rsidP="00B34A50">
      <w:pPr>
        <w:pStyle w:val="Rubric"/>
      </w:pPr>
      <w:r>
        <w:t xml:space="preserve">Look at the notes below. You will hear two colleagues discussing </w:t>
      </w:r>
      <w:r w:rsidR="007930AC">
        <w:t>secondments</w:t>
      </w:r>
      <w:r>
        <w:t>.</w:t>
      </w:r>
    </w:p>
    <w:p w14:paraId="2A403CBF" w14:textId="7D674599" w:rsidR="007930AC" w:rsidRDefault="007930AC" w:rsidP="00B34A50">
      <w:pPr>
        <w:pStyle w:val="Rubric"/>
      </w:pPr>
    </w:p>
    <w:tbl>
      <w:tblPr>
        <w:tblStyle w:val="Tabela-Siatka"/>
        <w:tblW w:w="0" w:type="auto"/>
        <w:tblLook w:val="04A0" w:firstRow="1" w:lastRow="0" w:firstColumn="1" w:lastColumn="0" w:noHBand="0" w:noVBand="1"/>
      </w:tblPr>
      <w:tblGrid>
        <w:gridCol w:w="4719"/>
      </w:tblGrid>
      <w:tr w:rsidR="007930AC" w14:paraId="697A6F24" w14:textId="77777777" w:rsidTr="007930AC">
        <w:tc>
          <w:tcPr>
            <w:tcW w:w="4719" w:type="dxa"/>
          </w:tcPr>
          <w:p w14:paraId="2DBC632A" w14:textId="550AA9DF" w:rsidR="007930AC" w:rsidRDefault="007930AC" w:rsidP="00B34A50">
            <w:pPr>
              <w:pStyle w:val="Rubric"/>
            </w:pPr>
            <w:r>
              <w:t xml:space="preserve">Kyle’s </w:t>
            </w:r>
            <w:r w:rsidR="00AB2F01">
              <w:t>positive points about</w:t>
            </w:r>
            <w:r>
              <w:t xml:space="preserve"> secondment</w:t>
            </w:r>
            <w:r w:rsidR="00AB2F01">
              <w:t>s</w:t>
            </w:r>
          </w:p>
          <w:p w14:paraId="55B5F792" w14:textId="77777777" w:rsidR="00B967DD" w:rsidRDefault="00B967DD" w:rsidP="00B34A50">
            <w:pPr>
              <w:pStyle w:val="Rubric"/>
            </w:pPr>
          </w:p>
          <w:p w14:paraId="6038E375" w14:textId="429AAD28" w:rsidR="00B967DD" w:rsidRPr="00F86DA8" w:rsidRDefault="00B967DD" w:rsidP="00F86DA8">
            <w:pPr>
              <w:pStyle w:val="Rubric"/>
              <w:numPr>
                <w:ilvl w:val="0"/>
                <w:numId w:val="45"/>
              </w:numPr>
              <w:ind w:left="313" w:hanging="284"/>
              <w:rPr>
                <w:b w:val="0"/>
                <w:lang w:val="en-GB"/>
              </w:rPr>
            </w:pPr>
            <w:r w:rsidRPr="00F86DA8">
              <w:rPr>
                <w:b w:val="0"/>
                <w:lang w:val="en-GB"/>
              </w:rPr>
              <w:t xml:space="preserve">Opportunity to learn lots about </w:t>
            </w:r>
            <w:r w:rsidR="000455D1" w:rsidRPr="00F86DA8">
              <w:rPr>
                <w:b w:val="0"/>
                <w:vertAlign w:val="superscript"/>
                <w:lang w:val="en-GB"/>
              </w:rPr>
              <w:t>5</w:t>
            </w:r>
            <w:r w:rsidR="000455D1" w:rsidRPr="00F86DA8">
              <w:rPr>
                <w:rStyle w:val="GapFillchr"/>
                <w:lang w:val="en-GB"/>
              </w:rPr>
              <w:t>          </w:t>
            </w:r>
          </w:p>
          <w:p w14:paraId="0690DDA1" w14:textId="3531186D" w:rsidR="00AB2F01" w:rsidRPr="00F86DA8" w:rsidRDefault="00AB2F01" w:rsidP="00F86DA8">
            <w:pPr>
              <w:pStyle w:val="Rubric"/>
              <w:numPr>
                <w:ilvl w:val="0"/>
                <w:numId w:val="45"/>
              </w:numPr>
              <w:ind w:left="313" w:hanging="284"/>
              <w:rPr>
                <w:b w:val="0"/>
                <w:lang w:val="en-GB"/>
              </w:rPr>
            </w:pPr>
            <w:r w:rsidRPr="00F86DA8">
              <w:rPr>
                <w:b w:val="0"/>
                <w:lang w:val="en-GB"/>
              </w:rPr>
              <w:t xml:space="preserve">In an international team, </w:t>
            </w:r>
            <w:r w:rsidR="000455D1" w:rsidRPr="00F86DA8">
              <w:rPr>
                <w:b w:val="0"/>
                <w:vertAlign w:val="superscript"/>
                <w:lang w:val="en-GB"/>
              </w:rPr>
              <w:t>6</w:t>
            </w:r>
            <w:r w:rsidR="000455D1" w:rsidRPr="00F86DA8">
              <w:rPr>
                <w:rStyle w:val="GapFillchr"/>
                <w:lang w:val="en-GB"/>
              </w:rPr>
              <w:t>          </w:t>
            </w:r>
            <w:r w:rsidRPr="00F86DA8">
              <w:rPr>
                <w:b w:val="0"/>
                <w:lang w:val="en-GB"/>
              </w:rPr>
              <w:t xml:space="preserve"> style is</w:t>
            </w:r>
            <w:r w:rsidR="000455D1" w:rsidRPr="00F86DA8">
              <w:rPr>
                <w:b w:val="0"/>
                <w:lang w:val="en-GB"/>
              </w:rPr>
              <w:t> </w:t>
            </w:r>
            <w:r w:rsidRPr="00F86DA8">
              <w:rPr>
                <w:b w:val="0"/>
                <w:lang w:val="en-GB"/>
              </w:rPr>
              <w:t>important.</w:t>
            </w:r>
          </w:p>
          <w:p w14:paraId="17F516CE" w14:textId="5C118101" w:rsidR="00AB2F01" w:rsidRPr="00F86DA8" w:rsidRDefault="00AB2F01" w:rsidP="00F86DA8">
            <w:pPr>
              <w:pStyle w:val="Rubric"/>
              <w:numPr>
                <w:ilvl w:val="0"/>
                <w:numId w:val="45"/>
              </w:numPr>
              <w:ind w:left="313" w:hanging="284"/>
              <w:rPr>
                <w:b w:val="0"/>
                <w:lang w:val="en-GB"/>
              </w:rPr>
            </w:pPr>
            <w:r w:rsidRPr="00F86DA8">
              <w:rPr>
                <w:b w:val="0"/>
                <w:lang w:val="en-GB"/>
              </w:rPr>
              <w:t xml:space="preserve">Chance to reflect on abilities and find new </w:t>
            </w:r>
            <w:r w:rsidR="000455D1" w:rsidRPr="00F86DA8">
              <w:rPr>
                <w:b w:val="0"/>
                <w:vertAlign w:val="superscript"/>
                <w:lang w:val="en-GB"/>
              </w:rPr>
              <w:t>7</w:t>
            </w:r>
            <w:r w:rsidR="000455D1" w:rsidRPr="00F86DA8">
              <w:rPr>
                <w:rStyle w:val="GapFillchr"/>
                <w:lang w:val="en-GB"/>
              </w:rPr>
              <w:t>          </w:t>
            </w:r>
            <w:r w:rsidRPr="00F86DA8">
              <w:rPr>
                <w:b w:val="0"/>
                <w:lang w:val="en-GB"/>
              </w:rPr>
              <w:t xml:space="preserve"> for yourself.</w:t>
            </w:r>
          </w:p>
          <w:p w14:paraId="51981EEE" w14:textId="73C8425F" w:rsidR="007930AC" w:rsidRPr="00F86DA8" w:rsidRDefault="00D11DF7" w:rsidP="00F86DA8">
            <w:pPr>
              <w:pStyle w:val="Rubric"/>
              <w:numPr>
                <w:ilvl w:val="0"/>
                <w:numId w:val="45"/>
              </w:numPr>
              <w:ind w:left="313" w:hanging="284"/>
              <w:rPr>
                <w:b w:val="0"/>
                <w:lang w:val="en-GB"/>
              </w:rPr>
            </w:pPr>
            <w:r w:rsidRPr="00F86DA8">
              <w:rPr>
                <w:b w:val="0"/>
                <w:lang w:val="en-GB"/>
              </w:rPr>
              <w:t xml:space="preserve">Change of </w:t>
            </w:r>
            <w:r w:rsidR="000455D1" w:rsidRPr="00F86DA8">
              <w:rPr>
                <w:b w:val="0"/>
                <w:vertAlign w:val="superscript"/>
                <w:lang w:val="en-GB"/>
              </w:rPr>
              <w:t>8</w:t>
            </w:r>
            <w:r w:rsidR="000455D1" w:rsidRPr="00F86DA8">
              <w:rPr>
                <w:rStyle w:val="GapFillchr"/>
                <w:lang w:val="en-GB"/>
              </w:rPr>
              <w:t>          </w:t>
            </w:r>
            <w:r w:rsidRPr="00F86DA8">
              <w:rPr>
                <w:b w:val="0"/>
                <w:lang w:val="en-GB"/>
              </w:rPr>
              <w:t xml:space="preserve"> can bring new interest in</w:t>
            </w:r>
            <w:r w:rsidR="000455D1" w:rsidRPr="00F86DA8">
              <w:rPr>
                <w:b w:val="0"/>
                <w:lang w:val="en-GB"/>
              </w:rPr>
              <w:t> </w:t>
            </w:r>
            <w:r w:rsidRPr="00F86DA8">
              <w:rPr>
                <w:b w:val="0"/>
                <w:lang w:val="en-GB"/>
              </w:rPr>
              <w:t>job.</w:t>
            </w:r>
          </w:p>
          <w:p w14:paraId="5F3759BC" w14:textId="19069CDC" w:rsidR="007930AC" w:rsidRPr="00F86DA8" w:rsidRDefault="007930AC" w:rsidP="00B34A50">
            <w:pPr>
              <w:pStyle w:val="Rubric"/>
              <w:rPr>
                <w:b w:val="0"/>
                <w:lang w:val="en-GB"/>
              </w:rPr>
            </w:pPr>
          </w:p>
        </w:tc>
      </w:tr>
    </w:tbl>
    <w:bookmarkEnd w:id="1"/>
    <w:p w14:paraId="7F86DB4C" w14:textId="6E882507" w:rsidR="00537778" w:rsidRDefault="00DF1307" w:rsidP="009F24F9">
      <w:pPr>
        <w:pStyle w:val="ScoreBox"/>
      </w:pPr>
      <w:r>
        <w:t>__</w:t>
      </w:r>
      <w:r w:rsidR="00C57A21" w:rsidRPr="00E84816">
        <w:t>/8</w:t>
      </w:r>
    </w:p>
    <w:p w14:paraId="254CB1A4" w14:textId="77777777" w:rsidR="00537778" w:rsidRPr="00E84816" w:rsidRDefault="00537778" w:rsidP="00981659">
      <w:pPr>
        <w:pStyle w:val="ScoreBox"/>
      </w:pPr>
    </w:p>
    <w:p w14:paraId="1F2D8BA3" w14:textId="77777777" w:rsidR="00284157" w:rsidRDefault="00284157">
      <w:pPr>
        <w:rPr>
          <w:rFonts w:ascii="Arial" w:hAnsi="Arial" w:cs="Arial"/>
          <w:b/>
          <w:sz w:val="28"/>
          <w:szCs w:val="28"/>
        </w:rPr>
      </w:pPr>
      <w:r>
        <w:rPr>
          <w:sz w:val="28"/>
          <w:szCs w:val="28"/>
        </w:rPr>
        <w:br w:type="page"/>
      </w:r>
    </w:p>
    <w:p w14:paraId="2A7BA405" w14:textId="0FA745CD" w:rsidR="00FE59F3" w:rsidRPr="00F86DA8" w:rsidRDefault="00E84816" w:rsidP="00F86DA8">
      <w:pPr>
        <w:pStyle w:val="HeadASection"/>
        <w:rPr>
          <w:lang w:val="en-GB"/>
        </w:rPr>
      </w:pPr>
      <w:r w:rsidRPr="00F86DA8">
        <w:rPr>
          <w:lang w:val="en-GB"/>
        </w:rPr>
        <w:lastRenderedPageBreak/>
        <w:t xml:space="preserve">Reading </w:t>
      </w:r>
    </w:p>
    <w:p w14:paraId="07291129" w14:textId="529ED7C7" w:rsidR="00DF1307" w:rsidRPr="00492D51" w:rsidRDefault="00AC2167" w:rsidP="00DF1307">
      <w:pPr>
        <w:pStyle w:val="EXAMTASKTYPE"/>
      </w:pPr>
      <w:r>
        <w:t xml:space="preserve">B2 Business </w:t>
      </w:r>
      <w:r w:rsidR="0080393E">
        <w:t>V</w:t>
      </w:r>
      <w:r w:rsidR="007930AC">
        <w:t>antage</w:t>
      </w:r>
      <w:r w:rsidR="00AB40F0">
        <w:t xml:space="preserve"> </w:t>
      </w:r>
      <w:r w:rsidR="0080393E">
        <w:t xml:space="preserve">/ </w:t>
      </w:r>
      <w:r>
        <w:t xml:space="preserve">C1 Business </w:t>
      </w:r>
      <w:r w:rsidR="0080393E">
        <w:t>H</w:t>
      </w:r>
      <w:r w:rsidR="007930AC">
        <w:t>igher</w:t>
      </w:r>
    </w:p>
    <w:p w14:paraId="546DCE10" w14:textId="5D667FAF" w:rsidR="00651ACF" w:rsidRPr="00E84816" w:rsidRDefault="00477262" w:rsidP="008D2BFA">
      <w:pPr>
        <w:pStyle w:val="Rubric"/>
      </w:pPr>
      <w:r w:rsidRPr="00E84816">
        <w:t xml:space="preserve">7 </w:t>
      </w:r>
      <w:bookmarkStart w:id="2" w:name="_Hlk497471749"/>
      <w:r w:rsidR="0080393E">
        <w:t>Read the article about employee</w:t>
      </w:r>
      <w:r w:rsidR="00824FC2">
        <w:t xml:space="preserve"> global secondments</w:t>
      </w:r>
      <w:r w:rsidR="0080393E">
        <w:t>. Choose the best sentence from</w:t>
      </w:r>
      <w:r w:rsidR="0080393E">
        <w:br/>
        <w:t>A–H to fill each of the gaps. Do not use any letter</w:t>
      </w:r>
      <w:r w:rsidR="005F167A">
        <w:t> </w:t>
      </w:r>
      <w:r w:rsidR="0080393E">
        <w:t>more than once. There is an example at the</w:t>
      </w:r>
      <w:r w:rsidR="005F167A">
        <w:t> </w:t>
      </w:r>
      <w:r w:rsidR="0080393E">
        <w:t>beginning.</w:t>
      </w:r>
    </w:p>
    <w:bookmarkEnd w:id="2"/>
    <w:p w14:paraId="00102767" w14:textId="6118C281" w:rsidR="00356826" w:rsidRDefault="00356826" w:rsidP="008D2BFA">
      <w:pPr>
        <w:pStyle w:val="Text"/>
      </w:pPr>
    </w:p>
    <w:p w14:paraId="0CFF30D0" w14:textId="02829FCE" w:rsidR="0080393E" w:rsidRPr="0080393E" w:rsidRDefault="0080393E" w:rsidP="0080393E">
      <w:pPr>
        <w:pStyle w:val="Text"/>
        <w:pBdr>
          <w:top w:val="dotted" w:sz="4" w:space="1" w:color="auto"/>
          <w:left w:val="dotted" w:sz="4" w:space="4" w:color="auto"/>
          <w:bottom w:val="dotted" w:sz="4" w:space="1" w:color="auto"/>
          <w:right w:val="dotted" w:sz="4" w:space="4" w:color="auto"/>
        </w:pBdr>
        <w:rPr>
          <w:b/>
          <w:u w:val="single"/>
        </w:rPr>
      </w:pPr>
      <w:r w:rsidRPr="0080393E">
        <w:rPr>
          <w:b/>
          <w:u w:val="single"/>
        </w:rPr>
        <w:t>Working abroad – what’s stopping you?</w:t>
      </w:r>
    </w:p>
    <w:p w14:paraId="69D36E0F" w14:textId="77777777" w:rsidR="0080393E" w:rsidRDefault="0080393E" w:rsidP="0080393E">
      <w:pPr>
        <w:pStyle w:val="Text"/>
        <w:pBdr>
          <w:top w:val="dotted" w:sz="4" w:space="1" w:color="auto"/>
          <w:left w:val="dotted" w:sz="4" w:space="4" w:color="auto"/>
          <w:bottom w:val="dotted" w:sz="4" w:space="1" w:color="auto"/>
          <w:right w:val="dotted" w:sz="4" w:space="4" w:color="auto"/>
        </w:pBdr>
      </w:pPr>
    </w:p>
    <w:p w14:paraId="3030AFBB" w14:textId="23915E81" w:rsidR="0080393E" w:rsidRPr="000F6E3C" w:rsidRDefault="0080393E" w:rsidP="0080393E">
      <w:pPr>
        <w:pStyle w:val="Text"/>
        <w:pBdr>
          <w:top w:val="dotted" w:sz="4" w:space="1" w:color="auto"/>
          <w:left w:val="dotted" w:sz="4" w:space="4" w:color="auto"/>
          <w:bottom w:val="dotted" w:sz="4" w:space="1" w:color="auto"/>
          <w:right w:val="dotted" w:sz="4" w:space="4" w:color="auto"/>
        </w:pBdr>
        <w:rPr>
          <w:rStyle w:val="GapFillchr"/>
        </w:rPr>
      </w:pPr>
      <w:r>
        <w:t>The modern international world of work offers a</w:t>
      </w:r>
      <w:r w:rsidR="005F167A">
        <w:t> </w:t>
      </w:r>
      <w:r>
        <w:t xml:space="preserve">range of opportunities to adventurous workers who feel the pull of travel. </w:t>
      </w:r>
      <w:r>
        <w:rPr>
          <w:vertAlign w:val="superscript"/>
        </w:rPr>
        <w:t>0</w:t>
      </w:r>
      <w:r w:rsidR="005F167A" w:rsidRPr="005F167A">
        <w:rPr>
          <w:rStyle w:val="GapFillchr"/>
        </w:rPr>
        <w:t>  </w:t>
      </w:r>
      <w:r w:rsidR="00884FF0" w:rsidRPr="00F86DA8">
        <w:rPr>
          <w:rStyle w:val="ExampleChr"/>
          <w:color w:val="auto"/>
        </w:rPr>
        <w:t>F</w:t>
      </w:r>
      <w:r w:rsidR="005F167A" w:rsidRPr="005F167A">
        <w:rPr>
          <w:rStyle w:val="GapFillchr"/>
        </w:rPr>
        <w:t>  </w:t>
      </w:r>
      <w:r>
        <w:rPr>
          <w:vertAlign w:val="superscript"/>
        </w:rPr>
        <w:t xml:space="preserve"> </w:t>
      </w:r>
      <w:r>
        <w:t xml:space="preserve">Things have changed now and international companies have offices spread out all over the globe. There are all sorts of exciting employment prospects and great places to live. </w:t>
      </w:r>
      <w:r>
        <w:rPr>
          <w:vertAlign w:val="superscript"/>
        </w:rPr>
        <w:t>1</w:t>
      </w:r>
      <w:r w:rsidR="005F167A" w:rsidRPr="005F167A">
        <w:rPr>
          <w:rStyle w:val="GapFillchr"/>
        </w:rPr>
        <w:t>     </w:t>
      </w:r>
      <w:r w:rsidR="005F167A" w:rsidRPr="00F86DA8">
        <w:t xml:space="preserve"> </w:t>
      </w:r>
    </w:p>
    <w:p w14:paraId="10D78DEB" w14:textId="77777777" w:rsidR="00884FF0" w:rsidRPr="0080393E" w:rsidRDefault="00884FF0" w:rsidP="0080393E">
      <w:pPr>
        <w:pStyle w:val="Text"/>
        <w:pBdr>
          <w:top w:val="dotted" w:sz="4" w:space="1" w:color="auto"/>
          <w:left w:val="dotted" w:sz="4" w:space="4" w:color="auto"/>
          <w:bottom w:val="dotted" w:sz="4" w:space="1" w:color="auto"/>
          <w:right w:val="dotted" w:sz="4" w:space="4" w:color="auto"/>
        </w:pBdr>
      </w:pPr>
    </w:p>
    <w:p w14:paraId="56D25566" w14:textId="7FBE193D" w:rsidR="0080393E" w:rsidRPr="0080393E" w:rsidRDefault="0080393E" w:rsidP="0080393E">
      <w:pPr>
        <w:pStyle w:val="Text"/>
        <w:pBdr>
          <w:top w:val="dotted" w:sz="4" w:space="1" w:color="auto"/>
          <w:left w:val="dotted" w:sz="4" w:space="4" w:color="auto"/>
          <w:bottom w:val="dotted" w:sz="4" w:space="1" w:color="auto"/>
          <w:right w:val="dotted" w:sz="4" w:space="4" w:color="auto"/>
        </w:pBdr>
      </w:pPr>
      <w:r>
        <w:t xml:space="preserve">The first thing to do is to think about your personality. Some people are far more suited to living in another culture than others and this is largely based on the expectations you have of your life. </w:t>
      </w:r>
      <w:r>
        <w:rPr>
          <w:vertAlign w:val="superscript"/>
        </w:rPr>
        <w:t>2</w:t>
      </w:r>
      <w:r w:rsidR="005F167A" w:rsidRPr="005F167A">
        <w:rPr>
          <w:rStyle w:val="GapFillchr"/>
        </w:rPr>
        <w:t>     </w:t>
      </w:r>
      <w:r>
        <w:t xml:space="preserve"> In addition, you should be able to adapt to new situations without too much stress. However, people</w:t>
      </w:r>
      <w:r w:rsidR="005F167A">
        <w:t> </w:t>
      </w:r>
      <w:r>
        <w:t>can fall into the trap of thinking that these requirements are only true for cultures which are very</w:t>
      </w:r>
      <w:r w:rsidR="005F167A">
        <w:t> </w:t>
      </w:r>
      <w:r>
        <w:t xml:space="preserve">different from their home culture. It should be recognised that moving anywhere can be difficult. </w:t>
      </w:r>
      <w:r>
        <w:rPr>
          <w:vertAlign w:val="superscript"/>
        </w:rPr>
        <w:t>3</w:t>
      </w:r>
      <w:r w:rsidR="005F167A" w:rsidRPr="005F167A">
        <w:rPr>
          <w:rStyle w:val="GapFillchr"/>
        </w:rPr>
        <w:t>     </w:t>
      </w:r>
    </w:p>
    <w:p w14:paraId="01AEB865" w14:textId="77777777" w:rsidR="0080393E" w:rsidRDefault="0080393E" w:rsidP="0080393E">
      <w:pPr>
        <w:pStyle w:val="Text"/>
        <w:pBdr>
          <w:top w:val="dotted" w:sz="4" w:space="1" w:color="auto"/>
          <w:left w:val="dotted" w:sz="4" w:space="4" w:color="auto"/>
          <w:bottom w:val="dotted" w:sz="4" w:space="1" w:color="auto"/>
          <w:right w:val="dotted" w:sz="4" w:space="4" w:color="auto"/>
        </w:pBdr>
      </w:pPr>
    </w:p>
    <w:p w14:paraId="5E231A4C" w14:textId="22693EDB" w:rsidR="0080393E" w:rsidRDefault="0080393E" w:rsidP="0080393E">
      <w:pPr>
        <w:pStyle w:val="Text"/>
        <w:pBdr>
          <w:top w:val="dotted" w:sz="4" w:space="1" w:color="auto"/>
          <w:left w:val="dotted" w:sz="4" w:space="4" w:color="auto"/>
          <w:bottom w:val="dotted" w:sz="4" w:space="1" w:color="auto"/>
          <w:right w:val="dotted" w:sz="4" w:space="4" w:color="auto"/>
        </w:pBdr>
      </w:pPr>
      <w:r>
        <w:t>Similarly, it would be a mistake to focus too much on the extreme cultural differences. For example, some people may be afraid of moving somewhere because of possible communication barriers, but this is not something to be overly concerned about.</w:t>
      </w:r>
      <w:r w:rsidR="005F167A">
        <w:t> </w:t>
      </w:r>
      <w:r>
        <w:rPr>
          <w:vertAlign w:val="superscript"/>
        </w:rPr>
        <w:t>4</w:t>
      </w:r>
      <w:r w:rsidR="005F167A" w:rsidRPr="005F167A">
        <w:rPr>
          <w:rStyle w:val="GapFillchr"/>
        </w:rPr>
        <w:t>     </w:t>
      </w:r>
      <w:r w:rsidR="005F167A">
        <w:br/>
      </w:r>
      <w:r>
        <w:t>Companies tend also to have immersion programmes to help you learn survival phrases or they can provide long</w:t>
      </w:r>
      <w:r w:rsidR="001E63C6">
        <w:t>-</w:t>
      </w:r>
      <w:r>
        <w:t xml:space="preserve"> or short-term teachers. While it’s important to be self-reliant and independent in order to settle into a new life and job abroad, remember that international companies are used to</w:t>
      </w:r>
      <w:r w:rsidR="005F167A">
        <w:t> </w:t>
      </w:r>
      <w:r>
        <w:t xml:space="preserve">managing secondments and work placements overseas. </w:t>
      </w:r>
      <w:r>
        <w:rPr>
          <w:vertAlign w:val="superscript"/>
        </w:rPr>
        <w:t>5</w:t>
      </w:r>
      <w:r w:rsidR="005F167A" w:rsidRPr="005F167A">
        <w:rPr>
          <w:rStyle w:val="GapFillchr"/>
        </w:rPr>
        <w:t>     </w:t>
      </w:r>
      <w:r w:rsidR="003F2074">
        <w:t xml:space="preserve"> </w:t>
      </w:r>
      <w:r>
        <w:t>In fact, it is often said that making friends and settling in to a new country is easier than doing it in an unfamiliar city in your own country.</w:t>
      </w:r>
    </w:p>
    <w:p w14:paraId="01B21342" w14:textId="77777777" w:rsidR="0080393E" w:rsidRDefault="0080393E" w:rsidP="0080393E">
      <w:pPr>
        <w:pStyle w:val="Text"/>
        <w:pBdr>
          <w:top w:val="dotted" w:sz="4" w:space="1" w:color="auto"/>
          <w:left w:val="dotted" w:sz="4" w:space="4" w:color="auto"/>
          <w:bottom w:val="dotted" w:sz="4" w:space="1" w:color="auto"/>
          <w:right w:val="dotted" w:sz="4" w:space="4" w:color="auto"/>
        </w:pBdr>
      </w:pPr>
    </w:p>
    <w:p w14:paraId="03B4B333" w14:textId="4D8B2125" w:rsidR="0080393E" w:rsidRDefault="0080393E" w:rsidP="0080393E">
      <w:pPr>
        <w:pStyle w:val="Text"/>
        <w:pBdr>
          <w:top w:val="dotted" w:sz="4" w:space="1" w:color="auto"/>
          <w:left w:val="dotted" w:sz="4" w:space="4" w:color="auto"/>
          <w:bottom w:val="dotted" w:sz="4" w:space="1" w:color="auto"/>
          <w:right w:val="dotted" w:sz="4" w:space="4" w:color="auto"/>
        </w:pBdr>
      </w:pPr>
      <w:r>
        <w:rPr>
          <w:vertAlign w:val="superscript"/>
        </w:rPr>
        <w:t>6</w:t>
      </w:r>
      <w:r w:rsidR="005F167A" w:rsidRPr="005F167A">
        <w:rPr>
          <w:rStyle w:val="GapFillchr"/>
        </w:rPr>
        <w:t>     </w:t>
      </w:r>
      <w:r>
        <w:t xml:space="preserve"> Office etiquette is an example. Although you</w:t>
      </w:r>
      <w:r w:rsidR="005F167A">
        <w:t> </w:t>
      </w:r>
      <w:r>
        <w:t>may feel confident in your ability to do your job, cultural norms in offices can vary widely across cultures. It is worth finding out typical working hours,</w:t>
      </w:r>
      <w:r w:rsidR="005F167A">
        <w:t> </w:t>
      </w:r>
      <w:r>
        <w:t xml:space="preserve">forms of address for co-workers and meal arrangements for example. </w:t>
      </w:r>
      <w:r w:rsidR="00884FF0">
        <w:rPr>
          <w:vertAlign w:val="superscript"/>
        </w:rPr>
        <w:t>7</w:t>
      </w:r>
      <w:r w:rsidR="005F167A" w:rsidRPr="005F167A">
        <w:rPr>
          <w:rStyle w:val="GapFillchr"/>
        </w:rPr>
        <w:t>     </w:t>
      </w:r>
      <w:r>
        <w:t xml:space="preserve"> Understanding how your daily life will be at work will go a long way to helping you decide if this is the right move for you or not. </w:t>
      </w:r>
    </w:p>
    <w:p w14:paraId="68F6E03A" w14:textId="77777777" w:rsidR="00884FF0" w:rsidRDefault="00884FF0" w:rsidP="0080393E">
      <w:pPr>
        <w:pStyle w:val="Text"/>
        <w:pBdr>
          <w:top w:val="dotted" w:sz="4" w:space="1" w:color="auto"/>
          <w:left w:val="dotted" w:sz="4" w:space="4" w:color="auto"/>
          <w:bottom w:val="dotted" w:sz="4" w:space="1" w:color="auto"/>
          <w:right w:val="dotted" w:sz="4" w:space="4" w:color="auto"/>
        </w:pBdr>
      </w:pPr>
    </w:p>
    <w:p w14:paraId="0DEAAF13" w14:textId="6204FA1E" w:rsidR="0080393E" w:rsidRDefault="0080393E" w:rsidP="0080393E">
      <w:pPr>
        <w:pStyle w:val="Text"/>
        <w:pBdr>
          <w:top w:val="dotted" w:sz="4" w:space="1" w:color="auto"/>
          <w:left w:val="dotted" w:sz="4" w:space="4" w:color="auto"/>
          <w:bottom w:val="dotted" w:sz="4" w:space="1" w:color="auto"/>
          <w:right w:val="dotted" w:sz="4" w:space="4" w:color="auto"/>
        </w:pBdr>
      </w:pPr>
      <w:r>
        <w:t>Finally, bear in mind that part of working abroad is about expanding your life, embracing new challenges and overcoming difficult situations. The experience will undoubtedly have ups and downs, but it will definitely make you stronger as a person and more employable as a result.</w:t>
      </w:r>
    </w:p>
    <w:p w14:paraId="73FC440F" w14:textId="77777777" w:rsidR="00884FF0" w:rsidRPr="00E84816" w:rsidRDefault="00884FF0" w:rsidP="0080393E">
      <w:pPr>
        <w:pStyle w:val="Text"/>
        <w:pBdr>
          <w:top w:val="dotted" w:sz="4" w:space="1" w:color="auto"/>
          <w:left w:val="dotted" w:sz="4" w:space="4" w:color="auto"/>
          <w:bottom w:val="dotted" w:sz="4" w:space="1" w:color="auto"/>
          <w:right w:val="dotted" w:sz="4" w:space="4" w:color="auto"/>
        </w:pBdr>
      </w:pPr>
    </w:p>
    <w:p w14:paraId="7B768CE9" w14:textId="664483AE" w:rsidR="0080393E" w:rsidRDefault="0080393E" w:rsidP="0080393E">
      <w:pPr>
        <w:pStyle w:val="ScoreBox"/>
        <w:jc w:val="left"/>
        <w:rPr>
          <w:b w:val="0"/>
          <w:sz w:val="20"/>
          <w:szCs w:val="20"/>
        </w:rPr>
      </w:pPr>
    </w:p>
    <w:p w14:paraId="033DE6D3" w14:textId="2CE4C085" w:rsidR="00884FF0" w:rsidRPr="00884FF0" w:rsidRDefault="00884FF0" w:rsidP="00884FF0">
      <w:pPr>
        <w:rPr>
          <w:rFonts w:ascii="Arial" w:hAnsi="Arial" w:cs="Arial"/>
          <w:sz w:val="20"/>
          <w:szCs w:val="20"/>
        </w:rPr>
      </w:pPr>
      <w:r>
        <w:rPr>
          <w:rFonts w:ascii="Arial" w:hAnsi="Arial" w:cs="Arial"/>
          <w:b/>
          <w:sz w:val="20"/>
          <w:szCs w:val="20"/>
        </w:rPr>
        <w:t xml:space="preserve">A </w:t>
      </w:r>
      <w:r w:rsidRPr="00884FF0">
        <w:rPr>
          <w:rFonts w:ascii="Arial" w:hAnsi="Arial" w:cs="Arial"/>
          <w:sz w:val="20"/>
          <w:szCs w:val="20"/>
        </w:rPr>
        <w:t>There will always be others around to help and advise you.</w:t>
      </w:r>
    </w:p>
    <w:p w14:paraId="3400A3F9" w14:textId="77777777" w:rsidR="00884FF0" w:rsidRDefault="00884FF0" w:rsidP="00884FF0">
      <w:pPr>
        <w:rPr>
          <w:rFonts w:ascii="Arial" w:hAnsi="Arial" w:cs="Arial"/>
          <w:sz w:val="20"/>
          <w:szCs w:val="20"/>
        </w:rPr>
      </w:pPr>
      <w:bookmarkStart w:id="3" w:name="_Hlk528679878"/>
    </w:p>
    <w:p w14:paraId="2904C6DB" w14:textId="6AD79B29" w:rsidR="00884FF0" w:rsidRDefault="00884FF0" w:rsidP="00884FF0">
      <w:pPr>
        <w:rPr>
          <w:rFonts w:ascii="Arial" w:hAnsi="Arial" w:cs="Arial"/>
          <w:sz w:val="20"/>
          <w:szCs w:val="20"/>
        </w:rPr>
      </w:pPr>
      <w:r>
        <w:rPr>
          <w:rFonts w:ascii="Arial" w:hAnsi="Arial" w:cs="Arial"/>
          <w:b/>
          <w:sz w:val="20"/>
          <w:szCs w:val="20"/>
        </w:rPr>
        <w:t xml:space="preserve">B </w:t>
      </w:r>
      <w:r w:rsidRPr="00884FF0">
        <w:rPr>
          <w:rFonts w:ascii="Arial" w:hAnsi="Arial" w:cs="Arial"/>
          <w:sz w:val="20"/>
          <w:szCs w:val="20"/>
        </w:rPr>
        <w:t>It is clear that you would need to be fairly open-minded and flexible to live abroad.</w:t>
      </w:r>
    </w:p>
    <w:p w14:paraId="6C6856DF" w14:textId="77777777" w:rsidR="00884FF0" w:rsidRPr="00884FF0" w:rsidRDefault="00884FF0" w:rsidP="00884FF0">
      <w:pPr>
        <w:rPr>
          <w:rFonts w:ascii="Arial" w:hAnsi="Arial" w:cs="Arial"/>
          <w:sz w:val="20"/>
          <w:szCs w:val="20"/>
        </w:rPr>
      </w:pPr>
    </w:p>
    <w:p w14:paraId="374D8192" w14:textId="37736B62" w:rsidR="00884FF0" w:rsidRPr="00884FF0" w:rsidRDefault="00884FF0" w:rsidP="00884FF0">
      <w:pPr>
        <w:rPr>
          <w:rFonts w:ascii="Arial" w:hAnsi="Arial" w:cs="Arial"/>
          <w:sz w:val="20"/>
          <w:szCs w:val="20"/>
        </w:rPr>
      </w:pPr>
      <w:r>
        <w:rPr>
          <w:rFonts w:ascii="Arial" w:hAnsi="Arial" w:cs="Arial"/>
          <w:b/>
          <w:sz w:val="20"/>
          <w:szCs w:val="20"/>
        </w:rPr>
        <w:t xml:space="preserve">C </w:t>
      </w:r>
      <w:commentRangeStart w:id="4"/>
      <w:r w:rsidRPr="00884FF0">
        <w:rPr>
          <w:rFonts w:ascii="Arial" w:hAnsi="Arial" w:cs="Arial"/>
          <w:sz w:val="20"/>
          <w:szCs w:val="20"/>
        </w:rPr>
        <w:t xml:space="preserve">Plenty of people have enjoyed working in another </w:t>
      </w:r>
      <w:commentRangeEnd w:id="4"/>
      <w:r w:rsidR="007513CD">
        <w:rPr>
          <w:rFonts w:ascii="Arial" w:hAnsi="Arial" w:cs="Arial"/>
          <w:sz w:val="20"/>
          <w:szCs w:val="20"/>
        </w:rPr>
        <w:t>country without being fluent in the local language.</w:t>
      </w:r>
    </w:p>
    <w:p w14:paraId="2DF2B817" w14:textId="77777777" w:rsidR="00884FF0" w:rsidRDefault="00884FF0" w:rsidP="00884FF0">
      <w:pPr>
        <w:rPr>
          <w:rFonts w:ascii="Arial" w:hAnsi="Arial" w:cs="Arial"/>
          <w:sz w:val="20"/>
          <w:szCs w:val="20"/>
        </w:rPr>
      </w:pPr>
    </w:p>
    <w:p w14:paraId="337098DA" w14:textId="780FD4E0" w:rsidR="00884FF0" w:rsidRDefault="00884FF0" w:rsidP="00884FF0">
      <w:pPr>
        <w:rPr>
          <w:rFonts w:ascii="Arial" w:hAnsi="Arial" w:cs="Arial"/>
          <w:sz w:val="20"/>
          <w:szCs w:val="20"/>
        </w:rPr>
      </w:pPr>
      <w:r>
        <w:rPr>
          <w:rFonts w:ascii="Arial" w:hAnsi="Arial" w:cs="Arial"/>
          <w:b/>
          <w:sz w:val="20"/>
          <w:szCs w:val="20"/>
        </w:rPr>
        <w:t xml:space="preserve">D </w:t>
      </w:r>
      <w:r w:rsidRPr="00884FF0">
        <w:rPr>
          <w:rFonts w:ascii="Arial" w:hAnsi="Arial" w:cs="Arial"/>
          <w:sz w:val="20"/>
          <w:szCs w:val="20"/>
        </w:rPr>
        <w:t>However, before embarking on a work placement in another country, it is vital to assess whether it is right for you.</w:t>
      </w:r>
    </w:p>
    <w:p w14:paraId="12667AFB" w14:textId="77777777" w:rsidR="00884FF0" w:rsidRPr="00884FF0" w:rsidRDefault="00884FF0" w:rsidP="00884FF0">
      <w:pPr>
        <w:rPr>
          <w:rFonts w:ascii="Arial" w:hAnsi="Arial" w:cs="Arial"/>
          <w:sz w:val="20"/>
          <w:szCs w:val="20"/>
        </w:rPr>
      </w:pPr>
    </w:p>
    <w:p w14:paraId="01A4C2BC" w14:textId="16956AE5" w:rsidR="00884FF0" w:rsidRPr="00884FF0" w:rsidRDefault="00884FF0" w:rsidP="00884FF0">
      <w:pPr>
        <w:rPr>
          <w:rFonts w:ascii="Arial" w:hAnsi="Arial" w:cs="Arial"/>
          <w:sz w:val="20"/>
          <w:szCs w:val="20"/>
        </w:rPr>
      </w:pPr>
      <w:r>
        <w:rPr>
          <w:rFonts w:ascii="Arial" w:hAnsi="Arial" w:cs="Arial"/>
          <w:b/>
          <w:sz w:val="20"/>
          <w:szCs w:val="20"/>
        </w:rPr>
        <w:t xml:space="preserve">E </w:t>
      </w:r>
      <w:r w:rsidRPr="00884FF0">
        <w:rPr>
          <w:rFonts w:ascii="Arial" w:hAnsi="Arial" w:cs="Arial"/>
          <w:sz w:val="20"/>
          <w:szCs w:val="20"/>
        </w:rPr>
        <w:t>All of these aspects can impact your experience – either positively or negatively.</w:t>
      </w:r>
    </w:p>
    <w:p w14:paraId="17B85C09" w14:textId="77777777" w:rsidR="00884FF0" w:rsidRDefault="00884FF0" w:rsidP="00884FF0">
      <w:pPr>
        <w:rPr>
          <w:rFonts w:ascii="Arial" w:hAnsi="Arial" w:cs="Arial"/>
          <w:sz w:val="20"/>
          <w:szCs w:val="20"/>
        </w:rPr>
      </w:pPr>
    </w:p>
    <w:p w14:paraId="28CF4A1D" w14:textId="6D836FD7" w:rsidR="00884FF0" w:rsidRPr="00884FF0" w:rsidRDefault="00884FF0" w:rsidP="00884FF0">
      <w:pPr>
        <w:rPr>
          <w:rFonts w:ascii="Arial" w:hAnsi="Arial" w:cs="Arial"/>
          <w:sz w:val="20"/>
          <w:szCs w:val="20"/>
        </w:rPr>
      </w:pPr>
      <w:r>
        <w:rPr>
          <w:rFonts w:ascii="Arial" w:hAnsi="Arial" w:cs="Arial"/>
          <w:b/>
          <w:sz w:val="20"/>
          <w:szCs w:val="20"/>
        </w:rPr>
        <w:t xml:space="preserve">F </w:t>
      </w:r>
      <w:r w:rsidRPr="00884FF0">
        <w:rPr>
          <w:rFonts w:ascii="Arial" w:hAnsi="Arial" w:cs="Arial"/>
          <w:sz w:val="20"/>
          <w:szCs w:val="20"/>
        </w:rPr>
        <w:t>In the past only diplomats, engineers and people in</w:t>
      </w:r>
      <w:r w:rsidR="005F167A">
        <w:rPr>
          <w:rFonts w:ascii="Arial" w:hAnsi="Arial" w:cs="Arial"/>
          <w:sz w:val="20"/>
          <w:szCs w:val="20"/>
        </w:rPr>
        <w:t> </w:t>
      </w:r>
      <w:r w:rsidRPr="00884FF0">
        <w:rPr>
          <w:rFonts w:ascii="Arial" w:hAnsi="Arial" w:cs="Arial"/>
          <w:sz w:val="20"/>
          <w:szCs w:val="20"/>
        </w:rPr>
        <w:t xml:space="preserve">the travel industry tended to travel for work. </w:t>
      </w:r>
    </w:p>
    <w:p w14:paraId="6D7C5783" w14:textId="77777777" w:rsidR="00884FF0" w:rsidRDefault="00884FF0" w:rsidP="00884FF0">
      <w:pPr>
        <w:rPr>
          <w:rFonts w:ascii="Arial" w:hAnsi="Arial" w:cs="Arial"/>
          <w:sz w:val="20"/>
          <w:szCs w:val="20"/>
        </w:rPr>
      </w:pPr>
    </w:p>
    <w:p w14:paraId="335B0DA2" w14:textId="79820C98" w:rsidR="00884FF0" w:rsidRPr="00884FF0" w:rsidRDefault="00884FF0" w:rsidP="00884FF0">
      <w:pPr>
        <w:rPr>
          <w:rFonts w:ascii="Arial" w:hAnsi="Arial" w:cs="Arial"/>
          <w:sz w:val="20"/>
          <w:szCs w:val="20"/>
        </w:rPr>
      </w:pPr>
      <w:r>
        <w:rPr>
          <w:rFonts w:ascii="Arial" w:hAnsi="Arial" w:cs="Arial"/>
          <w:b/>
          <w:sz w:val="20"/>
          <w:szCs w:val="20"/>
        </w:rPr>
        <w:t xml:space="preserve">G </w:t>
      </w:r>
      <w:r w:rsidRPr="00884FF0">
        <w:rPr>
          <w:rFonts w:ascii="Arial" w:hAnsi="Arial" w:cs="Arial"/>
          <w:sz w:val="20"/>
          <w:szCs w:val="20"/>
        </w:rPr>
        <w:t>This is true even if the new culture seems familiar or not too different from your own.</w:t>
      </w:r>
    </w:p>
    <w:p w14:paraId="232AE8BE" w14:textId="77777777" w:rsidR="00884FF0" w:rsidRDefault="00884FF0" w:rsidP="00884FF0">
      <w:pPr>
        <w:rPr>
          <w:rFonts w:ascii="Arial" w:hAnsi="Arial" w:cs="Arial"/>
          <w:sz w:val="20"/>
          <w:szCs w:val="20"/>
        </w:rPr>
      </w:pPr>
    </w:p>
    <w:p w14:paraId="4726CFB0" w14:textId="108407CD" w:rsidR="00884FF0" w:rsidRPr="00884FF0" w:rsidRDefault="00884FF0" w:rsidP="00884FF0">
      <w:pPr>
        <w:rPr>
          <w:rFonts w:ascii="Arial" w:hAnsi="Arial" w:cs="Arial"/>
          <w:sz w:val="20"/>
          <w:szCs w:val="20"/>
        </w:rPr>
      </w:pPr>
      <w:r>
        <w:rPr>
          <w:rFonts w:ascii="Arial" w:hAnsi="Arial" w:cs="Arial"/>
          <w:b/>
          <w:sz w:val="20"/>
          <w:szCs w:val="20"/>
        </w:rPr>
        <w:t xml:space="preserve">H </w:t>
      </w:r>
      <w:r w:rsidRPr="00884FF0">
        <w:rPr>
          <w:rFonts w:ascii="Arial" w:hAnsi="Arial" w:cs="Arial"/>
          <w:sz w:val="20"/>
          <w:szCs w:val="20"/>
        </w:rPr>
        <w:t>Factors which may be considered less are those connected to the workplace itself.</w:t>
      </w:r>
    </w:p>
    <w:bookmarkEnd w:id="3"/>
    <w:p w14:paraId="6290E8C6" w14:textId="77777777" w:rsidR="0080393E" w:rsidRDefault="0080393E" w:rsidP="00884FF0">
      <w:pPr>
        <w:pStyle w:val="ScoreBox"/>
        <w:jc w:val="center"/>
      </w:pPr>
    </w:p>
    <w:p w14:paraId="5595BACE" w14:textId="499E1E1C" w:rsidR="00E61142" w:rsidRPr="00E84816" w:rsidRDefault="00DF1307" w:rsidP="00E61142">
      <w:pPr>
        <w:pStyle w:val="ScoreBox"/>
      </w:pPr>
      <w:r>
        <w:t>__</w:t>
      </w:r>
      <w:r w:rsidR="004C5136">
        <w:t>/</w:t>
      </w:r>
      <w:r w:rsidR="00E61142" w:rsidRPr="00E84816">
        <w:t>7</w:t>
      </w:r>
    </w:p>
    <w:p w14:paraId="4C01213D" w14:textId="77777777" w:rsidR="00284157" w:rsidRDefault="00284157">
      <w:pPr>
        <w:rPr>
          <w:rFonts w:ascii="Arial" w:hAnsi="Arial" w:cs="Arial"/>
          <w:b/>
          <w:sz w:val="28"/>
          <w:szCs w:val="28"/>
        </w:rPr>
      </w:pPr>
      <w:r>
        <w:rPr>
          <w:sz w:val="28"/>
          <w:szCs w:val="28"/>
        </w:rPr>
        <w:br w:type="page"/>
      </w:r>
    </w:p>
    <w:p w14:paraId="04FB53F6" w14:textId="3152AE9A" w:rsidR="00C57A21" w:rsidRPr="00F86DA8" w:rsidRDefault="00930F27" w:rsidP="00F86DA8">
      <w:pPr>
        <w:pStyle w:val="HeadASection"/>
        <w:rPr>
          <w:lang w:val="en-GB"/>
        </w:rPr>
      </w:pPr>
      <w:r w:rsidRPr="00F86DA8">
        <w:rPr>
          <w:lang w:val="en-GB"/>
        </w:rPr>
        <w:lastRenderedPageBreak/>
        <w:t>Writing</w:t>
      </w:r>
    </w:p>
    <w:p w14:paraId="3B38BB1E" w14:textId="30213329" w:rsidR="00DF1307" w:rsidRPr="00E653E6" w:rsidRDefault="009F7024" w:rsidP="00DF1307">
      <w:pPr>
        <w:pStyle w:val="EXAMTASKTYPE"/>
      </w:pPr>
      <w:r>
        <w:t>B</w:t>
      </w:r>
      <w:r w:rsidR="00AB6AE2">
        <w:t>2 Business</w:t>
      </w:r>
      <w:r w:rsidR="007930AC">
        <w:t xml:space="preserve"> </w:t>
      </w:r>
      <w:r>
        <w:t>V</w:t>
      </w:r>
      <w:r w:rsidR="007930AC">
        <w:t>antage</w:t>
      </w:r>
    </w:p>
    <w:p w14:paraId="4B301DE1" w14:textId="04B46FEF" w:rsidR="002532EE" w:rsidRDefault="00930F27" w:rsidP="008D2BFA">
      <w:pPr>
        <w:pStyle w:val="Rubric"/>
      </w:pPr>
      <w:r w:rsidRPr="00E84816">
        <w:t>8</w:t>
      </w:r>
      <w:r w:rsidR="00C57A21" w:rsidRPr="00E84816">
        <w:t xml:space="preserve"> </w:t>
      </w:r>
      <w:r w:rsidR="009F7024">
        <w:t xml:space="preserve">You </w:t>
      </w:r>
      <w:r w:rsidR="00095025">
        <w:t xml:space="preserve">are an engineer working for a biomedical research company. You </w:t>
      </w:r>
      <w:r w:rsidR="009F7024">
        <w:t>have recently gone on a</w:t>
      </w:r>
      <w:r w:rsidR="00BC666C">
        <w:t> </w:t>
      </w:r>
      <w:r w:rsidR="009F7024">
        <w:t>secondment to another country. Write a blog post for your company describing:</w:t>
      </w:r>
    </w:p>
    <w:p w14:paraId="0E6AA39A" w14:textId="77777777" w:rsidR="003E3C2B" w:rsidRDefault="003E3C2B" w:rsidP="008D2BFA">
      <w:pPr>
        <w:pStyle w:val="Rubric"/>
      </w:pPr>
    </w:p>
    <w:p w14:paraId="52D6E99B" w14:textId="1936D49B" w:rsidR="009F7024" w:rsidRDefault="003E3C2B" w:rsidP="009F7024">
      <w:pPr>
        <w:pStyle w:val="Rubric"/>
        <w:numPr>
          <w:ilvl w:val="0"/>
          <w:numId w:val="42"/>
        </w:numPr>
      </w:pPr>
      <w:r>
        <w:t xml:space="preserve">your </w:t>
      </w:r>
      <w:r w:rsidR="009F7024">
        <w:t>first week</w:t>
      </w:r>
      <w:r w:rsidR="007040CF">
        <w:t xml:space="preserve"> – accommodation, work, social activities</w:t>
      </w:r>
      <w:r>
        <w:t>.</w:t>
      </w:r>
    </w:p>
    <w:p w14:paraId="404D146A" w14:textId="6786FB4C" w:rsidR="009F7024" w:rsidRDefault="003E3C2B" w:rsidP="009F7024">
      <w:pPr>
        <w:pStyle w:val="Rubric"/>
        <w:numPr>
          <w:ilvl w:val="0"/>
          <w:numId w:val="42"/>
        </w:numPr>
      </w:pPr>
      <w:r>
        <w:t xml:space="preserve">what </w:t>
      </w:r>
      <w:r w:rsidR="009F7024">
        <w:t>you like about the secondment</w:t>
      </w:r>
      <w:r>
        <w:t>.</w:t>
      </w:r>
    </w:p>
    <w:p w14:paraId="76476728" w14:textId="40638D44" w:rsidR="000731F1" w:rsidRDefault="003E3C2B" w:rsidP="009F7024">
      <w:pPr>
        <w:pStyle w:val="Rubric"/>
        <w:numPr>
          <w:ilvl w:val="0"/>
          <w:numId w:val="42"/>
        </w:numPr>
      </w:pPr>
      <w:r>
        <w:t xml:space="preserve">any </w:t>
      </w:r>
      <w:r w:rsidR="000731F1">
        <w:t>challenges you have faced</w:t>
      </w:r>
      <w:r>
        <w:t>.</w:t>
      </w:r>
    </w:p>
    <w:p w14:paraId="3A651462" w14:textId="462F50CE" w:rsidR="009F7024" w:rsidRDefault="003E3C2B" w:rsidP="009F7024">
      <w:pPr>
        <w:pStyle w:val="Rubric"/>
        <w:numPr>
          <w:ilvl w:val="0"/>
          <w:numId w:val="42"/>
        </w:numPr>
      </w:pPr>
      <w:r>
        <w:t xml:space="preserve">your </w:t>
      </w:r>
      <w:r w:rsidR="009F7024">
        <w:t>conclusion(s) so far</w:t>
      </w:r>
      <w:r>
        <w:t>.</w:t>
      </w:r>
    </w:p>
    <w:p w14:paraId="04AEDCAE" w14:textId="4354C079" w:rsidR="009F7024" w:rsidRDefault="009F7024" w:rsidP="009F7024">
      <w:pPr>
        <w:pStyle w:val="Rubric"/>
      </w:pPr>
    </w:p>
    <w:p w14:paraId="2568C3D1" w14:textId="2C130A69" w:rsidR="009F7024" w:rsidRDefault="009F7024" w:rsidP="009F7024">
      <w:pPr>
        <w:pStyle w:val="Rubric"/>
      </w:pPr>
      <w:r>
        <w:t xml:space="preserve">Write </w:t>
      </w:r>
      <w:r w:rsidR="000731F1" w:rsidRPr="00DB2BA1">
        <w:t>180–200</w:t>
      </w:r>
      <w:r w:rsidR="000731F1">
        <w:t xml:space="preserve"> </w:t>
      </w:r>
      <w:r>
        <w:t>words</w:t>
      </w:r>
      <w:r w:rsidR="003E3C2B">
        <w:t>.</w:t>
      </w:r>
    </w:p>
    <w:p w14:paraId="58C0FE45" w14:textId="77777777" w:rsidR="009F7024" w:rsidRPr="00E84816" w:rsidRDefault="009F7024" w:rsidP="008D2BFA">
      <w:pPr>
        <w:pStyle w:val="Rubric"/>
      </w:pPr>
    </w:p>
    <w:p w14:paraId="6E40D585" w14:textId="77777777" w:rsidR="00C57A21" w:rsidRPr="00E84816" w:rsidRDefault="00C57A21" w:rsidP="00C57A21">
      <w:pPr>
        <w:pStyle w:val="Text"/>
      </w:pPr>
    </w:p>
    <w:p w14:paraId="1AFFB060" w14:textId="203BC648" w:rsidR="00805983" w:rsidRPr="00E84816" w:rsidRDefault="00284157" w:rsidP="00C305B9">
      <w:pPr>
        <w:pStyle w:val="Rubric"/>
        <w:spacing w:line="360" w:lineRule="auto"/>
      </w:pPr>
      <w:r w:rsidRPr="00E84816">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E84816">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bookmarkStart w:id="5" w:name="_GoBack"/>
      <w:bookmarkEnd w:id="5"/>
      <w:r w:rsidRPr="00E84816">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805983" w:rsidRPr="00E84816">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AB6AE2" w:rsidRPr="00E84816">
        <w:t>__________________________________________</w:t>
      </w:r>
      <w:r w:rsidR="00805983" w:rsidRPr="00E84816">
        <w:t>__________________________________________</w:t>
      </w:r>
    </w:p>
    <w:p w14:paraId="12AE500C" w14:textId="2FD974F7" w:rsidR="00ED7890" w:rsidRPr="0092288B" w:rsidRDefault="00DF1307" w:rsidP="00D915E3">
      <w:pPr>
        <w:pStyle w:val="ScoreBox"/>
      </w:pPr>
      <w:r>
        <w:t>__</w:t>
      </w:r>
      <w:r w:rsidR="00461DB7" w:rsidRPr="00E84816">
        <w:t>/10</w:t>
      </w:r>
    </w:p>
    <w:sectPr w:rsidR="00ED7890" w:rsidRPr="0092288B" w:rsidSect="00D06858">
      <w:headerReference w:type="even" r:id="rId7"/>
      <w:headerReference w:type="default" r:id="rId8"/>
      <w:footerReference w:type="default" r:id="rId9"/>
      <w:headerReference w:type="first" r:id="rId10"/>
      <w:footerReference w:type="first" r:id="rId11"/>
      <w:pgSz w:w="11900" w:h="16840" w:code="9"/>
      <w:pgMar w:top="1560" w:right="994" w:bottom="1134" w:left="994" w:header="113" w:footer="158" w:gutter="0"/>
      <w:cols w:num="2" w:space="454"/>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D2C89EB" w14:textId="77777777" w:rsidR="006A551E" w:rsidRDefault="006A551E">
      <w:r>
        <w:separator/>
      </w:r>
    </w:p>
    <w:p w14:paraId="60B3EEC9" w14:textId="77777777" w:rsidR="006A551E" w:rsidRDefault="006A551E"/>
    <w:p w14:paraId="71DC7CF1" w14:textId="77777777" w:rsidR="006A551E" w:rsidRDefault="006A551E"/>
    <w:p w14:paraId="32B22748" w14:textId="77777777" w:rsidR="006A551E" w:rsidRDefault="006A551E"/>
    <w:p w14:paraId="7799C733" w14:textId="77777777" w:rsidR="006A551E" w:rsidRDefault="006A551E"/>
    <w:p w14:paraId="617BEBC2" w14:textId="77777777" w:rsidR="006A551E" w:rsidRDefault="006A551E"/>
  </w:endnote>
  <w:endnote w:type="continuationSeparator" w:id="0">
    <w:p w14:paraId="0F17A93D" w14:textId="77777777" w:rsidR="006A551E" w:rsidRDefault="006A551E">
      <w:r>
        <w:continuationSeparator/>
      </w:r>
    </w:p>
    <w:p w14:paraId="19C43B4A" w14:textId="77777777" w:rsidR="006A551E" w:rsidRDefault="006A551E"/>
    <w:p w14:paraId="18234D38" w14:textId="77777777" w:rsidR="006A551E" w:rsidRDefault="006A551E"/>
    <w:p w14:paraId="1D560DD3" w14:textId="77777777" w:rsidR="006A551E" w:rsidRDefault="006A551E"/>
    <w:p w14:paraId="095D1F23" w14:textId="77777777" w:rsidR="006A551E" w:rsidRDefault="006A551E"/>
    <w:p w14:paraId="54804021" w14:textId="77777777" w:rsidR="006A551E" w:rsidRDefault="006A551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ourier">
    <w:panose1 w:val="02070409020205020404"/>
    <w:charset w:val="00"/>
    <w:family w:val="auto"/>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Lucida Grande">
    <w:altName w:val="Segoe UI"/>
    <w:charset w:val="00"/>
    <w:family w:val="auto"/>
    <w:pitch w:val="variable"/>
    <w:sig w:usb0="E1000AEF" w:usb1="5000A1FF" w:usb2="00000000" w:usb3="00000000" w:csb0="000001BF" w:csb1="00000000"/>
  </w:font>
  <w:font w:name="Charis SIL">
    <w:altName w:val="Cambria Math"/>
    <w:charset w:val="00"/>
    <w:family w:val="auto"/>
    <w:pitch w:val="variable"/>
    <w:sig w:usb0="A00002FF" w:usb1="5200E1FF" w:usb2="02000029" w:usb3="00000000" w:csb0="00000197" w:csb1="00000000"/>
  </w:font>
  <w:font w:name="Century">
    <w:panose1 w:val="02040604050505020304"/>
    <w:charset w:val="EE"/>
    <w:family w:val="roman"/>
    <w:pitch w:val="variable"/>
    <w:sig w:usb0="00000287" w:usb1="00000000" w:usb2="00000000" w:usb3="00000000" w:csb0="0000009F" w:csb1="00000000"/>
  </w:font>
  <w:font w:name="Calibri">
    <w:panose1 w:val="020F0502020204030204"/>
    <w:charset w:val="EE"/>
    <w:family w:val="swiss"/>
    <w:pitch w:val="variable"/>
    <w:sig w:usb0="E0002AFF" w:usb1="C000247B" w:usb2="00000009" w:usb3="00000000" w:csb0="000001FF" w:csb1="00000000"/>
  </w:font>
  <w:font w:name="Helvetica">
    <w:panose1 w:val="020B0604020202020204"/>
    <w:charset w:val="00"/>
    <w:family w:val="auto"/>
    <w:pitch w:val="variable"/>
    <w:sig w:usb0="E00002FF" w:usb1="5000785B"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3FC517" w14:textId="61E16C28" w:rsidR="00472DDD" w:rsidRPr="00275239" w:rsidRDefault="00472DDD" w:rsidP="006B29A8">
    <w:pPr>
      <w:pStyle w:val="Text"/>
      <w:tabs>
        <w:tab w:val="right" w:pos="9720"/>
      </w:tabs>
    </w:pPr>
    <w:r w:rsidRPr="004C5136">
      <w:t xml:space="preserve">© </w:t>
    </w:r>
    <w:r w:rsidRPr="00275239">
      <w:t>Pearson</w:t>
    </w:r>
    <w:r w:rsidR="004C5136" w:rsidRPr="00275239">
      <w:t xml:space="preserve"> Education 2019</w:t>
    </w:r>
    <w:r w:rsidR="00FA5482" w:rsidRPr="00B60917">
      <w:t xml:space="preserve">       </w:t>
    </w:r>
    <w:r w:rsidR="00FA5482" w:rsidRPr="00B60917">
      <w:rPr>
        <w:b/>
      </w:rPr>
      <w:t>PHOTOCOPIABLE</w:t>
    </w:r>
    <w:r w:rsidRPr="00275239">
      <w:tab/>
    </w:r>
    <w:r w:rsidRPr="00F86DA8">
      <w:fldChar w:fldCharType="begin"/>
    </w:r>
    <w:r w:rsidRPr="00F86DA8">
      <w:instrText xml:space="preserve"> PAGE </w:instrText>
    </w:r>
    <w:r w:rsidRPr="00F86DA8">
      <w:fldChar w:fldCharType="separate"/>
    </w:r>
    <w:r w:rsidR="00525EB7" w:rsidRPr="00F86DA8">
      <w:rPr>
        <w:noProof/>
      </w:rPr>
      <w:t>1</w:t>
    </w:r>
    <w:r w:rsidRPr="00F86DA8">
      <w:fldChar w:fldCharType="end"/>
    </w:r>
  </w:p>
  <w:p w14:paraId="2B78EA9C" w14:textId="77777777" w:rsidR="00472DDD" w:rsidRPr="00B60917" w:rsidRDefault="00472DDD" w:rsidP="005623CF">
    <w:pPr>
      <w:pStyle w:val="Text"/>
    </w:pPr>
  </w:p>
  <w:p w14:paraId="58CD21AF" w14:textId="77777777" w:rsidR="00472DDD" w:rsidRDefault="00472DDD"/>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06BEC2" w14:textId="77777777" w:rsidR="00472DDD" w:rsidRPr="00D40881" w:rsidRDefault="00472DDD" w:rsidP="00B74096">
    <w:pPr>
      <w:pStyle w:val="TextList"/>
    </w:pPr>
    <w:r w:rsidRPr="00D40881">
      <w:rPr>
        <w:rFonts w:ascii="Charis SIL" w:hAnsi="Charis SIL"/>
      </w:rPr>
      <w:t>©</w:t>
    </w:r>
    <w:r w:rsidRPr="00D40881">
      <w:t xml:space="preserve"> 2015 Pearson       </w:t>
    </w:r>
    <w:r w:rsidRPr="00D40881">
      <w:rPr>
        <w:b/>
      </w:rPr>
      <w:t>PHOTOCOPIABLE</w:t>
    </w:r>
    <w:r w:rsidRPr="00D40881">
      <w:tab/>
    </w:r>
    <w:r w:rsidRPr="00D40881">
      <w:rPr>
        <w:sz w:val="16"/>
        <w:szCs w:val="16"/>
      </w:rPr>
      <w:fldChar w:fldCharType="begin"/>
    </w:r>
    <w:r w:rsidRPr="00D40881">
      <w:rPr>
        <w:sz w:val="16"/>
        <w:szCs w:val="16"/>
      </w:rPr>
      <w:instrText xml:space="preserve"> PAGE </w:instrText>
    </w:r>
    <w:r w:rsidRPr="00D40881">
      <w:rPr>
        <w:sz w:val="16"/>
        <w:szCs w:val="16"/>
      </w:rPr>
      <w:fldChar w:fldCharType="separate"/>
    </w:r>
    <w:r>
      <w:rPr>
        <w:noProof/>
        <w:sz w:val="16"/>
        <w:szCs w:val="16"/>
      </w:rPr>
      <w:t>1</w:t>
    </w:r>
    <w:r w:rsidRPr="00D40881">
      <w:rPr>
        <w:sz w:val="16"/>
        <w:szCs w:val="16"/>
      </w:rPr>
      <w:fldChar w:fldCharType="end"/>
    </w:r>
  </w:p>
  <w:p w14:paraId="46D0DF0F" w14:textId="77777777" w:rsidR="00472DDD" w:rsidRPr="00D40881" w:rsidRDefault="00472DDD" w:rsidP="00B74096">
    <w:pPr>
      <w:pStyle w:val="TextList"/>
    </w:pPr>
  </w:p>
  <w:p w14:paraId="560A2055" w14:textId="77777777" w:rsidR="00472DDD" w:rsidRDefault="00472DDD"/>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0132FE2" w14:textId="77777777" w:rsidR="006A551E" w:rsidRDefault="006A551E">
      <w:r>
        <w:separator/>
      </w:r>
    </w:p>
    <w:p w14:paraId="1B20AE3F" w14:textId="77777777" w:rsidR="006A551E" w:rsidRDefault="006A551E"/>
    <w:p w14:paraId="4FC962C1" w14:textId="77777777" w:rsidR="006A551E" w:rsidRDefault="006A551E"/>
    <w:p w14:paraId="7BDE64F8" w14:textId="77777777" w:rsidR="006A551E" w:rsidRDefault="006A551E"/>
    <w:p w14:paraId="1DD47CA6" w14:textId="77777777" w:rsidR="006A551E" w:rsidRDefault="006A551E"/>
    <w:p w14:paraId="7BBEBE33" w14:textId="77777777" w:rsidR="006A551E" w:rsidRDefault="006A551E"/>
  </w:footnote>
  <w:footnote w:type="continuationSeparator" w:id="0">
    <w:p w14:paraId="3C5A9884" w14:textId="77777777" w:rsidR="006A551E" w:rsidRDefault="006A551E">
      <w:r>
        <w:continuationSeparator/>
      </w:r>
    </w:p>
    <w:p w14:paraId="7A99CCD4" w14:textId="77777777" w:rsidR="006A551E" w:rsidRDefault="006A551E"/>
    <w:p w14:paraId="7953C8CA" w14:textId="77777777" w:rsidR="006A551E" w:rsidRDefault="006A551E"/>
    <w:p w14:paraId="1E4ADD41" w14:textId="77777777" w:rsidR="006A551E" w:rsidRDefault="006A551E"/>
    <w:p w14:paraId="3916C16F" w14:textId="77777777" w:rsidR="006A551E" w:rsidRDefault="006A551E"/>
    <w:p w14:paraId="3907895B" w14:textId="77777777" w:rsidR="006A551E" w:rsidRDefault="006A551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39D290" w14:textId="77777777" w:rsidR="00472DDD" w:rsidRDefault="00472DDD"/>
  <w:p w14:paraId="004FD082" w14:textId="77777777" w:rsidR="00472DDD" w:rsidRDefault="00472DDD"/>
  <w:p w14:paraId="10FEB7D0" w14:textId="77777777" w:rsidR="00472DDD" w:rsidRDefault="00472DDD"/>
  <w:p w14:paraId="16DE5CF7" w14:textId="77777777" w:rsidR="00472DDD" w:rsidRDefault="00472DDD"/>
  <w:p w14:paraId="6BA12CA0" w14:textId="77777777" w:rsidR="00472DDD" w:rsidRDefault="00472DDD"/>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F8D642" w14:textId="717FA514" w:rsidR="00472DDD" w:rsidRPr="002370A3" w:rsidRDefault="004C5136" w:rsidP="002370A3">
    <w:pPr>
      <w:ind w:left="-993"/>
    </w:pPr>
    <w:r>
      <w:rPr>
        <w:noProof/>
      </w:rPr>
      <mc:AlternateContent>
        <mc:Choice Requires="wps">
          <w:drawing>
            <wp:anchor distT="0" distB="0" distL="114300" distR="114300" simplePos="0" relativeHeight="251655680" behindDoc="0" locked="0" layoutInCell="1" allowOverlap="1" wp14:anchorId="659083FE" wp14:editId="61D1A712">
              <wp:simplePos x="0" y="0"/>
              <wp:positionH relativeFrom="column">
                <wp:posOffset>3439878</wp:posOffset>
              </wp:positionH>
              <wp:positionV relativeFrom="paragraph">
                <wp:posOffset>-193</wp:posOffset>
              </wp:positionV>
              <wp:extent cx="3428172" cy="1031240"/>
              <wp:effectExtent l="0" t="0" r="0" b="0"/>
              <wp:wrapNone/>
              <wp:docPr id="1"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8172" cy="1031240"/>
                      </a:xfrm>
                      <a:prstGeom prst="rect">
                        <a:avLst/>
                      </a:prstGeom>
                      <a:noFill/>
                      <a:ln>
                        <a:noFill/>
                      </a:ln>
                      <a:extLst>
                        <a:ext uri="{909E8E84-426E-40dd-AFC4-6F175D3DCCD1}">
                          <a14:hiddenFill xmlns="" xmlns:o="urn:schemas-microsoft-com:office:office" xmlns:v="urn:schemas-microsoft-com:vml" xmlns:w10="urn:schemas-microsoft-com:office:word" xmlns:w="http://schemas.openxmlformats.org/wordprocessingml/2006/main" xmlns:a14="http://schemas.microsoft.com/office/drawing/2010/main" xmlns:mv="urn:schemas-microsoft-com:mac:vml" xmlns:mo="http://schemas.microsoft.com/office/mac/office/2008/main" xmlns:arto="http://schemas.microsoft.com/office/word/2006/arto">
                            <a:solidFill>
                              <a:srgbClr val="FFFFFF"/>
                            </a:solidFill>
                          </a14:hiddenFill>
                        </a:ext>
                        <a:ext uri="{91240B29-F687-4f45-9708-019B960494DF}">
                          <a14:hiddenLine xmlns="" xmlns:o="urn:schemas-microsoft-com:office:office" xmlns:v="urn:schemas-microsoft-com:vml" xmlns:w10="urn:schemas-microsoft-com:office:word" xmlns:w="http://schemas.openxmlformats.org/wordprocessingml/2006/main" xmlns:a14="http://schemas.microsoft.com/office/drawing/2010/main" xmlns:mv="urn:schemas-microsoft-com:mac:vml" xmlns:mo="http://schemas.microsoft.com/office/mac/office/2008/main" xmlns:arto="http://schemas.microsoft.com/office/word/2006/arto" w="9525">
                            <a:solidFill>
                              <a:srgbClr val="000000"/>
                            </a:solidFill>
                            <a:miter lim="800000"/>
                            <a:headEnd type="none" w="med" len="med"/>
                            <a:tailEnd type="none" w="med" len="med"/>
                          </a14:hiddenLine>
                        </a:ext>
                      </a:extLst>
                    </wps:spPr>
                    <wps:txbx>
                      <w:txbxContent>
                        <w:p w14:paraId="2AE5367B" w14:textId="4313966A" w:rsidR="00472DDD" w:rsidRPr="004A4A63" w:rsidRDefault="00472DDD" w:rsidP="00CE2B9E">
                          <w:pPr>
                            <w:rPr>
                              <w:rFonts w:ascii="Arial" w:hAnsi="Arial"/>
                              <w:b/>
                              <w:sz w:val="28"/>
                              <w:szCs w:val="28"/>
                            </w:rPr>
                          </w:pPr>
                          <w:r>
                            <w:rPr>
                              <w:rFonts w:ascii="Arial" w:hAnsi="Arial"/>
                              <w:b/>
                              <w:sz w:val="28"/>
                              <w:szCs w:val="28"/>
                            </w:rPr>
                            <w:t xml:space="preserve">UNIT </w:t>
                          </w:r>
                          <w:r w:rsidR="008D09C6">
                            <w:rPr>
                              <w:rFonts w:ascii="Arial" w:hAnsi="Arial"/>
                              <w:b/>
                              <w:sz w:val="28"/>
                              <w:szCs w:val="28"/>
                            </w:rPr>
                            <w:t>5</w:t>
                          </w:r>
                          <w:r>
                            <w:rPr>
                              <w:rFonts w:ascii="Arial" w:hAnsi="Arial"/>
                              <w:b/>
                              <w:sz w:val="28"/>
                              <w:szCs w:val="28"/>
                            </w:rPr>
                            <w:t>: Language and skills test</w:t>
                          </w:r>
                        </w:p>
                        <w:p w14:paraId="62D6F5DC" w14:textId="77777777" w:rsidR="00284157" w:rsidRDefault="00284157">
                          <w:pPr>
                            <w:rPr>
                              <w:rFonts w:ascii="Arial" w:hAnsi="Arial" w:cs="Arial"/>
                              <w:b/>
                              <w:bCs/>
                              <w:sz w:val="20"/>
                              <w:szCs w:val="20"/>
                            </w:rPr>
                          </w:pPr>
                        </w:p>
                        <w:p w14:paraId="3667E986" w14:textId="050D6EA4" w:rsidR="00472DDD" w:rsidRDefault="00284157">
                          <w:r>
                            <w:rPr>
                              <w:rFonts w:ascii="Arial" w:hAnsi="Arial" w:cs="Arial"/>
                              <w:b/>
                              <w:bCs/>
                              <w:sz w:val="20"/>
                              <w:szCs w:val="20"/>
                            </w:rPr>
                            <w:t>Name:</w:t>
                          </w:r>
                          <w:r w:rsidR="006242C2">
                            <w:rPr>
                              <w:rFonts w:ascii="Arial" w:hAnsi="Arial" w:cs="Arial"/>
                              <w:b/>
                              <w:bCs/>
                              <w:sz w:val="20"/>
                              <w:szCs w:val="20"/>
                            </w:rPr>
                            <w:t xml:space="preserve"> </w:t>
                          </w:r>
                          <w:r w:rsidRPr="00D62CFE">
                            <w:rPr>
                              <w:rFonts w:ascii="Arial" w:hAnsi="Arial" w:cs="Arial"/>
                              <w:b/>
                              <w:bCs/>
                              <w:sz w:val="20"/>
                              <w:szCs w:val="20"/>
                            </w:rPr>
                            <w:t>_________________________________</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59083FE" id="_x0000_t202" coordsize="21600,21600" o:spt="202" path="m,l,21600r21600,l21600,xe">
              <v:stroke joinstyle="miter"/>
              <v:path gradientshapeok="t" o:connecttype="rect"/>
            </v:shapetype>
            <v:shape id="Text Box 14" o:spid="_x0000_s1026" type="#_x0000_t202" style="position:absolute;left:0;text-align:left;margin-left:270.85pt;margin-top:0;width:269.95pt;height:81.2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" filled="f" stroked="f">
              <v:textbox inset=",7.2pt,,7.2pt">
                <w:txbxContent>
                  <w:p w14:paraId="2AE5367B" w14:textId="4313966A" w:rsidR="00472DDD" w:rsidRPr="004A4A63" w:rsidRDefault="00472DDD" w:rsidP="00CE2B9E">
                    <w:pPr>
                      <w:rPr>
                        <w:rFonts w:ascii="Arial" w:hAnsi="Arial"/>
                        <w:b/>
                        <w:sz w:val="28"/>
                        <w:szCs w:val="28"/>
                      </w:rPr>
                    </w:pPr>
                    <w:r>
                      <w:rPr>
                        <w:rFonts w:ascii="Arial" w:hAnsi="Arial"/>
                        <w:b/>
                        <w:sz w:val="28"/>
                        <w:szCs w:val="28"/>
                      </w:rPr>
                      <w:t xml:space="preserve">UNIT </w:t>
                    </w:r>
                    <w:r w:rsidR="008D09C6">
                      <w:rPr>
                        <w:rFonts w:ascii="Arial" w:hAnsi="Arial"/>
                        <w:b/>
                        <w:sz w:val="28"/>
                        <w:szCs w:val="28"/>
                      </w:rPr>
                      <w:t>5</w:t>
                    </w:r>
                    <w:r>
                      <w:rPr>
                        <w:rFonts w:ascii="Arial" w:hAnsi="Arial"/>
                        <w:b/>
                        <w:sz w:val="28"/>
                        <w:szCs w:val="28"/>
                      </w:rPr>
                      <w:t>: Language and skills test</w:t>
                    </w:r>
                  </w:p>
                  <w:p w14:paraId="62D6F5DC" w14:textId="77777777" w:rsidR="00284157" w:rsidRDefault="00284157">
                    <w:pPr>
                      <w:rPr>
                        <w:rFonts w:ascii="Arial" w:hAnsi="Arial" w:cs="Arial"/>
                        <w:b/>
                        <w:bCs/>
                        <w:sz w:val="20"/>
                        <w:szCs w:val="20"/>
                      </w:rPr>
                    </w:pPr>
                  </w:p>
                  <w:p w14:paraId="3667E986" w14:textId="050D6EA4" w:rsidR="00472DDD" w:rsidRDefault="00284157">
                    <w:r>
                      <w:rPr>
                        <w:rFonts w:ascii="Arial" w:hAnsi="Arial" w:cs="Arial"/>
                        <w:b/>
                        <w:bCs/>
                        <w:sz w:val="20"/>
                        <w:szCs w:val="20"/>
                      </w:rPr>
                      <w:t>Name:</w:t>
                    </w:r>
                    <w:r w:rsidR="006242C2">
                      <w:rPr>
                        <w:rFonts w:ascii="Arial" w:hAnsi="Arial" w:cs="Arial"/>
                        <w:b/>
                        <w:bCs/>
                        <w:sz w:val="20"/>
                        <w:szCs w:val="20"/>
                      </w:rPr>
                      <w:t xml:space="preserve"> </w:t>
                    </w:r>
                    <w:r w:rsidRPr="00D62CFE">
                      <w:rPr>
                        <w:rFonts w:ascii="Arial" w:hAnsi="Arial" w:cs="Arial"/>
                        <w:b/>
                        <w:bCs/>
                        <w:sz w:val="20"/>
                        <w:szCs w:val="20"/>
                      </w:rPr>
                      <w:t>_________________________________</w:t>
                    </w:r>
                  </w:p>
                </w:txbxContent>
              </v:textbox>
            </v:shape>
          </w:pict>
        </mc:Fallback>
      </mc:AlternateContent>
    </w:r>
    <w:r w:rsidR="008F6722">
      <w:rPr>
        <w:noProof/>
      </w:rPr>
      <w:drawing>
        <wp:anchor distT="0" distB="0" distL="114300" distR="114300" simplePos="0" relativeHeight="251662848" behindDoc="0" locked="0" layoutInCell="1" allowOverlap="1" wp14:anchorId="3CA0DF6B" wp14:editId="1375A0CA">
          <wp:simplePos x="0" y="0"/>
          <wp:positionH relativeFrom="column">
            <wp:posOffset>-634924</wp:posOffset>
          </wp:positionH>
          <wp:positionV relativeFrom="paragraph">
            <wp:posOffset>-126035</wp:posOffset>
          </wp:positionV>
          <wp:extent cx="4160520" cy="1234440"/>
          <wp:effectExtent l="0" t="0" r="5080" b="10160"/>
          <wp:wrapTopAndBottom/>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Header_B2+.tif"/>
                  <pic:cNvPicPr/>
                </pic:nvPicPr>
                <pic:blipFill>
                  <a:blip r:embed="rId1">
                    <a:extLst>
                      <a:ext uri="{28A0092B-C50C-407E-A947-70E740481C1C}">
                        <a14:useLocalDpi xmlns:a14="http://schemas.microsoft.com/office/drawing/2010/main" val="0"/>
                      </a:ext>
                    </a:extLst>
                  </a:blip>
                  <a:stretch>
                    <a:fillRect/>
                  </a:stretch>
                </pic:blipFill>
                <pic:spPr>
                  <a:xfrm>
                    <a:off x="0" y="0"/>
                    <a:ext cx="4160520" cy="1234440"/>
                  </a:xfrm>
                  <a:prstGeom prst="rect">
                    <a:avLst/>
                  </a:prstGeom>
                </pic:spPr>
              </pic:pic>
            </a:graphicData>
          </a:graphic>
          <wp14:sizeRelH relativeFrom="page">
            <wp14:pctWidth>0</wp14:pctWidth>
          </wp14:sizeRelH>
          <wp14:sizeRelV relativeFrom="page">
            <wp14:pctHeight>0</wp14:pctHeight>
          </wp14:sizeRelV>
        </wp:anchor>
      </w:drawing>
    </w:r>
    <w:r w:rsidR="00472DDD">
      <w:rPr>
        <w:noProof/>
      </w:rPr>
      <mc:AlternateContent>
        <mc:Choice Requires="wps">
          <w:drawing>
            <wp:anchor distT="0" distB="0" distL="114300" distR="114300" simplePos="0" relativeHeight="251661824" behindDoc="0" locked="0" layoutInCell="1" allowOverlap="1" wp14:anchorId="3B5C9A76" wp14:editId="4AC2AFFC">
              <wp:simplePos x="0" y="0"/>
              <wp:positionH relativeFrom="column">
                <wp:posOffset>5135245</wp:posOffset>
              </wp:positionH>
              <wp:positionV relativeFrom="paragraph">
                <wp:posOffset>345440</wp:posOffset>
              </wp:positionV>
              <wp:extent cx="1714500" cy="457200"/>
              <wp:effectExtent l="0" t="0" r="0" b="0"/>
              <wp:wrapNone/>
              <wp:docPr id="2"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4500" cy="457200"/>
                      </a:xfrm>
                      <a:prstGeom prst="rect">
                        <a:avLst/>
                      </a:prstGeom>
                      <a:noFill/>
                      <a:ln>
                        <a:noFill/>
                      </a:ln>
                      <a:extLst>
                        <a:ext uri="{909E8E84-426E-40dd-AFC4-6F175D3DCCD1}">
                          <a14:hiddenFill xmlns="" xmlns:o="urn:schemas-microsoft-com:office:office" xmlns:v="urn:schemas-microsoft-com:vml" xmlns:w10="urn:schemas-microsoft-com:office:word" xmlns:w="http://schemas.openxmlformats.org/wordprocessingml/2006/main" xmlns:a14="http://schemas.microsoft.com/office/drawing/2010/main" xmlns:mv="urn:schemas-microsoft-com:mac:vml" xmlns:mo="http://schemas.microsoft.com/office/mac/office/2008/main" xmlns:arto="http://schemas.microsoft.com/office/word/2006/arto">
                            <a:solidFill>
                              <a:srgbClr val="FFFFFF"/>
                            </a:solidFill>
                          </a14:hiddenFill>
                        </a:ext>
                        <a:ext uri="{91240B29-F687-4f45-9708-019B960494DF}">
                          <a14:hiddenLine xmlns="" xmlns:o="urn:schemas-microsoft-com:office:office" xmlns:v="urn:schemas-microsoft-com:vml" xmlns:w10="urn:schemas-microsoft-com:office:word" xmlns:w="http://schemas.openxmlformats.org/wordprocessingml/2006/main" xmlns:a14="http://schemas.microsoft.com/office/drawing/2010/main" xmlns:mv="urn:schemas-microsoft-com:mac:vml" xmlns:mo="http://schemas.microsoft.com/office/mac/office/2008/main" xmlns:arto="http://schemas.microsoft.com/office/word/2006/arto" w="9525">
                            <a:solidFill>
                              <a:srgbClr val="000000"/>
                            </a:solidFill>
                            <a:miter lim="800000"/>
                            <a:headEnd type="none" w="med" len="med"/>
                            <a:tailEnd type="none" w="med" len="med"/>
                          </a14:hiddenLine>
                        </a:ext>
                      </a:extLst>
                    </wps:spPr>
                    <wps:txbx>
                      <w:txbxContent>
                        <w:p w14:paraId="7DE3029B" w14:textId="219D28EA" w:rsidR="00472DDD" w:rsidRDefault="00472DDD" w:rsidP="004F631A">
                          <w:pPr>
                            <w:jc w:val="center"/>
                          </w:pP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B5C9A76" id="Text Box 15" o:spid="_x0000_s1027" type="#_x0000_t202" style="position:absolute;left:0;text-align:left;margin-left:404.35pt;margin-top:27.2pt;width:135pt;height:36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" filled="f" stroked="f">
              <v:textbox inset=",7.2pt,,7.2pt">
                <w:txbxContent>
                  <w:p w14:paraId="7DE3029B" w14:textId="219D28EA" w:rsidR="00472DDD" w:rsidRDefault="00472DDD" w:rsidP="004F631A">
                    <w:pPr>
                      <w:jc w:val="center"/>
                    </w:pPr>
                  </w:p>
                </w:txbxContent>
              </v:textbox>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EAB1E0" w14:textId="77777777" w:rsidR="00472DDD" w:rsidRPr="00D40881" w:rsidRDefault="00472DDD" w:rsidP="005623CF">
    <w:pPr>
      <w:pStyle w:val="Text"/>
      <w:rPr>
        <w:b/>
      </w:rPr>
    </w:pPr>
    <w:r w:rsidRPr="00D40881">
      <w:t>[Image goes here]</w:t>
    </w:r>
    <w:r w:rsidRPr="00D40881">
      <w:tab/>
      <w:t>Name:</w:t>
    </w:r>
    <w:r w:rsidRPr="00D40881">
      <w:rPr>
        <w:b/>
      </w:rPr>
      <w:t xml:space="preserve"> </w:t>
    </w:r>
    <w:r w:rsidRPr="00D40881">
      <w:rPr>
        <w:rStyle w:val="GapFillchr"/>
        <w:b w:val="0"/>
      </w:rPr>
      <w:t>                                                     </w:t>
    </w:r>
  </w:p>
  <w:p w14:paraId="50B69991" w14:textId="77777777" w:rsidR="00472DDD" w:rsidRPr="00D40881" w:rsidRDefault="00472DDD" w:rsidP="005623CF">
    <w:pPr>
      <w:pStyle w:val="Text"/>
      <w:rPr>
        <w:b/>
        <w:spacing w:val="-20"/>
        <w:position w:val="60"/>
      </w:rPr>
    </w:pPr>
    <w:r w:rsidRPr="00D40881">
      <w:rPr>
        <w:b/>
      </w:rPr>
      <w:tab/>
    </w:r>
    <w:r w:rsidRPr="00D40881">
      <w:t>Class:</w:t>
    </w:r>
    <w:r w:rsidRPr="00D40881">
      <w:rPr>
        <w:b/>
      </w:rPr>
      <w:t xml:space="preserve"> </w:t>
    </w:r>
    <w:r w:rsidRPr="00D40881">
      <w:rPr>
        <w:rStyle w:val="GapFillchr"/>
        <w:b w:val="0"/>
      </w:rPr>
      <w:t>                     </w:t>
    </w:r>
    <w:r w:rsidRPr="00D40881">
      <w:rPr>
        <w:b/>
      </w:rPr>
      <w:t xml:space="preserve"> </w:t>
    </w:r>
    <w:r>
      <w:rPr>
        <w:b/>
      </w:rPr>
      <w:t xml:space="preserve">           </w:t>
    </w:r>
    <w:r w:rsidRPr="00D40881">
      <w:rPr>
        <w:b/>
      </w:rPr>
      <w:t xml:space="preserve">Total: </w:t>
    </w:r>
    <w:r w:rsidRPr="00D40881">
      <w:rPr>
        <w:rStyle w:val="GapFillchr"/>
        <w:b w:val="0"/>
        <w:color w:val="auto"/>
      </w:rPr>
      <w:t>          </w:t>
    </w:r>
    <w:r w:rsidRPr="00D40881">
      <w:rPr>
        <w:b/>
      </w:rPr>
      <w:t xml:space="preserve"> </w:t>
    </w:r>
  </w:p>
  <w:p w14:paraId="082E3C8D" w14:textId="77777777" w:rsidR="00472DDD" w:rsidRPr="00D40881" w:rsidRDefault="00472DDD" w:rsidP="005623CF">
    <w:pPr>
      <w:pStyle w:val="Text"/>
    </w:pPr>
  </w:p>
  <w:p w14:paraId="70D59DC6" w14:textId="77777777" w:rsidR="00472DDD" w:rsidRDefault="00472DDD" w:rsidP="004929AE">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A036F0"/>
    <w:multiLevelType w:val="multilevel"/>
    <w:tmpl w:val="22E4FDE8"/>
    <w:lvl w:ilvl="0">
      <w:start w:val="1"/>
      <w:numFmt w:val="decimal"/>
      <w:lvlText w:val="%1."/>
      <w:lvlJc w:val="left"/>
      <w:pPr>
        <w:tabs>
          <w:tab w:val="num" w:pos="1495"/>
        </w:tabs>
        <w:ind w:left="1495" w:hanging="360"/>
      </w:pPr>
    </w:lvl>
    <w:lvl w:ilvl="1">
      <w:start w:val="1"/>
      <w:numFmt w:val="lowerLetter"/>
      <w:lvlText w:val="%2."/>
      <w:lvlJc w:val="left"/>
      <w:pPr>
        <w:tabs>
          <w:tab w:val="num" w:pos="2160"/>
        </w:tabs>
        <w:ind w:left="2160" w:hanging="360"/>
      </w:pPr>
    </w:lvl>
    <w:lvl w:ilvl="2">
      <w:start w:val="1"/>
      <w:numFmt w:val="lowerRoman"/>
      <w:lvlText w:val="%3."/>
      <w:lvlJc w:val="right"/>
      <w:pPr>
        <w:tabs>
          <w:tab w:val="num" w:pos="2880"/>
        </w:tabs>
        <w:ind w:left="2880" w:hanging="180"/>
      </w:pPr>
    </w:lvl>
    <w:lvl w:ilvl="3">
      <w:start w:val="1"/>
      <w:numFmt w:val="decimal"/>
      <w:lvlText w:val="%4."/>
      <w:lvlJc w:val="left"/>
      <w:pPr>
        <w:tabs>
          <w:tab w:val="num" w:pos="3600"/>
        </w:tabs>
        <w:ind w:left="3600" w:hanging="360"/>
      </w:pPr>
    </w:lvl>
    <w:lvl w:ilvl="4">
      <w:start w:val="1"/>
      <w:numFmt w:val="lowerLetter"/>
      <w:lvlText w:val="%5."/>
      <w:lvlJc w:val="left"/>
      <w:pPr>
        <w:tabs>
          <w:tab w:val="num" w:pos="4320"/>
        </w:tabs>
        <w:ind w:left="4320" w:hanging="360"/>
      </w:pPr>
    </w:lvl>
    <w:lvl w:ilvl="5">
      <w:start w:val="1"/>
      <w:numFmt w:val="lowerRoman"/>
      <w:lvlText w:val="%6."/>
      <w:lvlJc w:val="right"/>
      <w:pPr>
        <w:tabs>
          <w:tab w:val="num" w:pos="5040"/>
        </w:tabs>
        <w:ind w:left="5040" w:hanging="180"/>
      </w:pPr>
    </w:lvl>
    <w:lvl w:ilvl="6">
      <w:start w:val="1"/>
      <w:numFmt w:val="decimal"/>
      <w:lvlText w:val="%7."/>
      <w:lvlJc w:val="left"/>
      <w:pPr>
        <w:tabs>
          <w:tab w:val="num" w:pos="5760"/>
        </w:tabs>
        <w:ind w:left="5760" w:hanging="360"/>
      </w:pPr>
    </w:lvl>
    <w:lvl w:ilvl="7">
      <w:start w:val="1"/>
      <w:numFmt w:val="lowerLetter"/>
      <w:lvlText w:val="%8."/>
      <w:lvlJc w:val="left"/>
      <w:pPr>
        <w:tabs>
          <w:tab w:val="num" w:pos="6480"/>
        </w:tabs>
        <w:ind w:left="6480" w:hanging="360"/>
      </w:pPr>
    </w:lvl>
    <w:lvl w:ilvl="8">
      <w:start w:val="1"/>
      <w:numFmt w:val="lowerRoman"/>
      <w:lvlText w:val="%9."/>
      <w:lvlJc w:val="right"/>
      <w:pPr>
        <w:tabs>
          <w:tab w:val="num" w:pos="7200"/>
        </w:tabs>
        <w:ind w:left="7200" w:hanging="180"/>
      </w:pPr>
    </w:lvl>
  </w:abstractNum>
  <w:abstractNum w:abstractNumId="1" w15:restartNumberingAfterBreak="0">
    <w:nsid w:val="028F56CF"/>
    <w:multiLevelType w:val="hybridMultilevel"/>
    <w:tmpl w:val="213EA332"/>
    <w:lvl w:ilvl="0" w:tplc="08090015">
      <w:start w:val="1"/>
      <w:numFmt w:val="upperLetter"/>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 w15:restartNumberingAfterBreak="0">
    <w:nsid w:val="03CB3096"/>
    <w:multiLevelType w:val="multilevel"/>
    <w:tmpl w:val="08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052B745B"/>
    <w:multiLevelType w:val="multilevel"/>
    <w:tmpl w:val="0FA69AC2"/>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440"/>
        </w:tabs>
        <w:ind w:left="1440" w:hanging="360"/>
      </w:pPr>
      <w:rPr>
        <w:rFont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w:hint="default"/>
      </w:rPr>
    </w:lvl>
    <w:lvl w:ilvl="8">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6AC270D"/>
    <w:multiLevelType w:val="hybridMultilevel"/>
    <w:tmpl w:val="8D7C76A6"/>
    <w:lvl w:ilvl="0" w:tplc="0809000F">
      <w:start w:val="1"/>
      <w:numFmt w:val="decimal"/>
      <w:lvlText w:val="%1."/>
      <w:lvlJc w:val="left"/>
      <w:pPr>
        <w:tabs>
          <w:tab w:val="num" w:pos="1440"/>
        </w:tabs>
        <w:ind w:left="1440" w:hanging="360"/>
      </w:pPr>
    </w:lvl>
    <w:lvl w:ilvl="1" w:tplc="08090019" w:tentative="1">
      <w:start w:val="1"/>
      <w:numFmt w:val="lowerLetter"/>
      <w:lvlText w:val="%2."/>
      <w:lvlJc w:val="left"/>
      <w:pPr>
        <w:tabs>
          <w:tab w:val="num" w:pos="2160"/>
        </w:tabs>
        <w:ind w:left="2160" w:hanging="360"/>
      </w:pPr>
    </w:lvl>
    <w:lvl w:ilvl="2" w:tplc="0809001B" w:tentative="1">
      <w:start w:val="1"/>
      <w:numFmt w:val="lowerRoman"/>
      <w:lvlText w:val="%3."/>
      <w:lvlJc w:val="right"/>
      <w:pPr>
        <w:tabs>
          <w:tab w:val="num" w:pos="2880"/>
        </w:tabs>
        <w:ind w:left="2880" w:hanging="180"/>
      </w:pPr>
    </w:lvl>
    <w:lvl w:ilvl="3" w:tplc="0809000F" w:tentative="1">
      <w:start w:val="1"/>
      <w:numFmt w:val="decimal"/>
      <w:lvlText w:val="%4."/>
      <w:lvlJc w:val="left"/>
      <w:pPr>
        <w:tabs>
          <w:tab w:val="num" w:pos="3600"/>
        </w:tabs>
        <w:ind w:left="3600" w:hanging="360"/>
      </w:pPr>
    </w:lvl>
    <w:lvl w:ilvl="4" w:tplc="08090019" w:tentative="1">
      <w:start w:val="1"/>
      <w:numFmt w:val="lowerLetter"/>
      <w:lvlText w:val="%5."/>
      <w:lvlJc w:val="left"/>
      <w:pPr>
        <w:tabs>
          <w:tab w:val="num" w:pos="4320"/>
        </w:tabs>
        <w:ind w:left="4320" w:hanging="360"/>
      </w:pPr>
    </w:lvl>
    <w:lvl w:ilvl="5" w:tplc="0809001B" w:tentative="1">
      <w:start w:val="1"/>
      <w:numFmt w:val="lowerRoman"/>
      <w:lvlText w:val="%6."/>
      <w:lvlJc w:val="right"/>
      <w:pPr>
        <w:tabs>
          <w:tab w:val="num" w:pos="5040"/>
        </w:tabs>
        <w:ind w:left="5040" w:hanging="180"/>
      </w:pPr>
    </w:lvl>
    <w:lvl w:ilvl="6" w:tplc="0809000F" w:tentative="1">
      <w:start w:val="1"/>
      <w:numFmt w:val="decimal"/>
      <w:lvlText w:val="%7."/>
      <w:lvlJc w:val="left"/>
      <w:pPr>
        <w:tabs>
          <w:tab w:val="num" w:pos="5760"/>
        </w:tabs>
        <w:ind w:left="5760" w:hanging="360"/>
      </w:pPr>
    </w:lvl>
    <w:lvl w:ilvl="7" w:tplc="08090019" w:tentative="1">
      <w:start w:val="1"/>
      <w:numFmt w:val="lowerLetter"/>
      <w:lvlText w:val="%8."/>
      <w:lvlJc w:val="left"/>
      <w:pPr>
        <w:tabs>
          <w:tab w:val="num" w:pos="6480"/>
        </w:tabs>
        <w:ind w:left="6480" w:hanging="360"/>
      </w:pPr>
    </w:lvl>
    <w:lvl w:ilvl="8" w:tplc="0809001B" w:tentative="1">
      <w:start w:val="1"/>
      <w:numFmt w:val="lowerRoman"/>
      <w:lvlText w:val="%9."/>
      <w:lvlJc w:val="right"/>
      <w:pPr>
        <w:tabs>
          <w:tab w:val="num" w:pos="7200"/>
        </w:tabs>
        <w:ind w:left="7200" w:hanging="180"/>
      </w:pPr>
    </w:lvl>
  </w:abstractNum>
  <w:abstractNum w:abstractNumId="5" w15:restartNumberingAfterBreak="0">
    <w:nsid w:val="082A5596"/>
    <w:multiLevelType w:val="hybridMultilevel"/>
    <w:tmpl w:val="22E4FDE8"/>
    <w:lvl w:ilvl="0" w:tplc="0809000F">
      <w:start w:val="1"/>
      <w:numFmt w:val="decimal"/>
      <w:lvlText w:val="%1."/>
      <w:lvlJc w:val="left"/>
      <w:pPr>
        <w:tabs>
          <w:tab w:val="num" w:pos="1495"/>
        </w:tabs>
        <w:ind w:left="1495" w:hanging="360"/>
      </w:pPr>
    </w:lvl>
    <w:lvl w:ilvl="1" w:tplc="08090019" w:tentative="1">
      <w:start w:val="1"/>
      <w:numFmt w:val="lowerLetter"/>
      <w:lvlText w:val="%2."/>
      <w:lvlJc w:val="left"/>
      <w:pPr>
        <w:tabs>
          <w:tab w:val="num" w:pos="2160"/>
        </w:tabs>
        <w:ind w:left="2160" w:hanging="360"/>
      </w:pPr>
    </w:lvl>
    <w:lvl w:ilvl="2" w:tplc="0809001B" w:tentative="1">
      <w:start w:val="1"/>
      <w:numFmt w:val="lowerRoman"/>
      <w:lvlText w:val="%3."/>
      <w:lvlJc w:val="right"/>
      <w:pPr>
        <w:tabs>
          <w:tab w:val="num" w:pos="2880"/>
        </w:tabs>
        <w:ind w:left="2880" w:hanging="180"/>
      </w:pPr>
    </w:lvl>
    <w:lvl w:ilvl="3" w:tplc="0809000F" w:tentative="1">
      <w:start w:val="1"/>
      <w:numFmt w:val="decimal"/>
      <w:lvlText w:val="%4."/>
      <w:lvlJc w:val="left"/>
      <w:pPr>
        <w:tabs>
          <w:tab w:val="num" w:pos="3600"/>
        </w:tabs>
        <w:ind w:left="3600" w:hanging="360"/>
      </w:pPr>
    </w:lvl>
    <w:lvl w:ilvl="4" w:tplc="08090019" w:tentative="1">
      <w:start w:val="1"/>
      <w:numFmt w:val="lowerLetter"/>
      <w:lvlText w:val="%5."/>
      <w:lvlJc w:val="left"/>
      <w:pPr>
        <w:tabs>
          <w:tab w:val="num" w:pos="4320"/>
        </w:tabs>
        <w:ind w:left="4320" w:hanging="360"/>
      </w:pPr>
    </w:lvl>
    <w:lvl w:ilvl="5" w:tplc="0809001B" w:tentative="1">
      <w:start w:val="1"/>
      <w:numFmt w:val="lowerRoman"/>
      <w:lvlText w:val="%6."/>
      <w:lvlJc w:val="right"/>
      <w:pPr>
        <w:tabs>
          <w:tab w:val="num" w:pos="5040"/>
        </w:tabs>
        <w:ind w:left="5040" w:hanging="180"/>
      </w:pPr>
    </w:lvl>
    <w:lvl w:ilvl="6" w:tplc="0809000F" w:tentative="1">
      <w:start w:val="1"/>
      <w:numFmt w:val="decimal"/>
      <w:lvlText w:val="%7."/>
      <w:lvlJc w:val="left"/>
      <w:pPr>
        <w:tabs>
          <w:tab w:val="num" w:pos="5760"/>
        </w:tabs>
        <w:ind w:left="5760" w:hanging="360"/>
      </w:pPr>
    </w:lvl>
    <w:lvl w:ilvl="7" w:tplc="08090019" w:tentative="1">
      <w:start w:val="1"/>
      <w:numFmt w:val="lowerLetter"/>
      <w:lvlText w:val="%8."/>
      <w:lvlJc w:val="left"/>
      <w:pPr>
        <w:tabs>
          <w:tab w:val="num" w:pos="6480"/>
        </w:tabs>
        <w:ind w:left="6480" w:hanging="360"/>
      </w:pPr>
    </w:lvl>
    <w:lvl w:ilvl="8" w:tplc="0809001B" w:tentative="1">
      <w:start w:val="1"/>
      <w:numFmt w:val="lowerRoman"/>
      <w:lvlText w:val="%9."/>
      <w:lvlJc w:val="right"/>
      <w:pPr>
        <w:tabs>
          <w:tab w:val="num" w:pos="7200"/>
        </w:tabs>
        <w:ind w:left="7200" w:hanging="180"/>
      </w:pPr>
    </w:lvl>
  </w:abstractNum>
  <w:abstractNum w:abstractNumId="6" w15:restartNumberingAfterBreak="0">
    <w:nsid w:val="09D30CD9"/>
    <w:multiLevelType w:val="hybridMultilevel"/>
    <w:tmpl w:val="289416E2"/>
    <w:lvl w:ilvl="0" w:tplc="4242537E">
      <w:start w:val="6"/>
      <w:numFmt w:val="decimal"/>
      <w:lvlText w:val="%1"/>
      <w:lvlJc w:val="left"/>
      <w:pPr>
        <w:ind w:left="415" w:hanging="312"/>
      </w:pPr>
      <w:rPr>
        <w:rFonts w:ascii="Arial" w:eastAsia="Arial" w:hAnsi="Arial" w:hint="default"/>
        <w:b/>
        <w:bCs/>
        <w:color w:val="231F20"/>
        <w:w w:val="106"/>
        <w:sz w:val="20"/>
        <w:szCs w:val="20"/>
      </w:rPr>
    </w:lvl>
    <w:lvl w:ilvl="1" w:tplc="58E47F2E">
      <w:start w:val="1"/>
      <w:numFmt w:val="decimal"/>
      <w:lvlText w:val="%2"/>
      <w:lvlJc w:val="left"/>
      <w:pPr>
        <w:ind w:left="699" w:hanging="284"/>
      </w:pPr>
      <w:rPr>
        <w:rFonts w:ascii="Arial" w:eastAsia="Arial" w:hAnsi="Arial" w:hint="default"/>
        <w:b/>
        <w:bCs/>
        <w:color w:val="58595B"/>
        <w:w w:val="106"/>
        <w:sz w:val="18"/>
        <w:szCs w:val="18"/>
      </w:rPr>
    </w:lvl>
    <w:lvl w:ilvl="2" w:tplc="72966D42">
      <w:start w:val="1"/>
      <w:numFmt w:val="bullet"/>
      <w:lvlText w:val="•"/>
      <w:lvlJc w:val="left"/>
      <w:pPr>
        <w:ind w:left="1218" w:hanging="284"/>
      </w:pPr>
      <w:rPr>
        <w:rFonts w:hint="default"/>
      </w:rPr>
    </w:lvl>
    <w:lvl w:ilvl="3" w:tplc="F87E899E">
      <w:start w:val="1"/>
      <w:numFmt w:val="bullet"/>
      <w:lvlText w:val="•"/>
      <w:lvlJc w:val="left"/>
      <w:pPr>
        <w:ind w:left="1737" w:hanging="284"/>
      </w:pPr>
      <w:rPr>
        <w:rFonts w:hint="default"/>
      </w:rPr>
    </w:lvl>
    <w:lvl w:ilvl="4" w:tplc="FED863B8">
      <w:start w:val="1"/>
      <w:numFmt w:val="bullet"/>
      <w:lvlText w:val="•"/>
      <w:lvlJc w:val="left"/>
      <w:pPr>
        <w:ind w:left="2256" w:hanging="284"/>
      </w:pPr>
      <w:rPr>
        <w:rFonts w:hint="default"/>
      </w:rPr>
    </w:lvl>
    <w:lvl w:ilvl="5" w:tplc="25C6810E">
      <w:start w:val="1"/>
      <w:numFmt w:val="bullet"/>
      <w:lvlText w:val="•"/>
      <w:lvlJc w:val="left"/>
      <w:pPr>
        <w:ind w:left="2775" w:hanging="284"/>
      </w:pPr>
      <w:rPr>
        <w:rFonts w:hint="default"/>
      </w:rPr>
    </w:lvl>
    <w:lvl w:ilvl="6" w:tplc="756AD34E">
      <w:start w:val="1"/>
      <w:numFmt w:val="bullet"/>
      <w:lvlText w:val="•"/>
      <w:lvlJc w:val="left"/>
      <w:pPr>
        <w:ind w:left="3294" w:hanging="284"/>
      </w:pPr>
      <w:rPr>
        <w:rFonts w:hint="default"/>
      </w:rPr>
    </w:lvl>
    <w:lvl w:ilvl="7" w:tplc="F1FE334C">
      <w:start w:val="1"/>
      <w:numFmt w:val="bullet"/>
      <w:lvlText w:val="•"/>
      <w:lvlJc w:val="left"/>
      <w:pPr>
        <w:ind w:left="3813" w:hanging="284"/>
      </w:pPr>
      <w:rPr>
        <w:rFonts w:hint="default"/>
      </w:rPr>
    </w:lvl>
    <w:lvl w:ilvl="8" w:tplc="540E118C">
      <w:start w:val="1"/>
      <w:numFmt w:val="bullet"/>
      <w:lvlText w:val="•"/>
      <w:lvlJc w:val="left"/>
      <w:pPr>
        <w:ind w:left="4332" w:hanging="284"/>
      </w:pPr>
      <w:rPr>
        <w:rFonts w:hint="default"/>
      </w:rPr>
    </w:lvl>
  </w:abstractNum>
  <w:abstractNum w:abstractNumId="7" w15:restartNumberingAfterBreak="0">
    <w:nsid w:val="0A093E07"/>
    <w:multiLevelType w:val="hybridMultilevel"/>
    <w:tmpl w:val="C14AEC48"/>
    <w:lvl w:ilvl="0" w:tplc="08090005">
      <w:start w:val="1"/>
      <w:numFmt w:val="bullet"/>
      <w:lvlText w:val=""/>
      <w:lvlJc w:val="left"/>
      <w:pPr>
        <w:tabs>
          <w:tab w:val="num" w:pos="720"/>
        </w:tabs>
        <w:ind w:left="720" w:hanging="360"/>
      </w:pPr>
      <w:rPr>
        <w:rFonts w:ascii="Wingdings" w:hAnsi="Wingdings" w:hint="default"/>
      </w:rPr>
    </w:lvl>
    <w:lvl w:ilvl="1" w:tplc="08090005">
      <w:start w:val="1"/>
      <w:numFmt w:val="bullet"/>
      <w:lvlText w:val=""/>
      <w:lvlJc w:val="left"/>
      <w:pPr>
        <w:tabs>
          <w:tab w:val="num" w:pos="1440"/>
        </w:tabs>
        <w:ind w:left="1440" w:hanging="360"/>
      </w:pPr>
      <w:rPr>
        <w:rFonts w:ascii="Wingdings" w:hAnsi="Wingdings" w:hint="default"/>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A6D20E0"/>
    <w:multiLevelType w:val="hybridMultilevel"/>
    <w:tmpl w:val="CF463E2E"/>
    <w:lvl w:ilvl="0" w:tplc="B652E264">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0F0E376C"/>
    <w:multiLevelType w:val="hybridMultilevel"/>
    <w:tmpl w:val="8C727CBE"/>
    <w:lvl w:ilvl="0" w:tplc="E106671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10320C62"/>
    <w:multiLevelType w:val="hybridMultilevel"/>
    <w:tmpl w:val="726AE55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2B84C47"/>
    <w:multiLevelType w:val="hybridMultilevel"/>
    <w:tmpl w:val="042C66D0"/>
    <w:lvl w:ilvl="0" w:tplc="0415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195D4D9D"/>
    <w:multiLevelType w:val="multilevel"/>
    <w:tmpl w:val="08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15:restartNumberingAfterBreak="0">
    <w:nsid w:val="1B5D6C83"/>
    <w:multiLevelType w:val="hybridMultilevel"/>
    <w:tmpl w:val="D4B8491C"/>
    <w:lvl w:ilvl="0" w:tplc="3FDAEAC6">
      <w:start w:val="1"/>
      <w:numFmt w:val="decimal"/>
      <w:lvlText w:val="%1"/>
      <w:lvlJc w:val="left"/>
      <w:pPr>
        <w:ind w:left="1284" w:hanging="360"/>
      </w:pPr>
      <w:rPr>
        <w:rFonts w:hint="default"/>
      </w:rPr>
    </w:lvl>
    <w:lvl w:ilvl="1" w:tplc="08090019" w:tentative="1">
      <w:start w:val="1"/>
      <w:numFmt w:val="lowerLetter"/>
      <w:lvlText w:val="%2."/>
      <w:lvlJc w:val="left"/>
      <w:pPr>
        <w:ind w:left="2004" w:hanging="360"/>
      </w:pPr>
    </w:lvl>
    <w:lvl w:ilvl="2" w:tplc="0809001B" w:tentative="1">
      <w:start w:val="1"/>
      <w:numFmt w:val="lowerRoman"/>
      <w:lvlText w:val="%3."/>
      <w:lvlJc w:val="right"/>
      <w:pPr>
        <w:ind w:left="2724" w:hanging="180"/>
      </w:pPr>
    </w:lvl>
    <w:lvl w:ilvl="3" w:tplc="0809000F" w:tentative="1">
      <w:start w:val="1"/>
      <w:numFmt w:val="decimal"/>
      <w:lvlText w:val="%4."/>
      <w:lvlJc w:val="left"/>
      <w:pPr>
        <w:ind w:left="3444" w:hanging="360"/>
      </w:pPr>
    </w:lvl>
    <w:lvl w:ilvl="4" w:tplc="08090019" w:tentative="1">
      <w:start w:val="1"/>
      <w:numFmt w:val="lowerLetter"/>
      <w:lvlText w:val="%5."/>
      <w:lvlJc w:val="left"/>
      <w:pPr>
        <w:ind w:left="4164" w:hanging="360"/>
      </w:pPr>
    </w:lvl>
    <w:lvl w:ilvl="5" w:tplc="0809001B" w:tentative="1">
      <w:start w:val="1"/>
      <w:numFmt w:val="lowerRoman"/>
      <w:lvlText w:val="%6."/>
      <w:lvlJc w:val="right"/>
      <w:pPr>
        <w:ind w:left="4884" w:hanging="180"/>
      </w:pPr>
    </w:lvl>
    <w:lvl w:ilvl="6" w:tplc="0809000F" w:tentative="1">
      <w:start w:val="1"/>
      <w:numFmt w:val="decimal"/>
      <w:lvlText w:val="%7."/>
      <w:lvlJc w:val="left"/>
      <w:pPr>
        <w:ind w:left="5604" w:hanging="360"/>
      </w:pPr>
    </w:lvl>
    <w:lvl w:ilvl="7" w:tplc="08090019" w:tentative="1">
      <w:start w:val="1"/>
      <w:numFmt w:val="lowerLetter"/>
      <w:lvlText w:val="%8."/>
      <w:lvlJc w:val="left"/>
      <w:pPr>
        <w:ind w:left="6324" w:hanging="360"/>
      </w:pPr>
    </w:lvl>
    <w:lvl w:ilvl="8" w:tplc="0809001B" w:tentative="1">
      <w:start w:val="1"/>
      <w:numFmt w:val="lowerRoman"/>
      <w:lvlText w:val="%9."/>
      <w:lvlJc w:val="right"/>
      <w:pPr>
        <w:ind w:left="7044" w:hanging="180"/>
      </w:pPr>
    </w:lvl>
  </w:abstractNum>
  <w:abstractNum w:abstractNumId="14" w15:restartNumberingAfterBreak="0">
    <w:nsid w:val="1B83168D"/>
    <w:multiLevelType w:val="hybridMultilevel"/>
    <w:tmpl w:val="982A09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C66324E"/>
    <w:multiLevelType w:val="hybridMultilevel"/>
    <w:tmpl w:val="B53EB1E0"/>
    <w:lvl w:ilvl="0" w:tplc="45449504">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1CF92C5B"/>
    <w:multiLevelType w:val="multilevel"/>
    <w:tmpl w:val="08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1F70377D"/>
    <w:multiLevelType w:val="hybridMultilevel"/>
    <w:tmpl w:val="755EF8B4"/>
    <w:lvl w:ilvl="0" w:tplc="3FDAEAC6">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22206FF7"/>
    <w:multiLevelType w:val="multilevel"/>
    <w:tmpl w:val="0FA69AC2"/>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360"/>
        </w:tabs>
        <w:ind w:left="360" w:hanging="360"/>
      </w:pPr>
      <w:rPr>
        <w:rFont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w:hint="default"/>
      </w:rPr>
    </w:lvl>
    <w:lvl w:ilvl="8">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3745F4A"/>
    <w:multiLevelType w:val="hybridMultilevel"/>
    <w:tmpl w:val="C2D60186"/>
    <w:lvl w:ilvl="0" w:tplc="08090003">
      <w:start w:val="1"/>
      <w:numFmt w:val="bullet"/>
      <w:lvlText w:val="o"/>
      <w:lvlJc w:val="left"/>
      <w:pPr>
        <w:tabs>
          <w:tab w:val="num" w:pos="720"/>
        </w:tabs>
        <w:ind w:left="720" w:hanging="360"/>
      </w:pPr>
      <w:rPr>
        <w:rFonts w:ascii="Courier New" w:hAnsi="Courier New" w:cs="Courier" w:hint="default"/>
      </w:rPr>
    </w:lvl>
    <w:lvl w:ilvl="1" w:tplc="08090005">
      <w:start w:val="1"/>
      <w:numFmt w:val="bullet"/>
      <w:lvlText w:val=""/>
      <w:lvlJc w:val="left"/>
      <w:pPr>
        <w:tabs>
          <w:tab w:val="num" w:pos="1440"/>
        </w:tabs>
        <w:ind w:left="1440" w:hanging="360"/>
      </w:pPr>
      <w:rPr>
        <w:rFonts w:ascii="Wingdings" w:hAnsi="Wingdings" w:hint="default"/>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74001FC"/>
    <w:multiLevelType w:val="hybridMultilevel"/>
    <w:tmpl w:val="61DA77C8"/>
    <w:lvl w:ilvl="0" w:tplc="7B968F72">
      <w:start w:val="2"/>
      <w:numFmt w:val="decimal"/>
      <w:lvlText w:val="%1"/>
      <w:lvlJc w:val="left"/>
      <w:pPr>
        <w:ind w:left="415" w:hanging="312"/>
      </w:pPr>
      <w:rPr>
        <w:rFonts w:ascii="Arial" w:eastAsia="Arial" w:hAnsi="Arial" w:hint="default"/>
        <w:b/>
        <w:bCs/>
        <w:color w:val="231F20"/>
        <w:w w:val="106"/>
        <w:sz w:val="20"/>
        <w:szCs w:val="20"/>
      </w:rPr>
    </w:lvl>
    <w:lvl w:ilvl="1" w:tplc="A14ED04E">
      <w:start w:val="1"/>
      <w:numFmt w:val="decimal"/>
      <w:lvlText w:val="%2"/>
      <w:lvlJc w:val="left"/>
      <w:pPr>
        <w:ind w:left="699" w:hanging="284"/>
      </w:pPr>
      <w:rPr>
        <w:rFonts w:ascii="Arial" w:eastAsia="Arial" w:hAnsi="Arial" w:hint="default"/>
        <w:b/>
        <w:bCs/>
        <w:color w:val="58595B"/>
        <w:w w:val="106"/>
        <w:sz w:val="18"/>
        <w:szCs w:val="18"/>
      </w:rPr>
    </w:lvl>
    <w:lvl w:ilvl="2" w:tplc="DC5071BC">
      <w:start w:val="1"/>
      <w:numFmt w:val="bullet"/>
      <w:lvlText w:val="•"/>
      <w:lvlJc w:val="left"/>
      <w:pPr>
        <w:ind w:left="792" w:hanging="284"/>
      </w:pPr>
      <w:rPr>
        <w:rFonts w:hint="default"/>
      </w:rPr>
    </w:lvl>
    <w:lvl w:ilvl="3" w:tplc="B48CF5DA">
      <w:start w:val="1"/>
      <w:numFmt w:val="bullet"/>
      <w:lvlText w:val="•"/>
      <w:lvlJc w:val="left"/>
      <w:pPr>
        <w:ind w:left="2037" w:hanging="284"/>
      </w:pPr>
      <w:rPr>
        <w:rFonts w:hint="default"/>
      </w:rPr>
    </w:lvl>
    <w:lvl w:ilvl="4" w:tplc="4D98322C">
      <w:start w:val="1"/>
      <w:numFmt w:val="bullet"/>
      <w:lvlText w:val="•"/>
      <w:lvlJc w:val="left"/>
      <w:pPr>
        <w:ind w:left="3282" w:hanging="284"/>
      </w:pPr>
      <w:rPr>
        <w:rFonts w:hint="default"/>
      </w:rPr>
    </w:lvl>
    <w:lvl w:ilvl="5" w:tplc="40BCF8F6">
      <w:start w:val="1"/>
      <w:numFmt w:val="bullet"/>
      <w:lvlText w:val="•"/>
      <w:lvlJc w:val="left"/>
      <w:pPr>
        <w:ind w:left="4527" w:hanging="284"/>
      </w:pPr>
      <w:rPr>
        <w:rFonts w:hint="default"/>
      </w:rPr>
    </w:lvl>
    <w:lvl w:ilvl="6" w:tplc="8C228374">
      <w:start w:val="1"/>
      <w:numFmt w:val="bullet"/>
      <w:lvlText w:val="•"/>
      <w:lvlJc w:val="left"/>
      <w:pPr>
        <w:ind w:left="5772" w:hanging="284"/>
      </w:pPr>
      <w:rPr>
        <w:rFonts w:hint="default"/>
      </w:rPr>
    </w:lvl>
    <w:lvl w:ilvl="7" w:tplc="8ECCCB7E">
      <w:start w:val="1"/>
      <w:numFmt w:val="bullet"/>
      <w:lvlText w:val="•"/>
      <w:lvlJc w:val="left"/>
      <w:pPr>
        <w:ind w:left="7017" w:hanging="284"/>
      </w:pPr>
      <w:rPr>
        <w:rFonts w:hint="default"/>
      </w:rPr>
    </w:lvl>
    <w:lvl w:ilvl="8" w:tplc="53FA134C">
      <w:start w:val="1"/>
      <w:numFmt w:val="bullet"/>
      <w:lvlText w:val="•"/>
      <w:lvlJc w:val="left"/>
      <w:pPr>
        <w:ind w:left="8262" w:hanging="284"/>
      </w:pPr>
      <w:rPr>
        <w:rFonts w:hint="default"/>
      </w:rPr>
    </w:lvl>
  </w:abstractNum>
  <w:abstractNum w:abstractNumId="21" w15:restartNumberingAfterBreak="0">
    <w:nsid w:val="2C905C47"/>
    <w:multiLevelType w:val="hybridMultilevel"/>
    <w:tmpl w:val="23CC9350"/>
    <w:lvl w:ilvl="0" w:tplc="B78E37CE">
      <w:start w:val="6"/>
      <w:numFmt w:val="decimal"/>
      <w:lvlText w:val="%1"/>
      <w:lvlJc w:val="left"/>
      <w:pPr>
        <w:ind w:left="699" w:hanging="284"/>
      </w:pPr>
      <w:rPr>
        <w:rFonts w:ascii="Arial" w:eastAsia="Arial" w:hAnsi="Arial" w:hint="default"/>
        <w:b/>
        <w:bCs/>
        <w:color w:val="58595B"/>
        <w:w w:val="106"/>
        <w:sz w:val="18"/>
        <w:szCs w:val="1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2E7E4C1D"/>
    <w:multiLevelType w:val="hybridMultilevel"/>
    <w:tmpl w:val="51EC2A58"/>
    <w:lvl w:ilvl="0" w:tplc="08090003">
      <w:start w:val="1"/>
      <w:numFmt w:val="bullet"/>
      <w:lvlText w:val="o"/>
      <w:lvlJc w:val="left"/>
      <w:pPr>
        <w:tabs>
          <w:tab w:val="num" w:pos="360"/>
        </w:tabs>
        <w:ind w:left="360" w:hanging="360"/>
      </w:pPr>
      <w:rPr>
        <w:rFonts w:ascii="Courier New" w:hAnsi="Courier New" w:cs="Courier" w:hint="default"/>
      </w:rPr>
    </w:lvl>
    <w:lvl w:ilvl="1" w:tplc="08090003">
      <w:start w:val="1"/>
      <w:numFmt w:val="bullet"/>
      <w:lvlText w:val="o"/>
      <w:lvlJc w:val="left"/>
      <w:pPr>
        <w:tabs>
          <w:tab w:val="num" w:pos="1080"/>
        </w:tabs>
        <w:ind w:left="1080" w:hanging="360"/>
      </w:pPr>
      <w:rPr>
        <w:rFonts w:ascii="Courier New" w:hAnsi="Courier New" w:cs="Courier" w:hint="default"/>
      </w:rPr>
    </w:lvl>
    <w:lvl w:ilvl="2" w:tplc="08090005">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23" w15:restartNumberingAfterBreak="0">
    <w:nsid w:val="2EA64449"/>
    <w:multiLevelType w:val="hybridMultilevel"/>
    <w:tmpl w:val="0AE68380"/>
    <w:lvl w:ilvl="0" w:tplc="76564668">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2EF82E67"/>
    <w:multiLevelType w:val="hybridMultilevel"/>
    <w:tmpl w:val="9F38CA76"/>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31FB2975"/>
    <w:multiLevelType w:val="hybridMultilevel"/>
    <w:tmpl w:val="4036BF7A"/>
    <w:lvl w:ilvl="0" w:tplc="CD84CA3C">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339F0C74"/>
    <w:multiLevelType w:val="hybridMultilevel"/>
    <w:tmpl w:val="5B288F0C"/>
    <w:lvl w:ilvl="0" w:tplc="AB382E66">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34EB5474"/>
    <w:multiLevelType w:val="hybridMultilevel"/>
    <w:tmpl w:val="8D5A4930"/>
    <w:lvl w:ilvl="0" w:tplc="5498B872">
      <w:numFmt w:val="decimal"/>
      <w:lvlText w:val="%1"/>
      <w:lvlJc w:val="left"/>
      <w:pPr>
        <w:ind w:left="644" w:hanging="360"/>
      </w:pPr>
      <w:rPr>
        <w:rFonts w:hint="default"/>
      </w:rPr>
    </w:lvl>
    <w:lvl w:ilvl="1" w:tplc="08090019">
      <w:start w:val="1"/>
      <w:numFmt w:val="lowerLetter"/>
      <w:lvlText w:val="%2."/>
      <w:lvlJc w:val="left"/>
      <w:pPr>
        <w:ind w:left="1364" w:hanging="360"/>
      </w:pPr>
    </w:lvl>
    <w:lvl w:ilvl="2" w:tplc="0809001B" w:tentative="1">
      <w:start w:val="1"/>
      <w:numFmt w:val="lowerRoman"/>
      <w:lvlText w:val="%3."/>
      <w:lvlJc w:val="right"/>
      <w:pPr>
        <w:ind w:left="2084" w:hanging="180"/>
      </w:pPr>
    </w:lvl>
    <w:lvl w:ilvl="3" w:tplc="0809000F" w:tentative="1">
      <w:start w:val="1"/>
      <w:numFmt w:val="decimal"/>
      <w:lvlText w:val="%4."/>
      <w:lvlJc w:val="left"/>
      <w:pPr>
        <w:ind w:left="2804" w:hanging="360"/>
      </w:pPr>
    </w:lvl>
    <w:lvl w:ilvl="4" w:tplc="08090019" w:tentative="1">
      <w:start w:val="1"/>
      <w:numFmt w:val="lowerLetter"/>
      <w:lvlText w:val="%5."/>
      <w:lvlJc w:val="left"/>
      <w:pPr>
        <w:ind w:left="3524" w:hanging="360"/>
      </w:pPr>
    </w:lvl>
    <w:lvl w:ilvl="5" w:tplc="0809001B" w:tentative="1">
      <w:start w:val="1"/>
      <w:numFmt w:val="lowerRoman"/>
      <w:lvlText w:val="%6."/>
      <w:lvlJc w:val="right"/>
      <w:pPr>
        <w:ind w:left="4244" w:hanging="180"/>
      </w:pPr>
    </w:lvl>
    <w:lvl w:ilvl="6" w:tplc="0809000F" w:tentative="1">
      <w:start w:val="1"/>
      <w:numFmt w:val="decimal"/>
      <w:lvlText w:val="%7."/>
      <w:lvlJc w:val="left"/>
      <w:pPr>
        <w:ind w:left="4964" w:hanging="360"/>
      </w:pPr>
    </w:lvl>
    <w:lvl w:ilvl="7" w:tplc="08090019" w:tentative="1">
      <w:start w:val="1"/>
      <w:numFmt w:val="lowerLetter"/>
      <w:lvlText w:val="%8."/>
      <w:lvlJc w:val="left"/>
      <w:pPr>
        <w:ind w:left="5684" w:hanging="360"/>
      </w:pPr>
    </w:lvl>
    <w:lvl w:ilvl="8" w:tplc="0809001B" w:tentative="1">
      <w:start w:val="1"/>
      <w:numFmt w:val="lowerRoman"/>
      <w:lvlText w:val="%9."/>
      <w:lvlJc w:val="right"/>
      <w:pPr>
        <w:ind w:left="6404" w:hanging="180"/>
      </w:pPr>
    </w:lvl>
  </w:abstractNum>
  <w:abstractNum w:abstractNumId="28" w15:restartNumberingAfterBreak="0">
    <w:nsid w:val="3500001F"/>
    <w:multiLevelType w:val="hybridMultilevel"/>
    <w:tmpl w:val="BD862F66"/>
    <w:lvl w:ilvl="0" w:tplc="08090005">
      <w:start w:val="1"/>
      <w:numFmt w:val="bullet"/>
      <w:lvlText w:val=""/>
      <w:lvlJc w:val="left"/>
      <w:pPr>
        <w:tabs>
          <w:tab w:val="num" w:pos="720"/>
        </w:tabs>
        <w:ind w:left="720" w:hanging="360"/>
      </w:pPr>
      <w:rPr>
        <w:rFonts w:ascii="Wingdings" w:hAnsi="Wingdings" w:hint="default"/>
      </w:rPr>
    </w:lvl>
    <w:lvl w:ilvl="1" w:tplc="08090005">
      <w:start w:val="1"/>
      <w:numFmt w:val="bullet"/>
      <w:lvlText w:val=""/>
      <w:lvlJc w:val="left"/>
      <w:pPr>
        <w:tabs>
          <w:tab w:val="num" w:pos="1440"/>
        </w:tabs>
        <w:ind w:left="1440" w:hanging="360"/>
      </w:pPr>
      <w:rPr>
        <w:rFonts w:ascii="Wingdings" w:hAnsi="Wingdings" w:hint="default"/>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3A0D3AF9"/>
    <w:multiLevelType w:val="hybridMultilevel"/>
    <w:tmpl w:val="3266E3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3A410F0F"/>
    <w:multiLevelType w:val="hybridMultilevel"/>
    <w:tmpl w:val="086ECE50"/>
    <w:lvl w:ilvl="0" w:tplc="5BD0A436">
      <w:start w:val="1"/>
      <w:numFmt w:val="bullet"/>
      <w:lvlText w:val=""/>
      <w:lvlJc w:val="left"/>
      <w:pPr>
        <w:tabs>
          <w:tab w:val="num" w:pos="1080"/>
        </w:tabs>
        <w:ind w:left="1080" w:hanging="360"/>
      </w:pPr>
      <w:rPr>
        <w:rFonts w:ascii="Symbol" w:hAnsi="Symbol" w:hint="default"/>
      </w:rPr>
    </w:lvl>
    <w:lvl w:ilvl="1" w:tplc="00030409" w:tentative="1">
      <w:start w:val="1"/>
      <w:numFmt w:val="bullet"/>
      <w:lvlText w:val="o"/>
      <w:lvlJc w:val="left"/>
      <w:pPr>
        <w:tabs>
          <w:tab w:val="num" w:pos="1800"/>
        </w:tabs>
        <w:ind w:left="1800" w:hanging="360"/>
      </w:pPr>
      <w:rPr>
        <w:rFonts w:ascii="Courier" w:hAnsi="Courier" w:hint="default"/>
      </w:rPr>
    </w:lvl>
    <w:lvl w:ilvl="2" w:tplc="00050409" w:tentative="1">
      <w:start w:val="1"/>
      <w:numFmt w:val="bullet"/>
      <w:lvlText w:val=""/>
      <w:lvlJc w:val="left"/>
      <w:pPr>
        <w:tabs>
          <w:tab w:val="num" w:pos="2520"/>
        </w:tabs>
        <w:ind w:left="2520" w:hanging="360"/>
      </w:pPr>
      <w:rPr>
        <w:rFonts w:ascii="Symbol" w:hAnsi="Symbol" w:hint="default"/>
      </w:rPr>
    </w:lvl>
    <w:lvl w:ilvl="3" w:tplc="00010409" w:tentative="1">
      <w:start w:val="1"/>
      <w:numFmt w:val="bullet"/>
      <w:lvlText w:val=""/>
      <w:lvlJc w:val="left"/>
      <w:pPr>
        <w:tabs>
          <w:tab w:val="num" w:pos="3240"/>
        </w:tabs>
        <w:ind w:left="3240" w:hanging="360"/>
      </w:pPr>
      <w:rPr>
        <w:rFonts w:ascii="Symbol" w:hAnsi="Symbol" w:hint="default"/>
      </w:rPr>
    </w:lvl>
    <w:lvl w:ilvl="4" w:tplc="00030409" w:tentative="1">
      <w:start w:val="1"/>
      <w:numFmt w:val="bullet"/>
      <w:lvlText w:val="o"/>
      <w:lvlJc w:val="left"/>
      <w:pPr>
        <w:tabs>
          <w:tab w:val="num" w:pos="3960"/>
        </w:tabs>
        <w:ind w:left="3960" w:hanging="360"/>
      </w:pPr>
      <w:rPr>
        <w:rFonts w:ascii="Courier" w:hAnsi="Courier" w:hint="default"/>
      </w:rPr>
    </w:lvl>
    <w:lvl w:ilvl="5" w:tplc="00050409" w:tentative="1">
      <w:start w:val="1"/>
      <w:numFmt w:val="bullet"/>
      <w:lvlText w:val=""/>
      <w:lvlJc w:val="left"/>
      <w:pPr>
        <w:tabs>
          <w:tab w:val="num" w:pos="4680"/>
        </w:tabs>
        <w:ind w:left="4680" w:hanging="360"/>
      </w:pPr>
      <w:rPr>
        <w:rFonts w:ascii="Symbol" w:hAnsi="Symbol" w:hint="default"/>
      </w:rPr>
    </w:lvl>
    <w:lvl w:ilvl="6" w:tplc="00010409" w:tentative="1">
      <w:start w:val="1"/>
      <w:numFmt w:val="bullet"/>
      <w:lvlText w:val=""/>
      <w:lvlJc w:val="left"/>
      <w:pPr>
        <w:tabs>
          <w:tab w:val="num" w:pos="5400"/>
        </w:tabs>
        <w:ind w:left="5400" w:hanging="360"/>
      </w:pPr>
      <w:rPr>
        <w:rFonts w:ascii="Symbol" w:hAnsi="Symbol" w:hint="default"/>
      </w:rPr>
    </w:lvl>
    <w:lvl w:ilvl="7" w:tplc="00030409" w:tentative="1">
      <w:start w:val="1"/>
      <w:numFmt w:val="bullet"/>
      <w:lvlText w:val="o"/>
      <w:lvlJc w:val="left"/>
      <w:pPr>
        <w:tabs>
          <w:tab w:val="num" w:pos="6120"/>
        </w:tabs>
        <w:ind w:left="6120" w:hanging="360"/>
      </w:pPr>
      <w:rPr>
        <w:rFonts w:ascii="Courier" w:hAnsi="Courier" w:hint="default"/>
      </w:rPr>
    </w:lvl>
    <w:lvl w:ilvl="8" w:tplc="00050409" w:tentative="1">
      <w:start w:val="1"/>
      <w:numFmt w:val="bullet"/>
      <w:lvlText w:val=""/>
      <w:lvlJc w:val="left"/>
      <w:pPr>
        <w:tabs>
          <w:tab w:val="num" w:pos="6840"/>
        </w:tabs>
        <w:ind w:left="6840" w:hanging="360"/>
      </w:pPr>
      <w:rPr>
        <w:rFonts w:ascii="Symbol" w:hAnsi="Symbol" w:hint="default"/>
      </w:rPr>
    </w:lvl>
  </w:abstractNum>
  <w:abstractNum w:abstractNumId="31" w15:restartNumberingAfterBreak="0">
    <w:nsid w:val="44292B00"/>
    <w:multiLevelType w:val="hybridMultilevel"/>
    <w:tmpl w:val="D540849C"/>
    <w:lvl w:ilvl="0" w:tplc="13C4A3FC">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450C1FFE"/>
    <w:multiLevelType w:val="multilevel"/>
    <w:tmpl w:val="8D7C76A6"/>
    <w:lvl w:ilvl="0">
      <w:start w:val="1"/>
      <w:numFmt w:val="decimal"/>
      <w:lvlText w:val="%1."/>
      <w:lvlJc w:val="left"/>
      <w:pPr>
        <w:tabs>
          <w:tab w:val="num" w:pos="1440"/>
        </w:tabs>
        <w:ind w:left="1440" w:hanging="360"/>
      </w:pPr>
    </w:lvl>
    <w:lvl w:ilvl="1">
      <w:start w:val="1"/>
      <w:numFmt w:val="lowerLetter"/>
      <w:lvlText w:val="%2."/>
      <w:lvlJc w:val="left"/>
      <w:pPr>
        <w:tabs>
          <w:tab w:val="num" w:pos="2160"/>
        </w:tabs>
        <w:ind w:left="2160" w:hanging="360"/>
      </w:pPr>
    </w:lvl>
    <w:lvl w:ilvl="2">
      <w:start w:val="1"/>
      <w:numFmt w:val="lowerRoman"/>
      <w:lvlText w:val="%3."/>
      <w:lvlJc w:val="right"/>
      <w:pPr>
        <w:tabs>
          <w:tab w:val="num" w:pos="2880"/>
        </w:tabs>
        <w:ind w:left="2880" w:hanging="180"/>
      </w:pPr>
    </w:lvl>
    <w:lvl w:ilvl="3">
      <w:start w:val="1"/>
      <w:numFmt w:val="decimal"/>
      <w:lvlText w:val="%4."/>
      <w:lvlJc w:val="left"/>
      <w:pPr>
        <w:tabs>
          <w:tab w:val="num" w:pos="3600"/>
        </w:tabs>
        <w:ind w:left="3600" w:hanging="360"/>
      </w:pPr>
    </w:lvl>
    <w:lvl w:ilvl="4">
      <w:start w:val="1"/>
      <w:numFmt w:val="lowerLetter"/>
      <w:lvlText w:val="%5."/>
      <w:lvlJc w:val="left"/>
      <w:pPr>
        <w:tabs>
          <w:tab w:val="num" w:pos="4320"/>
        </w:tabs>
        <w:ind w:left="4320" w:hanging="360"/>
      </w:pPr>
    </w:lvl>
    <w:lvl w:ilvl="5">
      <w:start w:val="1"/>
      <w:numFmt w:val="lowerRoman"/>
      <w:lvlText w:val="%6."/>
      <w:lvlJc w:val="right"/>
      <w:pPr>
        <w:tabs>
          <w:tab w:val="num" w:pos="5040"/>
        </w:tabs>
        <w:ind w:left="5040" w:hanging="180"/>
      </w:pPr>
    </w:lvl>
    <w:lvl w:ilvl="6">
      <w:start w:val="1"/>
      <w:numFmt w:val="decimal"/>
      <w:lvlText w:val="%7."/>
      <w:lvlJc w:val="left"/>
      <w:pPr>
        <w:tabs>
          <w:tab w:val="num" w:pos="5760"/>
        </w:tabs>
        <w:ind w:left="5760" w:hanging="360"/>
      </w:pPr>
    </w:lvl>
    <w:lvl w:ilvl="7">
      <w:start w:val="1"/>
      <w:numFmt w:val="lowerLetter"/>
      <w:lvlText w:val="%8."/>
      <w:lvlJc w:val="left"/>
      <w:pPr>
        <w:tabs>
          <w:tab w:val="num" w:pos="6480"/>
        </w:tabs>
        <w:ind w:left="6480" w:hanging="360"/>
      </w:pPr>
    </w:lvl>
    <w:lvl w:ilvl="8">
      <w:start w:val="1"/>
      <w:numFmt w:val="lowerRoman"/>
      <w:lvlText w:val="%9."/>
      <w:lvlJc w:val="right"/>
      <w:pPr>
        <w:tabs>
          <w:tab w:val="num" w:pos="7200"/>
        </w:tabs>
        <w:ind w:left="7200" w:hanging="180"/>
      </w:pPr>
    </w:lvl>
  </w:abstractNum>
  <w:abstractNum w:abstractNumId="33" w15:restartNumberingAfterBreak="0">
    <w:nsid w:val="45CA2AEA"/>
    <w:multiLevelType w:val="hybridMultilevel"/>
    <w:tmpl w:val="50320C1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 w15:restartNumberingAfterBreak="0">
    <w:nsid w:val="486D3AA7"/>
    <w:multiLevelType w:val="multilevel"/>
    <w:tmpl w:val="22E4FDE8"/>
    <w:lvl w:ilvl="0">
      <w:start w:val="1"/>
      <w:numFmt w:val="decimal"/>
      <w:lvlText w:val="%1."/>
      <w:lvlJc w:val="left"/>
      <w:pPr>
        <w:tabs>
          <w:tab w:val="num" w:pos="1495"/>
        </w:tabs>
        <w:ind w:left="1495" w:hanging="360"/>
      </w:pPr>
    </w:lvl>
    <w:lvl w:ilvl="1">
      <w:start w:val="1"/>
      <w:numFmt w:val="lowerLetter"/>
      <w:lvlText w:val="%2."/>
      <w:lvlJc w:val="left"/>
      <w:pPr>
        <w:tabs>
          <w:tab w:val="num" w:pos="2160"/>
        </w:tabs>
        <w:ind w:left="2160" w:hanging="360"/>
      </w:pPr>
    </w:lvl>
    <w:lvl w:ilvl="2">
      <w:start w:val="1"/>
      <w:numFmt w:val="lowerRoman"/>
      <w:lvlText w:val="%3."/>
      <w:lvlJc w:val="right"/>
      <w:pPr>
        <w:tabs>
          <w:tab w:val="num" w:pos="2880"/>
        </w:tabs>
        <w:ind w:left="2880" w:hanging="180"/>
      </w:pPr>
    </w:lvl>
    <w:lvl w:ilvl="3">
      <w:start w:val="1"/>
      <w:numFmt w:val="decimal"/>
      <w:lvlText w:val="%4."/>
      <w:lvlJc w:val="left"/>
      <w:pPr>
        <w:tabs>
          <w:tab w:val="num" w:pos="3600"/>
        </w:tabs>
        <w:ind w:left="3600" w:hanging="360"/>
      </w:pPr>
    </w:lvl>
    <w:lvl w:ilvl="4">
      <w:start w:val="1"/>
      <w:numFmt w:val="lowerLetter"/>
      <w:lvlText w:val="%5."/>
      <w:lvlJc w:val="left"/>
      <w:pPr>
        <w:tabs>
          <w:tab w:val="num" w:pos="4320"/>
        </w:tabs>
        <w:ind w:left="4320" w:hanging="360"/>
      </w:pPr>
    </w:lvl>
    <w:lvl w:ilvl="5">
      <w:start w:val="1"/>
      <w:numFmt w:val="lowerRoman"/>
      <w:lvlText w:val="%6."/>
      <w:lvlJc w:val="right"/>
      <w:pPr>
        <w:tabs>
          <w:tab w:val="num" w:pos="5040"/>
        </w:tabs>
        <w:ind w:left="5040" w:hanging="180"/>
      </w:pPr>
    </w:lvl>
    <w:lvl w:ilvl="6">
      <w:start w:val="1"/>
      <w:numFmt w:val="decimal"/>
      <w:lvlText w:val="%7."/>
      <w:lvlJc w:val="left"/>
      <w:pPr>
        <w:tabs>
          <w:tab w:val="num" w:pos="5760"/>
        </w:tabs>
        <w:ind w:left="5760" w:hanging="360"/>
      </w:pPr>
    </w:lvl>
    <w:lvl w:ilvl="7">
      <w:start w:val="1"/>
      <w:numFmt w:val="lowerLetter"/>
      <w:lvlText w:val="%8."/>
      <w:lvlJc w:val="left"/>
      <w:pPr>
        <w:tabs>
          <w:tab w:val="num" w:pos="6480"/>
        </w:tabs>
        <w:ind w:left="6480" w:hanging="360"/>
      </w:pPr>
    </w:lvl>
    <w:lvl w:ilvl="8">
      <w:start w:val="1"/>
      <w:numFmt w:val="lowerRoman"/>
      <w:lvlText w:val="%9."/>
      <w:lvlJc w:val="right"/>
      <w:pPr>
        <w:tabs>
          <w:tab w:val="num" w:pos="7200"/>
        </w:tabs>
        <w:ind w:left="7200" w:hanging="180"/>
      </w:pPr>
    </w:lvl>
  </w:abstractNum>
  <w:abstractNum w:abstractNumId="35" w15:restartNumberingAfterBreak="0">
    <w:nsid w:val="4BAC5725"/>
    <w:multiLevelType w:val="multilevel"/>
    <w:tmpl w:val="C2D60186"/>
    <w:lvl w:ilvl="0">
      <w:start w:val="1"/>
      <w:numFmt w:val="bullet"/>
      <w:lvlText w:val="o"/>
      <w:lvlJc w:val="left"/>
      <w:pPr>
        <w:tabs>
          <w:tab w:val="num" w:pos="720"/>
        </w:tabs>
        <w:ind w:left="720" w:hanging="360"/>
      </w:pPr>
      <w:rPr>
        <w:rFonts w:ascii="Courier New" w:hAnsi="Courier New" w:cs="Courier" w:hint="default"/>
      </w:rPr>
    </w:lvl>
    <w:lvl w:ilvl="1">
      <w:start w:val="1"/>
      <w:numFmt w:val="bullet"/>
      <w:lvlText w:val=""/>
      <w:lvlJc w:val="left"/>
      <w:pPr>
        <w:tabs>
          <w:tab w:val="num" w:pos="1440"/>
        </w:tabs>
        <w:ind w:left="1440" w:hanging="360"/>
      </w:pPr>
      <w:rPr>
        <w:rFonts w:ascii="Wingdings" w:hAnsi="Wingding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w:hint="default"/>
      </w:rPr>
    </w:lvl>
    <w:lvl w:ilvl="8">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55C77B13"/>
    <w:multiLevelType w:val="hybridMultilevel"/>
    <w:tmpl w:val="C444E946"/>
    <w:lvl w:ilvl="0" w:tplc="0809000F">
      <w:start w:val="1"/>
      <w:numFmt w:val="decimal"/>
      <w:lvlText w:val="%1."/>
      <w:lvlJc w:val="left"/>
      <w:pPr>
        <w:tabs>
          <w:tab w:val="num" w:pos="1495"/>
        </w:tabs>
        <w:ind w:left="1495" w:hanging="360"/>
      </w:pPr>
    </w:lvl>
    <w:lvl w:ilvl="1" w:tplc="08090019" w:tentative="1">
      <w:start w:val="1"/>
      <w:numFmt w:val="lowerLetter"/>
      <w:lvlText w:val="%2."/>
      <w:lvlJc w:val="left"/>
      <w:pPr>
        <w:tabs>
          <w:tab w:val="num" w:pos="2215"/>
        </w:tabs>
        <w:ind w:left="2215" w:hanging="360"/>
      </w:pPr>
    </w:lvl>
    <w:lvl w:ilvl="2" w:tplc="0809001B" w:tentative="1">
      <w:start w:val="1"/>
      <w:numFmt w:val="lowerRoman"/>
      <w:lvlText w:val="%3."/>
      <w:lvlJc w:val="right"/>
      <w:pPr>
        <w:tabs>
          <w:tab w:val="num" w:pos="2935"/>
        </w:tabs>
        <w:ind w:left="2935" w:hanging="180"/>
      </w:pPr>
    </w:lvl>
    <w:lvl w:ilvl="3" w:tplc="0809000F" w:tentative="1">
      <w:start w:val="1"/>
      <w:numFmt w:val="decimal"/>
      <w:lvlText w:val="%4."/>
      <w:lvlJc w:val="left"/>
      <w:pPr>
        <w:tabs>
          <w:tab w:val="num" w:pos="3655"/>
        </w:tabs>
        <w:ind w:left="3655" w:hanging="360"/>
      </w:pPr>
    </w:lvl>
    <w:lvl w:ilvl="4" w:tplc="08090019" w:tentative="1">
      <w:start w:val="1"/>
      <w:numFmt w:val="lowerLetter"/>
      <w:lvlText w:val="%5."/>
      <w:lvlJc w:val="left"/>
      <w:pPr>
        <w:tabs>
          <w:tab w:val="num" w:pos="4375"/>
        </w:tabs>
        <w:ind w:left="4375" w:hanging="360"/>
      </w:pPr>
    </w:lvl>
    <w:lvl w:ilvl="5" w:tplc="0809001B" w:tentative="1">
      <w:start w:val="1"/>
      <w:numFmt w:val="lowerRoman"/>
      <w:lvlText w:val="%6."/>
      <w:lvlJc w:val="right"/>
      <w:pPr>
        <w:tabs>
          <w:tab w:val="num" w:pos="5095"/>
        </w:tabs>
        <w:ind w:left="5095" w:hanging="180"/>
      </w:pPr>
    </w:lvl>
    <w:lvl w:ilvl="6" w:tplc="0809000F" w:tentative="1">
      <w:start w:val="1"/>
      <w:numFmt w:val="decimal"/>
      <w:lvlText w:val="%7."/>
      <w:lvlJc w:val="left"/>
      <w:pPr>
        <w:tabs>
          <w:tab w:val="num" w:pos="5815"/>
        </w:tabs>
        <w:ind w:left="5815" w:hanging="360"/>
      </w:pPr>
    </w:lvl>
    <w:lvl w:ilvl="7" w:tplc="08090019" w:tentative="1">
      <w:start w:val="1"/>
      <w:numFmt w:val="lowerLetter"/>
      <w:lvlText w:val="%8."/>
      <w:lvlJc w:val="left"/>
      <w:pPr>
        <w:tabs>
          <w:tab w:val="num" w:pos="6535"/>
        </w:tabs>
        <w:ind w:left="6535" w:hanging="360"/>
      </w:pPr>
    </w:lvl>
    <w:lvl w:ilvl="8" w:tplc="0809001B" w:tentative="1">
      <w:start w:val="1"/>
      <w:numFmt w:val="lowerRoman"/>
      <w:lvlText w:val="%9."/>
      <w:lvlJc w:val="right"/>
      <w:pPr>
        <w:tabs>
          <w:tab w:val="num" w:pos="7255"/>
        </w:tabs>
        <w:ind w:left="7255" w:hanging="180"/>
      </w:pPr>
    </w:lvl>
  </w:abstractNum>
  <w:abstractNum w:abstractNumId="37" w15:restartNumberingAfterBreak="0">
    <w:nsid w:val="61BA62B3"/>
    <w:multiLevelType w:val="multilevel"/>
    <w:tmpl w:val="C2D60186"/>
    <w:lvl w:ilvl="0">
      <w:start w:val="1"/>
      <w:numFmt w:val="bullet"/>
      <w:lvlText w:val="o"/>
      <w:lvlJc w:val="left"/>
      <w:pPr>
        <w:tabs>
          <w:tab w:val="num" w:pos="720"/>
        </w:tabs>
        <w:ind w:left="720" w:hanging="360"/>
      </w:pPr>
      <w:rPr>
        <w:rFonts w:ascii="Courier New" w:hAnsi="Courier New" w:cs="Courier" w:hint="default"/>
      </w:rPr>
    </w:lvl>
    <w:lvl w:ilvl="1">
      <w:start w:val="1"/>
      <w:numFmt w:val="bullet"/>
      <w:lvlText w:val=""/>
      <w:lvlJc w:val="left"/>
      <w:pPr>
        <w:tabs>
          <w:tab w:val="num" w:pos="1440"/>
        </w:tabs>
        <w:ind w:left="1440" w:hanging="360"/>
      </w:pPr>
      <w:rPr>
        <w:rFonts w:ascii="Wingdings" w:hAnsi="Wingding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w:hint="default"/>
      </w:rPr>
    </w:lvl>
    <w:lvl w:ilvl="8">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68E55DB5"/>
    <w:multiLevelType w:val="multilevel"/>
    <w:tmpl w:val="51EC2A58"/>
    <w:lvl w:ilvl="0">
      <w:start w:val="1"/>
      <w:numFmt w:val="bullet"/>
      <w:lvlText w:val="o"/>
      <w:lvlJc w:val="left"/>
      <w:pPr>
        <w:tabs>
          <w:tab w:val="num" w:pos="720"/>
        </w:tabs>
        <w:ind w:left="720" w:hanging="360"/>
      </w:pPr>
      <w:rPr>
        <w:rFonts w:ascii="Courier New" w:hAnsi="Courier New" w:cs="Courier" w:hint="default"/>
      </w:rPr>
    </w:lvl>
    <w:lvl w:ilvl="1">
      <w:start w:val="1"/>
      <w:numFmt w:val="bullet"/>
      <w:lvlText w:val="o"/>
      <w:lvlJc w:val="left"/>
      <w:pPr>
        <w:tabs>
          <w:tab w:val="num" w:pos="1440"/>
        </w:tabs>
        <w:ind w:left="1440" w:hanging="360"/>
      </w:pPr>
      <w:rPr>
        <w:rFonts w:ascii="Courier New" w:hAnsi="Courier New" w:cs="Courier"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w:hint="default"/>
      </w:rPr>
    </w:lvl>
    <w:lvl w:ilvl="8">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69331F2B"/>
    <w:multiLevelType w:val="hybridMultilevel"/>
    <w:tmpl w:val="D9ECEC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48143B4"/>
    <w:multiLevelType w:val="multilevel"/>
    <w:tmpl w:val="C2D60186"/>
    <w:lvl w:ilvl="0">
      <w:start w:val="1"/>
      <w:numFmt w:val="bullet"/>
      <w:lvlText w:val="o"/>
      <w:lvlJc w:val="left"/>
      <w:pPr>
        <w:tabs>
          <w:tab w:val="num" w:pos="720"/>
        </w:tabs>
        <w:ind w:left="720" w:hanging="360"/>
      </w:pPr>
      <w:rPr>
        <w:rFonts w:ascii="Courier New" w:hAnsi="Courier New" w:cs="Courier" w:hint="default"/>
      </w:rPr>
    </w:lvl>
    <w:lvl w:ilvl="1">
      <w:start w:val="1"/>
      <w:numFmt w:val="bullet"/>
      <w:lvlText w:val=""/>
      <w:lvlJc w:val="left"/>
      <w:pPr>
        <w:tabs>
          <w:tab w:val="num" w:pos="1440"/>
        </w:tabs>
        <w:ind w:left="1440" w:hanging="360"/>
      </w:pPr>
      <w:rPr>
        <w:rFonts w:ascii="Wingdings" w:hAnsi="Wingding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w:hint="default"/>
      </w:rPr>
    </w:lvl>
    <w:lvl w:ilvl="8">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75755D53"/>
    <w:multiLevelType w:val="hybridMultilevel"/>
    <w:tmpl w:val="D6FC2398"/>
    <w:lvl w:ilvl="0" w:tplc="08090001">
      <w:start w:val="1"/>
      <w:numFmt w:val="bullet"/>
      <w:lvlText w:val=""/>
      <w:lvlJc w:val="left"/>
      <w:pPr>
        <w:tabs>
          <w:tab w:val="num" w:pos="720"/>
        </w:tabs>
        <w:ind w:left="720" w:hanging="360"/>
      </w:pPr>
      <w:rPr>
        <w:rFonts w:ascii="Symbol" w:hAnsi="Symbol" w:hint="default"/>
      </w:rPr>
    </w:lvl>
    <w:lvl w:ilvl="1" w:tplc="FC9CB544">
      <w:start w:val="1"/>
      <w:numFmt w:val="decimal"/>
      <w:lvlText w:val="%2."/>
      <w:lvlJc w:val="left"/>
      <w:pPr>
        <w:tabs>
          <w:tab w:val="num" w:pos="360"/>
        </w:tabs>
        <w:ind w:left="360" w:hanging="360"/>
      </w:pPr>
      <w:rPr>
        <w:rFonts w:hint="default"/>
        <w:color w:val="auto"/>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73C1358"/>
    <w:multiLevelType w:val="hybridMultilevel"/>
    <w:tmpl w:val="8B5A958A"/>
    <w:lvl w:ilvl="0" w:tplc="08090005">
      <w:start w:val="1"/>
      <w:numFmt w:val="bullet"/>
      <w:lvlText w:val=""/>
      <w:lvlJc w:val="left"/>
      <w:pPr>
        <w:tabs>
          <w:tab w:val="num" w:pos="720"/>
        </w:tabs>
        <w:ind w:left="720" w:hanging="360"/>
      </w:pPr>
      <w:rPr>
        <w:rFonts w:ascii="Wingdings" w:hAnsi="Wingdings" w:hint="default"/>
      </w:rPr>
    </w:lvl>
    <w:lvl w:ilvl="1" w:tplc="08090005">
      <w:start w:val="1"/>
      <w:numFmt w:val="bullet"/>
      <w:lvlText w:val=""/>
      <w:lvlJc w:val="left"/>
      <w:pPr>
        <w:tabs>
          <w:tab w:val="num" w:pos="1440"/>
        </w:tabs>
        <w:ind w:left="1440" w:hanging="360"/>
      </w:pPr>
      <w:rPr>
        <w:rFonts w:ascii="Wingdings" w:hAnsi="Wingdings" w:hint="default"/>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78F227AD"/>
    <w:multiLevelType w:val="hybridMultilevel"/>
    <w:tmpl w:val="4560D92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4" w15:restartNumberingAfterBreak="0">
    <w:nsid w:val="7EE60FE6"/>
    <w:multiLevelType w:val="hybridMultilevel"/>
    <w:tmpl w:val="276E048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2"/>
  </w:num>
  <w:num w:numId="2">
    <w:abstractNumId w:val="38"/>
  </w:num>
  <w:num w:numId="3">
    <w:abstractNumId w:val="19"/>
  </w:num>
  <w:num w:numId="4">
    <w:abstractNumId w:val="35"/>
  </w:num>
  <w:num w:numId="5">
    <w:abstractNumId w:val="42"/>
  </w:num>
  <w:num w:numId="6">
    <w:abstractNumId w:val="37"/>
  </w:num>
  <w:num w:numId="7">
    <w:abstractNumId w:val="28"/>
  </w:num>
  <w:num w:numId="8">
    <w:abstractNumId w:val="40"/>
  </w:num>
  <w:num w:numId="9">
    <w:abstractNumId w:val="7"/>
  </w:num>
  <w:num w:numId="10">
    <w:abstractNumId w:val="41"/>
  </w:num>
  <w:num w:numId="11">
    <w:abstractNumId w:val="3"/>
  </w:num>
  <w:num w:numId="12">
    <w:abstractNumId w:val="4"/>
  </w:num>
  <w:num w:numId="13">
    <w:abstractNumId w:val="32"/>
  </w:num>
  <w:num w:numId="14">
    <w:abstractNumId w:val="5"/>
  </w:num>
  <w:num w:numId="15">
    <w:abstractNumId w:val="34"/>
  </w:num>
  <w:num w:numId="16">
    <w:abstractNumId w:val="36"/>
  </w:num>
  <w:num w:numId="17">
    <w:abstractNumId w:val="30"/>
  </w:num>
  <w:num w:numId="18">
    <w:abstractNumId w:val="18"/>
  </w:num>
  <w:num w:numId="19">
    <w:abstractNumId w:val="0"/>
  </w:num>
  <w:num w:numId="20">
    <w:abstractNumId w:val="12"/>
  </w:num>
  <w:num w:numId="21">
    <w:abstractNumId w:val="16"/>
  </w:num>
  <w:num w:numId="22">
    <w:abstractNumId w:val="2"/>
  </w:num>
  <w:num w:numId="23">
    <w:abstractNumId w:val="1"/>
  </w:num>
  <w:num w:numId="24">
    <w:abstractNumId w:val="17"/>
  </w:num>
  <w:num w:numId="25">
    <w:abstractNumId w:val="9"/>
  </w:num>
  <w:num w:numId="26">
    <w:abstractNumId w:val="23"/>
  </w:num>
  <w:num w:numId="27">
    <w:abstractNumId w:val="8"/>
  </w:num>
  <w:num w:numId="28">
    <w:abstractNumId w:val="13"/>
  </w:num>
  <w:num w:numId="29">
    <w:abstractNumId w:val="27"/>
  </w:num>
  <w:num w:numId="30">
    <w:abstractNumId w:val="26"/>
  </w:num>
  <w:num w:numId="31">
    <w:abstractNumId w:val="15"/>
  </w:num>
  <w:num w:numId="32">
    <w:abstractNumId w:val="25"/>
  </w:num>
  <w:num w:numId="33">
    <w:abstractNumId w:val="31"/>
  </w:num>
  <w:num w:numId="34">
    <w:abstractNumId w:val="20"/>
  </w:num>
  <w:num w:numId="35">
    <w:abstractNumId w:val="21"/>
  </w:num>
  <w:num w:numId="36">
    <w:abstractNumId w:val="6"/>
  </w:num>
  <w:num w:numId="37">
    <w:abstractNumId w:val="29"/>
  </w:num>
  <w:num w:numId="38">
    <w:abstractNumId w:val="10"/>
  </w:num>
  <w:num w:numId="39">
    <w:abstractNumId w:val="39"/>
  </w:num>
  <w:num w:numId="40">
    <w:abstractNumId w:val="33"/>
  </w:num>
  <w:num w:numId="41">
    <w:abstractNumId w:val="14"/>
  </w:num>
  <w:num w:numId="42">
    <w:abstractNumId w:val="44"/>
  </w:num>
  <w:num w:numId="43">
    <w:abstractNumId w:val="43"/>
  </w:num>
  <w:num w:numId="44">
    <w:abstractNumId w:val="24"/>
  </w:num>
  <w:num w:numId="4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embedSystemFonts/>
  <w:proofState w:spelling="clean"/>
  <w:attachedTemplate r:id="rId1"/>
  <w:linkStyles/>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170"/>
  <w:hyphenationZone w:val="425"/>
  <w:drawingGridHorizontalSpacing w:val="120"/>
  <w:drawingGridVerticalSpacing w:val="163"/>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pageCheckpoint" w:val="/,_x000d_/_x000d_"/>
  </w:docVars>
  <w:rsids>
    <w:rsidRoot w:val="00071A9C"/>
    <w:rsid w:val="000015DF"/>
    <w:rsid w:val="00003A5B"/>
    <w:rsid w:val="00003ACC"/>
    <w:rsid w:val="000054A6"/>
    <w:rsid w:val="00012961"/>
    <w:rsid w:val="00012FAB"/>
    <w:rsid w:val="0001319A"/>
    <w:rsid w:val="0001325E"/>
    <w:rsid w:val="00013631"/>
    <w:rsid w:val="0001625E"/>
    <w:rsid w:val="000166BD"/>
    <w:rsid w:val="000171B0"/>
    <w:rsid w:val="00017242"/>
    <w:rsid w:val="00017D90"/>
    <w:rsid w:val="0002043F"/>
    <w:rsid w:val="00020FE4"/>
    <w:rsid w:val="00030328"/>
    <w:rsid w:val="000331F0"/>
    <w:rsid w:val="000363FD"/>
    <w:rsid w:val="0003657E"/>
    <w:rsid w:val="00036B0B"/>
    <w:rsid w:val="00037894"/>
    <w:rsid w:val="00041382"/>
    <w:rsid w:val="00044E0B"/>
    <w:rsid w:val="000455D1"/>
    <w:rsid w:val="00052BE1"/>
    <w:rsid w:val="00062318"/>
    <w:rsid w:val="00062BE6"/>
    <w:rsid w:val="00062C8A"/>
    <w:rsid w:val="000658CD"/>
    <w:rsid w:val="00067AA9"/>
    <w:rsid w:val="000706F4"/>
    <w:rsid w:val="00070B05"/>
    <w:rsid w:val="00071A9C"/>
    <w:rsid w:val="00071CB6"/>
    <w:rsid w:val="000731F1"/>
    <w:rsid w:val="00074226"/>
    <w:rsid w:val="00075985"/>
    <w:rsid w:val="00075A70"/>
    <w:rsid w:val="0007694F"/>
    <w:rsid w:val="00076BAD"/>
    <w:rsid w:val="00077D33"/>
    <w:rsid w:val="00080EF3"/>
    <w:rsid w:val="00081C59"/>
    <w:rsid w:val="00083BC5"/>
    <w:rsid w:val="0008451E"/>
    <w:rsid w:val="0008526B"/>
    <w:rsid w:val="00087998"/>
    <w:rsid w:val="00087D21"/>
    <w:rsid w:val="00093528"/>
    <w:rsid w:val="00095025"/>
    <w:rsid w:val="00096107"/>
    <w:rsid w:val="00097CBF"/>
    <w:rsid w:val="000A1646"/>
    <w:rsid w:val="000A266A"/>
    <w:rsid w:val="000A32BD"/>
    <w:rsid w:val="000A37D1"/>
    <w:rsid w:val="000A3A73"/>
    <w:rsid w:val="000A6038"/>
    <w:rsid w:val="000A6BBC"/>
    <w:rsid w:val="000A7BFC"/>
    <w:rsid w:val="000B3E0B"/>
    <w:rsid w:val="000B5161"/>
    <w:rsid w:val="000C04B7"/>
    <w:rsid w:val="000C259F"/>
    <w:rsid w:val="000C27B3"/>
    <w:rsid w:val="000C352E"/>
    <w:rsid w:val="000C67E1"/>
    <w:rsid w:val="000C78C3"/>
    <w:rsid w:val="000D00CA"/>
    <w:rsid w:val="000D06A0"/>
    <w:rsid w:val="000D1255"/>
    <w:rsid w:val="000D2447"/>
    <w:rsid w:val="000D273E"/>
    <w:rsid w:val="000D56F5"/>
    <w:rsid w:val="000D79A4"/>
    <w:rsid w:val="000E1D33"/>
    <w:rsid w:val="000E26B5"/>
    <w:rsid w:val="000E3C7F"/>
    <w:rsid w:val="000E59BA"/>
    <w:rsid w:val="000F07D2"/>
    <w:rsid w:val="000F141A"/>
    <w:rsid w:val="000F15A0"/>
    <w:rsid w:val="000F5608"/>
    <w:rsid w:val="000F6E3C"/>
    <w:rsid w:val="000F7A34"/>
    <w:rsid w:val="000F7A82"/>
    <w:rsid w:val="00100501"/>
    <w:rsid w:val="00100848"/>
    <w:rsid w:val="00100F80"/>
    <w:rsid w:val="00102F89"/>
    <w:rsid w:val="0010783F"/>
    <w:rsid w:val="00110556"/>
    <w:rsid w:val="001108B5"/>
    <w:rsid w:val="001134A5"/>
    <w:rsid w:val="001134E8"/>
    <w:rsid w:val="0011398D"/>
    <w:rsid w:val="00114A93"/>
    <w:rsid w:val="00115729"/>
    <w:rsid w:val="00116FFF"/>
    <w:rsid w:val="00121274"/>
    <w:rsid w:val="0012334D"/>
    <w:rsid w:val="0013000F"/>
    <w:rsid w:val="00130541"/>
    <w:rsid w:val="00130B35"/>
    <w:rsid w:val="00132F58"/>
    <w:rsid w:val="00144336"/>
    <w:rsid w:val="00145C28"/>
    <w:rsid w:val="00147707"/>
    <w:rsid w:val="00153400"/>
    <w:rsid w:val="00154E87"/>
    <w:rsid w:val="001571DC"/>
    <w:rsid w:val="00157E4C"/>
    <w:rsid w:val="00163B59"/>
    <w:rsid w:val="00163C14"/>
    <w:rsid w:val="00165F84"/>
    <w:rsid w:val="00171144"/>
    <w:rsid w:val="00173944"/>
    <w:rsid w:val="00174C4F"/>
    <w:rsid w:val="00174FE4"/>
    <w:rsid w:val="001812C9"/>
    <w:rsid w:val="001827BB"/>
    <w:rsid w:val="00184B9F"/>
    <w:rsid w:val="00185631"/>
    <w:rsid w:val="00185C32"/>
    <w:rsid w:val="001863F2"/>
    <w:rsid w:val="00187B0A"/>
    <w:rsid w:val="00190E64"/>
    <w:rsid w:val="001910AD"/>
    <w:rsid w:val="001920AC"/>
    <w:rsid w:val="00192A68"/>
    <w:rsid w:val="00195D74"/>
    <w:rsid w:val="0019684A"/>
    <w:rsid w:val="00197C7F"/>
    <w:rsid w:val="001A0D98"/>
    <w:rsid w:val="001A65B7"/>
    <w:rsid w:val="001A7D22"/>
    <w:rsid w:val="001B0BD8"/>
    <w:rsid w:val="001B1107"/>
    <w:rsid w:val="001B177E"/>
    <w:rsid w:val="001B1ABA"/>
    <w:rsid w:val="001B4052"/>
    <w:rsid w:val="001B5413"/>
    <w:rsid w:val="001B582A"/>
    <w:rsid w:val="001B6B7A"/>
    <w:rsid w:val="001B7CCA"/>
    <w:rsid w:val="001C22DB"/>
    <w:rsid w:val="001C5C8A"/>
    <w:rsid w:val="001C7B51"/>
    <w:rsid w:val="001C7CB5"/>
    <w:rsid w:val="001D01C3"/>
    <w:rsid w:val="001D0295"/>
    <w:rsid w:val="001D0B3E"/>
    <w:rsid w:val="001E0303"/>
    <w:rsid w:val="001E0DA7"/>
    <w:rsid w:val="001E3D50"/>
    <w:rsid w:val="001E46EA"/>
    <w:rsid w:val="001E47B9"/>
    <w:rsid w:val="001E5B67"/>
    <w:rsid w:val="001E63C6"/>
    <w:rsid w:val="001F1CDF"/>
    <w:rsid w:val="001F2426"/>
    <w:rsid w:val="002005B0"/>
    <w:rsid w:val="00200E93"/>
    <w:rsid w:val="00201D85"/>
    <w:rsid w:val="002029AB"/>
    <w:rsid w:val="002033A4"/>
    <w:rsid w:val="002054FB"/>
    <w:rsid w:val="002057E9"/>
    <w:rsid w:val="002062FD"/>
    <w:rsid w:val="00210220"/>
    <w:rsid w:val="00213DF6"/>
    <w:rsid w:val="00215B0B"/>
    <w:rsid w:val="00217A88"/>
    <w:rsid w:val="0022086D"/>
    <w:rsid w:val="00221A21"/>
    <w:rsid w:val="00222859"/>
    <w:rsid w:val="0023171E"/>
    <w:rsid w:val="00233F51"/>
    <w:rsid w:val="002370A3"/>
    <w:rsid w:val="00240665"/>
    <w:rsid w:val="00242B69"/>
    <w:rsid w:val="00243082"/>
    <w:rsid w:val="002444C0"/>
    <w:rsid w:val="00246191"/>
    <w:rsid w:val="002462F0"/>
    <w:rsid w:val="00247647"/>
    <w:rsid w:val="00250827"/>
    <w:rsid w:val="00250D67"/>
    <w:rsid w:val="00252611"/>
    <w:rsid w:val="002532EE"/>
    <w:rsid w:val="00253787"/>
    <w:rsid w:val="0025541D"/>
    <w:rsid w:val="00261D63"/>
    <w:rsid w:val="00262805"/>
    <w:rsid w:val="0026314D"/>
    <w:rsid w:val="00265A5C"/>
    <w:rsid w:val="0026783B"/>
    <w:rsid w:val="00267CD3"/>
    <w:rsid w:val="002711F9"/>
    <w:rsid w:val="00272296"/>
    <w:rsid w:val="0027427E"/>
    <w:rsid w:val="002751CD"/>
    <w:rsid w:val="00275239"/>
    <w:rsid w:val="00275B30"/>
    <w:rsid w:val="00276B33"/>
    <w:rsid w:val="00276F7C"/>
    <w:rsid w:val="002773EC"/>
    <w:rsid w:val="002805B7"/>
    <w:rsid w:val="002810DF"/>
    <w:rsid w:val="00281141"/>
    <w:rsid w:val="00281153"/>
    <w:rsid w:val="0028140B"/>
    <w:rsid w:val="00281720"/>
    <w:rsid w:val="00281942"/>
    <w:rsid w:val="00281BC1"/>
    <w:rsid w:val="00281F11"/>
    <w:rsid w:val="00284157"/>
    <w:rsid w:val="00284917"/>
    <w:rsid w:val="002902A9"/>
    <w:rsid w:val="00291E7D"/>
    <w:rsid w:val="00294083"/>
    <w:rsid w:val="00297691"/>
    <w:rsid w:val="002A0139"/>
    <w:rsid w:val="002A0D49"/>
    <w:rsid w:val="002A2B89"/>
    <w:rsid w:val="002A4E36"/>
    <w:rsid w:val="002A6D1B"/>
    <w:rsid w:val="002B1393"/>
    <w:rsid w:val="002B2583"/>
    <w:rsid w:val="002B43D5"/>
    <w:rsid w:val="002B4A5A"/>
    <w:rsid w:val="002B58A1"/>
    <w:rsid w:val="002C063D"/>
    <w:rsid w:val="002C2EC9"/>
    <w:rsid w:val="002C4744"/>
    <w:rsid w:val="002C50AB"/>
    <w:rsid w:val="002C5123"/>
    <w:rsid w:val="002D2423"/>
    <w:rsid w:val="002D25CD"/>
    <w:rsid w:val="002D40D8"/>
    <w:rsid w:val="002D5398"/>
    <w:rsid w:val="002E07B9"/>
    <w:rsid w:val="002E282E"/>
    <w:rsid w:val="002E30B8"/>
    <w:rsid w:val="002E4061"/>
    <w:rsid w:val="002E4BA0"/>
    <w:rsid w:val="002E5DA8"/>
    <w:rsid w:val="002E77CA"/>
    <w:rsid w:val="002F2278"/>
    <w:rsid w:val="002F29FA"/>
    <w:rsid w:val="002F3F43"/>
    <w:rsid w:val="002F4215"/>
    <w:rsid w:val="002F59F7"/>
    <w:rsid w:val="002F696E"/>
    <w:rsid w:val="002F7163"/>
    <w:rsid w:val="00300765"/>
    <w:rsid w:val="00302BEC"/>
    <w:rsid w:val="00303D11"/>
    <w:rsid w:val="003128D6"/>
    <w:rsid w:val="00312E27"/>
    <w:rsid w:val="00315176"/>
    <w:rsid w:val="00316159"/>
    <w:rsid w:val="003173B6"/>
    <w:rsid w:val="00320DE1"/>
    <w:rsid w:val="003213D4"/>
    <w:rsid w:val="003236A1"/>
    <w:rsid w:val="003246F9"/>
    <w:rsid w:val="00325016"/>
    <w:rsid w:val="00325D63"/>
    <w:rsid w:val="00327F5F"/>
    <w:rsid w:val="00330BC6"/>
    <w:rsid w:val="003372F3"/>
    <w:rsid w:val="003427C0"/>
    <w:rsid w:val="00343B30"/>
    <w:rsid w:val="0034469C"/>
    <w:rsid w:val="003451A9"/>
    <w:rsid w:val="00346E61"/>
    <w:rsid w:val="00350FDF"/>
    <w:rsid w:val="00351D81"/>
    <w:rsid w:val="00355D60"/>
    <w:rsid w:val="0035667D"/>
    <w:rsid w:val="00356826"/>
    <w:rsid w:val="00360674"/>
    <w:rsid w:val="003654AE"/>
    <w:rsid w:val="0036623F"/>
    <w:rsid w:val="0037155B"/>
    <w:rsid w:val="00371EEF"/>
    <w:rsid w:val="00373A6B"/>
    <w:rsid w:val="00375BB4"/>
    <w:rsid w:val="0037674E"/>
    <w:rsid w:val="00377A1D"/>
    <w:rsid w:val="00380848"/>
    <w:rsid w:val="00380F3E"/>
    <w:rsid w:val="00383B83"/>
    <w:rsid w:val="00384321"/>
    <w:rsid w:val="00384C25"/>
    <w:rsid w:val="00385C2E"/>
    <w:rsid w:val="003868E2"/>
    <w:rsid w:val="00393E88"/>
    <w:rsid w:val="00397BCA"/>
    <w:rsid w:val="003A1CD9"/>
    <w:rsid w:val="003A451C"/>
    <w:rsid w:val="003A54E6"/>
    <w:rsid w:val="003A607F"/>
    <w:rsid w:val="003A6856"/>
    <w:rsid w:val="003A7205"/>
    <w:rsid w:val="003A72E5"/>
    <w:rsid w:val="003A7EDC"/>
    <w:rsid w:val="003B168B"/>
    <w:rsid w:val="003B604C"/>
    <w:rsid w:val="003B77FD"/>
    <w:rsid w:val="003C2396"/>
    <w:rsid w:val="003C2BB7"/>
    <w:rsid w:val="003C36FC"/>
    <w:rsid w:val="003C3D76"/>
    <w:rsid w:val="003C52D4"/>
    <w:rsid w:val="003C644F"/>
    <w:rsid w:val="003C6984"/>
    <w:rsid w:val="003C7DC7"/>
    <w:rsid w:val="003D28F3"/>
    <w:rsid w:val="003D3173"/>
    <w:rsid w:val="003D45BE"/>
    <w:rsid w:val="003D4DC2"/>
    <w:rsid w:val="003D7D65"/>
    <w:rsid w:val="003E1CF5"/>
    <w:rsid w:val="003E2760"/>
    <w:rsid w:val="003E2B47"/>
    <w:rsid w:val="003E361B"/>
    <w:rsid w:val="003E3C2B"/>
    <w:rsid w:val="003E5E4D"/>
    <w:rsid w:val="003E6322"/>
    <w:rsid w:val="003F046F"/>
    <w:rsid w:val="003F0681"/>
    <w:rsid w:val="003F2074"/>
    <w:rsid w:val="003F3908"/>
    <w:rsid w:val="003F3B00"/>
    <w:rsid w:val="003F3D77"/>
    <w:rsid w:val="003F70CF"/>
    <w:rsid w:val="004038CE"/>
    <w:rsid w:val="0040635D"/>
    <w:rsid w:val="00407853"/>
    <w:rsid w:val="00410F3A"/>
    <w:rsid w:val="00411290"/>
    <w:rsid w:val="00412FA2"/>
    <w:rsid w:val="00413A1A"/>
    <w:rsid w:val="00414647"/>
    <w:rsid w:val="00415259"/>
    <w:rsid w:val="00415740"/>
    <w:rsid w:val="004164CF"/>
    <w:rsid w:val="004220B7"/>
    <w:rsid w:val="00425D6B"/>
    <w:rsid w:val="00426D6E"/>
    <w:rsid w:val="0042771E"/>
    <w:rsid w:val="00431833"/>
    <w:rsid w:val="0043677B"/>
    <w:rsid w:val="00437796"/>
    <w:rsid w:val="00440A01"/>
    <w:rsid w:val="00440ECC"/>
    <w:rsid w:val="00441D54"/>
    <w:rsid w:val="004438E1"/>
    <w:rsid w:val="00445C3D"/>
    <w:rsid w:val="00446263"/>
    <w:rsid w:val="00446A34"/>
    <w:rsid w:val="004569FA"/>
    <w:rsid w:val="00460D0E"/>
    <w:rsid w:val="0046175F"/>
    <w:rsid w:val="00461CBD"/>
    <w:rsid w:val="00461DB7"/>
    <w:rsid w:val="00461FA9"/>
    <w:rsid w:val="00464F76"/>
    <w:rsid w:val="004666E1"/>
    <w:rsid w:val="00467855"/>
    <w:rsid w:val="00471A84"/>
    <w:rsid w:val="00472DDD"/>
    <w:rsid w:val="00477262"/>
    <w:rsid w:val="004813BA"/>
    <w:rsid w:val="0048292B"/>
    <w:rsid w:val="0048606D"/>
    <w:rsid w:val="004867C6"/>
    <w:rsid w:val="004929AE"/>
    <w:rsid w:val="00492C33"/>
    <w:rsid w:val="004A0112"/>
    <w:rsid w:val="004A1B75"/>
    <w:rsid w:val="004A1F3F"/>
    <w:rsid w:val="004A2D92"/>
    <w:rsid w:val="004A4291"/>
    <w:rsid w:val="004A5098"/>
    <w:rsid w:val="004A75E8"/>
    <w:rsid w:val="004B03AA"/>
    <w:rsid w:val="004B0998"/>
    <w:rsid w:val="004B15BA"/>
    <w:rsid w:val="004B2E08"/>
    <w:rsid w:val="004B3763"/>
    <w:rsid w:val="004B3BC3"/>
    <w:rsid w:val="004B7D6F"/>
    <w:rsid w:val="004C052B"/>
    <w:rsid w:val="004C1358"/>
    <w:rsid w:val="004C28E1"/>
    <w:rsid w:val="004C5136"/>
    <w:rsid w:val="004C5D4E"/>
    <w:rsid w:val="004C7647"/>
    <w:rsid w:val="004D0727"/>
    <w:rsid w:val="004D3E99"/>
    <w:rsid w:val="004D459C"/>
    <w:rsid w:val="004D4728"/>
    <w:rsid w:val="004E4923"/>
    <w:rsid w:val="004E4D0D"/>
    <w:rsid w:val="004E75A3"/>
    <w:rsid w:val="004E75EF"/>
    <w:rsid w:val="004F1B62"/>
    <w:rsid w:val="004F1C3C"/>
    <w:rsid w:val="004F4AB1"/>
    <w:rsid w:val="004F4BFA"/>
    <w:rsid w:val="004F631A"/>
    <w:rsid w:val="0050251F"/>
    <w:rsid w:val="00513708"/>
    <w:rsid w:val="00515339"/>
    <w:rsid w:val="00516569"/>
    <w:rsid w:val="00516608"/>
    <w:rsid w:val="00517739"/>
    <w:rsid w:val="005202E3"/>
    <w:rsid w:val="00521FF3"/>
    <w:rsid w:val="00522767"/>
    <w:rsid w:val="00522DB2"/>
    <w:rsid w:val="00523A94"/>
    <w:rsid w:val="00523BDB"/>
    <w:rsid w:val="00524D72"/>
    <w:rsid w:val="0052529D"/>
    <w:rsid w:val="00525EB7"/>
    <w:rsid w:val="00526168"/>
    <w:rsid w:val="00527064"/>
    <w:rsid w:val="005300E0"/>
    <w:rsid w:val="00531FA3"/>
    <w:rsid w:val="00534087"/>
    <w:rsid w:val="00535A04"/>
    <w:rsid w:val="005361D8"/>
    <w:rsid w:val="00537778"/>
    <w:rsid w:val="00541F05"/>
    <w:rsid w:val="005438EF"/>
    <w:rsid w:val="005447E4"/>
    <w:rsid w:val="00546F35"/>
    <w:rsid w:val="0055346C"/>
    <w:rsid w:val="005564E2"/>
    <w:rsid w:val="00557601"/>
    <w:rsid w:val="005623CF"/>
    <w:rsid w:val="00564128"/>
    <w:rsid w:val="005642D5"/>
    <w:rsid w:val="00566267"/>
    <w:rsid w:val="00566B24"/>
    <w:rsid w:val="00566BA4"/>
    <w:rsid w:val="00570EC2"/>
    <w:rsid w:val="00571929"/>
    <w:rsid w:val="00574872"/>
    <w:rsid w:val="005748B9"/>
    <w:rsid w:val="00574F64"/>
    <w:rsid w:val="0057519A"/>
    <w:rsid w:val="00577CD5"/>
    <w:rsid w:val="00583C3B"/>
    <w:rsid w:val="00584256"/>
    <w:rsid w:val="005843C4"/>
    <w:rsid w:val="00587694"/>
    <w:rsid w:val="00590931"/>
    <w:rsid w:val="005931E4"/>
    <w:rsid w:val="005951D6"/>
    <w:rsid w:val="0059687B"/>
    <w:rsid w:val="00597619"/>
    <w:rsid w:val="00597AB8"/>
    <w:rsid w:val="005A02B9"/>
    <w:rsid w:val="005A1619"/>
    <w:rsid w:val="005A2174"/>
    <w:rsid w:val="005B177C"/>
    <w:rsid w:val="005B1ACB"/>
    <w:rsid w:val="005B1F4F"/>
    <w:rsid w:val="005B250C"/>
    <w:rsid w:val="005B4BCA"/>
    <w:rsid w:val="005B5FCF"/>
    <w:rsid w:val="005B6C4E"/>
    <w:rsid w:val="005C0672"/>
    <w:rsid w:val="005C3C01"/>
    <w:rsid w:val="005C4185"/>
    <w:rsid w:val="005C436E"/>
    <w:rsid w:val="005C4DF4"/>
    <w:rsid w:val="005C52E9"/>
    <w:rsid w:val="005D0A85"/>
    <w:rsid w:val="005D4501"/>
    <w:rsid w:val="005D55FA"/>
    <w:rsid w:val="005D62B3"/>
    <w:rsid w:val="005D76F0"/>
    <w:rsid w:val="005E1466"/>
    <w:rsid w:val="005E1D4B"/>
    <w:rsid w:val="005E319C"/>
    <w:rsid w:val="005E323C"/>
    <w:rsid w:val="005E4F65"/>
    <w:rsid w:val="005F167A"/>
    <w:rsid w:val="005F4353"/>
    <w:rsid w:val="005F44F7"/>
    <w:rsid w:val="00600167"/>
    <w:rsid w:val="00600445"/>
    <w:rsid w:val="0060250E"/>
    <w:rsid w:val="006046D4"/>
    <w:rsid w:val="00604748"/>
    <w:rsid w:val="00610673"/>
    <w:rsid w:val="006110C0"/>
    <w:rsid w:val="006140D9"/>
    <w:rsid w:val="00614420"/>
    <w:rsid w:val="006156A8"/>
    <w:rsid w:val="00615832"/>
    <w:rsid w:val="00620346"/>
    <w:rsid w:val="00620C7A"/>
    <w:rsid w:val="00621B18"/>
    <w:rsid w:val="006242C2"/>
    <w:rsid w:val="0063208F"/>
    <w:rsid w:val="0063434D"/>
    <w:rsid w:val="006350E5"/>
    <w:rsid w:val="00635714"/>
    <w:rsid w:val="00641982"/>
    <w:rsid w:val="00644C8C"/>
    <w:rsid w:val="0064626F"/>
    <w:rsid w:val="0064645B"/>
    <w:rsid w:val="006504F6"/>
    <w:rsid w:val="00651580"/>
    <w:rsid w:val="00651ACF"/>
    <w:rsid w:val="00653D0F"/>
    <w:rsid w:val="00654539"/>
    <w:rsid w:val="00657A23"/>
    <w:rsid w:val="006634D0"/>
    <w:rsid w:val="00664813"/>
    <w:rsid w:val="00665084"/>
    <w:rsid w:val="00665C57"/>
    <w:rsid w:val="00666AD3"/>
    <w:rsid w:val="00667424"/>
    <w:rsid w:val="006675E9"/>
    <w:rsid w:val="00670AA5"/>
    <w:rsid w:val="006757F5"/>
    <w:rsid w:val="0067702E"/>
    <w:rsid w:val="00677C62"/>
    <w:rsid w:val="00681BD3"/>
    <w:rsid w:val="0068276B"/>
    <w:rsid w:val="0068399F"/>
    <w:rsid w:val="00686FED"/>
    <w:rsid w:val="00693611"/>
    <w:rsid w:val="00694D17"/>
    <w:rsid w:val="006966CD"/>
    <w:rsid w:val="00696841"/>
    <w:rsid w:val="006969EB"/>
    <w:rsid w:val="006978BC"/>
    <w:rsid w:val="006A0B21"/>
    <w:rsid w:val="006A2111"/>
    <w:rsid w:val="006A3EB7"/>
    <w:rsid w:val="006A45F1"/>
    <w:rsid w:val="006A4EE3"/>
    <w:rsid w:val="006A4F3E"/>
    <w:rsid w:val="006A551E"/>
    <w:rsid w:val="006A69E3"/>
    <w:rsid w:val="006B03D4"/>
    <w:rsid w:val="006B29A8"/>
    <w:rsid w:val="006B2E8E"/>
    <w:rsid w:val="006B5452"/>
    <w:rsid w:val="006B6793"/>
    <w:rsid w:val="006B7776"/>
    <w:rsid w:val="006B7814"/>
    <w:rsid w:val="006B78B9"/>
    <w:rsid w:val="006C1672"/>
    <w:rsid w:val="006C238E"/>
    <w:rsid w:val="006C3B70"/>
    <w:rsid w:val="006C5C63"/>
    <w:rsid w:val="006C625C"/>
    <w:rsid w:val="006C6D25"/>
    <w:rsid w:val="006C7C0A"/>
    <w:rsid w:val="006D4376"/>
    <w:rsid w:val="006D596F"/>
    <w:rsid w:val="006D6763"/>
    <w:rsid w:val="006D7ABE"/>
    <w:rsid w:val="006E525B"/>
    <w:rsid w:val="006E631E"/>
    <w:rsid w:val="006E66E8"/>
    <w:rsid w:val="006E72FC"/>
    <w:rsid w:val="006F1B13"/>
    <w:rsid w:val="006F2812"/>
    <w:rsid w:val="006F2F9B"/>
    <w:rsid w:val="006F3F0F"/>
    <w:rsid w:val="006F4D2B"/>
    <w:rsid w:val="006F5CE5"/>
    <w:rsid w:val="006F6A0E"/>
    <w:rsid w:val="006F7B21"/>
    <w:rsid w:val="00701B94"/>
    <w:rsid w:val="007040CF"/>
    <w:rsid w:val="007057BC"/>
    <w:rsid w:val="0070693F"/>
    <w:rsid w:val="00710346"/>
    <w:rsid w:val="00713F0C"/>
    <w:rsid w:val="0071450C"/>
    <w:rsid w:val="007150C2"/>
    <w:rsid w:val="00715DBE"/>
    <w:rsid w:val="00716366"/>
    <w:rsid w:val="007166E6"/>
    <w:rsid w:val="00720587"/>
    <w:rsid w:val="0072090A"/>
    <w:rsid w:val="00722A14"/>
    <w:rsid w:val="00723349"/>
    <w:rsid w:val="00726C76"/>
    <w:rsid w:val="00726E80"/>
    <w:rsid w:val="00727767"/>
    <w:rsid w:val="00731DA1"/>
    <w:rsid w:val="007327CA"/>
    <w:rsid w:val="00732A5B"/>
    <w:rsid w:val="007339B1"/>
    <w:rsid w:val="007360D5"/>
    <w:rsid w:val="00736D03"/>
    <w:rsid w:val="0073705A"/>
    <w:rsid w:val="007373F2"/>
    <w:rsid w:val="00737861"/>
    <w:rsid w:val="007404A8"/>
    <w:rsid w:val="00745750"/>
    <w:rsid w:val="00745D2B"/>
    <w:rsid w:val="00746451"/>
    <w:rsid w:val="007513CD"/>
    <w:rsid w:val="007514A4"/>
    <w:rsid w:val="0075152E"/>
    <w:rsid w:val="00754837"/>
    <w:rsid w:val="00755B79"/>
    <w:rsid w:val="0076162A"/>
    <w:rsid w:val="00763B08"/>
    <w:rsid w:val="00763B0D"/>
    <w:rsid w:val="00764693"/>
    <w:rsid w:val="0076566B"/>
    <w:rsid w:val="007672B5"/>
    <w:rsid w:val="007675DC"/>
    <w:rsid w:val="00772C5C"/>
    <w:rsid w:val="00775F52"/>
    <w:rsid w:val="00777729"/>
    <w:rsid w:val="00782162"/>
    <w:rsid w:val="0078300A"/>
    <w:rsid w:val="0078429B"/>
    <w:rsid w:val="0078539C"/>
    <w:rsid w:val="00785524"/>
    <w:rsid w:val="0078694F"/>
    <w:rsid w:val="00791D35"/>
    <w:rsid w:val="0079206C"/>
    <w:rsid w:val="007930AC"/>
    <w:rsid w:val="007930D4"/>
    <w:rsid w:val="00793971"/>
    <w:rsid w:val="00795936"/>
    <w:rsid w:val="007977BE"/>
    <w:rsid w:val="007A1758"/>
    <w:rsid w:val="007A36D5"/>
    <w:rsid w:val="007A3C50"/>
    <w:rsid w:val="007A4677"/>
    <w:rsid w:val="007A4C0B"/>
    <w:rsid w:val="007A6048"/>
    <w:rsid w:val="007A61DA"/>
    <w:rsid w:val="007A6E6F"/>
    <w:rsid w:val="007B39B2"/>
    <w:rsid w:val="007B61C4"/>
    <w:rsid w:val="007C15BB"/>
    <w:rsid w:val="007C2227"/>
    <w:rsid w:val="007D0896"/>
    <w:rsid w:val="007D261F"/>
    <w:rsid w:val="007D4282"/>
    <w:rsid w:val="007D6EEA"/>
    <w:rsid w:val="007D74D5"/>
    <w:rsid w:val="007E0157"/>
    <w:rsid w:val="007E2738"/>
    <w:rsid w:val="007E28BC"/>
    <w:rsid w:val="007E73E2"/>
    <w:rsid w:val="007E760A"/>
    <w:rsid w:val="007E7660"/>
    <w:rsid w:val="007F0619"/>
    <w:rsid w:val="007F07A8"/>
    <w:rsid w:val="007F1925"/>
    <w:rsid w:val="007F1FC5"/>
    <w:rsid w:val="007F28CD"/>
    <w:rsid w:val="007F5D7D"/>
    <w:rsid w:val="00801148"/>
    <w:rsid w:val="0080393E"/>
    <w:rsid w:val="00805983"/>
    <w:rsid w:val="00806BD4"/>
    <w:rsid w:val="008078F4"/>
    <w:rsid w:val="00810169"/>
    <w:rsid w:val="00810EC7"/>
    <w:rsid w:val="008129EE"/>
    <w:rsid w:val="0081360A"/>
    <w:rsid w:val="008141BA"/>
    <w:rsid w:val="00815332"/>
    <w:rsid w:val="008169C0"/>
    <w:rsid w:val="008173AC"/>
    <w:rsid w:val="00821E51"/>
    <w:rsid w:val="00822796"/>
    <w:rsid w:val="00823268"/>
    <w:rsid w:val="00823A79"/>
    <w:rsid w:val="00824234"/>
    <w:rsid w:val="0082447A"/>
    <w:rsid w:val="00824B66"/>
    <w:rsid w:val="00824FC2"/>
    <w:rsid w:val="008263AA"/>
    <w:rsid w:val="00826986"/>
    <w:rsid w:val="00831071"/>
    <w:rsid w:val="00833C15"/>
    <w:rsid w:val="008359C2"/>
    <w:rsid w:val="00841377"/>
    <w:rsid w:val="00846097"/>
    <w:rsid w:val="0085093B"/>
    <w:rsid w:val="00851854"/>
    <w:rsid w:val="00854677"/>
    <w:rsid w:val="00854BB2"/>
    <w:rsid w:val="0085629B"/>
    <w:rsid w:val="00856ACA"/>
    <w:rsid w:val="008573E0"/>
    <w:rsid w:val="00860045"/>
    <w:rsid w:val="00860FC0"/>
    <w:rsid w:val="0086217D"/>
    <w:rsid w:val="00867169"/>
    <w:rsid w:val="00867548"/>
    <w:rsid w:val="00867948"/>
    <w:rsid w:val="008747B2"/>
    <w:rsid w:val="00877B0F"/>
    <w:rsid w:val="00880176"/>
    <w:rsid w:val="00880A96"/>
    <w:rsid w:val="00881F67"/>
    <w:rsid w:val="00883044"/>
    <w:rsid w:val="00883DF6"/>
    <w:rsid w:val="0088466D"/>
    <w:rsid w:val="00884F84"/>
    <w:rsid w:val="00884FF0"/>
    <w:rsid w:val="008852F5"/>
    <w:rsid w:val="00891C25"/>
    <w:rsid w:val="00892771"/>
    <w:rsid w:val="00893419"/>
    <w:rsid w:val="008952A2"/>
    <w:rsid w:val="00895A3A"/>
    <w:rsid w:val="0089682E"/>
    <w:rsid w:val="00896C68"/>
    <w:rsid w:val="00897EDA"/>
    <w:rsid w:val="008A051C"/>
    <w:rsid w:val="008A0925"/>
    <w:rsid w:val="008A1D76"/>
    <w:rsid w:val="008A3AD4"/>
    <w:rsid w:val="008A5FA1"/>
    <w:rsid w:val="008A7430"/>
    <w:rsid w:val="008A784E"/>
    <w:rsid w:val="008A78E7"/>
    <w:rsid w:val="008B1FE9"/>
    <w:rsid w:val="008B28F2"/>
    <w:rsid w:val="008B2ACB"/>
    <w:rsid w:val="008B6955"/>
    <w:rsid w:val="008C3A72"/>
    <w:rsid w:val="008C56F4"/>
    <w:rsid w:val="008C6701"/>
    <w:rsid w:val="008C76B0"/>
    <w:rsid w:val="008C7F31"/>
    <w:rsid w:val="008D09C6"/>
    <w:rsid w:val="008D0A89"/>
    <w:rsid w:val="008D14E8"/>
    <w:rsid w:val="008D2BFA"/>
    <w:rsid w:val="008D2E19"/>
    <w:rsid w:val="008D4870"/>
    <w:rsid w:val="008D55AE"/>
    <w:rsid w:val="008D752C"/>
    <w:rsid w:val="008E1DD7"/>
    <w:rsid w:val="008E594A"/>
    <w:rsid w:val="008E5D3E"/>
    <w:rsid w:val="008E5E4D"/>
    <w:rsid w:val="008F2707"/>
    <w:rsid w:val="008F319C"/>
    <w:rsid w:val="008F4218"/>
    <w:rsid w:val="008F4221"/>
    <w:rsid w:val="008F4EC3"/>
    <w:rsid w:val="008F56BD"/>
    <w:rsid w:val="008F6722"/>
    <w:rsid w:val="008F728E"/>
    <w:rsid w:val="008F75BF"/>
    <w:rsid w:val="008F77BB"/>
    <w:rsid w:val="009016B4"/>
    <w:rsid w:val="00901B74"/>
    <w:rsid w:val="009025E3"/>
    <w:rsid w:val="0090278A"/>
    <w:rsid w:val="009043C6"/>
    <w:rsid w:val="00910C4C"/>
    <w:rsid w:val="00910F3C"/>
    <w:rsid w:val="00913E43"/>
    <w:rsid w:val="00913F3E"/>
    <w:rsid w:val="009150D9"/>
    <w:rsid w:val="0091671D"/>
    <w:rsid w:val="00917890"/>
    <w:rsid w:val="0092074B"/>
    <w:rsid w:val="00921580"/>
    <w:rsid w:val="00921ADA"/>
    <w:rsid w:val="0092288B"/>
    <w:rsid w:val="00922D17"/>
    <w:rsid w:val="00923D44"/>
    <w:rsid w:val="00924FB0"/>
    <w:rsid w:val="009252B6"/>
    <w:rsid w:val="00926F58"/>
    <w:rsid w:val="00930F27"/>
    <w:rsid w:val="009311BF"/>
    <w:rsid w:val="00932DB0"/>
    <w:rsid w:val="00933CBA"/>
    <w:rsid w:val="00935D89"/>
    <w:rsid w:val="009402FC"/>
    <w:rsid w:val="00940308"/>
    <w:rsid w:val="00940459"/>
    <w:rsid w:val="00943CAA"/>
    <w:rsid w:val="00946D7F"/>
    <w:rsid w:val="00947580"/>
    <w:rsid w:val="00951764"/>
    <w:rsid w:val="009532E9"/>
    <w:rsid w:val="00955030"/>
    <w:rsid w:val="009576F0"/>
    <w:rsid w:val="00963508"/>
    <w:rsid w:val="0096384D"/>
    <w:rsid w:val="00964259"/>
    <w:rsid w:val="00964574"/>
    <w:rsid w:val="00965A2B"/>
    <w:rsid w:val="00965C3A"/>
    <w:rsid w:val="00966FF1"/>
    <w:rsid w:val="00970DCD"/>
    <w:rsid w:val="00971EF6"/>
    <w:rsid w:val="00971FFC"/>
    <w:rsid w:val="00972799"/>
    <w:rsid w:val="00972EAA"/>
    <w:rsid w:val="00976C7A"/>
    <w:rsid w:val="00981659"/>
    <w:rsid w:val="00982E72"/>
    <w:rsid w:val="00983081"/>
    <w:rsid w:val="0098379D"/>
    <w:rsid w:val="009849A1"/>
    <w:rsid w:val="0098747F"/>
    <w:rsid w:val="00990267"/>
    <w:rsid w:val="009904ED"/>
    <w:rsid w:val="009908A2"/>
    <w:rsid w:val="009916B9"/>
    <w:rsid w:val="00991844"/>
    <w:rsid w:val="00992109"/>
    <w:rsid w:val="00994C98"/>
    <w:rsid w:val="00994D34"/>
    <w:rsid w:val="009A00EC"/>
    <w:rsid w:val="009A0157"/>
    <w:rsid w:val="009A366C"/>
    <w:rsid w:val="009A4C8F"/>
    <w:rsid w:val="009A4DDF"/>
    <w:rsid w:val="009A719E"/>
    <w:rsid w:val="009A7335"/>
    <w:rsid w:val="009A74EF"/>
    <w:rsid w:val="009A7708"/>
    <w:rsid w:val="009B1F84"/>
    <w:rsid w:val="009B4C0E"/>
    <w:rsid w:val="009B4DA3"/>
    <w:rsid w:val="009B567D"/>
    <w:rsid w:val="009B7F71"/>
    <w:rsid w:val="009C63C3"/>
    <w:rsid w:val="009D2B6E"/>
    <w:rsid w:val="009D3360"/>
    <w:rsid w:val="009D4FEA"/>
    <w:rsid w:val="009D7585"/>
    <w:rsid w:val="009E1B7F"/>
    <w:rsid w:val="009E1D39"/>
    <w:rsid w:val="009E2059"/>
    <w:rsid w:val="009E2FB7"/>
    <w:rsid w:val="009E35B2"/>
    <w:rsid w:val="009E5486"/>
    <w:rsid w:val="009E5CE0"/>
    <w:rsid w:val="009E6D17"/>
    <w:rsid w:val="009E7DFC"/>
    <w:rsid w:val="009F24F9"/>
    <w:rsid w:val="009F2DC0"/>
    <w:rsid w:val="009F3115"/>
    <w:rsid w:val="009F3927"/>
    <w:rsid w:val="009F6886"/>
    <w:rsid w:val="009F7024"/>
    <w:rsid w:val="009F7606"/>
    <w:rsid w:val="00A0187E"/>
    <w:rsid w:val="00A01D56"/>
    <w:rsid w:val="00A0216E"/>
    <w:rsid w:val="00A02D90"/>
    <w:rsid w:val="00A02F1B"/>
    <w:rsid w:val="00A04763"/>
    <w:rsid w:val="00A059B1"/>
    <w:rsid w:val="00A06BC1"/>
    <w:rsid w:val="00A1095B"/>
    <w:rsid w:val="00A111A3"/>
    <w:rsid w:val="00A14507"/>
    <w:rsid w:val="00A14733"/>
    <w:rsid w:val="00A1539A"/>
    <w:rsid w:val="00A16320"/>
    <w:rsid w:val="00A2057A"/>
    <w:rsid w:val="00A20CF7"/>
    <w:rsid w:val="00A21AC3"/>
    <w:rsid w:val="00A237A4"/>
    <w:rsid w:val="00A241D7"/>
    <w:rsid w:val="00A2539A"/>
    <w:rsid w:val="00A2589F"/>
    <w:rsid w:val="00A27F90"/>
    <w:rsid w:val="00A30B0D"/>
    <w:rsid w:val="00A321CA"/>
    <w:rsid w:val="00A34850"/>
    <w:rsid w:val="00A40233"/>
    <w:rsid w:val="00A42EAE"/>
    <w:rsid w:val="00A44D2A"/>
    <w:rsid w:val="00A453A2"/>
    <w:rsid w:val="00A458CB"/>
    <w:rsid w:val="00A47585"/>
    <w:rsid w:val="00A527AE"/>
    <w:rsid w:val="00A53598"/>
    <w:rsid w:val="00A5453E"/>
    <w:rsid w:val="00A5548F"/>
    <w:rsid w:val="00A5766D"/>
    <w:rsid w:val="00A57A10"/>
    <w:rsid w:val="00A57EE5"/>
    <w:rsid w:val="00A6005C"/>
    <w:rsid w:val="00A61C66"/>
    <w:rsid w:val="00A64853"/>
    <w:rsid w:val="00A660B3"/>
    <w:rsid w:val="00A6706A"/>
    <w:rsid w:val="00A67A31"/>
    <w:rsid w:val="00A70411"/>
    <w:rsid w:val="00A714AE"/>
    <w:rsid w:val="00A72FEC"/>
    <w:rsid w:val="00A73136"/>
    <w:rsid w:val="00A73B4D"/>
    <w:rsid w:val="00A8051C"/>
    <w:rsid w:val="00A806D3"/>
    <w:rsid w:val="00A81CF6"/>
    <w:rsid w:val="00A82F8E"/>
    <w:rsid w:val="00A85570"/>
    <w:rsid w:val="00A85CFB"/>
    <w:rsid w:val="00A863D0"/>
    <w:rsid w:val="00A90E17"/>
    <w:rsid w:val="00A91EC1"/>
    <w:rsid w:val="00A9613D"/>
    <w:rsid w:val="00A964F2"/>
    <w:rsid w:val="00AA24A2"/>
    <w:rsid w:val="00AB07A3"/>
    <w:rsid w:val="00AB1078"/>
    <w:rsid w:val="00AB2F01"/>
    <w:rsid w:val="00AB40F0"/>
    <w:rsid w:val="00AB6AE2"/>
    <w:rsid w:val="00AC03FA"/>
    <w:rsid w:val="00AC2167"/>
    <w:rsid w:val="00AC257D"/>
    <w:rsid w:val="00AC2C1F"/>
    <w:rsid w:val="00AC42F5"/>
    <w:rsid w:val="00AC5467"/>
    <w:rsid w:val="00AC6B3E"/>
    <w:rsid w:val="00AC7F12"/>
    <w:rsid w:val="00AD1724"/>
    <w:rsid w:val="00AD1B95"/>
    <w:rsid w:val="00AD2AE4"/>
    <w:rsid w:val="00AD6A7F"/>
    <w:rsid w:val="00AE0562"/>
    <w:rsid w:val="00AE1151"/>
    <w:rsid w:val="00AE252A"/>
    <w:rsid w:val="00AE31BB"/>
    <w:rsid w:val="00AE4046"/>
    <w:rsid w:val="00AE4DAE"/>
    <w:rsid w:val="00AE69D0"/>
    <w:rsid w:val="00AE69D7"/>
    <w:rsid w:val="00AE7D5D"/>
    <w:rsid w:val="00AE7E6B"/>
    <w:rsid w:val="00AF1876"/>
    <w:rsid w:val="00AF26ED"/>
    <w:rsid w:val="00AF381C"/>
    <w:rsid w:val="00AF3CCD"/>
    <w:rsid w:val="00B00438"/>
    <w:rsid w:val="00B01D9A"/>
    <w:rsid w:val="00B03779"/>
    <w:rsid w:val="00B03A0E"/>
    <w:rsid w:val="00B03FDE"/>
    <w:rsid w:val="00B04136"/>
    <w:rsid w:val="00B04951"/>
    <w:rsid w:val="00B10D28"/>
    <w:rsid w:val="00B112D4"/>
    <w:rsid w:val="00B113F9"/>
    <w:rsid w:val="00B124A9"/>
    <w:rsid w:val="00B14074"/>
    <w:rsid w:val="00B1456F"/>
    <w:rsid w:val="00B14A76"/>
    <w:rsid w:val="00B15847"/>
    <w:rsid w:val="00B159B1"/>
    <w:rsid w:val="00B15A9A"/>
    <w:rsid w:val="00B165F5"/>
    <w:rsid w:val="00B16E76"/>
    <w:rsid w:val="00B178B7"/>
    <w:rsid w:val="00B22580"/>
    <w:rsid w:val="00B25B46"/>
    <w:rsid w:val="00B2691B"/>
    <w:rsid w:val="00B27E10"/>
    <w:rsid w:val="00B32417"/>
    <w:rsid w:val="00B34128"/>
    <w:rsid w:val="00B343ED"/>
    <w:rsid w:val="00B34A50"/>
    <w:rsid w:val="00B35734"/>
    <w:rsid w:val="00B35961"/>
    <w:rsid w:val="00B35C94"/>
    <w:rsid w:val="00B377AB"/>
    <w:rsid w:val="00B37E0C"/>
    <w:rsid w:val="00B41812"/>
    <w:rsid w:val="00B44C3D"/>
    <w:rsid w:val="00B45776"/>
    <w:rsid w:val="00B47829"/>
    <w:rsid w:val="00B50F12"/>
    <w:rsid w:val="00B54BA5"/>
    <w:rsid w:val="00B55CD3"/>
    <w:rsid w:val="00B564C7"/>
    <w:rsid w:val="00B566E6"/>
    <w:rsid w:val="00B56BC3"/>
    <w:rsid w:val="00B57B44"/>
    <w:rsid w:val="00B60830"/>
    <w:rsid w:val="00B60917"/>
    <w:rsid w:val="00B60936"/>
    <w:rsid w:val="00B61121"/>
    <w:rsid w:val="00B615A5"/>
    <w:rsid w:val="00B615BC"/>
    <w:rsid w:val="00B61E06"/>
    <w:rsid w:val="00B61E8A"/>
    <w:rsid w:val="00B62AA3"/>
    <w:rsid w:val="00B630B7"/>
    <w:rsid w:val="00B63D10"/>
    <w:rsid w:val="00B67DF0"/>
    <w:rsid w:val="00B71A05"/>
    <w:rsid w:val="00B74096"/>
    <w:rsid w:val="00B7431D"/>
    <w:rsid w:val="00B7638E"/>
    <w:rsid w:val="00B76CBC"/>
    <w:rsid w:val="00B77051"/>
    <w:rsid w:val="00B83510"/>
    <w:rsid w:val="00B83DD5"/>
    <w:rsid w:val="00B841B8"/>
    <w:rsid w:val="00B86DFA"/>
    <w:rsid w:val="00B902DE"/>
    <w:rsid w:val="00B92EBA"/>
    <w:rsid w:val="00B9366F"/>
    <w:rsid w:val="00B94E38"/>
    <w:rsid w:val="00B95872"/>
    <w:rsid w:val="00B961E0"/>
    <w:rsid w:val="00B967DD"/>
    <w:rsid w:val="00BA2D0C"/>
    <w:rsid w:val="00BA3253"/>
    <w:rsid w:val="00BA3269"/>
    <w:rsid w:val="00BA5FA0"/>
    <w:rsid w:val="00BA7D6E"/>
    <w:rsid w:val="00BB25F2"/>
    <w:rsid w:val="00BB4399"/>
    <w:rsid w:val="00BB78E1"/>
    <w:rsid w:val="00BC219B"/>
    <w:rsid w:val="00BC291F"/>
    <w:rsid w:val="00BC2F5A"/>
    <w:rsid w:val="00BC41C5"/>
    <w:rsid w:val="00BC666C"/>
    <w:rsid w:val="00BC730D"/>
    <w:rsid w:val="00BC79FA"/>
    <w:rsid w:val="00BD147F"/>
    <w:rsid w:val="00BD225E"/>
    <w:rsid w:val="00BD273B"/>
    <w:rsid w:val="00BD3763"/>
    <w:rsid w:val="00BD37AF"/>
    <w:rsid w:val="00BD3C7E"/>
    <w:rsid w:val="00BD4147"/>
    <w:rsid w:val="00BE2BA7"/>
    <w:rsid w:val="00BE43DE"/>
    <w:rsid w:val="00BE5337"/>
    <w:rsid w:val="00BE5A32"/>
    <w:rsid w:val="00BF201E"/>
    <w:rsid w:val="00BF3B34"/>
    <w:rsid w:val="00BF54DC"/>
    <w:rsid w:val="00BF5EC5"/>
    <w:rsid w:val="00C000AB"/>
    <w:rsid w:val="00C04472"/>
    <w:rsid w:val="00C07512"/>
    <w:rsid w:val="00C07A19"/>
    <w:rsid w:val="00C07A2A"/>
    <w:rsid w:val="00C112A7"/>
    <w:rsid w:val="00C14947"/>
    <w:rsid w:val="00C15692"/>
    <w:rsid w:val="00C17787"/>
    <w:rsid w:val="00C179AF"/>
    <w:rsid w:val="00C22135"/>
    <w:rsid w:val="00C23D42"/>
    <w:rsid w:val="00C24DC2"/>
    <w:rsid w:val="00C25CF5"/>
    <w:rsid w:val="00C26B14"/>
    <w:rsid w:val="00C2778B"/>
    <w:rsid w:val="00C27C0B"/>
    <w:rsid w:val="00C301B2"/>
    <w:rsid w:val="00C305B9"/>
    <w:rsid w:val="00C3360E"/>
    <w:rsid w:val="00C350C6"/>
    <w:rsid w:val="00C35135"/>
    <w:rsid w:val="00C40E0B"/>
    <w:rsid w:val="00C4221C"/>
    <w:rsid w:val="00C43B28"/>
    <w:rsid w:val="00C47A92"/>
    <w:rsid w:val="00C500C4"/>
    <w:rsid w:val="00C526C1"/>
    <w:rsid w:val="00C52F1C"/>
    <w:rsid w:val="00C54FBA"/>
    <w:rsid w:val="00C56ACD"/>
    <w:rsid w:val="00C57A21"/>
    <w:rsid w:val="00C600B6"/>
    <w:rsid w:val="00C61074"/>
    <w:rsid w:val="00C61C2E"/>
    <w:rsid w:val="00C67B00"/>
    <w:rsid w:val="00C727BA"/>
    <w:rsid w:val="00C7445D"/>
    <w:rsid w:val="00C7470F"/>
    <w:rsid w:val="00C81443"/>
    <w:rsid w:val="00C835D9"/>
    <w:rsid w:val="00C85D2B"/>
    <w:rsid w:val="00C920DA"/>
    <w:rsid w:val="00C93814"/>
    <w:rsid w:val="00C93D85"/>
    <w:rsid w:val="00C9408B"/>
    <w:rsid w:val="00C962E8"/>
    <w:rsid w:val="00CA014A"/>
    <w:rsid w:val="00CA1261"/>
    <w:rsid w:val="00CA21A4"/>
    <w:rsid w:val="00CA47AB"/>
    <w:rsid w:val="00CA4817"/>
    <w:rsid w:val="00CA6428"/>
    <w:rsid w:val="00CA68E3"/>
    <w:rsid w:val="00CA6FFB"/>
    <w:rsid w:val="00CA71BF"/>
    <w:rsid w:val="00CB018D"/>
    <w:rsid w:val="00CB04CE"/>
    <w:rsid w:val="00CB27D4"/>
    <w:rsid w:val="00CB5272"/>
    <w:rsid w:val="00CB6217"/>
    <w:rsid w:val="00CB78E4"/>
    <w:rsid w:val="00CC00AA"/>
    <w:rsid w:val="00CC0718"/>
    <w:rsid w:val="00CC5048"/>
    <w:rsid w:val="00CC60A4"/>
    <w:rsid w:val="00CC7919"/>
    <w:rsid w:val="00CD4EFA"/>
    <w:rsid w:val="00CD57C1"/>
    <w:rsid w:val="00CE0413"/>
    <w:rsid w:val="00CE170E"/>
    <w:rsid w:val="00CE278F"/>
    <w:rsid w:val="00CE2B9E"/>
    <w:rsid w:val="00CE390F"/>
    <w:rsid w:val="00CE3938"/>
    <w:rsid w:val="00CE4755"/>
    <w:rsid w:val="00CE6429"/>
    <w:rsid w:val="00CE6516"/>
    <w:rsid w:val="00CE7256"/>
    <w:rsid w:val="00CE7826"/>
    <w:rsid w:val="00CE7E95"/>
    <w:rsid w:val="00CF0AE6"/>
    <w:rsid w:val="00CF1351"/>
    <w:rsid w:val="00CF17D1"/>
    <w:rsid w:val="00CF1E4C"/>
    <w:rsid w:val="00CF200A"/>
    <w:rsid w:val="00CF206F"/>
    <w:rsid w:val="00CF2716"/>
    <w:rsid w:val="00CF2B39"/>
    <w:rsid w:val="00CF38E9"/>
    <w:rsid w:val="00CF4E66"/>
    <w:rsid w:val="00CF5FE5"/>
    <w:rsid w:val="00CF7725"/>
    <w:rsid w:val="00CF7904"/>
    <w:rsid w:val="00D00857"/>
    <w:rsid w:val="00D06858"/>
    <w:rsid w:val="00D07EF7"/>
    <w:rsid w:val="00D10CD3"/>
    <w:rsid w:val="00D11566"/>
    <w:rsid w:val="00D11576"/>
    <w:rsid w:val="00D11DF7"/>
    <w:rsid w:val="00D127B9"/>
    <w:rsid w:val="00D1283A"/>
    <w:rsid w:val="00D14513"/>
    <w:rsid w:val="00D15942"/>
    <w:rsid w:val="00D17597"/>
    <w:rsid w:val="00D208B4"/>
    <w:rsid w:val="00D2302F"/>
    <w:rsid w:val="00D24A0B"/>
    <w:rsid w:val="00D322E8"/>
    <w:rsid w:val="00D341AE"/>
    <w:rsid w:val="00D35E97"/>
    <w:rsid w:val="00D40881"/>
    <w:rsid w:val="00D45B94"/>
    <w:rsid w:val="00D46A10"/>
    <w:rsid w:val="00D476A7"/>
    <w:rsid w:val="00D503C7"/>
    <w:rsid w:val="00D54302"/>
    <w:rsid w:val="00D55EA2"/>
    <w:rsid w:val="00D567B8"/>
    <w:rsid w:val="00D56CAF"/>
    <w:rsid w:val="00D606FF"/>
    <w:rsid w:val="00D61E27"/>
    <w:rsid w:val="00D62238"/>
    <w:rsid w:val="00D639E1"/>
    <w:rsid w:val="00D6409A"/>
    <w:rsid w:val="00D644FF"/>
    <w:rsid w:val="00D64E33"/>
    <w:rsid w:val="00D6705C"/>
    <w:rsid w:val="00D711B2"/>
    <w:rsid w:val="00D716B7"/>
    <w:rsid w:val="00D71C5F"/>
    <w:rsid w:val="00D74740"/>
    <w:rsid w:val="00D74E56"/>
    <w:rsid w:val="00D75A80"/>
    <w:rsid w:val="00D768A2"/>
    <w:rsid w:val="00D77C92"/>
    <w:rsid w:val="00D90411"/>
    <w:rsid w:val="00D915E3"/>
    <w:rsid w:val="00D9240A"/>
    <w:rsid w:val="00D92D06"/>
    <w:rsid w:val="00D93245"/>
    <w:rsid w:val="00D9330C"/>
    <w:rsid w:val="00D95542"/>
    <w:rsid w:val="00D96CAD"/>
    <w:rsid w:val="00D96DFD"/>
    <w:rsid w:val="00D97292"/>
    <w:rsid w:val="00D9762B"/>
    <w:rsid w:val="00DA123F"/>
    <w:rsid w:val="00DA1384"/>
    <w:rsid w:val="00DA18F2"/>
    <w:rsid w:val="00DA4A73"/>
    <w:rsid w:val="00DB2BA1"/>
    <w:rsid w:val="00DB3159"/>
    <w:rsid w:val="00DB4B5F"/>
    <w:rsid w:val="00DB72ED"/>
    <w:rsid w:val="00DB7969"/>
    <w:rsid w:val="00DC245B"/>
    <w:rsid w:val="00DC2620"/>
    <w:rsid w:val="00DD1260"/>
    <w:rsid w:val="00DD4143"/>
    <w:rsid w:val="00DD50EE"/>
    <w:rsid w:val="00DD7A86"/>
    <w:rsid w:val="00DE12EF"/>
    <w:rsid w:val="00DE2B3B"/>
    <w:rsid w:val="00DE32F8"/>
    <w:rsid w:val="00DE5F41"/>
    <w:rsid w:val="00DE6B68"/>
    <w:rsid w:val="00DE75B3"/>
    <w:rsid w:val="00DE78A9"/>
    <w:rsid w:val="00DF1307"/>
    <w:rsid w:val="00DF18E9"/>
    <w:rsid w:val="00DF34D7"/>
    <w:rsid w:val="00DF39D3"/>
    <w:rsid w:val="00DF4E53"/>
    <w:rsid w:val="00E00A6F"/>
    <w:rsid w:val="00E0337F"/>
    <w:rsid w:val="00E0387E"/>
    <w:rsid w:val="00E052E8"/>
    <w:rsid w:val="00E060E4"/>
    <w:rsid w:val="00E1015D"/>
    <w:rsid w:val="00E123DF"/>
    <w:rsid w:val="00E1598C"/>
    <w:rsid w:val="00E16C4A"/>
    <w:rsid w:val="00E23CC4"/>
    <w:rsid w:val="00E26140"/>
    <w:rsid w:val="00E308CE"/>
    <w:rsid w:val="00E3179C"/>
    <w:rsid w:val="00E31A39"/>
    <w:rsid w:val="00E33538"/>
    <w:rsid w:val="00E33DB1"/>
    <w:rsid w:val="00E3508A"/>
    <w:rsid w:val="00E4058D"/>
    <w:rsid w:val="00E40624"/>
    <w:rsid w:val="00E40A49"/>
    <w:rsid w:val="00E43CCA"/>
    <w:rsid w:val="00E453C1"/>
    <w:rsid w:val="00E46026"/>
    <w:rsid w:val="00E462DE"/>
    <w:rsid w:val="00E46DC2"/>
    <w:rsid w:val="00E535EF"/>
    <w:rsid w:val="00E54160"/>
    <w:rsid w:val="00E541A6"/>
    <w:rsid w:val="00E56FB5"/>
    <w:rsid w:val="00E57FA5"/>
    <w:rsid w:val="00E61142"/>
    <w:rsid w:val="00E636B1"/>
    <w:rsid w:val="00E64659"/>
    <w:rsid w:val="00E67FA5"/>
    <w:rsid w:val="00E70F25"/>
    <w:rsid w:val="00E711AA"/>
    <w:rsid w:val="00E71BCD"/>
    <w:rsid w:val="00E72A16"/>
    <w:rsid w:val="00E7349E"/>
    <w:rsid w:val="00E74FFE"/>
    <w:rsid w:val="00E80641"/>
    <w:rsid w:val="00E80765"/>
    <w:rsid w:val="00E81465"/>
    <w:rsid w:val="00E84816"/>
    <w:rsid w:val="00E851C2"/>
    <w:rsid w:val="00E87938"/>
    <w:rsid w:val="00E929B0"/>
    <w:rsid w:val="00E96050"/>
    <w:rsid w:val="00EA0D01"/>
    <w:rsid w:val="00EA3CFE"/>
    <w:rsid w:val="00EA40D8"/>
    <w:rsid w:val="00EA6BB4"/>
    <w:rsid w:val="00EA6CD6"/>
    <w:rsid w:val="00EB0C0F"/>
    <w:rsid w:val="00EB13F4"/>
    <w:rsid w:val="00EB3663"/>
    <w:rsid w:val="00EC163D"/>
    <w:rsid w:val="00EC239E"/>
    <w:rsid w:val="00EC5C04"/>
    <w:rsid w:val="00EC5CA7"/>
    <w:rsid w:val="00EC7C5B"/>
    <w:rsid w:val="00ED2C45"/>
    <w:rsid w:val="00ED3524"/>
    <w:rsid w:val="00ED3875"/>
    <w:rsid w:val="00ED5BA1"/>
    <w:rsid w:val="00ED6C5B"/>
    <w:rsid w:val="00ED7890"/>
    <w:rsid w:val="00EE0893"/>
    <w:rsid w:val="00EE0BE2"/>
    <w:rsid w:val="00EE0D06"/>
    <w:rsid w:val="00EE3246"/>
    <w:rsid w:val="00EE3A69"/>
    <w:rsid w:val="00EE423E"/>
    <w:rsid w:val="00EE4BDF"/>
    <w:rsid w:val="00EE4C0E"/>
    <w:rsid w:val="00EE5F15"/>
    <w:rsid w:val="00EE7782"/>
    <w:rsid w:val="00EF00BE"/>
    <w:rsid w:val="00EF0E34"/>
    <w:rsid w:val="00EF15A0"/>
    <w:rsid w:val="00EF5807"/>
    <w:rsid w:val="00F003BA"/>
    <w:rsid w:val="00F0224F"/>
    <w:rsid w:val="00F0462C"/>
    <w:rsid w:val="00F05126"/>
    <w:rsid w:val="00F10AC2"/>
    <w:rsid w:val="00F12B3E"/>
    <w:rsid w:val="00F13DB3"/>
    <w:rsid w:val="00F161B1"/>
    <w:rsid w:val="00F1738A"/>
    <w:rsid w:val="00F22DF2"/>
    <w:rsid w:val="00F2377F"/>
    <w:rsid w:val="00F24F03"/>
    <w:rsid w:val="00F253B6"/>
    <w:rsid w:val="00F26B3F"/>
    <w:rsid w:val="00F26FE3"/>
    <w:rsid w:val="00F30998"/>
    <w:rsid w:val="00F34D84"/>
    <w:rsid w:val="00F356EA"/>
    <w:rsid w:val="00F368FC"/>
    <w:rsid w:val="00F36BFA"/>
    <w:rsid w:val="00F37030"/>
    <w:rsid w:val="00F40E16"/>
    <w:rsid w:val="00F41DA7"/>
    <w:rsid w:val="00F42314"/>
    <w:rsid w:val="00F44902"/>
    <w:rsid w:val="00F4499D"/>
    <w:rsid w:val="00F44C0A"/>
    <w:rsid w:val="00F44F0F"/>
    <w:rsid w:val="00F45F01"/>
    <w:rsid w:val="00F46648"/>
    <w:rsid w:val="00F505C0"/>
    <w:rsid w:val="00F537A6"/>
    <w:rsid w:val="00F53CED"/>
    <w:rsid w:val="00F5409A"/>
    <w:rsid w:val="00F56255"/>
    <w:rsid w:val="00F573BD"/>
    <w:rsid w:val="00F57BF5"/>
    <w:rsid w:val="00F57E23"/>
    <w:rsid w:val="00F607D6"/>
    <w:rsid w:val="00F614CA"/>
    <w:rsid w:val="00F616BE"/>
    <w:rsid w:val="00F64695"/>
    <w:rsid w:val="00F66218"/>
    <w:rsid w:val="00F67061"/>
    <w:rsid w:val="00F673CD"/>
    <w:rsid w:val="00F711E5"/>
    <w:rsid w:val="00F75257"/>
    <w:rsid w:val="00F77EE1"/>
    <w:rsid w:val="00F80221"/>
    <w:rsid w:val="00F817A8"/>
    <w:rsid w:val="00F82EFC"/>
    <w:rsid w:val="00F83574"/>
    <w:rsid w:val="00F84911"/>
    <w:rsid w:val="00F84D38"/>
    <w:rsid w:val="00F86DA8"/>
    <w:rsid w:val="00F8733C"/>
    <w:rsid w:val="00F94C47"/>
    <w:rsid w:val="00F94DA7"/>
    <w:rsid w:val="00F94EB7"/>
    <w:rsid w:val="00FA18F7"/>
    <w:rsid w:val="00FA50E7"/>
    <w:rsid w:val="00FA5482"/>
    <w:rsid w:val="00FA6360"/>
    <w:rsid w:val="00FA6636"/>
    <w:rsid w:val="00FA79E6"/>
    <w:rsid w:val="00FB393F"/>
    <w:rsid w:val="00FB51EE"/>
    <w:rsid w:val="00FB5673"/>
    <w:rsid w:val="00FB71EC"/>
    <w:rsid w:val="00FC110A"/>
    <w:rsid w:val="00FC2306"/>
    <w:rsid w:val="00FC4357"/>
    <w:rsid w:val="00FC788A"/>
    <w:rsid w:val="00FD0A87"/>
    <w:rsid w:val="00FD0CE4"/>
    <w:rsid w:val="00FD0D81"/>
    <w:rsid w:val="00FD1158"/>
    <w:rsid w:val="00FD3849"/>
    <w:rsid w:val="00FD631A"/>
    <w:rsid w:val="00FD7739"/>
    <w:rsid w:val="00FE0B25"/>
    <w:rsid w:val="00FE214C"/>
    <w:rsid w:val="00FE59F3"/>
    <w:rsid w:val="00FE63CB"/>
    <w:rsid w:val="00FE7560"/>
    <w:rsid w:val="00FF4D5C"/>
    <w:rsid w:val="00FF5BF6"/>
    <w:rsid w:val="00FF629E"/>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4:docId w14:val="59575F5C"/>
  <w15:docId w15:val="{E711007F-3046-4C4A-B034-1CE4EC15A7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ny">
    <w:name w:val="Normal"/>
    <w:qFormat/>
    <w:rsid w:val="007513CD"/>
    <w:rPr>
      <w:sz w:val="24"/>
      <w:szCs w:val="24"/>
    </w:rPr>
  </w:style>
  <w:style w:type="paragraph" w:styleId="Nagwek1">
    <w:name w:val="heading 1"/>
    <w:basedOn w:val="Normalny"/>
    <w:next w:val="Normalny"/>
    <w:link w:val="Nagwek1Znak"/>
    <w:qFormat/>
    <w:rsid w:val="00E40A49"/>
    <w:pPr>
      <w:keepNext/>
      <w:outlineLvl w:val="0"/>
    </w:pPr>
    <w:rPr>
      <w:b/>
      <w:bCs/>
      <w:color w:val="FF00FF"/>
    </w:rPr>
  </w:style>
  <w:style w:type="paragraph" w:styleId="Nagwek2">
    <w:name w:val="heading 2"/>
    <w:aliases w:val="heading 3"/>
    <w:basedOn w:val="Normalny"/>
    <w:next w:val="Normalny"/>
    <w:qFormat/>
    <w:rsid w:val="00E40A49"/>
    <w:pPr>
      <w:keepNext/>
      <w:spacing w:before="240" w:after="60"/>
      <w:outlineLvl w:val="1"/>
    </w:pPr>
    <w:rPr>
      <w:rFonts w:ascii="Arial" w:hAnsi="Arial"/>
      <w:b/>
      <w:i/>
      <w:sz w:val="28"/>
      <w:szCs w:val="28"/>
      <w:lang w:val="en-US"/>
    </w:rPr>
  </w:style>
  <w:style w:type="paragraph" w:styleId="Nagwek3">
    <w:name w:val="heading 3"/>
    <w:basedOn w:val="Normalny"/>
    <w:next w:val="Normalny"/>
    <w:qFormat/>
    <w:rsid w:val="00E40A49"/>
    <w:pPr>
      <w:keepNext/>
      <w:spacing w:before="100" w:beforeAutospacing="1" w:after="100" w:afterAutospacing="1"/>
      <w:ind w:left="360"/>
      <w:outlineLvl w:val="2"/>
    </w:pPr>
    <w:rPr>
      <w:b/>
      <w:bCs/>
      <w:color w:val="FF00FF"/>
      <w:lang w:val="en-US"/>
    </w:rPr>
  </w:style>
  <w:style w:type="paragraph" w:styleId="Nagwek4">
    <w:name w:val="heading 4"/>
    <w:basedOn w:val="Normalny"/>
    <w:next w:val="Normalny"/>
    <w:link w:val="Nagwek4Znak"/>
    <w:uiPriority w:val="9"/>
    <w:unhideWhenUsed/>
    <w:qFormat/>
    <w:rsid w:val="00E40A49"/>
    <w:pPr>
      <w:keepNext/>
      <w:keepLines/>
      <w:spacing w:before="200"/>
      <w:outlineLvl w:val="3"/>
    </w:pPr>
    <w:rPr>
      <w:rFonts w:ascii="Cambria" w:hAnsi="Cambria"/>
      <w:b/>
      <w:bCs/>
      <w:i/>
      <w:iCs/>
      <w:color w:val="4F81BD"/>
    </w:rPr>
  </w:style>
  <w:style w:type="character" w:default="1" w:styleId="Domylnaczcionkaakapitu">
    <w:name w:val="Default Paragraph Font"/>
    <w:semiHidden/>
    <w:rsid w:val="007513C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semiHidden/>
    <w:rsid w:val="007513CD"/>
  </w:style>
  <w:style w:type="paragraph" w:customStyle="1" w:styleId="ReadingHead">
    <w:name w:val="Reading Head"/>
    <w:basedOn w:val="Text"/>
    <w:rsid w:val="007513CD"/>
    <w:pPr>
      <w:pBdr>
        <w:top w:val="single" w:sz="4" w:space="1" w:color="800000"/>
        <w:left w:val="single" w:sz="4" w:space="4" w:color="800000"/>
        <w:bottom w:val="single" w:sz="4" w:space="1" w:color="800000"/>
        <w:right w:val="single" w:sz="4" w:space="4" w:color="800000"/>
      </w:pBdr>
    </w:pPr>
    <w:rPr>
      <w:b/>
      <w:sz w:val="22"/>
      <w:szCs w:val="22"/>
    </w:rPr>
  </w:style>
  <w:style w:type="character" w:customStyle="1" w:styleId="Briefchr">
    <w:name w:val="Brief chr"/>
    <w:rsid w:val="007513CD"/>
    <w:rPr>
      <w:rFonts w:ascii="Times New Roman" w:hAnsi="Times New Roman"/>
      <w:i/>
      <w:color w:val="0000FF"/>
      <w:sz w:val="24"/>
    </w:rPr>
  </w:style>
  <w:style w:type="paragraph" w:customStyle="1" w:styleId="ReadingText">
    <w:name w:val="Reading Text"/>
    <w:basedOn w:val="Text"/>
    <w:rsid w:val="007513CD"/>
    <w:pPr>
      <w:pBdr>
        <w:top w:val="single" w:sz="4" w:space="1" w:color="800000"/>
        <w:left w:val="single" w:sz="4" w:space="4" w:color="800000"/>
        <w:bottom w:val="single" w:sz="4" w:space="1" w:color="800000"/>
        <w:right w:val="single" w:sz="4" w:space="4" w:color="800000"/>
      </w:pBdr>
    </w:pPr>
  </w:style>
  <w:style w:type="paragraph" w:customStyle="1" w:styleId="BriefRealia">
    <w:name w:val="Brief Realia"/>
    <w:basedOn w:val="RealiaText"/>
    <w:rsid w:val="007513CD"/>
    <w:rPr>
      <w:i/>
      <w:color w:val="003366"/>
      <w:sz w:val="24"/>
      <w:szCs w:val="24"/>
    </w:rPr>
  </w:style>
  <w:style w:type="paragraph" w:customStyle="1" w:styleId="RealiaText">
    <w:name w:val="Realia Text"/>
    <w:rsid w:val="007513CD"/>
    <w:pPr>
      <w:pBdr>
        <w:top w:val="dotted" w:sz="4" w:space="1" w:color="C0C0C0"/>
        <w:left w:val="dotted" w:sz="4" w:space="4" w:color="C0C0C0"/>
        <w:bottom w:val="dotted" w:sz="4" w:space="1" w:color="C0C0C0"/>
        <w:right w:val="dotted" w:sz="4" w:space="4" w:color="C0C0C0"/>
      </w:pBdr>
      <w:tabs>
        <w:tab w:val="left" w:pos="567"/>
      </w:tabs>
      <w:spacing w:after="240"/>
      <w:contextualSpacing/>
    </w:pPr>
  </w:style>
  <w:style w:type="paragraph" w:customStyle="1" w:styleId="Text">
    <w:name w:val="Text"/>
    <w:basedOn w:val="TextList"/>
    <w:rsid w:val="007513CD"/>
    <w:pPr>
      <w:ind w:left="0" w:firstLine="0"/>
    </w:pPr>
  </w:style>
  <w:style w:type="paragraph" w:customStyle="1" w:styleId="TextList">
    <w:name w:val="Text List"/>
    <w:rsid w:val="007513CD"/>
    <w:pPr>
      <w:tabs>
        <w:tab w:val="left" w:pos="567"/>
      </w:tabs>
      <w:ind w:left="567" w:hanging="567"/>
    </w:pPr>
    <w:rPr>
      <w:rFonts w:ascii="Arial" w:hAnsi="Arial" w:cs="Arial"/>
    </w:rPr>
  </w:style>
  <w:style w:type="paragraph" w:styleId="Tekstdymka">
    <w:name w:val="Balloon Text"/>
    <w:basedOn w:val="Normalny"/>
    <w:link w:val="TekstdymkaZnak"/>
    <w:semiHidden/>
    <w:rsid w:val="00E40A49"/>
    <w:rPr>
      <w:rFonts w:ascii="Lucida Grande" w:hAnsi="Lucida Grande"/>
      <w:sz w:val="18"/>
      <w:szCs w:val="18"/>
    </w:rPr>
  </w:style>
  <w:style w:type="character" w:customStyle="1" w:styleId="TekstdymkaZnak">
    <w:name w:val="Tekst dymka Znak"/>
    <w:link w:val="Tekstdymka"/>
    <w:semiHidden/>
    <w:locked/>
    <w:rsid w:val="00E40A49"/>
    <w:rPr>
      <w:rFonts w:ascii="Lucida Grande" w:hAnsi="Lucida Grande"/>
      <w:sz w:val="18"/>
      <w:szCs w:val="18"/>
    </w:rPr>
  </w:style>
  <w:style w:type="paragraph" w:styleId="Tekstkomentarza">
    <w:name w:val="annotation text"/>
    <w:basedOn w:val="Normalny"/>
    <w:link w:val="TekstkomentarzaZnak"/>
    <w:uiPriority w:val="99"/>
    <w:semiHidden/>
    <w:rsid w:val="00E40A49"/>
    <w:rPr>
      <w:sz w:val="20"/>
      <w:szCs w:val="20"/>
    </w:rPr>
  </w:style>
  <w:style w:type="character" w:customStyle="1" w:styleId="TekstkomentarzaZnak">
    <w:name w:val="Tekst komentarza Znak"/>
    <w:link w:val="Tekstkomentarza"/>
    <w:uiPriority w:val="99"/>
    <w:semiHidden/>
    <w:locked/>
    <w:rsid w:val="00E40A49"/>
  </w:style>
  <w:style w:type="paragraph" w:customStyle="1" w:styleId="BriefPhoto">
    <w:name w:val="Brief Photo"/>
    <w:rsid w:val="007513CD"/>
    <w:pPr>
      <w:spacing w:before="120" w:after="120"/>
    </w:pPr>
    <w:rPr>
      <w:i/>
      <w:color w:val="800080"/>
      <w:sz w:val="24"/>
      <w:szCs w:val="24"/>
    </w:rPr>
  </w:style>
  <w:style w:type="character" w:styleId="Odwoaniedokomentarza">
    <w:name w:val="annotation reference"/>
    <w:uiPriority w:val="99"/>
    <w:semiHidden/>
    <w:rsid w:val="00E40A49"/>
    <w:rPr>
      <w:sz w:val="16"/>
      <w:szCs w:val="16"/>
    </w:rPr>
  </w:style>
  <w:style w:type="paragraph" w:styleId="Stopka">
    <w:name w:val="footer"/>
    <w:basedOn w:val="Normalny"/>
    <w:rsid w:val="00E40A49"/>
    <w:pPr>
      <w:tabs>
        <w:tab w:val="center" w:pos="4153"/>
        <w:tab w:val="right" w:pos="8306"/>
      </w:tabs>
    </w:pPr>
    <w:rPr>
      <w:rFonts w:ascii="Arial" w:hAnsi="Arial"/>
      <w:sz w:val="23"/>
    </w:rPr>
  </w:style>
  <w:style w:type="paragraph" w:styleId="Nagwek">
    <w:name w:val="header"/>
    <w:basedOn w:val="Normalny"/>
    <w:rsid w:val="00E40A49"/>
    <w:pPr>
      <w:tabs>
        <w:tab w:val="center" w:pos="4153"/>
        <w:tab w:val="right" w:pos="8306"/>
      </w:tabs>
    </w:pPr>
  </w:style>
  <w:style w:type="paragraph" w:customStyle="1" w:styleId="HeadUnit">
    <w:name w:val="Head Unit"/>
    <w:next w:val="HeadLesson"/>
    <w:autoRedefine/>
    <w:rsid w:val="007513CD"/>
    <w:pPr>
      <w:shd w:val="clear" w:color="auto" w:fill="EEECE1"/>
      <w:spacing w:before="120"/>
    </w:pPr>
    <w:rPr>
      <w:rFonts w:ascii="Arial" w:hAnsi="Arial" w:cs="Arial"/>
      <w:b/>
      <w:sz w:val="36"/>
      <w:szCs w:val="36"/>
    </w:rPr>
  </w:style>
  <w:style w:type="paragraph" w:customStyle="1" w:styleId="HeadASection">
    <w:name w:val="Head A Section"/>
    <w:next w:val="Normalny"/>
    <w:link w:val="HeadASectionChar"/>
    <w:autoRedefine/>
    <w:rsid w:val="007513CD"/>
    <w:pPr>
      <w:shd w:val="clear" w:color="auto" w:fill="D9D9D9"/>
      <w:spacing w:before="60" w:after="60"/>
      <w:contextualSpacing/>
    </w:pPr>
    <w:rPr>
      <w:rFonts w:ascii="Arial" w:hAnsi="Arial" w:cs="Arial"/>
      <w:b/>
      <w:sz w:val="28"/>
      <w:szCs w:val="28"/>
      <w:lang w:val="pl-PL" w:eastAsia="pl-PL"/>
    </w:rPr>
  </w:style>
  <w:style w:type="character" w:customStyle="1" w:styleId="HeadASectionChar">
    <w:name w:val="Head A Section Char"/>
    <w:link w:val="HeadASection"/>
    <w:rsid w:val="007513CD"/>
    <w:rPr>
      <w:rFonts w:ascii="Arial" w:hAnsi="Arial" w:cs="Arial"/>
      <w:b/>
      <w:sz w:val="28"/>
      <w:szCs w:val="28"/>
      <w:shd w:val="clear" w:color="auto" w:fill="D9D9D9"/>
      <w:lang w:val="pl-PL" w:eastAsia="pl-PL"/>
    </w:rPr>
  </w:style>
  <w:style w:type="character" w:customStyle="1" w:styleId="Phoneticschr">
    <w:name w:val="Phonetics chr"/>
    <w:rsid w:val="007513CD"/>
    <w:rPr>
      <w:rFonts w:ascii="Charis SIL" w:hAnsi="Charis SIL"/>
    </w:rPr>
  </w:style>
  <w:style w:type="character" w:customStyle="1" w:styleId="GapFillchr">
    <w:name w:val="Gap Fill chr"/>
    <w:rsid w:val="007513CD"/>
    <w:rPr>
      <w:rFonts w:ascii="Courier New" w:hAnsi="Courier New"/>
      <w:b/>
      <w:color w:val="FF6600"/>
      <w:sz w:val="20"/>
      <w:u w:val="dottedHeavy" w:color="000080"/>
    </w:rPr>
  </w:style>
  <w:style w:type="character" w:customStyle="1" w:styleId="Arrowchr">
    <w:name w:val="Arrow chr"/>
    <w:basedOn w:val="Domylnaczcionkaakapitu"/>
    <w:rsid w:val="007513CD"/>
  </w:style>
  <w:style w:type="paragraph" w:customStyle="1" w:styleId="RealiaHead">
    <w:name w:val="Realia Head"/>
    <w:basedOn w:val="RealiaText"/>
    <w:rsid w:val="007513CD"/>
    <w:pPr>
      <w:spacing w:before="240" w:after="60"/>
    </w:pPr>
    <w:rPr>
      <w:b/>
      <w:u w:val="single"/>
    </w:rPr>
  </w:style>
  <w:style w:type="paragraph" w:styleId="Bezodstpw">
    <w:name w:val="No Spacing"/>
    <w:qFormat/>
    <w:rsid w:val="00E40A49"/>
    <w:rPr>
      <w:sz w:val="24"/>
      <w:szCs w:val="24"/>
    </w:rPr>
  </w:style>
  <w:style w:type="paragraph" w:styleId="Tematkomentarza">
    <w:name w:val="annotation subject"/>
    <w:basedOn w:val="Tekstkomentarza"/>
    <w:next w:val="Tekstkomentarza"/>
    <w:semiHidden/>
    <w:rsid w:val="00E40A49"/>
    <w:rPr>
      <w:sz w:val="24"/>
      <w:szCs w:val="24"/>
    </w:rPr>
  </w:style>
  <w:style w:type="table" w:styleId="Tabela-Siatka">
    <w:name w:val="Table Grid"/>
    <w:basedOn w:val="Standardowy"/>
    <w:rsid w:val="007513CD"/>
    <w:rPr>
      <w:lang w:val="pl-PL"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riefDesign">
    <w:name w:val="Brief Design"/>
    <w:rsid w:val="007513CD"/>
    <w:pPr>
      <w:spacing w:before="120" w:after="120"/>
    </w:pPr>
    <w:rPr>
      <w:i/>
      <w:color w:val="0000FF"/>
      <w:sz w:val="24"/>
      <w:szCs w:val="24"/>
    </w:rPr>
  </w:style>
  <w:style w:type="paragraph" w:customStyle="1" w:styleId="BriefArtwork">
    <w:name w:val="Brief Artwork"/>
    <w:basedOn w:val="BriefPhoto"/>
    <w:rsid w:val="007513CD"/>
    <w:rPr>
      <w:color w:val="333399"/>
    </w:rPr>
  </w:style>
  <w:style w:type="paragraph" w:customStyle="1" w:styleId="Rubric">
    <w:name w:val="Rubric"/>
    <w:rsid w:val="007513CD"/>
    <w:pPr>
      <w:spacing w:before="120"/>
      <w:contextualSpacing/>
    </w:pPr>
    <w:rPr>
      <w:rFonts w:ascii="Arial" w:hAnsi="Arial" w:cs="Arial"/>
      <w:b/>
    </w:rPr>
  </w:style>
  <w:style w:type="paragraph" w:customStyle="1" w:styleId="WordBox">
    <w:name w:val="Word Box"/>
    <w:basedOn w:val="Normalny"/>
    <w:rsid w:val="00E40A49"/>
    <w:pPr>
      <w:pBdr>
        <w:top w:val="single" w:sz="4" w:space="5" w:color="auto"/>
        <w:left w:val="single" w:sz="4" w:space="5" w:color="auto"/>
        <w:bottom w:val="single" w:sz="4" w:space="5" w:color="auto"/>
        <w:right w:val="single" w:sz="4" w:space="5" w:color="auto"/>
      </w:pBdr>
      <w:spacing w:before="60" w:after="60" w:line="240" w:lineRule="exact"/>
      <w:ind w:left="115" w:right="115"/>
    </w:pPr>
    <w:rPr>
      <w:rFonts w:ascii="Arial" w:hAnsi="Arial"/>
      <w:b/>
      <w:sz w:val="18"/>
      <w:szCs w:val="18"/>
    </w:rPr>
  </w:style>
  <w:style w:type="paragraph" w:customStyle="1" w:styleId="ScoreBox">
    <w:name w:val="Score Box"/>
    <w:rsid w:val="00E40A49"/>
    <w:pPr>
      <w:spacing w:before="60" w:after="60"/>
      <w:jc w:val="right"/>
    </w:pPr>
    <w:rPr>
      <w:rFonts w:ascii="Arial" w:hAnsi="Arial" w:cs="Arial"/>
      <w:b/>
      <w:sz w:val="18"/>
      <w:szCs w:val="18"/>
      <w:shd w:val="clear" w:color="auto" w:fill="C0C0C0"/>
    </w:rPr>
  </w:style>
  <w:style w:type="character" w:customStyle="1" w:styleId="Nagwek4Znak">
    <w:name w:val="Nagłówek 4 Znak"/>
    <w:basedOn w:val="Domylnaczcionkaakapitu"/>
    <w:link w:val="Nagwek4"/>
    <w:uiPriority w:val="9"/>
    <w:rsid w:val="00E40A49"/>
    <w:rPr>
      <w:rFonts w:ascii="Cambria" w:hAnsi="Cambria"/>
      <w:b/>
      <w:bCs/>
      <w:i/>
      <w:iCs/>
      <w:color w:val="4F81BD"/>
      <w:sz w:val="24"/>
      <w:szCs w:val="24"/>
    </w:rPr>
  </w:style>
  <w:style w:type="character" w:customStyle="1" w:styleId="Nagwek1Znak">
    <w:name w:val="Nagłówek 1 Znak"/>
    <w:link w:val="Nagwek1"/>
    <w:rsid w:val="00E40A49"/>
    <w:rPr>
      <w:b/>
      <w:bCs/>
      <w:color w:val="FF00FF"/>
      <w:sz w:val="24"/>
      <w:szCs w:val="24"/>
    </w:rPr>
  </w:style>
  <w:style w:type="paragraph" w:customStyle="1" w:styleId="AnswerKey">
    <w:name w:val="Answer Key"/>
    <w:basedOn w:val="Normalny"/>
    <w:rsid w:val="007513CD"/>
    <w:pPr>
      <w:pBdr>
        <w:top w:val="single" w:sz="8" w:space="1" w:color="808080"/>
        <w:left w:val="single" w:sz="8" w:space="4" w:color="808080"/>
        <w:bottom w:val="single" w:sz="8" w:space="1" w:color="808080"/>
        <w:right w:val="single" w:sz="8" w:space="4" w:color="808080"/>
      </w:pBdr>
      <w:tabs>
        <w:tab w:val="left" w:pos="567"/>
      </w:tabs>
      <w:ind w:left="567" w:hanging="567"/>
    </w:pPr>
    <w:rPr>
      <w:rFonts w:ascii="Arial" w:hAnsi="Arial" w:cs="Arial"/>
      <w:sz w:val="20"/>
      <w:szCs w:val="20"/>
    </w:rPr>
  </w:style>
  <w:style w:type="paragraph" w:customStyle="1" w:styleId="AnswerKeyHead">
    <w:name w:val="Answer Key Head"/>
    <w:basedOn w:val="AnswerKey"/>
    <w:rsid w:val="007513CD"/>
    <w:rPr>
      <w:b/>
    </w:rPr>
  </w:style>
  <w:style w:type="paragraph" w:customStyle="1" w:styleId="TextDialogue">
    <w:name w:val="Text Dialogue"/>
    <w:basedOn w:val="TextList"/>
    <w:rsid w:val="007513CD"/>
    <w:pPr>
      <w:tabs>
        <w:tab w:val="clear" w:pos="567"/>
        <w:tab w:val="left" w:pos="1418"/>
      </w:tabs>
      <w:ind w:left="1418" w:hanging="1418"/>
    </w:pPr>
  </w:style>
  <w:style w:type="paragraph" w:customStyle="1" w:styleId="Audioscript">
    <w:name w:val="Audioscript"/>
    <w:basedOn w:val="TextDialogue"/>
    <w:rsid w:val="007513CD"/>
  </w:style>
  <w:style w:type="paragraph" w:customStyle="1" w:styleId="AudioscriptHead">
    <w:name w:val="Audioscript Head"/>
    <w:basedOn w:val="Audioscript"/>
    <w:rsid w:val="007513CD"/>
    <w:pPr>
      <w:ind w:left="0" w:firstLine="0"/>
    </w:pPr>
    <w:rPr>
      <w:sz w:val="24"/>
      <w:szCs w:val="24"/>
    </w:rPr>
  </w:style>
  <w:style w:type="paragraph" w:customStyle="1" w:styleId="AudioscriptSpeaker">
    <w:name w:val="Audioscript Speaker"/>
    <w:basedOn w:val="Audioscript"/>
    <w:rsid w:val="007513CD"/>
    <w:pPr>
      <w:ind w:left="0" w:firstLine="0"/>
    </w:pPr>
    <w:rPr>
      <w:b/>
    </w:rPr>
  </w:style>
  <w:style w:type="paragraph" w:customStyle="1" w:styleId="HeadLessonObjective">
    <w:name w:val="Head Lesson Objective"/>
    <w:basedOn w:val="HeadLesson"/>
    <w:rsid w:val="00E40A49"/>
    <w:rPr>
      <w:bCs/>
      <w:color w:val="C0C0C0"/>
      <w:sz w:val="28"/>
    </w:rPr>
  </w:style>
  <w:style w:type="paragraph" w:customStyle="1" w:styleId="HeadLesson">
    <w:name w:val="Head Lesson"/>
    <w:next w:val="HeadASection"/>
    <w:rsid w:val="007513CD"/>
    <w:pPr>
      <w:shd w:val="clear" w:color="auto" w:fill="DDD9C3"/>
      <w:spacing w:before="240" w:after="120"/>
    </w:pPr>
    <w:rPr>
      <w:rFonts w:ascii="Arial" w:hAnsi="Arial" w:cs="Arial"/>
      <w:b/>
      <w:sz w:val="32"/>
      <w:szCs w:val="32"/>
    </w:rPr>
  </w:style>
  <w:style w:type="paragraph" w:customStyle="1" w:styleId="RevisionHeadA">
    <w:name w:val="Revision Head A"/>
    <w:next w:val="Normalny"/>
    <w:rsid w:val="00E40A49"/>
    <w:pPr>
      <w:shd w:val="clear" w:color="auto" w:fill="6699FF"/>
      <w:spacing w:before="120" w:after="120"/>
    </w:pPr>
    <w:rPr>
      <w:rFonts w:ascii="Arial" w:hAnsi="Arial" w:cs="Arial"/>
      <w:b/>
      <w:sz w:val="28"/>
      <w:szCs w:val="28"/>
    </w:rPr>
  </w:style>
  <w:style w:type="paragraph" w:customStyle="1" w:styleId="UnitHeadsSubject">
    <w:name w:val="Unit Heads Subject"/>
    <w:basedOn w:val="Normalny"/>
    <w:rsid w:val="00E40A49"/>
    <w:pPr>
      <w:pBdr>
        <w:top w:val="dotDash" w:sz="4" w:space="1" w:color="auto"/>
        <w:left w:val="dotDash" w:sz="4" w:space="4" w:color="auto"/>
        <w:bottom w:val="dotDash" w:sz="4" w:space="1" w:color="auto"/>
        <w:right w:val="dotDash" w:sz="4" w:space="4" w:color="auto"/>
      </w:pBdr>
      <w:tabs>
        <w:tab w:val="left" w:pos="567"/>
      </w:tabs>
    </w:pPr>
    <w:rPr>
      <w:rFonts w:ascii="Arial" w:hAnsi="Arial"/>
      <w:sz w:val="20"/>
      <w:szCs w:val="20"/>
    </w:rPr>
  </w:style>
  <w:style w:type="paragraph" w:customStyle="1" w:styleId="UnitHeadsObjective">
    <w:name w:val="Unit Heads Objective"/>
    <w:basedOn w:val="UnitHeadsSubject"/>
    <w:rsid w:val="00E40A49"/>
    <w:pPr>
      <w:ind w:firstLine="540"/>
    </w:pPr>
  </w:style>
  <w:style w:type="paragraph" w:customStyle="1" w:styleId="WordListHeading">
    <w:name w:val="Word List Heading"/>
    <w:basedOn w:val="Normalny"/>
    <w:rsid w:val="00E40A49"/>
    <w:pPr>
      <w:shd w:val="clear" w:color="auto" w:fill="FF5050"/>
      <w:tabs>
        <w:tab w:val="left" w:pos="567"/>
      </w:tabs>
    </w:pPr>
    <w:rPr>
      <w:rFonts w:ascii="Arial" w:hAnsi="Arial"/>
      <w:szCs w:val="20"/>
    </w:rPr>
  </w:style>
  <w:style w:type="paragraph" w:customStyle="1" w:styleId="EXAMTASKTYPE">
    <w:name w:val="EXAM TASK TYPE"/>
    <w:basedOn w:val="Normalny"/>
    <w:qFormat/>
    <w:rsid w:val="007513CD"/>
    <w:pPr>
      <w:shd w:val="clear" w:color="auto" w:fill="F2F2F2"/>
      <w:tabs>
        <w:tab w:val="left" w:pos="567"/>
      </w:tabs>
    </w:pPr>
    <w:rPr>
      <w:rFonts w:ascii="Arial" w:hAnsi="Arial"/>
      <w:sz w:val="20"/>
      <w:szCs w:val="20"/>
    </w:rPr>
  </w:style>
  <w:style w:type="paragraph" w:customStyle="1" w:styleId="ComponentNotes">
    <w:name w:val="Component Notes"/>
    <w:basedOn w:val="Text"/>
    <w:rsid w:val="007513CD"/>
    <w:pPr>
      <w:pBdr>
        <w:top w:val="single" w:sz="8" w:space="1" w:color="FF0000"/>
        <w:left w:val="single" w:sz="8" w:space="4" w:color="FF0000"/>
        <w:bottom w:val="single" w:sz="8" w:space="1" w:color="FF0000"/>
        <w:right w:val="single" w:sz="8" w:space="4" w:color="FF0000"/>
      </w:pBdr>
    </w:pPr>
    <w:rPr>
      <w:color w:val="FF0000"/>
    </w:rPr>
  </w:style>
  <w:style w:type="paragraph" w:customStyle="1" w:styleId="Permissions">
    <w:name w:val="Permissions"/>
    <w:basedOn w:val="Normalny"/>
    <w:rsid w:val="007513CD"/>
    <w:pPr>
      <w:spacing w:before="120" w:after="120"/>
    </w:pPr>
    <w:rPr>
      <w:i/>
      <w:color w:val="008000"/>
    </w:rPr>
  </w:style>
  <w:style w:type="paragraph" w:customStyle="1" w:styleId="TextExample">
    <w:name w:val="Text Example"/>
    <w:basedOn w:val="TextList"/>
    <w:rsid w:val="007513CD"/>
    <w:rPr>
      <w:i/>
      <w:color w:val="339966"/>
    </w:rPr>
  </w:style>
  <w:style w:type="paragraph" w:customStyle="1" w:styleId="TextReference">
    <w:name w:val="Text Reference"/>
    <w:basedOn w:val="Normalny"/>
    <w:rsid w:val="007513CD"/>
    <w:pPr>
      <w:shd w:val="clear" w:color="auto" w:fill="CCECFF"/>
      <w:tabs>
        <w:tab w:val="left" w:pos="567"/>
      </w:tabs>
      <w:spacing w:after="120"/>
    </w:pPr>
    <w:rPr>
      <w:rFonts w:ascii="Arial" w:hAnsi="Arial" w:cs="Arial"/>
      <w:b/>
      <w:color w:val="000080"/>
      <w:sz w:val="20"/>
      <w:szCs w:val="20"/>
    </w:rPr>
  </w:style>
  <w:style w:type="paragraph" w:customStyle="1" w:styleId="WordChoiceBox">
    <w:name w:val="Word Choice Box"/>
    <w:basedOn w:val="Text"/>
    <w:rsid w:val="007513CD"/>
    <w:pPr>
      <w:pBdr>
        <w:top w:val="dashed" w:sz="4" w:space="1" w:color="auto"/>
        <w:left w:val="dashed" w:sz="4" w:space="4" w:color="auto"/>
        <w:bottom w:val="dashed" w:sz="4" w:space="1" w:color="auto"/>
        <w:right w:val="dashed" w:sz="4" w:space="4" w:color="auto"/>
      </w:pBdr>
      <w:spacing w:before="120" w:after="120"/>
      <w:ind w:left="567" w:right="567"/>
      <w:contextualSpacing/>
    </w:pPr>
  </w:style>
  <w:style w:type="character" w:customStyle="1" w:styleId="ColouredCapsChr">
    <w:name w:val="Coloured Caps Chr"/>
    <w:basedOn w:val="Domylnaczcionkaakapitu"/>
    <w:rsid w:val="00E40A49"/>
    <w:rPr>
      <w:caps/>
      <w:color w:val="800000"/>
    </w:rPr>
  </w:style>
  <w:style w:type="character" w:customStyle="1" w:styleId="HighlightedTextChr">
    <w:name w:val="Highlighted Text Chr"/>
    <w:basedOn w:val="Domylnaczcionkaakapitu"/>
    <w:rsid w:val="00E40A49"/>
    <w:rPr>
      <w:bdr w:val="none" w:sz="0" w:space="0" w:color="auto"/>
      <w:shd w:val="clear" w:color="auto" w:fill="FFFF00"/>
    </w:rPr>
  </w:style>
  <w:style w:type="character" w:customStyle="1" w:styleId="ExampleChr">
    <w:name w:val="Example Chr"/>
    <w:rsid w:val="007513CD"/>
    <w:rPr>
      <w:i/>
      <w:color w:val="339966"/>
    </w:rPr>
  </w:style>
  <w:style w:type="paragraph" w:customStyle="1" w:styleId="ClassBoxHead">
    <w:name w:val="Class Box Head"/>
    <w:basedOn w:val="Normalny"/>
    <w:rsid w:val="00E40A49"/>
    <w:pPr>
      <w:pBdr>
        <w:top w:val="single" w:sz="4" w:space="1" w:color="000080"/>
        <w:left w:val="single" w:sz="4" w:space="4" w:color="000080"/>
        <w:bottom w:val="single" w:sz="4" w:space="1" w:color="000080"/>
        <w:right w:val="single" w:sz="4" w:space="4" w:color="000080"/>
      </w:pBdr>
      <w:tabs>
        <w:tab w:val="left" w:pos="567"/>
      </w:tabs>
    </w:pPr>
    <w:rPr>
      <w:rFonts w:ascii="Arial" w:hAnsi="Arial" w:cs="Arial"/>
      <w:b/>
      <w:sz w:val="22"/>
      <w:szCs w:val="22"/>
    </w:rPr>
  </w:style>
  <w:style w:type="paragraph" w:customStyle="1" w:styleId="ClassBoxSubhead">
    <w:name w:val="Class Box Subhead"/>
    <w:basedOn w:val="Normalny"/>
    <w:rsid w:val="00E40A49"/>
    <w:pPr>
      <w:pBdr>
        <w:top w:val="single" w:sz="4" w:space="1" w:color="000080"/>
        <w:left w:val="single" w:sz="4" w:space="4" w:color="000080"/>
        <w:bottom w:val="single" w:sz="4" w:space="1" w:color="000080"/>
        <w:right w:val="single" w:sz="4" w:space="4" w:color="000080"/>
      </w:pBdr>
      <w:tabs>
        <w:tab w:val="left" w:pos="567"/>
      </w:tabs>
    </w:pPr>
    <w:rPr>
      <w:rFonts w:ascii="Arial" w:hAnsi="Arial" w:cs="Arial"/>
      <w:b/>
      <w:sz w:val="20"/>
      <w:szCs w:val="20"/>
    </w:rPr>
  </w:style>
  <w:style w:type="paragraph" w:customStyle="1" w:styleId="ClassBoxText">
    <w:name w:val="Class Box Text"/>
    <w:basedOn w:val="Normalny"/>
    <w:rsid w:val="00E40A49"/>
    <w:pPr>
      <w:pBdr>
        <w:top w:val="single" w:sz="4" w:space="1" w:color="000080"/>
        <w:left w:val="single" w:sz="4" w:space="4" w:color="000080"/>
        <w:bottom w:val="single" w:sz="4" w:space="1" w:color="000080"/>
        <w:right w:val="single" w:sz="4" w:space="4" w:color="000080"/>
      </w:pBdr>
      <w:tabs>
        <w:tab w:val="left" w:pos="567"/>
      </w:tabs>
    </w:pPr>
    <w:rPr>
      <w:rFonts w:ascii="Arial" w:hAnsi="Arial" w:cs="Arial"/>
      <w:sz w:val="20"/>
      <w:szCs w:val="20"/>
    </w:rPr>
  </w:style>
  <w:style w:type="paragraph" w:styleId="Akapitzlist">
    <w:name w:val="List Paragraph"/>
    <w:basedOn w:val="Normalny"/>
    <w:uiPriority w:val="34"/>
    <w:qFormat/>
    <w:rsid w:val="00E40A49"/>
    <w:pPr>
      <w:ind w:left="720"/>
    </w:pPr>
  </w:style>
  <w:style w:type="paragraph" w:styleId="Tekstpodstawowy">
    <w:name w:val="Body Text"/>
    <w:basedOn w:val="Normalny"/>
    <w:link w:val="TekstpodstawowyZnak"/>
    <w:uiPriority w:val="1"/>
    <w:unhideWhenUsed/>
    <w:qFormat/>
    <w:rsid w:val="00E40A49"/>
    <w:pPr>
      <w:spacing w:before="53"/>
      <w:ind w:left="699" w:hanging="284"/>
    </w:pPr>
    <w:rPr>
      <w:rFonts w:ascii="Century" w:eastAsia="Century" w:hAnsi="Century"/>
      <w:sz w:val="18"/>
      <w:szCs w:val="18"/>
    </w:rPr>
  </w:style>
  <w:style w:type="character" w:customStyle="1" w:styleId="TekstpodstawowyZnak">
    <w:name w:val="Tekst podstawowy Znak"/>
    <w:basedOn w:val="Domylnaczcionkaakapitu"/>
    <w:link w:val="Tekstpodstawowy"/>
    <w:uiPriority w:val="1"/>
    <w:rsid w:val="00E40A49"/>
    <w:rPr>
      <w:rFonts w:ascii="Century" w:eastAsia="Century" w:hAnsi="Century"/>
      <w:sz w:val="18"/>
      <w:szCs w:val="18"/>
    </w:rPr>
  </w:style>
  <w:style w:type="paragraph" w:customStyle="1" w:styleId="TableParagraph">
    <w:name w:val="Table Paragraph"/>
    <w:basedOn w:val="Normalny"/>
    <w:uiPriority w:val="1"/>
    <w:qFormat/>
    <w:rsid w:val="0055346C"/>
  </w:style>
  <w:style w:type="table" w:customStyle="1" w:styleId="TableNormal1">
    <w:name w:val="Table Normal1"/>
    <w:uiPriority w:val="2"/>
    <w:semiHidden/>
    <w:qFormat/>
    <w:rsid w:val="0055346C"/>
    <w:pPr>
      <w:widowControl w:val="0"/>
    </w:pPr>
    <w:rPr>
      <w:rFonts w:ascii="Calibri" w:eastAsia="Calibri" w:hAnsi="Calibri"/>
      <w:sz w:val="22"/>
      <w:szCs w:val="22"/>
      <w:lang w:val="en-US" w:eastAsia="en-US"/>
    </w:rPr>
    <w:tblPr>
      <w:tblCellMar>
        <w:top w:w="0" w:type="dxa"/>
        <w:left w:w="0" w:type="dxa"/>
        <w:bottom w:w="0" w:type="dxa"/>
        <w:right w:w="0" w:type="dxa"/>
      </w:tblCellMar>
    </w:tblPr>
  </w:style>
  <w:style w:type="paragraph" w:styleId="Poprawka">
    <w:name w:val="Revision"/>
    <w:hidden/>
    <w:uiPriority w:val="99"/>
    <w:semiHidden/>
    <w:rsid w:val="005B177C"/>
    <w:rPr>
      <w:sz w:val="24"/>
      <w:szCs w:val="24"/>
    </w:rPr>
  </w:style>
  <w:style w:type="paragraph" w:customStyle="1" w:styleId="p1">
    <w:name w:val="p1"/>
    <w:basedOn w:val="Normalny"/>
    <w:rsid w:val="00410F3A"/>
    <w:rPr>
      <w:rFonts w:ascii="Helvetica" w:hAnsi="Helvetica"/>
      <w:sz w:val="11"/>
      <w:szCs w:val="11"/>
      <w:lang w:val="en-US" w:eastAsia="en-US"/>
    </w:rPr>
  </w:style>
  <w:style w:type="character" w:customStyle="1" w:styleId="apple-converted-space">
    <w:name w:val="apple-converted-space"/>
    <w:basedOn w:val="Domylnaczcionkaakapitu"/>
    <w:rsid w:val="00410F3A"/>
  </w:style>
  <w:style w:type="character" w:styleId="Hipercze">
    <w:name w:val="Hyperlink"/>
    <w:basedOn w:val="Domylnaczcionkaakapitu"/>
    <w:unhideWhenUsed/>
    <w:rsid w:val="00426D6E"/>
    <w:rPr>
      <w:color w:val="0000FF" w:themeColor="hyperlink"/>
      <w:u w:val="single"/>
    </w:rPr>
  </w:style>
  <w:style w:type="character" w:styleId="UyteHipercze">
    <w:name w:val="FollowedHyperlink"/>
    <w:basedOn w:val="Domylnaczcionkaakapitu"/>
    <w:semiHidden/>
    <w:unhideWhenUsed/>
    <w:rsid w:val="00426D6E"/>
    <w:rPr>
      <w:color w:val="800080" w:themeColor="followedHyperlink"/>
      <w:u w:val="single"/>
    </w:rPr>
  </w:style>
  <w:style w:type="paragraph" w:customStyle="1" w:styleId="VocabularyHead">
    <w:name w:val="Vocabulary Head"/>
    <w:basedOn w:val="Text"/>
    <w:rsid w:val="007513CD"/>
    <w:pPr>
      <w:pBdr>
        <w:top w:val="single" w:sz="4" w:space="1" w:color="000080"/>
        <w:left w:val="single" w:sz="4" w:space="4" w:color="000080"/>
        <w:bottom w:val="single" w:sz="4" w:space="1" w:color="000080"/>
        <w:right w:val="single" w:sz="4" w:space="4" w:color="000080"/>
      </w:pBdr>
    </w:pPr>
    <w:rPr>
      <w:b/>
      <w:sz w:val="22"/>
      <w:szCs w:val="22"/>
    </w:rPr>
  </w:style>
  <w:style w:type="paragraph" w:customStyle="1" w:styleId="VocabularySubhead">
    <w:name w:val="Vocabulary Subhead"/>
    <w:basedOn w:val="Text"/>
    <w:rsid w:val="007513CD"/>
    <w:pPr>
      <w:pBdr>
        <w:top w:val="single" w:sz="4" w:space="1" w:color="000080"/>
        <w:left w:val="single" w:sz="4" w:space="4" w:color="000080"/>
        <w:bottom w:val="single" w:sz="4" w:space="1" w:color="000080"/>
        <w:right w:val="single" w:sz="4" w:space="4" w:color="000080"/>
      </w:pBdr>
    </w:pPr>
    <w:rPr>
      <w:b/>
    </w:rPr>
  </w:style>
  <w:style w:type="paragraph" w:customStyle="1" w:styleId="VocabularyText">
    <w:name w:val="Vocabulary Text"/>
    <w:basedOn w:val="Text"/>
    <w:rsid w:val="007513CD"/>
    <w:pPr>
      <w:pBdr>
        <w:top w:val="single" w:sz="4" w:space="1" w:color="000080"/>
        <w:left w:val="single" w:sz="4" w:space="4" w:color="000080"/>
        <w:bottom w:val="single" w:sz="4" w:space="1" w:color="000080"/>
        <w:right w:val="single" w:sz="4" w:space="4" w:color="000080"/>
      </w:pBdr>
    </w:pPr>
  </w:style>
  <w:style w:type="paragraph" w:customStyle="1" w:styleId="ReadingSubhead">
    <w:name w:val="Reading Subhead"/>
    <w:basedOn w:val="Text"/>
    <w:rsid w:val="007513CD"/>
    <w:pPr>
      <w:pBdr>
        <w:top w:val="single" w:sz="4" w:space="1" w:color="800000"/>
        <w:left w:val="single" w:sz="4" w:space="4" w:color="800000"/>
        <w:bottom w:val="single" w:sz="4" w:space="1" w:color="800000"/>
        <w:right w:val="single" w:sz="4" w:space="4" w:color="800000"/>
      </w:pBdr>
    </w:pPr>
    <w:rPr>
      <w:b/>
    </w:rPr>
  </w:style>
  <w:style w:type="paragraph" w:customStyle="1" w:styleId="ListeningHead">
    <w:name w:val="Listening Head"/>
    <w:basedOn w:val="Text"/>
    <w:rsid w:val="007513CD"/>
    <w:pPr>
      <w:pBdr>
        <w:top w:val="single" w:sz="4" w:space="1" w:color="003300"/>
        <w:left w:val="single" w:sz="4" w:space="4" w:color="003300"/>
        <w:bottom w:val="single" w:sz="4" w:space="1" w:color="003300"/>
        <w:right w:val="single" w:sz="4" w:space="4" w:color="003300"/>
      </w:pBdr>
    </w:pPr>
    <w:rPr>
      <w:b/>
      <w:sz w:val="22"/>
      <w:szCs w:val="22"/>
    </w:rPr>
  </w:style>
  <w:style w:type="paragraph" w:customStyle="1" w:styleId="ListeningSubhead">
    <w:name w:val="Listening Subhead"/>
    <w:basedOn w:val="Text"/>
    <w:rsid w:val="007513CD"/>
    <w:pPr>
      <w:pBdr>
        <w:top w:val="single" w:sz="4" w:space="1" w:color="003300"/>
        <w:left w:val="single" w:sz="4" w:space="4" w:color="003300"/>
        <w:bottom w:val="single" w:sz="4" w:space="1" w:color="003300"/>
        <w:right w:val="single" w:sz="4" w:space="4" w:color="003300"/>
      </w:pBdr>
    </w:pPr>
    <w:rPr>
      <w:b/>
    </w:rPr>
  </w:style>
  <w:style w:type="paragraph" w:customStyle="1" w:styleId="ListeningText">
    <w:name w:val="Listening Text"/>
    <w:basedOn w:val="Text"/>
    <w:rsid w:val="007513CD"/>
    <w:pPr>
      <w:pBdr>
        <w:top w:val="single" w:sz="4" w:space="1" w:color="003300"/>
        <w:left w:val="single" w:sz="4" w:space="4" w:color="003300"/>
        <w:bottom w:val="single" w:sz="4" w:space="1" w:color="003300"/>
        <w:right w:val="single" w:sz="4" w:space="4" w:color="003300"/>
      </w:pBdr>
    </w:pPr>
  </w:style>
  <w:style w:type="paragraph" w:customStyle="1" w:styleId="SpeakingHead">
    <w:name w:val="Speaking Head"/>
    <w:basedOn w:val="Text"/>
    <w:rsid w:val="007513CD"/>
    <w:pPr>
      <w:pBdr>
        <w:top w:val="single" w:sz="4" w:space="1" w:color="333399"/>
        <w:left w:val="single" w:sz="4" w:space="4" w:color="333399"/>
        <w:bottom w:val="single" w:sz="4" w:space="1" w:color="333399"/>
        <w:right w:val="single" w:sz="4" w:space="4" w:color="333399"/>
      </w:pBdr>
    </w:pPr>
    <w:rPr>
      <w:b/>
      <w:sz w:val="22"/>
      <w:szCs w:val="22"/>
    </w:rPr>
  </w:style>
  <w:style w:type="paragraph" w:customStyle="1" w:styleId="SpeakingSubhead">
    <w:name w:val="Speaking Subhead"/>
    <w:basedOn w:val="Text"/>
    <w:rsid w:val="007513CD"/>
    <w:pPr>
      <w:pBdr>
        <w:top w:val="single" w:sz="4" w:space="1" w:color="333399"/>
        <w:left w:val="single" w:sz="4" w:space="4" w:color="333399"/>
        <w:bottom w:val="single" w:sz="4" w:space="1" w:color="333399"/>
        <w:right w:val="single" w:sz="4" w:space="4" w:color="333399"/>
      </w:pBdr>
    </w:pPr>
    <w:rPr>
      <w:b/>
    </w:rPr>
  </w:style>
  <w:style w:type="paragraph" w:customStyle="1" w:styleId="SpeakingText">
    <w:name w:val="Speaking Text"/>
    <w:basedOn w:val="Text"/>
    <w:rsid w:val="007513CD"/>
    <w:pPr>
      <w:pBdr>
        <w:top w:val="single" w:sz="4" w:space="1" w:color="333399"/>
        <w:left w:val="single" w:sz="4" w:space="4" w:color="333399"/>
        <w:bottom w:val="single" w:sz="4" w:space="1" w:color="333399"/>
        <w:right w:val="single" w:sz="4" w:space="4" w:color="333399"/>
      </w:pBdr>
    </w:pPr>
  </w:style>
  <w:style w:type="paragraph" w:customStyle="1" w:styleId="GrammarBoxHead">
    <w:name w:val="Grammar Box Head"/>
    <w:basedOn w:val="Normalny"/>
    <w:rsid w:val="007513CD"/>
    <w:pPr>
      <w:shd w:val="clear" w:color="auto" w:fill="A8B7E8"/>
      <w:tabs>
        <w:tab w:val="left" w:pos="540"/>
        <w:tab w:val="left" w:pos="4500"/>
      </w:tabs>
      <w:spacing w:before="120" w:after="120"/>
      <w:ind w:left="539" w:hanging="539"/>
      <w:contextualSpacing/>
    </w:pPr>
    <w:rPr>
      <w:rFonts w:ascii="Arial" w:hAnsi="Arial" w:cs="Arial"/>
      <w:b/>
      <w:szCs w:val="20"/>
    </w:rPr>
  </w:style>
  <w:style w:type="paragraph" w:customStyle="1" w:styleId="GrammarBoxSubhead">
    <w:name w:val="Grammar Box Subhead"/>
    <w:basedOn w:val="GrammarBoxHead"/>
    <w:rsid w:val="007513CD"/>
    <w:pPr>
      <w:shd w:val="clear" w:color="auto" w:fill="B7C4ED"/>
    </w:pPr>
    <w:rPr>
      <w:sz w:val="20"/>
    </w:rPr>
  </w:style>
  <w:style w:type="paragraph" w:customStyle="1" w:styleId="GrammarBoxText">
    <w:name w:val="Grammar Box Text"/>
    <w:basedOn w:val="Normalny"/>
    <w:rsid w:val="007513CD"/>
    <w:pPr>
      <w:shd w:val="clear" w:color="auto" w:fill="C9D2EF"/>
      <w:tabs>
        <w:tab w:val="left" w:pos="540"/>
        <w:tab w:val="left" w:pos="4500"/>
      </w:tabs>
      <w:spacing w:after="120"/>
      <w:ind w:left="539" w:hanging="539"/>
      <w:contextualSpacing/>
    </w:pPr>
    <w:rPr>
      <w:rFonts w:ascii="Arial" w:hAnsi="Arial" w:cs="Arial"/>
      <w:sz w:val="20"/>
      <w:szCs w:val="20"/>
    </w:rPr>
  </w:style>
  <w:style w:type="paragraph" w:customStyle="1" w:styleId="HeadBSubsection">
    <w:name w:val="Head B Subsection"/>
    <w:next w:val="Normalny"/>
    <w:autoRedefine/>
    <w:rsid w:val="007513CD"/>
    <w:pPr>
      <w:shd w:val="clear" w:color="auto" w:fill="EDEDED"/>
      <w:spacing w:before="120" w:after="60"/>
    </w:pPr>
    <w:rPr>
      <w:rFonts w:ascii="Arial" w:hAnsi="Arial" w:cs="Arial"/>
      <w:b/>
      <w:sz w:val="24"/>
      <w:szCs w:val="24"/>
    </w:rPr>
  </w:style>
  <w:style w:type="paragraph" w:customStyle="1" w:styleId="HeadCSubsubsection">
    <w:name w:val="Head C Subsubsection"/>
    <w:basedOn w:val="Rubric"/>
    <w:rsid w:val="007513CD"/>
    <w:pPr>
      <w:shd w:val="clear" w:color="auto" w:fill="CCECFF"/>
    </w:pPr>
  </w:style>
  <w:style w:type="paragraph" w:customStyle="1" w:styleId="UnitObjectives">
    <w:name w:val="Unit Objectives"/>
    <w:rsid w:val="007513CD"/>
    <w:pPr>
      <w:pBdr>
        <w:top w:val="dotted" w:sz="4" w:space="1" w:color="auto"/>
        <w:left w:val="dotted" w:sz="4" w:space="4" w:color="auto"/>
        <w:bottom w:val="dotted" w:sz="4" w:space="1" w:color="auto"/>
        <w:right w:val="dotted" w:sz="4" w:space="4" w:color="auto"/>
      </w:pBdr>
      <w:spacing w:before="120" w:after="120"/>
      <w:contextualSpacing/>
    </w:pPr>
    <w:rPr>
      <w:sz w:val="24"/>
      <w:szCs w:val="24"/>
    </w:rPr>
  </w:style>
  <w:style w:type="paragraph" w:customStyle="1" w:styleId="UnitObjectivesHead">
    <w:name w:val="Unit Objectives Head"/>
    <w:basedOn w:val="UnitObjectives"/>
    <w:rsid w:val="007513CD"/>
    <w:rPr>
      <w:b/>
    </w:rPr>
  </w:style>
  <w:style w:type="paragraph" w:customStyle="1" w:styleId="CommonErrorsHead">
    <w:name w:val="Common Errors Head"/>
    <w:basedOn w:val="VocabularyHead"/>
    <w:rsid w:val="007513CD"/>
    <w:pPr>
      <w:pBdr>
        <w:top w:val="single" w:sz="4" w:space="1" w:color="008000"/>
        <w:left w:val="single" w:sz="4" w:space="4" w:color="008000"/>
        <w:bottom w:val="single" w:sz="4" w:space="1" w:color="008000"/>
        <w:right w:val="single" w:sz="4" w:space="4" w:color="008000"/>
      </w:pBdr>
    </w:pPr>
  </w:style>
  <w:style w:type="paragraph" w:customStyle="1" w:styleId="CommonErrorsSubhead">
    <w:name w:val="Common Errors Subhead"/>
    <w:basedOn w:val="VocabularySubhead"/>
    <w:rsid w:val="007513CD"/>
    <w:pPr>
      <w:pBdr>
        <w:top w:val="single" w:sz="4" w:space="1" w:color="008000"/>
        <w:left w:val="single" w:sz="4" w:space="4" w:color="008000"/>
        <w:bottom w:val="single" w:sz="4" w:space="1" w:color="008000"/>
        <w:right w:val="single" w:sz="4" w:space="4" w:color="008000"/>
      </w:pBdr>
    </w:pPr>
  </w:style>
  <w:style w:type="paragraph" w:customStyle="1" w:styleId="CommonErrorsText">
    <w:name w:val="Common Errors Text"/>
    <w:basedOn w:val="VocabularyText"/>
    <w:rsid w:val="007513CD"/>
    <w:pPr>
      <w:pBdr>
        <w:top w:val="single" w:sz="4" w:space="1" w:color="008000"/>
        <w:left w:val="single" w:sz="4" w:space="4" w:color="008000"/>
        <w:bottom w:val="single" w:sz="4" w:space="1" w:color="008000"/>
        <w:right w:val="single" w:sz="4" w:space="4" w:color="008000"/>
      </w:pBdr>
    </w:pPr>
  </w:style>
  <w:style w:type="paragraph" w:customStyle="1" w:styleId="WritingText">
    <w:name w:val="Writing Text"/>
    <w:basedOn w:val="VocabularyText"/>
    <w:rsid w:val="007513CD"/>
    <w:pPr>
      <w:pBdr>
        <w:top w:val="single" w:sz="4" w:space="1" w:color="808000"/>
        <w:left w:val="single" w:sz="4" w:space="4" w:color="808000"/>
        <w:bottom w:val="single" w:sz="4" w:space="1" w:color="808000"/>
        <w:right w:val="single" w:sz="4" w:space="4" w:color="808000"/>
      </w:pBdr>
    </w:pPr>
  </w:style>
  <w:style w:type="paragraph" w:customStyle="1" w:styleId="WritingSubhead">
    <w:name w:val="Writing Subhead"/>
    <w:basedOn w:val="VocabularySubhead"/>
    <w:rsid w:val="007513CD"/>
    <w:pPr>
      <w:pBdr>
        <w:top w:val="single" w:sz="4" w:space="1" w:color="808000"/>
        <w:left w:val="single" w:sz="4" w:space="4" w:color="808000"/>
        <w:bottom w:val="single" w:sz="4" w:space="1" w:color="808000"/>
        <w:right w:val="single" w:sz="4" w:space="4" w:color="808000"/>
      </w:pBdr>
    </w:pPr>
  </w:style>
  <w:style w:type="paragraph" w:customStyle="1" w:styleId="WritingHead">
    <w:name w:val="Writing Head"/>
    <w:basedOn w:val="VocabularyHead"/>
    <w:rsid w:val="007513CD"/>
    <w:pPr>
      <w:pBdr>
        <w:top w:val="single" w:sz="4" w:space="1" w:color="808000"/>
        <w:left w:val="single" w:sz="4" w:space="4" w:color="808000"/>
        <w:bottom w:val="single" w:sz="4" w:space="1" w:color="808000"/>
        <w:right w:val="single" w:sz="4" w:space="4" w:color="808000"/>
      </w:pBd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617325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ti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lgzawi\Documents\_Business%20Partner\New%20Core%20UK.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New Core UK</Template>
  <TotalTime>3</TotalTime>
  <Pages>5</Pages>
  <Words>1705</Words>
  <Characters>10233</Characters>
  <Application>Microsoft Office Word</Application>
  <DocSecurity>0</DocSecurity>
  <Lines>85</Lines>
  <Paragraphs>23</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1</vt:lpstr>
      <vt:lpstr>1</vt:lpstr>
    </vt:vector>
  </TitlesOfParts>
  <Company>Microsoft</Company>
  <LinksUpToDate>false</LinksUpToDate>
  <CharactersWithSpaces>11915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Ziad</dc:creator>
  <cp:keywords/>
  <dc:description/>
  <cp:lastModifiedBy>Zawilinska-Janas, Malgorzata</cp:lastModifiedBy>
  <cp:revision>3</cp:revision>
  <cp:lastPrinted>2018-11-07T09:40:00Z</cp:lastPrinted>
  <dcterms:created xsi:type="dcterms:W3CDTF">2019-05-27T09:53:00Z</dcterms:created>
  <dcterms:modified xsi:type="dcterms:W3CDTF">2019-05-27T09:56:00Z</dcterms:modified>
</cp:coreProperties>
</file>