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75E2D63D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321A7EC9" w14:textId="4144FC78" w:rsidR="00AC1E75" w:rsidRDefault="00196635" w:rsidP="00057F7F">
      <w:pPr>
        <w:pStyle w:val="Text"/>
      </w:pPr>
      <w:r>
        <w:t>You work in the Human R</w:t>
      </w:r>
      <w:r w:rsidR="0085496C">
        <w:t>esources Department of a</w:t>
      </w:r>
      <w:r w:rsidR="00401F11">
        <w:t> </w:t>
      </w:r>
      <w:r w:rsidR="0085496C">
        <w:t>medium-</w:t>
      </w:r>
      <w:r>
        <w:t xml:space="preserve">sized </w:t>
      </w:r>
      <w:r w:rsidR="00AC1E75">
        <w:t xml:space="preserve">technology company, </w:t>
      </w:r>
      <w:proofErr w:type="spellStart"/>
      <w:r w:rsidR="00AC1E75">
        <w:t>Zooma</w:t>
      </w:r>
      <w:proofErr w:type="spellEnd"/>
      <w:r w:rsidR="00AC1E75">
        <w:t xml:space="preserve">. You have received this email from the </w:t>
      </w:r>
      <w:r w:rsidR="008530B5">
        <w:t>H</w:t>
      </w:r>
      <w:r w:rsidR="00AC1E75">
        <w:t>ead of Human Resources.</w:t>
      </w:r>
    </w:p>
    <w:p w14:paraId="3DF7A2F0" w14:textId="3A6778E8" w:rsidR="00AC1E75" w:rsidRDefault="00AC1E75" w:rsidP="00057F7F">
      <w:pPr>
        <w:pStyle w:val="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63C0A" wp14:editId="49ABAA63">
                <wp:simplePos x="0" y="0"/>
                <wp:positionH relativeFrom="column">
                  <wp:posOffset>27434</wp:posOffset>
                </wp:positionH>
                <wp:positionV relativeFrom="paragraph">
                  <wp:posOffset>80436</wp:posOffset>
                </wp:positionV>
                <wp:extent cx="2794355" cy="1943900"/>
                <wp:effectExtent l="0" t="0" r="25400" b="184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355" cy="194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F9CD7A" w14:textId="23973B3C" w:rsidR="00AC1E75" w:rsidRDefault="00AC1E75" w:rsidP="00AC1E75">
                            <w:pPr>
                              <w:pStyle w:val="Text"/>
                            </w:pPr>
                            <w:r>
                              <w:t>Subject: Going Green</w:t>
                            </w:r>
                          </w:p>
                          <w:p w14:paraId="7BC82E95" w14:textId="49AFF666" w:rsidR="00705F64" w:rsidRDefault="00705F64" w:rsidP="00AC1E75">
                            <w:pPr>
                              <w:pStyle w:val="Text"/>
                            </w:pPr>
                          </w:p>
                          <w:p w14:paraId="7E8C9306" w14:textId="441423D3" w:rsidR="00705F64" w:rsidRDefault="00705F64" w:rsidP="00AC1E75">
                            <w:pPr>
                              <w:pStyle w:val="Text"/>
                            </w:pPr>
                            <w:r>
                              <w:t>Hi,</w:t>
                            </w:r>
                          </w:p>
                          <w:p w14:paraId="53AF1E42" w14:textId="0DB3ACB6" w:rsidR="00705F64" w:rsidRDefault="00705F64" w:rsidP="00AC1E75">
                            <w:pPr>
                              <w:pStyle w:val="Text"/>
                            </w:pPr>
                            <w:r>
                              <w:t>We’ve just had a management meeting and one of the agenda points was trying to make the organisation and members of staff a bit</w:t>
                            </w:r>
                            <w:r w:rsidR="0085496C">
                              <w:t xml:space="preserve"> more environmentally friendly.</w:t>
                            </w:r>
                          </w:p>
                          <w:p w14:paraId="13D4BA2B" w14:textId="09CFEEDC" w:rsidR="00705F64" w:rsidRDefault="00705F64" w:rsidP="00AC1E75">
                            <w:pPr>
                              <w:pStyle w:val="Text"/>
                            </w:pPr>
                            <w:r>
                              <w:t>Could you have a look at this and put some recommendations together for me to bring to the next management meeting?</w:t>
                            </w:r>
                          </w:p>
                          <w:p w14:paraId="090B1796" w14:textId="59B684F7" w:rsidR="00705F64" w:rsidRDefault="00705F64" w:rsidP="00AC1E75">
                            <w:pPr>
                              <w:pStyle w:val="Text"/>
                            </w:pPr>
                            <w:r>
                              <w:t>Thanks</w:t>
                            </w:r>
                            <w:r w:rsidR="00401F11">
                              <w:t>,</w:t>
                            </w:r>
                          </w:p>
                          <w:p w14:paraId="75C97B68" w14:textId="0C34F33F" w:rsidR="00705F64" w:rsidRDefault="00705F64" w:rsidP="00AC1E75">
                            <w:pPr>
                              <w:pStyle w:val="Text"/>
                            </w:pPr>
                            <w:r>
                              <w:t>Pippa</w:t>
                            </w:r>
                          </w:p>
                          <w:p w14:paraId="53959B93" w14:textId="7BC0AF05" w:rsidR="00AC1E75" w:rsidRDefault="00AC1E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63C0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.15pt;margin-top:6.35pt;width:220.05pt;height:153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" fillcolor="white [3201]" strokeweight=".5pt">
                <v:textbox>
                  <w:txbxContent>
                    <w:p w14:paraId="11F9CD7A" w14:textId="23973B3C" w:rsidR="00AC1E75" w:rsidRDefault="00AC1E75" w:rsidP="00AC1E75">
                      <w:pPr>
                        <w:pStyle w:val="Text"/>
                      </w:pPr>
                      <w:r>
                        <w:t>Subject: Going Green</w:t>
                      </w:r>
                    </w:p>
                    <w:p w14:paraId="7BC82E95" w14:textId="49AFF666" w:rsidR="00705F64" w:rsidRDefault="00705F64" w:rsidP="00AC1E75">
                      <w:pPr>
                        <w:pStyle w:val="Text"/>
                      </w:pPr>
                    </w:p>
                    <w:p w14:paraId="7E8C9306" w14:textId="441423D3" w:rsidR="00705F64" w:rsidRDefault="00705F64" w:rsidP="00AC1E75">
                      <w:pPr>
                        <w:pStyle w:val="Text"/>
                      </w:pPr>
                      <w:r>
                        <w:t>Hi,</w:t>
                      </w:r>
                    </w:p>
                    <w:p w14:paraId="53AF1E42" w14:textId="0DB3ACB6" w:rsidR="00705F64" w:rsidRDefault="00705F64" w:rsidP="00AC1E75">
                      <w:pPr>
                        <w:pStyle w:val="Text"/>
                      </w:pPr>
                      <w:r>
                        <w:t>We’ve just had a management meeting and one of the agenda points was trying to make the organisation and members of staff a bit</w:t>
                      </w:r>
                      <w:r w:rsidR="0085496C">
                        <w:t xml:space="preserve"> more environmentally friendly.</w:t>
                      </w:r>
                    </w:p>
                    <w:p w14:paraId="13D4BA2B" w14:textId="09CFEEDC" w:rsidR="00705F64" w:rsidRDefault="00705F64" w:rsidP="00AC1E75">
                      <w:pPr>
                        <w:pStyle w:val="Text"/>
                      </w:pPr>
                      <w:r>
                        <w:t>Could you have a look at this and put some recommendations together for me to bring to the next management meeting?</w:t>
                      </w:r>
                    </w:p>
                    <w:p w14:paraId="090B1796" w14:textId="59B684F7" w:rsidR="00705F64" w:rsidRDefault="00705F64" w:rsidP="00AC1E75">
                      <w:pPr>
                        <w:pStyle w:val="Text"/>
                      </w:pPr>
                      <w:r>
                        <w:t>Thanks</w:t>
                      </w:r>
                      <w:r w:rsidR="00401F11">
                        <w:t>,</w:t>
                      </w:r>
                    </w:p>
                    <w:p w14:paraId="75C97B68" w14:textId="0C34F33F" w:rsidR="00705F64" w:rsidRDefault="00705F64" w:rsidP="00AC1E75">
                      <w:pPr>
                        <w:pStyle w:val="Text"/>
                      </w:pPr>
                      <w:r>
                        <w:t>Pippa</w:t>
                      </w:r>
                    </w:p>
                    <w:p w14:paraId="53959B93" w14:textId="7BC0AF05" w:rsidR="00AC1E75" w:rsidRDefault="00AC1E75"/>
                  </w:txbxContent>
                </v:textbox>
              </v:shape>
            </w:pict>
          </mc:Fallback>
        </mc:AlternateContent>
      </w:r>
    </w:p>
    <w:p w14:paraId="5502FF98" w14:textId="77777777" w:rsidR="00F35423" w:rsidRDefault="00F35423" w:rsidP="00DB5400">
      <w:pPr>
        <w:pStyle w:val="Rubric"/>
      </w:pPr>
    </w:p>
    <w:p w14:paraId="7636541F" w14:textId="77777777" w:rsidR="00F35423" w:rsidRDefault="00F35423" w:rsidP="00DB5400">
      <w:pPr>
        <w:pStyle w:val="Rubric"/>
      </w:pPr>
    </w:p>
    <w:p w14:paraId="248CB031" w14:textId="77777777" w:rsidR="00F35423" w:rsidRDefault="00F35423" w:rsidP="00DB5400">
      <w:pPr>
        <w:pStyle w:val="Rubric"/>
      </w:pPr>
    </w:p>
    <w:p w14:paraId="4CD4B40A" w14:textId="77777777" w:rsidR="00F35423" w:rsidRDefault="00F35423" w:rsidP="00DB5400">
      <w:pPr>
        <w:pStyle w:val="Rubric"/>
      </w:pPr>
    </w:p>
    <w:p w14:paraId="3A6D65BD" w14:textId="58E3D40D" w:rsidR="00F35423" w:rsidRDefault="00F35423" w:rsidP="00DB5400">
      <w:pPr>
        <w:pStyle w:val="Rubric"/>
      </w:pPr>
    </w:p>
    <w:p w14:paraId="374AD043" w14:textId="4C247680" w:rsidR="000C576B" w:rsidRDefault="000C576B" w:rsidP="00DB5400">
      <w:pPr>
        <w:pStyle w:val="Rubric"/>
      </w:pPr>
    </w:p>
    <w:p w14:paraId="2DE2F660" w14:textId="77128D99" w:rsidR="000C576B" w:rsidRDefault="000C576B" w:rsidP="00DB5400">
      <w:pPr>
        <w:pStyle w:val="Rubric"/>
      </w:pPr>
    </w:p>
    <w:p w14:paraId="1DCF26C9" w14:textId="2F0FBEC5" w:rsidR="000C576B" w:rsidRDefault="000C576B" w:rsidP="00DB5400">
      <w:pPr>
        <w:pStyle w:val="Rubric"/>
      </w:pPr>
    </w:p>
    <w:p w14:paraId="0A164591" w14:textId="13776F6B" w:rsidR="000C576B" w:rsidRDefault="000C576B" w:rsidP="00DB5400">
      <w:pPr>
        <w:pStyle w:val="Rubric"/>
      </w:pPr>
    </w:p>
    <w:p w14:paraId="67FA27FF" w14:textId="02DD5076" w:rsidR="000C576B" w:rsidRDefault="000C576B" w:rsidP="00DB5400">
      <w:pPr>
        <w:pStyle w:val="Rubric"/>
      </w:pPr>
    </w:p>
    <w:p w14:paraId="7F6464C7" w14:textId="497B230D" w:rsidR="000C576B" w:rsidRDefault="000C576B" w:rsidP="00DB5400">
      <w:pPr>
        <w:pStyle w:val="Rubric"/>
      </w:pPr>
    </w:p>
    <w:p w14:paraId="13FC84C3" w14:textId="7573077E" w:rsidR="000C576B" w:rsidRDefault="000C576B" w:rsidP="00DB5400">
      <w:pPr>
        <w:pStyle w:val="Rubric"/>
      </w:pPr>
    </w:p>
    <w:p w14:paraId="58F375AB" w14:textId="0EF5F592" w:rsidR="00C71402" w:rsidRDefault="00C71402" w:rsidP="00DB5400">
      <w:pPr>
        <w:pStyle w:val="Rubric"/>
      </w:pPr>
    </w:p>
    <w:p w14:paraId="0CDA8A5B" w14:textId="36FA6DE5" w:rsidR="00C71402" w:rsidRPr="008227E1" w:rsidRDefault="00C71402" w:rsidP="00DB5400">
      <w:pPr>
        <w:pStyle w:val="Rubric"/>
        <w:rPr>
          <w:b w:val="0"/>
        </w:rPr>
      </w:pPr>
    </w:p>
    <w:p w14:paraId="3671531A" w14:textId="766CA6B9" w:rsidR="008227E1" w:rsidRPr="00401F11" w:rsidRDefault="008227E1" w:rsidP="00DB5400">
      <w:pPr>
        <w:pStyle w:val="Rubric"/>
        <w:rPr>
          <w:b w:val="0"/>
        </w:rPr>
      </w:pPr>
      <w:r w:rsidRPr="008227E1">
        <w:rPr>
          <w:b w:val="0"/>
        </w:rPr>
        <w:t>You have done some research about the subject and</w:t>
      </w:r>
      <w:r w:rsidR="00401F11">
        <w:rPr>
          <w:b w:val="0"/>
        </w:rPr>
        <w:t> </w:t>
      </w:r>
      <w:r w:rsidRPr="008227E1">
        <w:rPr>
          <w:b w:val="0"/>
        </w:rPr>
        <w:t>have some relevant extracts from the research below:</w:t>
      </w:r>
    </w:p>
    <w:p w14:paraId="3F335972" w14:textId="57BDCBD7" w:rsidR="008227E1" w:rsidRDefault="008227E1" w:rsidP="00DB5400">
      <w:pPr>
        <w:pStyle w:val="Rubri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1DCB6" wp14:editId="1376B652">
                <wp:simplePos x="0" y="0"/>
                <wp:positionH relativeFrom="column">
                  <wp:posOffset>21039</wp:posOffset>
                </wp:positionH>
                <wp:positionV relativeFrom="paragraph">
                  <wp:posOffset>81826</wp:posOffset>
                </wp:positionV>
                <wp:extent cx="2660073" cy="3836644"/>
                <wp:effectExtent l="0" t="0" r="26035" b="120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73" cy="3836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8135B6" w14:textId="6EE4A9FE" w:rsidR="008227E1" w:rsidRPr="00AB1B54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“Use less paper. Have a rule in the office to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 paperless where people can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 you could give them a maximum print rule or discuss how they can make notes in meetings without paper.”</w:t>
                            </w:r>
                          </w:p>
                          <w:p w14:paraId="47B65284" w14:textId="42609542" w:rsidR="00132FF4" w:rsidRPr="00AB1B54" w:rsidRDefault="00132FF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E4AE197" w14:textId="3436EB18" w:rsidR="00132FF4" w:rsidRDefault="00132FF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r w:rsid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</w:t>
                            </w: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ake it fun. Get employees to contribute ideas and be 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interested</w:t>
                            </w: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Offer rewards for g</w:t>
                            </w:r>
                            <w:r w:rsidR="00AB1B54"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ood practice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AB1B54"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4F6E6643" w14:textId="59560AAE" w:rsidR="00067C48" w:rsidRP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4E49618" w14:textId="520920B2" w:rsid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“Small changes are great. Change the lightbulbs to energy efficient ones. This also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saves money. And get people to switch lights and computers off when they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 home.”</w:t>
                            </w:r>
                          </w:p>
                          <w:p w14:paraId="2F468C5B" w14:textId="40833FA6" w:rsid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62D8CD0" w14:textId="4C3D3185" w:rsidR="00067C48" w:rsidRDefault="00C73C1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“Recycling is a must. So much paper and wrapping is wasted in workplaces. Get recycling programmes, use recycled paper. There are so many different ways you can recycle.”</w:t>
                            </w:r>
                          </w:p>
                          <w:p w14:paraId="62A18AF7" w14:textId="6A5D02CA" w:rsidR="00896721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40F027" w14:textId="5EEA34D9" w:rsidR="00896721" w:rsidRPr="00067C48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“Working from home is a 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really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great way to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help the environment. It cuts down on commuting and use of office materials.”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1DCB6" id="Text Box 6" o:spid="_x0000_s1027" type="#_x0000_t202" style="position:absolute;margin-left:1.65pt;margin-top:6.45pt;width:209.45pt;height:302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" fillcolor="white [3201]" strokeweight=".5pt">
                <v:textbox>
                  <w:txbxContent>
                    <w:p w14:paraId="7F8135B6" w14:textId="6EE4A9FE" w:rsidR="008227E1" w:rsidRPr="00AB1B54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“Use less paper. Have a rule in the office to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go paperless where people can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 you could give them a maximum print rule or discuss how they can make notes in meetings without paper.”</w:t>
                      </w:r>
                    </w:p>
                    <w:p w14:paraId="47B65284" w14:textId="42609542" w:rsidR="00132FF4" w:rsidRPr="00AB1B54" w:rsidRDefault="00132FF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E4AE197" w14:textId="3436EB18" w:rsidR="00132FF4" w:rsidRDefault="00132FF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“</w:t>
                      </w:r>
                      <w:r w:rsid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M</w:t>
                      </w: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ake it fun. Get employees to contribute ideas and be 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>interested</w:t>
                      </w: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. Offer rewards for g</w:t>
                      </w:r>
                      <w:r w:rsidR="00AB1B54"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ood practice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AB1B54"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”</w:t>
                      </w:r>
                    </w:p>
                    <w:p w14:paraId="4F6E6643" w14:textId="59560AAE" w:rsidR="00067C48" w:rsidRP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4E49618" w14:textId="520920B2" w:rsid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“Small changes are great. Change the lightbulbs to energy efficient ones. This also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saves money. And get people to switch lights and computers off when they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go home.”</w:t>
                      </w:r>
                    </w:p>
                    <w:p w14:paraId="2F468C5B" w14:textId="40833FA6" w:rsid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62D8CD0" w14:textId="4C3D3185" w:rsidR="00067C48" w:rsidRDefault="00C73C1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“Recycling is a must. So much paper and wrapping is wasted in workplaces. Get recycling programmes, use recycled paper. There are so many different ways you can recycle.”</w:t>
                      </w:r>
                    </w:p>
                    <w:p w14:paraId="62A18AF7" w14:textId="6A5D02CA" w:rsidR="00896721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40F027" w14:textId="5EEA34D9" w:rsidR="00896721" w:rsidRPr="00067C48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“Working from home is a 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really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great way to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help the environment. It cuts down on commuting and use of office materials.”</w:t>
                      </w:r>
                    </w:p>
                  </w:txbxContent>
                </v:textbox>
              </v:shape>
            </w:pict>
          </mc:Fallback>
        </mc:AlternateContent>
      </w:r>
    </w:p>
    <w:p w14:paraId="07D3217D" w14:textId="49B85F26" w:rsidR="00C71402" w:rsidRDefault="00C71402" w:rsidP="00DB5400">
      <w:pPr>
        <w:pStyle w:val="Rubric"/>
      </w:pPr>
    </w:p>
    <w:p w14:paraId="41270B1F" w14:textId="11E287B2" w:rsidR="00C71402" w:rsidRDefault="00C71402" w:rsidP="00DB5400">
      <w:pPr>
        <w:pStyle w:val="Rubric"/>
      </w:pPr>
    </w:p>
    <w:p w14:paraId="3A7C6C90" w14:textId="525DB34B" w:rsidR="00C71402" w:rsidRDefault="00C71402" w:rsidP="00DB5400">
      <w:pPr>
        <w:pStyle w:val="Rubric"/>
      </w:pPr>
    </w:p>
    <w:p w14:paraId="6FB41C0F" w14:textId="6BA56727" w:rsidR="00C71402" w:rsidRDefault="00C71402" w:rsidP="00DB5400">
      <w:pPr>
        <w:pStyle w:val="Rubric"/>
      </w:pPr>
    </w:p>
    <w:p w14:paraId="43733F2D" w14:textId="374B6C80" w:rsidR="00C71402" w:rsidRDefault="00C71402" w:rsidP="00DB5400">
      <w:pPr>
        <w:pStyle w:val="Rubric"/>
      </w:pPr>
    </w:p>
    <w:p w14:paraId="638E4B75" w14:textId="64F1A2FD" w:rsidR="00C71402" w:rsidRDefault="00C71402" w:rsidP="00DB5400">
      <w:pPr>
        <w:pStyle w:val="Rubric"/>
      </w:pPr>
    </w:p>
    <w:p w14:paraId="2506BBCC" w14:textId="0E5F4C91" w:rsidR="00C71402" w:rsidRDefault="00C71402" w:rsidP="00DB5400">
      <w:pPr>
        <w:pStyle w:val="Rubric"/>
      </w:pPr>
    </w:p>
    <w:p w14:paraId="790906C7" w14:textId="6A55F1A8" w:rsidR="00C71402" w:rsidRDefault="00C71402" w:rsidP="00DB5400">
      <w:pPr>
        <w:pStyle w:val="Rubric"/>
      </w:pPr>
    </w:p>
    <w:p w14:paraId="7E24B37D" w14:textId="6106AD1B" w:rsidR="00C71402" w:rsidRDefault="00C71402" w:rsidP="00DB5400">
      <w:pPr>
        <w:pStyle w:val="Rubric"/>
      </w:pPr>
    </w:p>
    <w:p w14:paraId="582BD7D3" w14:textId="25038C86" w:rsidR="00C71402" w:rsidRDefault="00C71402" w:rsidP="00DB5400">
      <w:pPr>
        <w:pStyle w:val="Rubric"/>
      </w:pPr>
    </w:p>
    <w:p w14:paraId="1432C67A" w14:textId="77777777" w:rsidR="00C71402" w:rsidRDefault="00C71402" w:rsidP="00DB5400">
      <w:pPr>
        <w:pStyle w:val="Rubric"/>
      </w:pPr>
    </w:p>
    <w:p w14:paraId="5456CB87" w14:textId="77777777" w:rsidR="00C71402" w:rsidRDefault="00C71402" w:rsidP="00DB5400">
      <w:pPr>
        <w:pStyle w:val="Rubric"/>
      </w:pPr>
    </w:p>
    <w:p w14:paraId="1F662B4B" w14:textId="77777777" w:rsidR="00C71402" w:rsidRDefault="00C71402" w:rsidP="00DB5400">
      <w:pPr>
        <w:pStyle w:val="Rubric"/>
      </w:pPr>
    </w:p>
    <w:p w14:paraId="2C294A18" w14:textId="77777777" w:rsidR="00C71402" w:rsidRDefault="00C71402" w:rsidP="00DB5400">
      <w:pPr>
        <w:pStyle w:val="Rubric"/>
      </w:pPr>
    </w:p>
    <w:p w14:paraId="11F062B2" w14:textId="75648C62" w:rsidR="00F35A23" w:rsidRDefault="00F35A23" w:rsidP="00DB5400">
      <w:pPr>
        <w:pStyle w:val="Rubric"/>
      </w:pPr>
    </w:p>
    <w:p w14:paraId="2D6A8117" w14:textId="69E72200" w:rsidR="00067C48" w:rsidRDefault="00067C48" w:rsidP="00DB5400">
      <w:pPr>
        <w:pStyle w:val="Rubric"/>
      </w:pPr>
    </w:p>
    <w:p w14:paraId="63104140" w14:textId="01A419A2" w:rsidR="00067C48" w:rsidRDefault="00067C48" w:rsidP="00DB5400">
      <w:pPr>
        <w:pStyle w:val="Rubric"/>
      </w:pPr>
    </w:p>
    <w:p w14:paraId="0F78061D" w14:textId="0A8F4B19" w:rsidR="00067C48" w:rsidRDefault="00067C48" w:rsidP="00DB5400">
      <w:pPr>
        <w:pStyle w:val="Rubric"/>
      </w:pPr>
    </w:p>
    <w:p w14:paraId="3640C4C7" w14:textId="77777777" w:rsidR="00067C48" w:rsidRDefault="00067C48" w:rsidP="00DB5400">
      <w:pPr>
        <w:pStyle w:val="Rubric"/>
      </w:pPr>
    </w:p>
    <w:p w14:paraId="7D77A015" w14:textId="6A645EDC" w:rsidR="00F35A23" w:rsidRDefault="00F35A23" w:rsidP="00DB5400">
      <w:pPr>
        <w:pStyle w:val="Rubric"/>
      </w:pPr>
    </w:p>
    <w:p w14:paraId="27980EC4" w14:textId="0F7B3DD0" w:rsidR="00896721" w:rsidRDefault="00896721" w:rsidP="00DB5400">
      <w:pPr>
        <w:pStyle w:val="Rubric"/>
      </w:pPr>
    </w:p>
    <w:p w14:paraId="05FF086B" w14:textId="23F298A9" w:rsidR="00896721" w:rsidRDefault="00896721" w:rsidP="00DB5400">
      <w:pPr>
        <w:pStyle w:val="Rubric"/>
      </w:pPr>
    </w:p>
    <w:p w14:paraId="2CD7502E" w14:textId="5B2BC4CF" w:rsidR="00896721" w:rsidRDefault="00896721" w:rsidP="00DB5400">
      <w:pPr>
        <w:pStyle w:val="Rubric"/>
      </w:pPr>
    </w:p>
    <w:p w14:paraId="392A19B5" w14:textId="77777777" w:rsidR="00896721" w:rsidRDefault="00896721" w:rsidP="00DB5400">
      <w:pPr>
        <w:pStyle w:val="Rubric"/>
      </w:pPr>
    </w:p>
    <w:p w14:paraId="18C17CFA" w14:textId="77777777" w:rsidR="000A4A01" w:rsidRDefault="000A4A01" w:rsidP="00DB5400">
      <w:pPr>
        <w:pStyle w:val="Rubric"/>
      </w:pPr>
    </w:p>
    <w:p w14:paraId="0B5DC946" w14:textId="4E06FF29" w:rsidR="00DB5400" w:rsidRDefault="00DB5400" w:rsidP="00DB5400">
      <w:pPr>
        <w:pStyle w:val="Rubric"/>
      </w:pPr>
      <w:r>
        <w:t>Task</w:t>
      </w:r>
    </w:p>
    <w:p w14:paraId="0CD4F28F" w14:textId="77777777" w:rsidR="00896721" w:rsidRDefault="00896721" w:rsidP="00DB5400">
      <w:pPr>
        <w:pStyle w:val="Rubric"/>
      </w:pPr>
    </w:p>
    <w:p w14:paraId="420B4EA3" w14:textId="3E0239B5" w:rsidR="00203476" w:rsidRDefault="00401F11" w:rsidP="00401F11">
      <w:pPr>
        <w:pStyle w:val="Text"/>
      </w:pPr>
      <w:r>
        <w:t>You have been asked to w</w:t>
      </w:r>
      <w:r w:rsidR="00203476">
        <w:t>rite a</w:t>
      </w:r>
      <w:r w:rsidR="00896721">
        <w:t xml:space="preserve">n email to the Head of HR proposing new </w:t>
      </w:r>
      <w:r w:rsidR="00A524F9">
        <w:t>strategies for making the company greener. Use some ideas from your notes and any of your own idea</w:t>
      </w:r>
      <w:r w:rsidR="00480233">
        <w:t>s</w:t>
      </w:r>
      <w:r w:rsidR="00A524F9">
        <w:t>.</w:t>
      </w:r>
    </w:p>
    <w:p w14:paraId="0E208FA0" w14:textId="63F31762" w:rsidR="00320B94" w:rsidRDefault="00320B94" w:rsidP="00DB5400">
      <w:pPr>
        <w:pStyle w:val="Rubric"/>
      </w:pPr>
    </w:p>
    <w:p w14:paraId="3DB3BDDB" w14:textId="77777777" w:rsidR="00401F11" w:rsidRDefault="00401F11" w:rsidP="00401F11">
      <w:pPr>
        <w:pStyle w:val="Rubric"/>
      </w:pPr>
      <w:r>
        <w:t>Task</w:t>
      </w:r>
    </w:p>
    <w:p w14:paraId="595DBE7B" w14:textId="4071C7DF" w:rsidR="0023102F" w:rsidRPr="00196635" w:rsidRDefault="00E87589" w:rsidP="00401F11">
      <w:pPr>
        <w:pStyle w:val="Rubric"/>
        <w:spacing w:line="48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email</w:t>
      </w:r>
      <w:r w:rsidR="002D4BB9">
        <w:t>.</w:t>
      </w:r>
      <w:r w:rsidR="000C3EC2">
        <w:t xml:space="preserve"> </w:t>
      </w:r>
      <w:r w:rsidR="0023102F" w:rsidRPr="0023102F">
        <w:t xml:space="preserve">Write </w:t>
      </w:r>
      <w:r w:rsidR="00401F11">
        <w:t>about</w:t>
      </w:r>
      <w:r w:rsidR="00E25A24">
        <w:t xml:space="preserve"> </w:t>
      </w:r>
      <w:r w:rsidR="00492257">
        <w:t>25</w:t>
      </w:r>
      <w:r w:rsidR="00132229">
        <w:t>0</w:t>
      </w:r>
      <w:r w:rsidR="00480233">
        <w:t xml:space="preserve"> words.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040256A9" w14:textId="7170DB5C" w:rsidR="008229C9" w:rsidRPr="009A7A9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1F11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2D050362" w14:textId="63391209" w:rsidR="00C3272D" w:rsidRDefault="00C3272D" w:rsidP="00401F11">
      <w:bookmarkStart w:id="0" w:name="_GoBack"/>
      <w:bookmarkEnd w:id="0"/>
    </w:p>
    <w:sectPr w:rsidR="00C3272D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3B019" w14:textId="77777777" w:rsidR="0001019B" w:rsidRDefault="0001019B">
      <w:r>
        <w:separator/>
      </w:r>
    </w:p>
    <w:p w14:paraId="12777990" w14:textId="77777777" w:rsidR="0001019B" w:rsidRDefault="0001019B"/>
    <w:p w14:paraId="0C7F51EC" w14:textId="77777777" w:rsidR="0001019B" w:rsidRDefault="0001019B"/>
    <w:p w14:paraId="0B767E97" w14:textId="77777777" w:rsidR="0001019B" w:rsidRDefault="0001019B"/>
    <w:p w14:paraId="5BE30EA4" w14:textId="77777777" w:rsidR="0001019B" w:rsidRDefault="0001019B"/>
    <w:p w14:paraId="30B594BA" w14:textId="77777777" w:rsidR="0001019B" w:rsidRDefault="0001019B"/>
  </w:endnote>
  <w:endnote w:type="continuationSeparator" w:id="0">
    <w:p w14:paraId="3BBD47A1" w14:textId="77777777" w:rsidR="0001019B" w:rsidRDefault="0001019B">
      <w:r>
        <w:continuationSeparator/>
      </w:r>
    </w:p>
    <w:p w14:paraId="6771C387" w14:textId="77777777" w:rsidR="0001019B" w:rsidRDefault="0001019B"/>
    <w:p w14:paraId="1266FC4B" w14:textId="77777777" w:rsidR="0001019B" w:rsidRDefault="0001019B"/>
    <w:p w14:paraId="13E99274" w14:textId="77777777" w:rsidR="0001019B" w:rsidRDefault="0001019B"/>
    <w:p w14:paraId="02A43161" w14:textId="77777777" w:rsidR="0001019B" w:rsidRDefault="0001019B"/>
    <w:p w14:paraId="7007036B" w14:textId="77777777" w:rsidR="0001019B" w:rsidRDefault="00010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16360DA4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401F11">
      <w:t xml:space="preserve">Education </w:t>
    </w:r>
    <w:r w:rsidR="00401F11" w:rsidRPr="00B60917">
      <w:t>201</w:t>
    </w:r>
    <w:r w:rsidR="00401F11">
      <w:t>9</w:t>
    </w:r>
    <w:r w:rsidR="00401F11" w:rsidRPr="00B60917">
      <w:t xml:space="preserve"> </w:t>
    </w:r>
    <w:r w:rsidRPr="00B60917">
      <w:t xml:space="preserve">      </w:t>
    </w:r>
    <w:r w:rsidRPr="00B60917">
      <w:rPr>
        <w:b/>
      </w:rPr>
      <w:t>PHOTOCOPIABLE</w:t>
    </w:r>
    <w:r w:rsidRPr="00B60917">
      <w:tab/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06DBA" w14:textId="77777777" w:rsidR="0001019B" w:rsidRDefault="0001019B">
      <w:r>
        <w:separator/>
      </w:r>
    </w:p>
    <w:p w14:paraId="4D1E5F99" w14:textId="77777777" w:rsidR="0001019B" w:rsidRDefault="0001019B"/>
    <w:p w14:paraId="21464C85" w14:textId="77777777" w:rsidR="0001019B" w:rsidRDefault="0001019B"/>
    <w:p w14:paraId="20F25F4A" w14:textId="77777777" w:rsidR="0001019B" w:rsidRDefault="0001019B"/>
    <w:p w14:paraId="0D3E4C9D" w14:textId="77777777" w:rsidR="0001019B" w:rsidRDefault="0001019B"/>
    <w:p w14:paraId="2A0DD563" w14:textId="77777777" w:rsidR="0001019B" w:rsidRDefault="0001019B"/>
  </w:footnote>
  <w:footnote w:type="continuationSeparator" w:id="0">
    <w:p w14:paraId="36AD7C5F" w14:textId="77777777" w:rsidR="0001019B" w:rsidRDefault="0001019B">
      <w:r>
        <w:continuationSeparator/>
      </w:r>
    </w:p>
    <w:p w14:paraId="38891145" w14:textId="77777777" w:rsidR="0001019B" w:rsidRDefault="0001019B"/>
    <w:p w14:paraId="7D6845DA" w14:textId="77777777" w:rsidR="0001019B" w:rsidRDefault="0001019B"/>
    <w:p w14:paraId="244CA878" w14:textId="77777777" w:rsidR="0001019B" w:rsidRDefault="0001019B"/>
    <w:p w14:paraId="2BE7C934" w14:textId="77777777" w:rsidR="0001019B" w:rsidRDefault="0001019B"/>
    <w:p w14:paraId="761E9FE9" w14:textId="77777777" w:rsidR="0001019B" w:rsidRDefault="000101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6065357B">
              <wp:simplePos x="0" y="0"/>
              <wp:positionH relativeFrom="column">
                <wp:posOffset>3529330</wp:posOffset>
              </wp:positionH>
              <wp:positionV relativeFrom="paragraph">
                <wp:posOffset>47625</wp:posOffset>
              </wp:positionV>
              <wp:extent cx="3324860" cy="9525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86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4BE440FB" w:rsidR="00B41F63" w:rsidRPr="004A4A63" w:rsidRDefault="00B41F63" w:rsidP="00401F11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057F7F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17990592" w14:textId="14F3B01A" w:rsidR="00401F11" w:rsidRDefault="00401F11" w:rsidP="00401F11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</w:t>
                          </w:r>
                          <w:r>
                            <w:rPr>
                              <w:b/>
                              <w:bCs/>
                            </w:rPr>
                            <w:t>________</w:t>
                          </w:r>
                          <w:r>
                            <w:rPr>
                              <w:b/>
                              <w:bCs/>
                            </w:rPr>
                            <w:t>________________</w:t>
                          </w:r>
                        </w:p>
                        <w:p w14:paraId="1D7EAC75" w14:textId="77777777" w:rsidR="00B41F63" w:rsidRDefault="00B41F63" w:rsidP="00401F11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left:0;text-align:left;margin-left:277.9pt;margin-top:3.75pt;width:261.8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" filled="f" stroked="f">
              <v:textbox inset=",7.2pt,,7.2pt">
                <w:txbxContent>
                  <w:p w14:paraId="005A265F" w14:textId="4BE440FB" w:rsidR="00B41F63" w:rsidRPr="004A4A63" w:rsidRDefault="00B41F63" w:rsidP="00401F11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057F7F">
                      <w:rPr>
                        <w:rFonts w:ascii="Arial" w:hAnsi="Arial"/>
                        <w:b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17990592" w14:textId="14F3B01A" w:rsidR="00401F11" w:rsidRDefault="00401F11" w:rsidP="00401F11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________________</w:t>
                    </w:r>
                  </w:p>
                  <w:p w14:paraId="1D7EAC75" w14:textId="77777777" w:rsidR="00B41F63" w:rsidRDefault="00B41F63" w:rsidP="00401F11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019B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2D67"/>
    <w:rsid w:val="000331F0"/>
    <w:rsid w:val="0003657E"/>
    <w:rsid w:val="00037894"/>
    <w:rsid w:val="00044A08"/>
    <w:rsid w:val="00044E0B"/>
    <w:rsid w:val="000466BB"/>
    <w:rsid w:val="0005139E"/>
    <w:rsid w:val="00053231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2B96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095"/>
    <w:rsid w:val="000A4A01"/>
    <w:rsid w:val="000A6038"/>
    <w:rsid w:val="000A7BFC"/>
    <w:rsid w:val="000C04B7"/>
    <w:rsid w:val="000C0F68"/>
    <w:rsid w:val="000C23E2"/>
    <w:rsid w:val="000C27B3"/>
    <w:rsid w:val="000C352E"/>
    <w:rsid w:val="000C3EC2"/>
    <w:rsid w:val="000C576B"/>
    <w:rsid w:val="000D00CA"/>
    <w:rsid w:val="000D4CCE"/>
    <w:rsid w:val="000D56F5"/>
    <w:rsid w:val="000D7A5E"/>
    <w:rsid w:val="000E03F1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2229"/>
    <w:rsid w:val="00132FF4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FC9"/>
    <w:rsid w:val="002F4215"/>
    <w:rsid w:val="002F59F7"/>
    <w:rsid w:val="00300765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988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30C5"/>
    <w:rsid w:val="003F37F9"/>
    <w:rsid w:val="003F3908"/>
    <w:rsid w:val="00401F11"/>
    <w:rsid w:val="00402FB9"/>
    <w:rsid w:val="00403690"/>
    <w:rsid w:val="00403BB0"/>
    <w:rsid w:val="00407853"/>
    <w:rsid w:val="00410721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69FA"/>
    <w:rsid w:val="00461FA9"/>
    <w:rsid w:val="00464F76"/>
    <w:rsid w:val="004666E1"/>
    <w:rsid w:val="0046672F"/>
    <w:rsid w:val="00480233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2987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458FF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1F3B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5F4718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5578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27E2"/>
    <w:rsid w:val="008530B5"/>
    <w:rsid w:val="0085496C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63A4"/>
    <w:rsid w:val="00887FA2"/>
    <w:rsid w:val="008908D6"/>
    <w:rsid w:val="00892771"/>
    <w:rsid w:val="008952A2"/>
    <w:rsid w:val="00895A3A"/>
    <w:rsid w:val="00896721"/>
    <w:rsid w:val="0089682E"/>
    <w:rsid w:val="008969D3"/>
    <w:rsid w:val="00896C68"/>
    <w:rsid w:val="008A1D76"/>
    <w:rsid w:val="008A2388"/>
    <w:rsid w:val="008A3AD4"/>
    <w:rsid w:val="008A4674"/>
    <w:rsid w:val="008A4DF8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90E1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2E4E"/>
    <w:rsid w:val="00C17787"/>
    <w:rsid w:val="00C2688B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4E0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58"/>
    <w:rsid w:val="00E123DF"/>
    <w:rsid w:val="00E21A75"/>
    <w:rsid w:val="00E23CC4"/>
    <w:rsid w:val="00E24521"/>
    <w:rsid w:val="00E25A24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E40A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adingHead">
    <w:name w:val="Reading Head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omylnaczcionkaakapitu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ny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ny"/>
    <w:next w:val="Normalny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omylnaczcionkaakapitu"/>
    <w:rsid w:val="00E40A49"/>
    <w:rPr>
      <w:rFonts w:ascii="Charis SIL" w:hAnsi="Charis SIL"/>
    </w:rPr>
  </w:style>
  <w:style w:type="character" w:customStyle="1" w:styleId="GapFillchr">
    <w:name w:val="Gap Fill chr"/>
    <w:basedOn w:val="Domylnaczcionkaakapitu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ny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omylnaczcionkaakapitu"/>
    <w:rsid w:val="00E40A49"/>
    <w:rPr>
      <w:i/>
      <w:color w:val="333333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character" w:styleId="Hipercze">
    <w:name w:val="Hyperlink"/>
    <w:basedOn w:val="Domylnaczcionkaakapitu"/>
    <w:unhideWhenUsed/>
    <w:rsid w:val="00A83A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F951B6-87AB-4809-A4BF-F0343C95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2</cp:revision>
  <cp:lastPrinted>2019-05-29T07:45:00Z</cp:lastPrinted>
  <dcterms:created xsi:type="dcterms:W3CDTF">2019-05-30T09:40:00Z</dcterms:created>
  <dcterms:modified xsi:type="dcterms:W3CDTF">2019-05-30T09:40:00Z</dcterms:modified>
</cp:coreProperties>
</file>