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4FA90" w14:textId="72C0866D" w:rsidR="008573E0" w:rsidRPr="00700A32" w:rsidRDefault="00687C2D" w:rsidP="00BA7D6E">
      <w:pPr>
        <w:pStyle w:val="HeadASection"/>
        <w:rPr>
          <w:sz w:val="28"/>
          <w:szCs w:val="28"/>
        </w:rPr>
      </w:pPr>
      <w:r w:rsidRPr="00700A32">
        <w:rPr>
          <w:sz w:val="28"/>
          <w:szCs w:val="28"/>
        </w:rPr>
        <w:t xml:space="preserve">LCCI </w:t>
      </w:r>
      <w:r w:rsidR="00EB2540" w:rsidRPr="00700A32">
        <w:rPr>
          <w:sz w:val="28"/>
          <w:szCs w:val="28"/>
        </w:rPr>
        <w:t>Writing</w:t>
      </w:r>
    </w:p>
    <w:p w14:paraId="3B702093" w14:textId="77777777" w:rsidR="00BC379A" w:rsidRDefault="00BC379A" w:rsidP="00687C2D">
      <w:pPr>
        <w:pStyle w:val="Text"/>
        <w:rPr>
          <w:b/>
        </w:rPr>
      </w:pPr>
      <w:bookmarkStart w:id="0" w:name="_GoBack"/>
      <w:bookmarkEnd w:id="0"/>
    </w:p>
    <w:p w14:paraId="7667C95A" w14:textId="1964ED21" w:rsidR="00DE309F" w:rsidRDefault="00DE309F" w:rsidP="00687C2D">
      <w:pPr>
        <w:pStyle w:val="Text"/>
        <w:rPr>
          <w:b/>
        </w:rPr>
      </w:pPr>
      <w:r>
        <w:rPr>
          <w:b/>
        </w:rPr>
        <w:t>Situation</w:t>
      </w:r>
    </w:p>
    <w:p w14:paraId="304F5CFA" w14:textId="61FFFE93" w:rsidR="008A4674" w:rsidRDefault="00CF5BFB" w:rsidP="001B0154">
      <w:pPr>
        <w:pStyle w:val="Text"/>
      </w:pPr>
      <w:r>
        <w:t>You</w:t>
      </w:r>
      <w:r w:rsidR="00C2688B">
        <w:t>r name is Hannah and you</w:t>
      </w:r>
      <w:r>
        <w:t xml:space="preserve"> </w:t>
      </w:r>
      <w:r w:rsidR="003B34FD">
        <w:t xml:space="preserve">work for a small </w:t>
      </w:r>
      <w:r w:rsidR="001406F1">
        <w:t>design company</w:t>
      </w:r>
      <w:r w:rsidR="00DC0099">
        <w:t>, Design</w:t>
      </w:r>
      <w:r w:rsidR="00506A0F">
        <w:t xml:space="preserve"> </w:t>
      </w:r>
      <w:r w:rsidR="00DC0099">
        <w:t>Anda,</w:t>
      </w:r>
      <w:r w:rsidR="003B34FD">
        <w:t xml:space="preserve"> who worked on a</w:t>
      </w:r>
      <w:r w:rsidR="002F3CE9">
        <w:t> </w:t>
      </w:r>
      <w:r w:rsidR="00AA4001">
        <w:t>new logo and house style</w:t>
      </w:r>
      <w:r w:rsidR="003B34FD">
        <w:t xml:space="preserve"> for a large company</w:t>
      </w:r>
      <w:r w:rsidR="00BF765A">
        <w:t xml:space="preserve">, </w:t>
      </w:r>
      <w:proofErr w:type="spellStart"/>
      <w:r w:rsidR="00BF765A">
        <w:t>Vindiva</w:t>
      </w:r>
      <w:proofErr w:type="spellEnd"/>
      <w:r w:rsidR="003B34FD">
        <w:t>. You invoiced the company (£</w:t>
      </w:r>
      <w:r w:rsidR="00F35423">
        <w:t>8</w:t>
      </w:r>
      <w:r w:rsidR="00BC379A">
        <w:t>,</w:t>
      </w:r>
      <w:r w:rsidR="003B34FD">
        <w:t>800)</w:t>
      </w:r>
      <w:r w:rsidR="000A4A01">
        <w:t xml:space="preserve"> in January</w:t>
      </w:r>
      <w:r w:rsidR="003B34FD">
        <w:t xml:space="preserve"> for the work done, but they have not paid</w:t>
      </w:r>
      <w:r w:rsidR="000A4A01">
        <w:t xml:space="preserve"> and now it is the beginning of April</w:t>
      </w:r>
      <w:r w:rsidR="003B34FD">
        <w:t xml:space="preserve">. </w:t>
      </w:r>
      <w:r w:rsidR="00506A0F">
        <w:t>The following email conversations have passed between you and the company</w:t>
      </w:r>
      <w:r w:rsidR="002F3CE9">
        <w:t>.</w:t>
      </w:r>
    </w:p>
    <w:p w14:paraId="0F3598F7" w14:textId="77777777" w:rsidR="00E94099" w:rsidRDefault="00E94099" w:rsidP="001B0154">
      <w:pPr>
        <w:pStyle w:val="Text"/>
      </w:pPr>
    </w:p>
    <w:p w14:paraId="6A719E3E" w14:textId="49B711E0" w:rsidR="00506A0F" w:rsidRDefault="00C2688B" w:rsidP="001B0154">
      <w:pPr>
        <w:pStyle w:val="Text"/>
      </w:pPr>
      <w:r>
        <w:rPr>
          <w:noProof/>
        </w:rPr>
        <mc:AlternateContent>
          <mc:Choice Requires="wps">
            <w:drawing>
              <wp:anchor distT="0" distB="0" distL="114300" distR="114300" simplePos="0" relativeHeight="251659264" behindDoc="0" locked="0" layoutInCell="1" allowOverlap="1" wp14:anchorId="12DFEF4A" wp14:editId="78D37DB2">
                <wp:simplePos x="0" y="0"/>
                <wp:positionH relativeFrom="margin">
                  <wp:align>left</wp:align>
                </wp:positionH>
                <wp:positionV relativeFrom="paragraph">
                  <wp:posOffset>108032</wp:posOffset>
                </wp:positionV>
                <wp:extent cx="3013544" cy="6330461"/>
                <wp:effectExtent l="0" t="0" r="15875" b="13335"/>
                <wp:wrapNone/>
                <wp:docPr id="2" name="Text Box 2"/>
                <wp:cNvGraphicFramePr/>
                <a:graphic xmlns:a="http://schemas.openxmlformats.org/drawingml/2006/main">
                  <a:graphicData uri="http://schemas.microsoft.com/office/word/2010/wordprocessingShape">
                    <wps:wsp>
                      <wps:cNvSpPr txBox="1"/>
                      <wps:spPr>
                        <a:xfrm>
                          <a:off x="0" y="0"/>
                          <a:ext cx="3013544" cy="6330461"/>
                        </a:xfrm>
                        <a:prstGeom prst="rect">
                          <a:avLst/>
                        </a:prstGeom>
                        <a:solidFill>
                          <a:schemeClr val="lt1"/>
                        </a:solidFill>
                        <a:ln w="6350">
                          <a:solidFill>
                            <a:prstClr val="black"/>
                          </a:solidFill>
                        </a:ln>
                      </wps:spPr>
                      <wps:txbx>
                        <w:txbxContent>
                          <w:p w14:paraId="0A1AFBA1" w14:textId="54DE8D1D" w:rsidR="00C2688B" w:rsidRDefault="00BC379A" w:rsidP="006C03F4">
                            <w:pPr>
                              <w:pStyle w:val="Text"/>
                              <w:tabs>
                                <w:tab w:val="clear" w:pos="567"/>
                                <w:tab w:val="left" w:pos="851"/>
                              </w:tabs>
                            </w:pPr>
                            <w:r>
                              <w:t>Date:</w:t>
                            </w:r>
                            <w:r w:rsidR="002F3CE9">
                              <w:tab/>
                            </w:r>
                            <w:r>
                              <w:t>12 January</w:t>
                            </w:r>
                            <w:r w:rsidR="00D7457B">
                              <w:br/>
                            </w:r>
                            <w:r w:rsidR="00C2688B">
                              <w:t>To:</w:t>
                            </w:r>
                            <w:r w:rsidR="002F3CE9">
                              <w:tab/>
                            </w:r>
                            <w:r w:rsidR="00C2688B">
                              <w:t>James.Potter@vindiva.</w:t>
                            </w:r>
                            <w:r>
                              <w:t>com</w:t>
                            </w:r>
                            <w:r>
                              <w:br/>
                              <w:t>From:</w:t>
                            </w:r>
                            <w:r w:rsidR="002F3CE9">
                              <w:tab/>
                            </w:r>
                            <w:r>
                              <w:t>Hannah@designanda.net</w:t>
                            </w:r>
                            <w:r w:rsidR="00C2688B">
                              <w:br/>
                              <w:t>Subject:</w:t>
                            </w:r>
                            <w:r w:rsidR="002F3CE9">
                              <w:tab/>
                            </w:r>
                            <w:r w:rsidR="00C2688B">
                              <w:t>Final designs and invoice</w:t>
                            </w:r>
                          </w:p>
                          <w:p w14:paraId="4833FBFF" w14:textId="77777777" w:rsidR="00C2688B" w:rsidRDefault="00C2688B" w:rsidP="00C2688B">
                            <w:pPr>
                              <w:pStyle w:val="Text"/>
                            </w:pPr>
                          </w:p>
                          <w:p w14:paraId="0D573B6F" w14:textId="77777777" w:rsidR="00C2688B" w:rsidRDefault="00C2688B" w:rsidP="00C2688B">
                            <w:pPr>
                              <w:pStyle w:val="Text"/>
                            </w:pPr>
                            <w:r>
                              <w:t>Dear James,</w:t>
                            </w:r>
                          </w:p>
                          <w:p w14:paraId="668FC3F9" w14:textId="704A0B13" w:rsidR="00C2688B" w:rsidRDefault="00C2688B" w:rsidP="006C03F4">
                            <w:pPr>
                              <w:pStyle w:val="Text"/>
                              <w:tabs>
                                <w:tab w:val="clear" w:pos="567"/>
                              </w:tabs>
                            </w:pPr>
                            <w:r>
                              <w:t>I hope you have re</w:t>
                            </w:r>
                            <w:r w:rsidR="00FF2531">
                              <w:t>ceived all the final artwork. I </w:t>
                            </w:r>
                            <w:r>
                              <w:t>would be gratefu</w:t>
                            </w:r>
                            <w:r w:rsidR="00FF2531">
                              <w:t>l if you could confirm this. If </w:t>
                            </w:r>
                            <w:r>
                              <w:t>there are any</w:t>
                            </w:r>
                            <w:r w:rsidR="00A43473">
                              <w:t xml:space="preserve"> problems, do let me know and </w:t>
                            </w:r>
                            <w:r w:rsidR="00FF2531">
                              <w:t>I </w:t>
                            </w:r>
                            <w:r>
                              <w:t>will address them before I invoice.</w:t>
                            </w:r>
                          </w:p>
                          <w:p w14:paraId="345E1F91" w14:textId="77777777" w:rsidR="00C2688B" w:rsidRDefault="00C2688B" w:rsidP="00C2688B">
                            <w:pPr>
                              <w:pStyle w:val="Text"/>
                            </w:pPr>
                          </w:p>
                          <w:p w14:paraId="556BC95F" w14:textId="1BAC9D50" w:rsidR="00C2688B" w:rsidRDefault="00C2688B" w:rsidP="00C2688B">
                            <w:pPr>
                              <w:pStyle w:val="Text"/>
                            </w:pPr>
                            <w:r>
                              <w:t>With thanks,</w:t>
                            </w:r>
                            <w:r w:rsidR="00A43473">
                              <w:br/>
                            </w:r>
                            <w:r>
                              <w:t>Hannah</w:t>
                            </w:r>
                          </w:p>
                          <w:p w14:paraId="23193401" w14:textId="77777777" w:rsidR="00C2688B" w:rsidRDefault="00C2688B" w:rsidP="00C2688B">
                            <w:pPr>
                              <w:pStyle w:val="Text"/>
                            </w:pPr>
                          </w:p>
                          <w:p w14:paraId="234A2712" w14:textId="24598D4C" w:rsidR="00C2688B" w:rsidRDefault="00D7457B" w:rsidP="006C03F4">
                            <w:pPr>
                              <w:pStyle w:val="Text"/>
                              <w:tabs>
                                <w:tab w:val="clear" w:pos="567"/>
                                <w:tab w:val="left" w:pos="851"/>
                              </w:tabs>
                            </w:pPr>
                            <w:r>
                              <w:t>Date:</w:t>
                            </w:r>
                            <w:r w:rsidR="002F3CE9">
                              <w:tab/>
                            </w:r>
                            <w:r>
                              <w:t xml:space="preserve">12 January </w:t>
                            </w:r>
                            <w:r>
                              <w:br/>
                            </w:r>
                            <w:r w:rsidR="00C2688B">
                              <w:t>To:</w:t>
                            </w:r>
                            <w:r w:rsidR="002F3CE9">
                              <w:tab/>
                            </w:r>
                            <w:r w:rsidR="00C2688B">
                              <w:t>Hannah@designanda.net</w:t>
                            </w:r>
                            <w:r w:rsidR="00A43473">
                              <w:br/>
                            </w:r>
                            <w:r w:rsidR="00C2688B">
                              <w:t>From:</w:t>
                            </w:r>
                            <w:r w:rsidR="002F3CE9">
                              <w:tab/>
                            </w:r>
                            <w:r w:rsidR="00C2688B">
                              <w:t>James.Potter@vindiva.com</w:t>
                            </w:r>
                            <w:r w:rsidR="00C2688B">
                              <w:br/>
                              <w:t>Subject:</w:t>
                            </w:r>
                            <w:r w:rsidR="002F3CE9">
                              <w:tab/>
                            </w:r>
                            <w:r w:rsidR="00C2688B">
                              <w:t>RE:</w:t>
                            </w:r>
                            <w:r w:rsidR="00BC379A">
                              <w:t xml:space="preserve"> </w:t>
                            </w:r>
                            <w:r w:rsidR="00C2688B">
                              <w:t>Final designs and invoice</w:t>
                            </w:r>
                          </w:p>
                          <w:p w14:paraId="6EC9A192" w14:textId="77777777" w:rsidR="00C2688B" w:rsidRDefault="00C2688B" w:rsidP="006C03F4">
                            <w:pPr>
                              <w:pStyle w:val="Text"/>
                            </w:pPr>
                          </w:p>
                          <w:p w14:paraId="48485B8B" w14:textId="77777777" w:rsidR="00C2688B" w:rsidRDefault="00C2688B" w:rsidP="006C03F4">
                            <w:pPr>
                              <w:pStyle w:val="Text"/>
                            </w:pPr>
                            <w:r>
                              <w:t>Dear Hannah,</w:t>
                            </w:r>
                          </w:p>
                          <w:p w14:paraId="1AECC6EE" w14:textId="77777777" w:rsidR="00C2688B" w:rsidRDefault="00C2688B" w:rsidP="006C03F4">
                            <w:pPr>
                              <w:pStyle w:val="Text"/>
                            </w:pPr>
                            <w:r>
                              <w:t>Thank you for your email. We’re really pleased with the designs. Everything looks great, so please do go ahead and invoice us for the work. You can send it to me and I’ll pass it on to finance.</w:t>
                            </w:r>
                          </w:p>
                          <w:p w14:paraId="08984D5D" w14:textId="77777777" w:rsidR="00C2688B" w:rsidRDefault="00C2688B" w:rsidP="006C03F4">
                            <w:pPr>
                              <w:pStyle w:val="Text"/>
                            </w:pPr>
                          </w:p>
                          <w:p w14:paraId="55DCA567" w14:textId="77777777" w:rsidR="00C2688B" w:rsidRDefault="00C2688B" w:rsidP="006C03F4">
                            <w:pPr>
                              <w:pStyle w:val="Text"/>
                            </w:pPr>
                            <w:r>
                              <w:t>All the best and thanks again,</w:t>
                            </w:r>
                            <w:r>
                              <w:br/>
                              <w:t>James</w:t>
                            </w:r>
                          </w:p>
                          <w:p w14:paraId="0CC2383D" w14:textId="77777777" w:rsidR="00C2688B" w:rsidRDefault="00C2688B" w:rsidP="00C2688B">
                            <w:pPr>
                              <w:pStyle w:val="Text"/>
                            </w:pPr>
                          </w:p>
                          <w:p w14:paraId="11F42B25" w14:textId="6CB47181" w:rsidR="00C2688B" w:rsidRDefault="00D7457B" w:rsidP="006C03F4">
                            <w:pPr>
                              <w:pStyle w:val="Text"/>
                              <w:tabs>
                                <w:tab w:val="clear" w:pos="567"/>
                                <w:tab w:val="left" w:pos="851"/>
                              </w:tabs>
                            </w:pPr>
                            <w:r>
                              <w:t>Date:</w:t>
                            </w:r>
                            <w:r w:rsidR="002F3CE9">
                              <w:tab/>
                            </w:r>
                            <w:r>
                              <w:t>13 January</w:t>
                            </w:r>
                            <w:r>
                              <w:br/>
                            </w:r>
                            <w:r w:rsidR="00C2688B">
                              <w:t>To:</w:t>
                            </w:r>
                            <w:r w:rsidR="002F3CE9">
                              <w:tab/>
                            </w:r>
                            <w:r w:rsidR="00C2688B">
                              <w:t>James.Potter@vindiva.</w:t>
                            </w:r>
                            <w:r w:rsidR="00A43473">
                              <w:t>com</w:t>
                            </w:r>
                            <w:r w:rsidR="00A43473">
                              <w:br/>
                              <w:t>From:</w:t>
                            </w:r>
                            <w:r w:rsidR="002F3CE9">
                              <w:tab/>
                            </w:r>
                            <w:r w:rsidR="00A43473">
                              <w:t>Hannah@designanda.net</w:t>
                            </w:r>
                            <w:r w:rsidR="00C2688B">
                              <w:br/>
                              <w:t>Subject:</w:t>
                            </w:r>
                            <w:r w:rsidR="002F3CE9">
                              <w:tab/>
                            </w:r>
                            <w:r w:rsidR="00C2688B">
                              <w:t>RE: Final designs and invoice</w:t>
                            </w:r>
                          </w:p>
                          <w:p w14:paraId="5F27D9A5" w14:textId="77777777" w:rsidR="00C2688B" w:rsidRDefault="00C2688B" w:rsidP="006C03F4">
                            <w:pPr>
                              <w:pStyle w:val="Text"/>
                            </w:pPr>
                          </w:p>
                          <w:p w14:paraId="16D5796B" w14:textId="77777777" w:rsidR="00C2688B" w:rsidRDefault="00C2688B" w:rsidP="006C03F4">
                            <w:pPr>
                              <w:pStyle w:val="Text"/>
                            </w:pPr>
                            <w:r>
                              <w:t>Thanks James. I am really pleased you are happy with it. Please find attached an invoice for the work, and please do get in touch if you need anything else.</w:t>
                            </w:r>
                          </w:p>
                          <w:p w14:paraId="169FB59F" w14:textId="77777777" w:rsidR="00C2688B" w:rsidRDefault="00C2688B" w:rsidP="006C03F4">
                            <w:pPr>
                              <w:pStyle w:val="Text"/>
                            </w:pPr>
                          </w:p>
                          <w:p w14:paraId="08074DA3" w14:textId="77777777" w:rsidR="00C2688B" w:rsidRDefault="00C2688B" w:rsidP="006C03F4">
                            <w:pPr>
                              <w:pStyle w:val="Text"/>
                            </w:pPr>
                            <w:r>
                              <w:t>With thanks,</w:t>
                            </w:r>
                          </w:p>
                          <w:p w14:paraId="1B3A1486" w14:textId="4E94124E" w:rsidR="00C2688B" w:rsidRDefault="00C2688B" w:rsidP="006C03F4">
                            <w:pPr>
                              <w:pStyle w:val="Text"/>
                            </w:pPr>
                            <w:r>
                              <w:t>Hannah</w:t>
                            </w:r>
                          </w:p>
                          <w:p w14:paraId="09223F74" w14:textId="77777777" w:rsidR="00C2688B" w:rsidRDefault="00C268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FEF4A" id="_x0000_t202" coordsize="21600,21600" o:spt="202" path="m,l,21600r21600,l21600,xe">
                <v:stroke joinstyle="miter"/>
                <v:path gradientshapeok="t" o:connecttype="rect"/>
              </v:shapetype>
              <v:shape id="Text Box 2" o:spid="_x0000_s1026" type="#_x0000_t202" style="position:absolute;margin-left:0;margin-top:8.5pt;width:237.3pt;height:498.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" fillcolor="white [3201]" strokeweight=".5pt">
                <v:textbox>
                  <w:txbxContent>
                    <w:p w14:paraId="0A1AFBA1" w14:textId="54DE8D1D" w:rsidR="00C2688B" w:rsidRDefault="00BC379A" w:rsidP="006C03F4">
                      <w:pPr>
                        <w:pStyle w:val="Text"/>
                        <w:tabs>
                          <w:tab w:val="clear" w:pos="567"/>
                          <w:tab w:val="left" w:pos="851"/>
                        </w:tabs>
                      </w:pPr>
                      <w:r>
                        <w:t>Date:</w:t>
                      </w:r>
                      <w:r w:rsidR="002F3CE9">
                        <w:tab/>
                      </w:r>
                      <w:r>
                        <w:t>12 January</w:t>
                      </w:r>
                      <w:r w:rsidR="00D7457B">
                        <w:br/>
                      </w:r>
                      <w:r w:rsidR="00C2688B">
                        <w:t>To:</w:t>
                      </w:r>
                      <w:r w:rsidR="002F3CE9">
                        <w:tab/>
                      </w:r>
                      <w:r w:rsidR="00C2688B">
                        <w:t>James.Potter@vindiva.</w:t>
                      </w:r>
                      <w:r>
                        <w:t>com</w:t>
                      </w:r>
                      <w:r>
                        <w:br/>
                        <w:t>From:</w:t>
                      </w:r>
                      <w:r w:rsidR="002F3CE9">
                        <w:tab/>
                      </w:r>
                      <w:r>
                        <w:t>Hannah@designanda.net</w:t>
                      </w:r>
                      <w:r w:rsidR="00C2688B">
                        <w:br/>
                        <w:t>Subject:</w:t>
                      </w:r>
                      <w:r w:rsidR="002F3CE9">
                        <w:tab/>
                      </w:r>
                      <w:r w:rsidR="00C2688B">
                        <w:t>Final designs and invoice</w:t>
                      </w:r>
                    </w:p>
                    <w:p w14:paraId="4833FBFF" w14:textId="77777777" w:rsidR="00C2688B" w:rsidRDefault="00C2688B" w:rsidP="00C2688B">
                      <w:pPr>
                        <w:pStyle w:val="Text"/>
                      </w:pPr>
                    </w:p>
                    <w:p w14:paraId="0D573B6F" w14:textId="77777777" w:rsidR="00C2688B" w:rsidRDefault="00C2688B" w:rsidP="00C2688B">
                      <w:pPr>
                        <w:pStyle w:val="Text"/>
                      </w:pPr>
                      <w:r>
                        <w:t>Dear James,</w:t>
                      </w:r>
                    </w:p>
                    <w:p w14:paraId="668FC3F9" w14:textId="704A0B13" w:rsidR="00C2688B" w:rsidRDefault="00C2688B" w:rsidP="006C03F4">
                      <w:pPr>
                        <w:pStyle w:val="Text"/>
                        <w:tabs>
                          <w:tab w:val="clear" w:pos="567"/>
                        </w:tabs>
                      </w:pPr>
                      <w:r>
                        <w:t>I hope you have re</w:t>
                      </w:r>
                      <w:r w:rsidR="00FF2531">
                        <w:t>ceived all the final artwork. I </w:t>
                      </w:r>
                      <w:r>
                        <w:t>would be gratefu</w:t>
                      </w:r>
                      <w:r w:rsidR="00FF2531">
                        <w:t>l if you could confirm this. If </w:t>
                      </w:r>
                      <w:r>
                        <w:t>there are any</w:t>
                      </w:r>
                      <w:r w:rsidR="00A43473">
                        <w:t xml:space="preserve"> problems, do let me know and </w:t>
                      </w:r>
                      <w:r w:rsidR="00FF2531">
                        <w:t>I </w:t>
                      </w:r>
                      <w:r>
                        <w:t>will address them before I invoice.</w:t>
                      </w:r>
                    </w:p>
                    <w:p w14:paraId="345E1F91" w14:textId="77777777" w:rsidR="00C2688B" w:rsidRDefault="00C2688B" w:rsidP="00C2688B">
                      <w:pPr>
                        <w:pStyle w:val="Text"/>
                      </w:pPr>
                    </w:p>
                    <w:p w14:paraId="556BC95F" w14:textId="1BAC9D50" w:rsidR="00C2688B" w:rsidRDefault="00C2688B" w:rsidP="00C2688B">
                      <w:pPr>
                        <w:pStyle w:val="Text"/>
                      </w:pPr>
                      <w:r>
                        <w:t>With thanks,</w:t>
                      </w:r>
                      <w:r w:rsidR="00A43473">
                        <w:br/>
                      </w:r>
                      <w:r>
                        <w:t>Hannah</w:t>
                      </w:r>
                    </w:p>
                    <w:p w14:paraId="23193401" w14:textId="77777777" w:rsidR="00C2688B" w:rsidRDefault="00C2688B" w:rsidP="00C2688B">
                      <w:pPr>
                        <w:pStyle w:val="Text"/>
                      </w:pPr>
                    </w:p>
                    <w:p w14:paraId="234A2712" w14:textId="24598D4C" w:rsidR="00C2688B" w:rsidRDefault="00D7457B" w:rsidP="006C03F4">
                      <w:pPr>
                        <w:pStyle w:val="Text"/>
                        <w:tabs>
                          <w:tab w:val="clear" w:pos="567"/>
                          <w:tab w:val="left" w:pos="851"/>
                        </w:tabs>
                      </w:pPr>
                      <w:r>
                        <w:t>Date:</w:t>
                      </w:r>
                      <w:r w:rsidR="002F3CE9">
                        <w:tab/>
                      </w:r>
                      <w:r>
                        <w:t xml:space="preserve">12 January </w:t>
                      </w:r>
                      <w:r>
                        <w:br/>
                      </w:r>
                      <w:r w:rsidR="00C2688B">
                        <w:t>To:</w:t>
                      </w:r>
                      <w:r w:rsidR="002F3CE9">
                        <w:tab/>
                      </w:r>
                      <w:r w:rsidR="00C2688B">
                        <w:t>Hannah@designanda.net</w:t>
                      </w:r>
                      <w:r w:rsidR="00A43473">
                        <w:br/>
                      </w:r>
                      <w:r w:rsidR="00C2688B">
                        <w:t>From:</w:t>
                      </w:r>
                      <w:r w:rsidR="002F3CE9">
                        <w:tab/>
                      </w:r>
                      <w:r w:rsidR="00C2688B">
                        <w:t>James.Potter@vindiva.com</w:t>
                      </w:r>
                      <w:r w:rsidR="00C2688B">
                        <w:br/>
                        <w:t>Subject:</w:t>
                      </w:r>
                      <w:r w:rsidR="002F3CE9">
                        <w:tab/>
                      </w:r>
                      <w:r w:rsidR="00C2688B">
                        <w:t>RE:</w:t>
                      </w:r>
                      <w:r w:rsidR="00BC379A">
                        <w:t xml:space="preserve"> </w:t>
                      </w:r>
                      <w:r w:rsidR="00C2688B">
                        <w:t>Final designs and invoice</w:t>
                      </w:r>
                    </w:p>
                    <w:p w14:paraId="6EC9A192" w14:textId="77777777" w:rsidR="00C2688B" w:rsidRDefault="00C2688B" w:rsidP="006C03F4">
                      <w:pPr>
                        <w:pStyle w:val="Text"/>
                      </w:pPr>
                    </w:p>
                    <w:p w14:paraId="48485B8B" w14:textId="77777777" w:rsidR="00C2688B" w:rsidRDefault="00C2688B" w:rsidP="006C03F4">
                      <w:pPr>
                        <w:pStyle w:val="Text"/>
                      </w:pPr>
                      <w:r>
                        <w:t>Dear Hannah,</w:t>
                      </w:r>
                    </w:p>
                    <w:p w14:paraId="1AECC6EE" w14:textId="77777777" w:rsidR="00C2688B" w:rsidRDefault="00C2688B" w:rsidP="006C03F4">
                      <w:pPr>
                        <w:pStyle w:val="Text"/>
                      </w:pPr>
                      <w:r>
                        <w:t>Thank you for your email. We’re really pleased with the designs. Everything looks great, so please do go ahead and invoice us for the work. You can send it to me and I’ll pass it on to finance.</w:t>
                      </w:r>
                    </w:p>
                    <w:p w14:paraId="08984D5D" w14:textId="77777777" w:rsidR="00C2688B" w:rsidRDefault="00C2688B" w:rsidP="006C03F4">
                      <w:pPr>
                        <w:pStyle w:val="Text"/>
                      </w:pPr>
                    </w:p>
                    <w:p w14:paraId="55DCA567" w14:textId="77777777" w:rsidR="00C2688B" w:rsidRDefault="00C2688B" w:rsidP="006C03F4">
                      <w:pPr>
                        <w:pStyle w:val="Text"/>
                      </w:pPr>
                      <w:r>
                        <w:t>All the best and thanks again,</w:t>
                      </w:r>
                      <w:r>
                        <w:br/>
                        <w:t>James</w:t>
                      </w:r>
                    </w:p>
                    <w:p w14:paraId="0CC2383D" w14:textId="77777777" w:rsidR="00C2688B" w:rsidRDefault="00C2688B" w:rsidP="00C2688B">
                      <w:pPr>
                        <w:pStyle w:val="Text"/>
                      </w:pPr>
                    </w:p>
                    <w:p w14:paraId="11F42B25" w14:textId="6CB47181" w:rsidR="00C2688B" w:rsidRDefault="00D7457B" w:rsidP="006C03F4">
                      <w:pPr>
                        <w:pStyle w:val="Text"/>
                        <w:tabs>
                          <w:tab w:val="clear" w:pos="567"/>
                          <w:tab w:val="left" w:pos="851"/>
                        </w:tabs>
                      </w:pPr>
                      <w:r>
                        <w:t>Date:</w:t>
                      </w:r>
                      <w:r w:rsidR="002F3CE9">
                        <w:tab/>
                      </w:r>
                      <w:r>
                        <w:t>13 January</w:t>
                      </w:r>
                      <w:r>
                        <w:br/>
                      </w:r>
                      <w:r w:rsidR="00C2688B">
                        <w:t>To:</w:t>
                      </w:r>
                      <w:r w:rsidR="002F3CE9">
                        <w:tab/>
                      </w:r>
                      <w:r w:rsidR="00C2688B">
                        <w:t>James.Potter@vindiva.</w:t>
                      </w:r>
                      <w:r w:rsidR="00A43473">
                        <w:t>com</w:t>
                      </w:r>
                      <w:r w:rsidR="00A43473">
                        <w:br/>
                        <w:t>From:</w:t>
                      </w:r>
                      <w:r w:rsidR="002F3CE9">
                        <w:tab/>
                      </w:r>
                      <w:r w:rsidR="00A43473">
                        <w:t>Hannah@designanda.net</w:t>
                      </w:r>
                      <w:r w:rsidR="00C2688B">
                        <w:br/>
                        <w:t>Subject:</w:t>
                      </w:r>
                      <w:r w:rsidR="002F3CE9">
                        <w:tab/>
                      </w:r>
                      <w:r w:rsidR="00C2688B">
                        <w:t>RE: Final designs and invoice</w:t>
                      </w:r>
                    </w:p>
                    <w:p w14:paraId="5F27D9A5" w14:textId="77777777" w:rsidR="00C2688B" w:rsidRDefault="00C2688B" w:rsidP="006C03F4">
                      <w:pPr>
                        <w:pStyle w:val="Text"/>
                      </w:pPr>
                    </w:p>
                    <w:p w14:paraId="16D5796B" w14:textId="77777777" w:rsidR="00C2688B" w:rsidRDefault="00C2688B" w:rsidP="006C03F4">
                      <w:pPr>
                        <w:pStyle w:val="Text"/>
                      </w:pPr>
                      <w:r>
                        <w:t>Thanks James. I am really pleased you are happy with it. Please find attached an invoice for the work, and please do get in touch if you need anything else.</w:t>
                      </w:r>
                    </w:p>
                    <w:p w14:paraId="169FB59F" w14:textId="77777777" w:rsidR="00C2688B" w:rsidRDefault="00C2688B" w:rsidP="006C03F4">
                      <w:pPr>
                        <w:pStyle w:val="Text"/>
                      </w:pPr>
                    </w:p>
                    <w:p w14:paraId="08074DA3" w14:textId="77777777" w:rsidR="00C2688B" w:rsidRDefault="00C2688B" w:rsidP="006C03F4">
                      <w:pPr>
                        <w:pStyle w:val="Text"/>
                      </w:pPr>
                      <w:r>
                        <w:t>With thanks,</w:t>
                      </w:r>
                    </w:p>
                    <w:p w14:paraId="1B3A1486" w14:textId="4E94124E" w:rsidR="00C2688B" w:rsidRDefault="00C2688B" w:rsidP="006C03F4">
                      <w:pPr>
                        <w:pStyle w:val="Text"/>
                      </w:pPr>
                      <w:r>
                        <w:t>Hannah</w:t>
                      </w:r>
                    </w:p>
                    <w:p w14:paraId="09223F74" w14:textId="77777777" w:rsidR="00C2688B" w:rsidRDefault="00C2688B"/>
                  </w:txbxContent>
                </v:textbox>
                <w10:wrap anchorx="margin"/>
              </v:shape>
            </w:pict>
          </mc:Fallback>
        </mc:AlternateContent>
      </w:r>
    </w:p>
    <w:p w14:paraId="4DE9460E" w14:textId="40809925" w:rsidR="00C2688B" w:rsidRDefault="00C2688B" w:rsidP="001B0154">
      <w:pPr>
        <w:pStyle w:val="Text"/>
      </w:pPr>
    </w:p>
    <w:p w14:paraId="760DED89" w14:textId="710055B9" w:rsidR="00C2688B" w:rsidRDefault="00C2688B" w:rsidP="001B0154">
      <w:pPr>
        <w:pStyle w:val="Text"/>
      </w:pPr>
    </w:p>
    <w:p w14:paraId="3AD6D347" w14:textId="08901C51" w:rsidR="00C2688B" w:rsidRDefault="00C2688B" w:rsidP="001B0154">
      <w:pPr>
        <w:pStyle w:val="Text"/>
      </w:pPr>
    </w:p>
    <w:p w14:paraId="24F0F797" w14:textId="4B572C7A" w:rsidR="00C2688B" w:rsidRDefault="00C2688B" w:rsidP="001B0154">
      <w:pPr>
        <w:pStyle w:val="Text"/>
      </w:pPr>
    </w:p>
    <w:p w14:paraId="6A522F3E" w14:textId="17B0D16B" w:rsidR="00C2688B" w:rsidRDefault="00C2688B" w:rsidP="001B0154">
      <w:pPr>
        <w:pStyle w:val="Text"/>
      </w:pPr>
    </w:p>
    <w:p w14:paraId="027EDB65" w14:textId="5B03CB1A" w:rsidR="00C2688B" w:rsidRDefault="00C2688B" w:rsidP="001B0154">
      <w:pPr>
        <w:pStyle w:val="Text"/>
      </w:pPr>
    </w:p>
    <w:p w14:paraId="185F72BF" w14:textId="7F95A58F" w:rsidR="00C2688B" w:rsidRDefault="00C2688B" w:rsidP="001B0154">
      <w:pPr>
        <w:pStyle w:val="Text"/>
      </w:pPr>
    </w:p>
    <w:p w14:paraId="452F082C" w14:textId="385948AA" w:rsidR="00C2688B" w:rsidRDefault="00C2688B" w:rsidP="001B0154">
      <w:pPr>
        <w:pStyle w:val="Text"/>
      </w:pPr>
    </w:p>
    <w:p w14:paraId="544582F0" w14:textId="09BD2195" w:rsidR="00C2688B" w:rsidRDefault="00C2688B" w:rsidP="001B0154">
      <w:pPr>
        <w:pStyle w:val="Text"/>
      </w:pPr>
    </w:p>
    <w:p w14:paraId="37BE164A" w14:textId="1269E176" w:rsidR="00C2688B" w:rsidRDefault="00C2688B" w:rsidP="001B0154">
      <w:pPr>
        <w:pStyle w:val="Text"/>
      </w:pPr>
    </w:p>
    <w:p w14:paraId="02FB37C6" w14:textId="7A975A7A" w:rsidR="00C2688B" w:rsidRDefault="00C2688B" w:rsidP="001B0154">
      <w:pPr>
        <w:pStyle w:val="Text"/>
      </w:pPr>
    </w:p>
    <w:p w14:paraId="1B76F954" w14:textId="3E47D16D" w:rsidR="00C2688B" w:rsidRDefault="00C2688B" w:rsidP="001B0154">
      <w:pPr>
        <w:pStyle w:val="Text"/>
      </w:pPr>
    </w:p>
    <w:p w14:paraId="643A0821" w14:textId="2156C969" w:rsidR="00C2688B" w:rsidRDefault="00C2688B" w:rsidP="001B0154">
      <w:pPr>
        <w:pStyle w:val="Text"/>
      </w:pPr>
    </w:p>
    <w:p w14:paraId="19797872" w14:textId="640E62D6" w:rsidR="00C2688B" w:rsidRDefault="00C2688B" w:rsidP="001B0154">
      <w:pPr>
        <w:pStyle w:val="Text"/>
      </w:pPr>
    </w:p>
    <w:p w14:paraId="16F29924" w14:textId="73E9B50B" w:rsidR="00C2688B" w:rsidRDefault="00C2688B" w:rsidP="001B0154">
      <w:pPr>
        <w:pStyle w:val="Text"/>
      </w:pPr>
    </w:p>
    <w:p w14:paraId="67D36553" w14:textId="33E30495" w:rsidR="00C2688B" w:rsidRDefault="00C2688B" w:rsidP="001B0154">
      <w:pPr>
        <w:pStyle w:val="Text"/>
      </w:pPr>
    </w:p>
    <w:p w14:paraId="2733A365" w14:textId="03101650" w:rsidR="00C2688B" w:rsidRDefault="00C2688B" w:rsidP="001B0154">
      <w:pPr>
        <w:pStyle w:val="Text"/>
      </w:pPr>
    </w:p>
    <w:p w14:paraId="1B34AC85" w14:textId="4ECB194C" w:rsidR="00C2688B" w:rsidRDefault="00C2688B" w:rsidP="001B0154">
      <w:pPr>
        <w:pStyle w:val="Text"/>
      </w:pPr>
    </w:p>
    <w:p w14:paraId="6096652E" w14:textId="04B4771F" w:rsidR="00C2688B" w:rsidRDefault="00C2688B" w:rsidP="001B0154">
      <w:pPr>
        <w:pStyle w:val="Text"/>
      </w:pPr>
    </w:p>
    <w:p w14:paraId="1A4A98D6" w14:textId="3AD6028A" w:rsidR="00C2688B" w:rsidRDefault="00C2688B" w:rsidP="001B0154">
      <w:pPr>
        <w:pStyle w:val="Text"/>
      </w:pPr>
    </w:p>
    <w:p w14:paraId="3F2C35D5" w14:textId="1E1A1415" w:rsidR="00C2688B" w:rsidRDefault="00C2688B" w:rsidP="001B0154">
      <w:pPr>
        <w:pStyle w:val="Text"/>
      </w:pPr>
    </w:p>
    <w:p w14:paraId="69812C17" w14:textId="1B854C9E" w:rsidR="00C2688B" w:rsidRDefault="00C2688B" w:rsidP="001B0154">
      <w:pPr>
        <w:pStyle w:val="Text"/>
      </w:pPr>
    </w:p>
    <w:p w14:paraId="63D91034" w14:textId="194F8DAF" w:rsidR="00C2688B" w:rsidRDefault="00C2688B" w:rsidP="001B0154">
      <w:pPr>
        <w:pStyle w:val="Text"/>
      </w:pPr>
    </w:p>
    <w:p w14:paraId="1BFB308B" w14:textId="0E82004B" w:rsidR="00C2688B" w:rsidRDefault="00C2688B" w:rsidP="001B0154">
      <w:pPr>
        <w:pStyle w:val="Text"/>
      </w:pPr>
    </w:p>
    <w:p w14:paraId="2C51EEC6" w14:textId="5E41FE3D" w:rsidR="00C2688B" w:rsidRDefault="00C2688B" w:rsidP="001B0154">
      <w:pPr>
        <w:pStyle w:val="Text"/>
      </w:pPr>
    </w:p>
    <w:p w14:paraId="24C361F9" w14:textId="769251F0" w:rsidR="00C2688B" w:rsidRDefault="00C2688B" w:rsidP="001B0154">
      <w:pPr>
        <w:pStyle w:val="Text"/>
      </w:pPr>
    </w:p>
    <w:p w14:paraId="665E6523" w14:textId="4E5AE0C8" w:rsidR="00C2688B" w:rsidRDefault="00C2688B" w:rsidP="001B0154">
      <w:pPr>
        <w:pStyle w:val="Text"/>
      </w:pPr>
    </w:p>
    <w:p w14:paraId="0F6E362C" w14:textId="1220DD7A" w:rsidR="00C2688B" w:rsidRDefault="00C2688B" w:rsidP="001B0154">
      <w:pPr>
        <w:pStyle w:val="Text"/>
      </w:pPr>
    </w:p>
    <w:p w14:paraId="11DD3A3C" w14:textId="6F0FCA03" w:rsidR="00C2688B" w:rsidRDefault="00C2688B" w:rsidP="001B0154">
      <w:pPr>
        <w:pStyle w:val="Text"/>
      </w:pPr>
    </w:p>
    <w:p w14:paraId="4BC5DA76" w14:textId="005AC700" w:rsidR="00C2688B" w:rsidRDefault="00C2688B" w:rsidP="001B0154">
      <w:pPr>
        <w:pStyle w:val="Text"/>
      </w:pPr>
    </w:p>
    <w:p w14:paraId="3590EE38" w14:textId="140F9C0F" w:rsidR="00C2688B" w:rsidRDefault="00C2688B" w:rsidP="001B0154">
      <w:pPr>
        <w:pStyle w:val="Text"/>
      </w:pPr>
    </w:p>
    <w:p w14:paraId="35E2B8C7" w14:textId="55D76F27" w:rsidR="00C2688B" w:rsidRDefault="00C2688B" w:rsidP="001B0154">
      <w:pPr>
        <w:pStyle w:val="Text"/>
      </w:pPr>
    </w:p>
    <w:p w14:paraId="44D0023C" w14:textId="7AF2942E" w:rsidR="00C2688B" w:rsidRDefault="00C2688B" w:rsidP="001B0154">
      <w:pPr>
        <w:pStyle w:val="Text"/>
      </w:pPr>
    </w:p>
    <w:p w14:paraId="472BA77D" w14:textId="70C54D22" w:rsidR="00C2688B" w:rsidRDefault="00C2688B" w:rsidP="001B0154">
      <w:pPr>
        <w:pStyle w:val="Text"/>
      </w:pPr>
    </w:p>
    <w:p w14:paraId="5C2D12AD" w14:textId="48326478" w:rsidR="00C2688B" w:rsidRDefault="00C2688B" w:rsidP="001B0154">
      <w:pPr>
        <w:pStyle w:val="Text"/>
      </w:pPr>
    </w:p>
    <w:p w14:paraId="50451F77" w14:textId="06D50A33" w:rsidR="00C2688B" w:rsidRDefault="00C2688B" w:rsidP="001B0154">
      <w:pPr>
        <w:pStyle w:val="Text"/>
      </w:pPr>
    </w:p>
    <w:p w14:paraId="35F50492" w14:textId="13BD17CE" w:rsidR="00C2688B" w:rsidRDefault="00C2688B" w:rsidP="001B0154">
      <w:pPr>
        <w:pStyle w:val="Text"/>
      </w:pPr>
    </w:p>
    <w:p w14:paraId="5846E73E" w14:textId="33221236" w:rsidR="00C2688B" w:rsidRDefault="00C2688B" w:rsidP="001B0154">
      <w:pPr>
        <w:pStyle w:val="Text"/>
      </w:pPr>
    </w:p>
    <w:p w14:paraId="3D216F8B" w14:textId="46C0FDBD" w:rsidR="00C2688B" w:rsidRDefault="00C2688B" w:rsidP="001B0154">
      <w:pPr>
        <w:pStyle w:val="Text"/>
      </w:pPr>
    </w:p>
    <w:p w14:paraId="74D3181E" w14:textId="61513CA5" w:rsidR="00C2688B" w:rsidRDefault="00C2688B" w:rsidP="001B0154">
      <w:pPr>
        <w:pStyle w:val="Text"/>
      </w:pPr>
    </w:p>
    <w:p w14:paraId="049068A0" w14:textId="330A7E12" w:rsidR="00C2688B" w:rsidRDefault="00C2688B" w:rsidP="001B0154">
      <w:pPr>
        <w:pStyle w:val="Text"/>
      </w:pPr>
    </w:p>
    <w:p w14:paraId="34933801" w14:textId="0ED85270" w:rsidR="00C2688B" w:rsidRDefault="00C2688B" w:rsidP="001B0154">
      <w:pPr>
        <w:pStyle w:val="Text"/>
      </w:pPr>
    </w:p>
    <w:p w14:paraId="1BDF3E86" w14:textId="5E6E581F" w:rsidR="00C2688B" w:rsidRDefault="00C2688B" w:rsidP="001B0154">
      <w:pPr>
        <w:pStyle w:val="Text"/>
      </w:pPr>
    </w:p>
    <w:p w14:paraId="4A377501" w14:textId="61EE15AE" w:rsidR="00C2688B" w:rsidRDefault="00C2688B" w:rsidP="001B0154">
      <w:pPr>
        <w:pStyle w:val="Text"/>
      </w:pPr>
    </w:p>
    <w:p w14:paraId="05C2AD26" w14:textId="77777777" w:rsidR="00BE1F9B" w:rsidRDefault="00BE1F9B" w:rsidP="001B0154">
      <w:pPr>
        <w:pStyle w:val="Text"/>
      </w:pPr>
    </w:p>
    <w:p w14:paraId="4B4E594F" w14:textId="197722AF" w:rsidR="00C2688B" w:rsidRDefault="00F35423" w:rsidP="001B0154">
      <w:pPr>
        <w:pStyle w:val="Text"/>
      </w:pPr>
      <w:r>
        <w:rPr>
          <w:noProof/>
        </w:rPr>
        <mc:AlternateContent>
          <mc:Choice Requires="wps">
            <w:drawing>
              <wp:anchor distT="0" distB="0" distL="114300" distR="114300" simplePos="0" relativeHeight="251660288" behindDoc="0" locked="0" layoutInCell="1" allowOverlap="1" wp14:anchorId="4CBB28F8" wp14:editId="46415F3D">
                <wp:simplePos x="0" y="0"/>
                <wp:positionH relativeFrom="margin">
                  <wp:align>right</wp:align>
                </wp:positionH>
                <wp:positionV relativeFrom="paragraph">
                  <wp:posOffset>41652</wp:posOffset>
                </wp:positionV>
                <wp:extent cx="2992581" cy="5652655"/>
                <wp:effectExtent l="0" t="0" r="17780" b="24765"/>
                <wp:wrapNone/>
                <wp:docPr id="4" name="Text Box 4"/>
                <wp:cNvGraphicFramePr/>
                <a:graphic xmlns:a="http://schemas.openxmlformats.org/drawingml/2006/main">
                  <a:graphicData uri="http://schemas.microsoft.com/office/word/2010/wordprocessingShape">
                    <wps:wsp>
                      <wps:cNvSpPr txBox="1"/>
                      <wps:spPr>
                        <a:xfrm>
                          <a:off x="0" y="0"/>
                          <a:ext cx="2992581" cy="5652655"/>
                        </a:xfrm>
                        <a:prstGeom prst="rect">
                          <a:avLst/>
                        </a:prstGeom>
                        <a:solidFill>
                          <a:schemeClr val="lt1"/>
                        </a:solidFill>
                        <a:ln w="6350">
                          <a:solidFill>
                            <a:prstClr val="black"/>
                          </a:solidFill>
                        </a:ln>
                      </wps:spPr>
                      <wps:txbx>
                        <w:txbxContent>
                          <w:p w14:paraId="4E70D884" w14:textId="4A8799EA" w:rsidR="000C576B" w:rsidRDefault="00BC379A" w:rsidP="006C03F4">
                            <w:pPr>
                              <w:pStyle w:val="Text"/>
                              <w:tabs>
                                <w:tab w:val="clear" w:pos="567"/>
                                <w:tab w:val="left" w:pos="851"/>
                              </w:tabs>
                            </w:pPr>
                            <w:r>
                              <w:t>Date:</w:t>
                            </w:r>
                            <w:r w:rsidR="002F3CE9">
                              <w:tab/>
                            </w:r>
                            <w:r>
                              <w:t>20 February</w:t>
                            </w:r>
                            <w:r w:rsidR="000C576B">
                              <w:br/>
                              <w:t>To:</w:t>
                            </w:r>
                            <w:r w:rsidR="002F3CE9">
                              <w:tab/>
                            </w:r>
                            <w:r w:rsidR="000C576B">
                              <w:t>James.Potter@vindiva.</w:t>
                            </w:r>
                            <w:r>
                              <w:t>com</w:t>
                            </w:r>
                            <w:r>
                              <w:br/>
                              <w:t>From:</w:t>
                            </w:r>
                            <w:r w:rsidR="002F3CE9">
                              <w:tab/>
                            </w:r>
                            <w:r>
                              <w:t>Hannah@designanda.net</w:t>
                            </w:r>
                            <w:r w:rsidR="000C576B">
                              <w:br/>
                              <w:t>Subject:</w:t>
                            </w:r>
                            <w:r w:rsidR="002F3CE9">
                              <w:tab/>
                            </w:r>
                            <w:r w:rsidR="000C576B">
                              <w:t>Invoice for designs</w:t>
                            </w:r>
                          </w:p>
                          <w:p w14:paraId="67612EED" w14:textId="165226F9" w:rsidR="000C576B" w:rsidRDefault="000C576B" w:rsidP="000C576B">
                            <w:pPr>
                              <w:pStyle w:val="Text"/>
                            </w:pPr>
                          </w:p>
                          <w:p w14:paraId="3D80D95E" w14:textId="4F288F35" w:rsidR="000C576B" w:rsidRDefault="000C576B" w:rsidP="000C576B">
                            <w:pPr>
                              <w:pStyle w:val="Text"/>
                            </w:pPr>
                            <w:r>
                              <w:t>Dear James,</w:t>
                            </w:r>
                            <w:r>
                              <w:br/>
                              <w:t xml:space="preserve">I hope you don’t mind me emailing but the invoice for designs hasn’t been paid yet. Our terms are </w:t>
                            </w:r>
                            <w:r w:rsidR="004A6AAF">
                              <w:t>thirty</w:t>
                            </w:r>
                            <w:r>
                              <w:t xml:space="preserve"> days so, if possible, could you chase this up</w:t>
                            </w:r>
                            <w:r w:rsidR="002F3CE9">
                              <w:t> </w:t>
                            </w:r>
                            <w:r>
                              <w:t>with finance please?</w:t>
                            </w:r>
                            <w:r>
                              <w:br/>
                            </w:r>
                            <w:r>
                              <w:br/>
                              <w:t>With thanks,</w:t>
                            </w:r>
                            <w:r w:rsidR="00BC379A">
                              <w:br/>
                            </w:r>
                            <w:r>
                              <w:t>Hannah</w:t>
                            </w:r>
                          </w:p>
                          <w:p w14:paraId="2F65B0D7" w14:textId="6B3DF68E" w:rsidR="00C71402" w:rsidRDefault="00C71402" w:rsidP="000C576B">
                            <w:pPr>
                              <w:pStyle w:val="Text"/>
                            </w:pPr>
                          </w:p>
                          <w:p w14:paraId="750936F6" w14:textId="514DEED7" w:rsidR="00C71402" w:rsidRDefault="004A6AAF" w:rsidP="006C03F4">
                            <w:pPr>
                              <w:pStyle w:val="Text"/>
                              <w:tabs>
                                <w:tab w:val="clear" w:pos="567"/>
                                <w:tab w:val="left" w:pos="0"/>
                                <w:tab w:val="left" w:pos="851"/>
                              </w:tabs>
                            </w:pPr>
                            <w:r>
                              <w:t>Date:</w:t>
                            </w:r>
                            <w:r w:rsidR="002F3CE9">
                              <w:tab/>
                            </w:r>
                            <w:r>
                              <w:t>27 February</w:t>
                            </w:r>
                            <w:r w:rsidR="00C71402">
                              <w:br/>
                              <w:t>To:</w:t>
                            </w:r>
                            <w:r w:rsidR="002F3CE9">
                              <w:tab/>
                            </w:r>
                            <w:r w:rsidR="00C71402">
                              <w:t>Hannah@designanda.net</w:t>
                            </w:r>
                          </w:p>
                          <w:p w14:paraId="7D8E60AB" w14:textId="1A417481" w:rsidR="00C71402" w:rsidRDefault="00C71402" w:rsidP="006C03F4">
                            <w:pPr>
                              <w:pStyle w:val="Text"/>
                              <w:tabs>
                                <w:tab w:val="clear" w:pos="567"/>
                                <w:tab w:val="left" w:pos="0"/>
                                <w:tab w:val="left" w:pos="851"/>
                              </w:tabs>
                            </w:pPr>
                            <w:r>
                              <w:t>From:</w:t>
                            </w:r>
                            <w:r w:rsidR="002F3CE9">
                              <w:tab/>
                            </w:r>
                            <w:r>
                              <w:t>James.Potter@vindiva.com</w:t>
                            </w:r>
                            <w:r>
                              <w:br/>
                              <w:t>Subject:</w:t>
                            </w:r>
                            <w:r w:rsidR="002F3CE9">
                              <w:tab/>
                            </w:r>
                            <w:r>
                              <w:t>RE:</w:t>
                            </w:r>
                            <w:r w:rsidR="00245156">
                              <w:t xml:space="preserve"> Invoice for designs</w:t>
                            </w:r>
                          </w:p>
                          <w:p w14:paraId="21548771" w14:textId="42DCCE7F" w:rsidR="00053C7B" w:rsidRDefault="00053C7B" w:rsidP="006C03F4">
                            <w:pPr>
                              <w:pStyle w:val="Text"/>
                              <w:tabs>
                                <w:tab w:val="clear" w:pos="567"/>
                                <w:tab w:val="left" w:pos="0"/>
                              </w:tabs>
                            </w:pPr>
                          </w:p>
                          <w:p w14:paraId="2BEAACD0" w14:textId="063CA5A2" w:rsidR="00053C7B" w:rsidRDefault="00053C7B" w:rsidP="006C03F4">
                            <w:pPr>
                              <w:pStyle w:val="Text"/>
                              <w:tabs>
                                <w:tab w:val="clear" w:pos="567"/>
                                <w:tab w:val="left" w:pos="0"/>
                              </w:tabs>
                            </w:pPr>
                            <w:r>
                              <w:t>Hi Hannah,</w:t>
                            </w:r>
                          </w:p>
                          <w:p w14:paraId="5FAAE5A2" w14:textId="152734BE" w:rsidR="00053C7B" w:rsidRDefault="00053C7B" w:rsidP="006C03F4">
                            <w:pPr>
                              <w:pStyle w:val="Text"/>
                              <w:tabs>
                                <w:tab w:val="clear" w:pos="567"/>
                                <w:tab w:val="left" w:pos="0"/>
                              </w:tabs>
                            </w:pPr>
                            <w:r>
                              <w:t>Sorry about this. I’ve been in touch with finance and I am awaiting their reply. When they get back to me I’ll let you know.</w:t>
                            </w:r>
                          </w:p>
                          <w:p w14:paraId="1C1F2A6D" w14:textId="72AB636C" w:rsidR="00053C7B" w:rsidRDefault="00053C7B" w:rsidP="006C03F4">
                            <w:pPr>
                              <w:pStyle w:val="Text"/>
                              <w:tabs>
                                <w:tab w:val="clear" w:pos="567"/>
                                <w:tab w:val="left" w:pos="0"/>
                              </w:tabs>
                            </w:pPr>
                          </w:p>
                          <w:p w14:paraId="3E464140" w14:textId="4629F648" w:rsidR="00053C7B" w:rsidRDefault="00053C7B" w:rsidP="006C03F4">
                            <w:pPr>
                              <w:pStyle w:val="Text"/>
                              <w:tabs>
                                <w:tab w:val="clear" w:pos="567"/>
                                <w:tab w:val="left" w:pos="0"/>
                              </w:tabs>
                            </w:pPr>
                            <w:r>
                              <w:t>With thanks,</w:t>
                            </w:r>
                            <w:r w:rsidR="004A6AAF">
                              <w:br/>
                            </w:r>
                            <w:r>
                              <w:t>James</w:t>
                            </w:r>
                          </w:p>
                          <w:p w14:paraId="18A98C71" w14:textId="3B7D8678" w:rsidR="00F35A23" w:rsidRDefault="00F35A23" w:rsidP="006C03F4">
                            <w:pPr>
                              <w:pStyle w:val="Text"/>
                              <w:tabs>
                                <w:tab w:val="clear" w:pos="567"/>
                                <w:tab w:val="left" w:pos="0"/>
                              </w:tabs>
                            </w:pPr>
                          </w:p>
                          <w:p w14:paraId="055861BC" w14:textId="1E374874" w:rsidR="00F35A23" w:rsidRDefault="00F35A23" w:rsidP="006C03F4">
                            <w:pPr>
                              <w:pStyle w:val="Text"/>
                              <w:tabs>
                                <w:tab w:val="clear" w:pos="567"/>
                                <w:tab w:val="left" w:pos="0"/>
                                <w:tab w:val="left" w:pos="851"/>
                              </w:tabs>
                            </w:pPr>
                            <w:r>
                              <w:t>Date:</w:t>
                            </w:r>
                            <w:r w:rsidR="002F3CE9">
                              <w:tab/>
                            </w:r>
                            <w:r>
                              <w:t xml:space="preserve">6 March </w:t>
                            </w:r>
                            <w:r>
                              <w:br/>
                              <w:t>To:</w:t>
                            </w:r>
                            <w:r w:rsidR="002F3CE9">
                              <w:tab/>
                            </w:r>
                            <w:r>
                              <w:t>James.Potter@vindiva.</w:t>
                            </w:r>
                            <w:r w:rsidR="004A6AAF">
                              <w:t>com</w:t>
                            </w:r>
                            <w:r w:rsidR="004A6AAF">
                              <w:br/>
                              <w:t>From:</w:t>
                            </w:r>
                            <w:r w:rsidR="002F3CE9">
                              <w:tab/>
                            </w:r>
                            <w:r w:rsidR="004A6AAF">
                              <w:t>Hannah@designanda.net</w:t>
                            </w:r>
                            <w:r>
                              <w:br/>
                              <w:t>Subject:</w:t>
                            </w:r>
                            <w:r w:rsidR="002F3CE9">
                              <w:tab/>
                            </w:r>
                            <w:r>
                              <w:t>RE: Invoice for designs</w:t>
                            </w:r>
                          </w:p>
                          <w:p w14:paraId="46F8E718" w14:textId="55C6571D" w:rsidR="00F35A23" w:rsidRDefault="00F35A23" w:rsidP="006C03F4">
                            <w:pPr>
                              <w:pStyle w:val="Text"/>
                              <w:tabs>
                                <w:tab w:val="clear" w:pos="567"/>
                                <w:tab w:val="left" w:pos="0"/>
                              </w:tabs>
                            </w:pPr>
                          </w:p>
                          <w:p w14:paraId="7E4D7EF0" w14:textId="77777777" w:rsidR="002F3CE9" w:rsidRDefault="00F35A23" w:rsidP="002F3CE9">
                            <w:pPr>
                              <w:pStyle w:val="Text"/>
                              <w:tabs>
                                <w:tab w:val="clear" w:pos="567"/>
                                <w:tab w:val="left" w:pos="0"/>
                              </w:tabs>
                            </w:pPr>
                            <w:r>
                              <w:t>Hi James,</w:t>
                            </w:r>
                            <w:r>
                              <w:br/>
                              <w:t>I just wondered if you had any update from finance yet.</w:t>
                            </w:r>
                            <w:r>
                              <w:br/>
                            </w:r>
                          </w:p>
                          <w:p w14:paraId="3508D3BE" w14:textId="6BC1A114" w:rsidR="00F35A23" w:rsidRDefault="00F35A23" w:rsidP="006C03F4">
                            <w:pPr>
                              <w:pStyle w:val="Text"/>
                              <w:tabs>
                                <w:tab w:val="clear" w:pos="567"/>
                                <w:tab w:val="left" w:pos="0"/>
                              </w:tabs>
                            </w:pPr>
                            <w:r>
                              <w:t>With thanks,</w:t>
                            </w:r>
                            <w:r>
                              <w:br/>
                              <w:t>Hannah</w:t>
                            </w:r>
                          </w:p>
                          <w:p w14:paraId="599C8501" w14:textId="64A76847" w:rsidR="00F35A23" w:rsidRDefault="00F35A23" w:rsidP="00C71402">
                            <w:pPr>
                              <w:pStyle w:val="Text"/>
                              <w:ind w:left="403"/>
                            </w:pPr>
                          </w:p>
                          <w:p w14:paraId="4328863E" w14:textId="2DF010DA" w:rsidR="00C71402" w:rsidRDefault="00C71402" w:rsidP="000C576B">
                            <w:pPr>
                              <w:pStyle w:val="Text"/>
                            </w:pPr>
                          </w:p>
                          <w:p w14:paraId="6DC33E07" w14:textId="762F93A4" w:rsidR="00F35A23" w:rsidRDefault="00F35A23" w:rsidP="000C576B">
                            <w:pPr>
                              <w:pStyle w:val="Text"/>
                            </w:pPr>
                            <w:r>
                              <w:tab/>
                            </w:r>
                          </w:p>
                          <w:p w14:paraId="24F824E8" w14:textId="58BF9DA1" w:rsidR="000C576B" w:rsidRDefault="000C57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28F8" id="Text Box 4" o:spid="_x0000_s1027" type="#_x0000_t202" style="position:absolute;margin-left:184.45pt;margin-top:3.3pt;width:235.65pt;height:445.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" fillcolor="white [3201]" strokeweight=".5pt">
                <v:textbox>
                  <w:txbxContent>
                    <w:p w14:paraId="4E70D884" w14:textId="4A8799EA" w:rsidR="000C576B" w:rsidRDefault="00BC379A" w:rsidP="006C03F4">
                      <w:pPr>
                        <w:pStyle w:val="Text"/>
                        <w:tabs>
                          <w:tab w:val="clear" w:pos="567"/>
                          <w:tab w:val="left" w:pos="851"/>
                        </w:tabs>
                      </w:pPr>
                      <w:r>
                        <w:t>Date:</w:t>
                      </w:r>
                      <w:r w:rsidR="002F3CE9">
                        <w:tab/>
                      </w:r>
                      <w:r>
                        <w:t>20 February</w:t>
                      </w:r>
                      <w:r w:rsidR="000C576B">
                        <w:br/>
                        <w:t>To:</w:t>
                      </w:r>
                      <w:r w:rsidR="002F3CE9">
                        <w:tab/>
                      </w:r>
                      <w:r w:rsidR="000C576B">
                        <w:t>James.Potter@vindiva.</w:t>
                      </w:r>
                      <w:r>
                        <w:t>com</w:t>
                      </w:r>
                      <w:r>
                        <w:br/>
                        <w:t>From:</w:t>
                      </w:r>
                      <w:r w:rsidR="002F3CE9">
                        <w:tab/>
                      </w:r>
                      <w:r>
                        <w:t>Hannah@designanda.net</w:t>
                      </w:r>
                      <w:r w:rsidR="000C576B">
                        <w:br/>
                        <w:t>Subject:</w:t>
                      </w:r>
                      <w:r w:rsidR="002F3CE9">
                        <w:tab/>
                      </w:r>
                      <w:r w:rsidR="000C576B">
                        <w:t>Invoice for designs</w:t>
                      </w:r>
                    </w:p>
                    <w:p w14:paraId="67612EED" w14:textId="165226F9" w:rsidR="000C576B" w:rsidRDefault="000C576B" w:rsidP="000C576B">
                      <w:pPr>
                        <w:pStyle w:val="Text"/>
                      </w:pPr>
                    </w:p>
                    <w:p w14:paraId="3D80D95E" w14:textId="4F288F35" w:rsidR="000C576B" w:rsidRDefault="000C576B" w:rsidP="000C576B">
                      <w:pPr>
                        <w:pStyle w:val="Text"/>
                      </w:pPr>
                      <w:r>
                        <w:t>Dear James,</w:t>
                      </w:r>
                      <w:r>
                        <w:br/>
                        <w:t xml:space="preserve">I hope you don’t mind me emailing but the invoice for designs hasn’t been paid yet. Our terms are </w:t>
                      </w:r>
                      <w:r w:rsidR="004A6AAF">
                        <w:t>thirty</w:t>
                      </w:r>
                      <w:r>
                        <w:t xml:space="preserve"> days so, if possible, could you chase this up</w:t>
                      </w:r>
                      <w:r w:rsidR="002F3CE9">
                        <w:t> </w:t>
                      </w:r>
                      <w:r>
                        <w:t>with finance please?</w:t>
                      </w:r>
                      <w:r>
                        <w:br/>
                      </w:r>
                      <w:r>
                        <w:br/>
                        <w:t>With thanks,</w:t>
                      </w:r>
                      <w:r w:rsidR="00BC379A">
                        <w:br/>
                      </w:r>
                      <w:r>
                        <w:t>Hannah</w:t>
                      </w:r>
                    </w:p>
                    <w:p w14:paraId="2F65B0D7" w14:textId="6B3DF68E" w:rsidR="00C71402" w:rsidRDefault="00C71402" w:rsidP="000C576B">
                      <w:pPr>
                        <w:pStyle w:val="Text"/>
                      </w:pPr>
                    </w:p>
                    <w:p w14:paraId="750936F6" w14:textId="514DEED7" w:rsidR="00C71402" w:rsidRDefault="004A6AAF" w:rsidP="006C03F4">
                      <w:pPr>
                        <w:pStyle w:val="Text"/>
                        <w:tabs>
                          <w:tab w:val="clear" w:pos="567"/>
                          <w:tab w:val="left" w:pos="0"/>
                          <w:tab w:val="left" w:pos="851"/>
                        </w:tabs>
                      </w:pPr>
                      <w:r>
                        <w:t>Date:</w:t>
                      </w:r>
                      <w:r w:rsidR="002F3CE9">
                        <w:tab/>
                      </w:r>
                      <w:r>
                        <w:t>27 February</w:t>
                      </w:r>
                      <w:r w:rsidR="00C71402">
                        <w:br/>
                        <w:t>To:</w:t>
                      </w:r>
                      <w:r w:rsidR="002F3CE9">
                        <w:tab/>
                      </w:r>
                      <w:r w:rsidR="00C71402">
                        <w:t>Hannah@designanda.net</w:t>
                      </w:r>
                    </w:p>
                    <w:p w14:paraId="7D8E60AB" w14:textId="1A417481" w:rsidR="00C71402" w:rsidRDefault="00C71402" w:rsidP="006C03F4">
                      <w:pPr>
                        <w:pStyle w:val="Text"/>
                        <w:tabs>
                          <w:tab w:val="clear" w:pos="567"/>
                          <w:tab w:val="left" w:pos="0"/>
                          <w:tab w:val="left" w:pos="851"/>
                        </w:tabs>
                      </w:pPr>
                      <w:r>
                        <w:t>From:</w:t>
                      </w:r>
                      <w:r w:rsidR="002F3CE9">
                        <w:tab/>
                      </w:r>
                      <w:r>
                        <w:t>James.Potter@vindiva.com</w:t>
                      </w:r>
                      <w:r>
                        <w:br/>
                        <w:t>Subject:</w:t>
                      </w:r>
                      <w:r w:rsidR="002F3CE9">
                        <w:tab/>
                      </w:r>
                      <w:r>
                        <w:t>RE:</w:t>
                      </w:r>
                      <w:r w:rsidR="00245156">
                        <w:t xml:space="preserve"> Invoice for designs</w:t>
                      </w:r>
                    </w:p>
                    <w:p w14:paraId="21548771" w14:textId="42DCCE7F" w:rsidR="00053C7B" w:rsidRDefault="00053C7B" w:rsidP="006C03F4">
                      <w:pPr>
                        <w:pStyle w:val="Text"/>
                        <w:tabs>
                          <w:tab w:val="clear" w:pos="567"/>
                          <w:tab w:val="left" w:pos="0"/>
                        </w:tabs>
                      </w:pPr>
                    </w:p>
                    <w:p w14:paraId="2BEAACD0" w14:textId="063CA5A2" w:rsidR="00053C7B" w:rsidRDefault="00053C7B" w:rsidP="006C03F4">
                      <w:pPr>
                        <w:pStyle w:val="Text"/>
                        <w:tabs>
                          <w:tab w:val="clear" w:pos="567"/>
                          <w:tab w:val="left" w:pos="0"/>
                        </w:tabs>
                      </w:pPr>
                      <w:r>
                        <w:t>Hi Hannah,</w:t>
                      </w:r>
                    </w:p>
                    <w:p w14:paraId="5FAAE5A2" w14:textId="152734BE" w:rsidR="00053C7B" w:rsidRDefault="00053C7B" w:rsidP="006C03F4">
                      <w:pPr>
                        <w:pStyle w:val="Text"/>
                        <w:tabs>
                          <w:tab w:val="clear" w:pos="567"/>
                          <w:tab w:val="left" w:pos="0"/>
                        </w:tabs>
                      </w:pPr>
                      <w:r>
                        <w:t>Sorry about this. I’ve been in touch with finance and I am awaiting their reply. When they get back to me I’ll let you know.</w:t>
                      </w:r>
                    </w:p>
                    <w:p w14:paraId="1C1F2A6D" w14:textId="72AB636C" w:rsidR="00053C7B" w:rsidRDefault="00053C7B" w:rsidP="006C03F4">
                      <w:pPr>
                        <w:pStyle w:val="Text"/>
                        <w:tabs>
                          <w:tab w:val="clear" w:pos="567"/>
                          <w:tab w:val="left" w:pos="0"/>
                        </w:tabs>
                      </w:pPr>
                    </w:p>
                    <w:p w14:paraId="3E464140" w14:textId="4629F648" w:rsidR="00053C7B" w:rsidRDefault="00053C7B" w:rsidP="006C03F4">
                      <w:pPr>
                        <w:pStyle w:val="Text"/>
                        <w:tabs>
                          <w:tab w:val="clear" w:pos="567"/>
                          <w:tab w:val="left" w:pos="0"/>
                        </w:tabs>
                      </w:pPr>
                      <w:r>
                        <w:t>With thanks,</w:t>
                      </w:r>
                      <w:r w:rsidR="004A6AAF">
                        <w:br/>
                      </w:r>
                      <w:r>
                        <w:t>James</w:t>
                      </w:r>
                    </w:p>
                    <w:p w14:paraId="18A98C71" w14:textId="3B7D8678" w:rsidR="00F35A23" w:rsidRDefault="00F35A23" w:rsidP="006C03F4">
                      <w:pPr>
                        <w:pStyle w:val="Text"/>
                        <w:tabs>
                          <w:tab w:val="clear" w:pos="567"/>
                          <w:tab w:val="left" w:pos="0"/>
                        </w:tabs>
                      </w:pPr>
                    </w:p>
                    <w:p w14:paraId="055861BC" w14:textId="1E374874" w:rsidR="00F35A23" w:rsidRDefault="00F35A23" w:rsidP="006C03F4">
                      <w:pPr>
                        <w:pStyle w:val="Text"/>
                        <w:tabs>
                          <w:tab w:val="clear" w:pos="567"/>
                          <w:tab w:val="left" w:pos="0"/>
                          <w:tab w:val="left" w:pos="851"/>
                        </w:tabs>
                      </w:pPr>
                      <w:r>
                        <w:t>Date:</w:t>
                      </w:r>
                      <w:r w:rsidR="002F3CE9">
                        <w:tab/>
                      </w:r>
                      <w:r>
                        <w:t xml:space="preserve">6 March </w:t>
                      </w:r>
                      <w:r>
                        <w:br/>
                        <w:t>To:</w:t>
                      </w:r>
                      <w:r w:rsidR="002F3CE9">
                        <w:tab/>
                      </w:r>
                      <w:r>
                        <w:t>James.Potter@vindiva.</w:t>
                      </w:r>
                      <w:r w:rsidR="004A6AAF">
                        <w:t>com</w:t>
                      </w:r>
                      <w:r w:rsidR="004A6AAF">
                        <w:br/>
                        <w:t>From:</w:t>
                      </w:r>
                      <w:r w:rsidR="002F3CE9">
                        <w:tab/>
                      </w:r>
                      <w:r w:rsidR="004A6AAF">
                        <w:t>Hannah@designanda.net</w:t>
                      </w:r>
                      <w:r>
                        <w:br/>
                        <w:t>Subject:</w:t>
                      </w:r>
                      <w:r w:rsidR="002F3CE9">
                        <w:tab/>
                      </w:r>
                      <w:r>
                        <w:t>RE: Invoice for designs</w:t>
                      </w:r>
                    </w:p>
                    <w:p w14:paraId="46F8E718" w14:textId="55C6571D" w:rsidR="00F35A23" w:rsidRDefault="00F35A23" w:rsidP="006C03F4">
                      <w:pPr>
                        <w:pStyle w:val="Text"/>
                        <w:tabs>
                          <w:tab w:val="clear" w:pos="567"/>
                          <w:tab w:val="left" w:pos="0"/>
                        </w:tabs>
                      </w:pPr>
                    </w:p>
                    <w:p w14:paraId="7E4D7EF0" w14:textId="77777777" w:rsidR="002F3CE9" w:rsidRDefault="00F35A23" w:rsidP="002F3CE9">
                      <w:pPr>
                        <w:pStyle w:val="Text"/>
                        <w:tabs>
                          <w:tab w:val="clear" w:pos="567"/>
                          <w:tab w:val="left" w:pos="0"/>
                        </w:tabs>
                      </w:pPr>
                      <w:r>
                        <w:t>Hi James,</w:t>
                      </w:r>
                      <w:r>
                        <w:br/>
                        <w:t>I just wondered if you had any update from finance yet.</w:t>
                      </w:r>
                      <w:r>
                        <w:br/>
                      </w:r>
                    </w:p>
                    <w:p w14:paraId="3508D3BE" w14:textId="6BC1A114" w:rsidR="00F35A23" w:rsidRDefault="00F35A23" w:rsidP="006C03F4">
                      <w:pPr>
                        <w:pStyle w:val="Text"/>
                        <w:tabs>
                          <w:tab w:val="clear" w:pos="567"/>
                          <w:tab w:val="left" w:pos="0"/>
                        </w:tabs>
                      </w:pPr>
                      <w:r>
                        <w:t>With thanks,</w:t>
                      </w:r>
                      <w:r>
                        <w:br/>
                        <w:t>Hannah</w:t>
                      </w:r>
                    </w:p>
                    <w:p w14:paraId="599C8501" w14:textId="64A76847" w:rsidR="00F35A23" w:rsidRDefault="00F35A23" w:rsidP="00C71402">
                      <w:pPr>
                        <w:pStyle w:val="Text"/>
                        <w:ind w:left="403"/>
                      </w:pPr>
                    </w:p>
                    <w:p w14:paraId="4328863E" w14:textId="2DF010DA" w:rsidR="00C71402" w:rsidRDefault="00C71402" w:rsidP="000C576B">
                      <w:pPr>
                        <w:pStyle w:val="Text"/>
                      </w:pPr>
                    </w:p>
                    <w:p w14:paraId="6DC33E07" w14:textId="762F93A4" w:rsidR="00F35A23" w:rsidRDefault="00F35A23" w:rsidP="000C576B">
                      <w:pPr>
                        <w:pStyle w:val="Text"/>
                      </w:pPr>
                      <w:r>
                        <w:tab/>
                      </w:r>
                    </w:p>
                    <w:p w14:paraId="24F824E8" w14:textId="58BF9DA1" w:rsidR="000C576B" w:rsidRDefault="000C576B"/>
                  </w:txbxContent>
                </v:textbox>
                <w10:wrap anchorx="margin"/>
              </v:shape>
            </w:pict>
          </mc:Fallback>
        </mc:AlternateContent>
      </w:r>
    </w:p>
    <w:p w14:paraId="13D75B7A" w14:textId="47DD0AF2" w:rsidR="00F35423" w:rsidRDefault="00F35423" w:rsidP="001B0154">
      <w:pPr>
        <w:pStyle w:val="Text"/>
      </w:pPr>
    </w:p>
    <w:p w14:paraId="05F9C587" w14:textId="0E770E55" w:rsidR="00F35423" w:rsidRDefault="00F35423" w:rsidP="001B0154">
      <w:pPr>
        <w:pStyle w:val="Text"/>
      </w:pPr>
    </w:p>
    <w:p w14:paraId="6AAA71FD" w14:textId="27E3E1FC" w:rsidR="00F35423" w:rsidRDefault="00F35423" w:rsidP="001B0154">
      <w:pPr>
        <w:pStyle w:val="Text"/>
      </w:pPr>
    </w:p>
    <w:p w14:paraId="6C6149AD" w14:textId="31DBE338" w:rsidR="00F35423" w:rsidRDefault="00F35423" w:rsidP="001B0154">
      <w:pPr>
        <w:pStyle w:val="Text"/>
      </w:pPr>
    </w:p>
    <w:p w14:paraId="1D865E10" w14:textId="46D35A43" w:rsidR="00F35423" w:rsidRDefault="00F35423" w:rsidP="001B0154">
      <w:pPr>
        <w:pStyle w:val="Text"/>
      </w:pPr>
    </w:p>
    <w:p w14:paraId="353A9D00" w14:textId="46328DD5" w:rsidR="00F35423" w:rsidRDefault="00F35423" w:rsidP="001B0154">
      <w:pPr>
        <w:pStyle w:val="Text"/>
      </w:pPr>
    </w:p>
    <w:p w14:paraId="11BA4347" w14:textId="77777777" w:rsidR="00F35423" w:rsidRDefault="00F35423" w:rsidP="00DB5400">
      <w:pPr>
        <w:pStyle w:val="Rubric"/>
      </w:pPr>
    </w:p>
    <w:p w14:paraId="549065FB" w14:textId="77777777" w:rsidR="00F35423" w:rsidRDefault="00F35423" w:rsidP="00DB5400">
      <w:pPr>
        <w:pStyle w:val="Rubric"/>
      </w:pPr>
    </w:p>
    <w:p w14:paraId="5502FF98" w14:textId="77777777" w:rsidR="00F35423" w:rsidRDefault="00F35423" w:rsidP="00DB5400">
      <w:pPr>
        <w:pStyle w:val="Rubric"/>
      </w:pPr>
    </w:p>
    <w:p w14:paraId="7636541F" w14:textId="77777777" w:rsidR="00F35423" w:rsidRDefault="00F35423" w:rsidP="00DB5400">
      <w:pPr>
        <w:pStyle w:val="Rubric"/>
      </w:pPr>
    </w:p>
    <w:p w14:paraId="248CB031" w14:textId="77777777" w:rsidR="00F35423" w:rsidRDefault="00F35423" w:rsidP="00DB5400">
      <w:pPr>
        <w:pStyle w:val="Rubric"/>
      </w:pPr>
    </w:p>
    <w:p w14:paraId="4CD4B40A" w14:textId="77777777" w:rsidR="00F35423" w:rsidRDefault="00F35423" w:rsidP="00DB5400">
      <w:pPr>
        <w:pStyle w:val="Rubric"/>
      </w:pPr>
    </w:p>
    <w:p w14:paraId="3A6D65BD" w14:textId="58E3D40D" w:rsidR="00F35423" w:rsidRDefault="00F35423" w:rsidP="00DB5400">
      <w:pPr>
        <w:pStyle w:val="Rubric"/>
      </w:pPr>
    </w:p>
    <w:p w14:paraId="374AD043" w14:textId="4C247680" w:rsidR="000C576B" w:rsidRDefault="000C576B" w:rsidP="00DB5400">
      <w:pPr>
        <w:pStyle w:val="Rubric"/>
      </w:pPr>
    </w:p>
    <w:p w14:paraId="2DE2F660" w14:textId="77128D99" w:rsidR="000C576B" w:rsidRDefault="000C576B" w:rsidP="00DB5400">
      <w:pPr>
        <w:pStyle w:val="Rubric"/>
      </w:pPr>
    </w:p>
    <w:p w14:paraId="1DCF26C9" w14:textId="2F0FBEC5" w:rsidR="000C576B" w:rsidRDefault="000C576B" w:rsidP="00DB5400">
      <w:pPr>
        <w:pStyle w:val="Rubric"/>
      </w:pPr>
    </w:p>
    <w:p w14:paraId="0A164591" w14:textId="13776F6B" w:rsidR="000C576B" w:rsidRDefault="000C576B" w:rsidP="00DB5400">
      <w:pPr>
        <w:pStyle w:val="Rubric"/>
      </w:pPr>
    </w:p>
    <w:p w14:paraId="67FA27FF" w14:textId="02DD5076" w:rsidR="000C576B" w:rsidRDefault="000C576B" w:rsidP="00DB5400">
      <w:pPr>
        <w:pStyle w:val="Rubric"/>
      </w:pPr>
    </w:p>
    <w:p w14:paraId="7F6464C7" w14:textId="497B230D" w:rsidR="000C576B" w:rsidRDefault="000C576B" w:rsidP="00DB5400">
      <w:pPr>
        <w:pStyle w:val="Rubric"/>
      </w:pPr>
    </w:p>
    <w:p w14:paraId="13FC84C3" w14:textId="7573077E" w:rsidR="000C576B" w:rsidRDefault="000C576B" w:rsidP="00DB5400">
      <w:pPr>
        <w:pStyle w:val="Rubric"/>
      </w:pPr>
    </w:p>
    <w:p w14:paraId="58F375AB" w14:textId="0EF5F592" w:rsidR="00C71402" w:rsidRDefault="00C71402" w:rsidP="00DB5400">
      <w:pPr>
        <w:pStyle w:val="Rubric"/>
      </w:pPr>
    </w:p>
    <w:p w14:paraId="0CDA8A5B" w14:textId="36FA6DE5" w:rsidR="00C71402" w:rsidRDefault="00C71402" w:rsidP="00DB5400">
      <w:pPr>
        <w:pStyle w:val="Rubric"/>
      </w:pPr>
    </w:p>
    <w:p w14:paraId="4056C3CE" w14:textId="5BA298F7" w:rsidR="00C71402" w:rsidRDefault="00C71402" w:rsidP="00DB5400">
      <w:pPr>
        <w:pStyle w:val="Rubric"/>
      </w:pPr>
    </w:p>
    <w:p w14:paraId="07D3217D" w14:textId="49B85F26" w:rsidR="00C71402" w:rsidRDefault="00C71402" w:rsidP="00DB5400">
      <w:pPr>
        <w:pStyle w:val="Rubric"/>
      </w:pPr>
    </w:p>
    <w:p w14:paraId="41270B1F" w14:textId="11E287B2" w:rsidR="00C71402" w:rsidRDefault="00C71402" w:rsidP="00DB5400">
      <w:pPr>
        <w:pStyle w:val="Rubric"/>
      </w:pPr>
    </w:p>
    <w:p w14:paraId="3A7C6C90" w14:textId="525DB34B" w:rsidR="00C71402" w:rsidRDefault="00C71402" w:rsidP="00DB5400">
      <w:pPr>
        <w:pStyle w:val="Rubric"/>
      </w:pPr>
    </w:p>
    <w:p w14:paraId="6FB41C0F" w14:textId="6BA56727" w:rsidR="00C71402" w:rsidRDefault="00C71402" w:rsidP="00DB5400">
      <w:pPr>
        <w:pStyle w:val="Rubric"/>
      </w:pPr>
    </w:p>
    <w:p w14:paraId="43733F2D" w14:textId="374B6C80" w:rsidR="00C71402" w:rsidRDefault="00C71402" w:rsidP="00DB5400">
      <w:pPr>
        <w:pStyle w:val="Rubric"/>
      </w:pPr>
    </w:p>
    <w:p w14:paraId="638E4B75" w14:textId="64F1A2FD" w:rsidR="00C71402" w:rsidRDefault="00C71402" w:rsidP="00DB5400">
      <w:pPr>
        <w:pStyle w:val="Rubric"/>
      </w:pPr>
    </w:p>
    <w:p w14:paraId="2506BBCC" w14:textId="0E5F4C91" w:rsidR="00C71402" w:rsidRDefault="00C71402" w:rsidP="00DB5400">
      <w:pPr>
        <w:pStyle w:val="Rubric"/>
      </w:pPr>
    </w:p>
    <w:p w14:paraId="790906C7" w14:textId="6A55F1A8" w:rsidR="00C71402" w:rsidRDefault="00C71402" w:rsidP="00DB5400">
      <w:pPr>
        <w:pStyle w:val="Rubric"/>
      </w:pPr>
    </w:p>
    <w:p w14:paraId="7E24B37D" w14:textId="6106AD1B" w:rsidR="00C71402" w:rsidRDefault="00C71402" w:rsidP="00DB5400">
      <w:pPr>
        <w:pStyle w:val="Rubric"/>
      </w:pPr>
    </w:p>
    <w:p w14:paraId="582BD7D3" w14:textId="25038C86" w:rsidR="00C71402" w:rsidRDefault="00C71402" w:rsidP="00DB5400">
      <w:pPr>
        <w:pStyle w:val="Rubric"/>
      </w:pPr>
    </w:p>
    <w:p w14:paraId="1432C67A" w14:textId="77777777" w:rsidR="00C71402" w:rsidRDefault="00C71402" w:rsidP="00DB5400">
      <w:pPr>
        <w:pStyle w:val="Rubric"/>
      </w:pPr>
    </w:p>
    <w:p w14:paraId="5456CB87" w14:textId="77777777" w:rsidR="00C71402" w:rsidRDefault="00C71402" w:rsidP="00DB5400">
      <w:pPr>
        <w:pStyle w:val="Rubric"/>
      </w:pPr>
    </w:p>
    <w:p w14:paraId="1F662B4B" w14:textId="77777777" w:rsidR="00C71402" w:rsidRDefault="00C71402" w:rsidP="00DB5400">
      <w:pPr>
        <w:pStyle w:val="Rubric"/>
      </w:pPr>
    </w:p>
    <w:p w14:paraId="2C294A18" w14:textId="77777777" w:rsidR="00C71402" w:rsidRDefault="00C71402" w:rsidP="00DB5400">
      <w:pPr>
        <w:pStyle w:val="Rubric"/>
      </w:pPr>
    </w:p>
    <w:p w14:paraId="29ACD394" w14:textId="77777777" w:rsidR="00F35A23" w:rsidRDefault="00F35A23" w:rsidP="00DB5400">
      <w:pPr>
        <w:pStyle w:val="Rubric"/>
      </w:pPr>
    </w:p>
    <w:p w14:paraId="66D36851" w14:textId="72211CE9" w:rsidR="00F35A23" w:rsidRDefault="00F35A23" w:rsidP="00DB5400">
      <w:pPr>
        <w:pStyle w:val="Rubric"/>
      </w:pPr>
    </w:p>
    <w:p w14:paraId="7B5F022A" w14:textId="17AC1BB0" w:rsidR="00F35A23" w:rsidRPr="001237C3" w:rsidRDefault="00F35A23" w:rsidP="00DB5400">
      <w:pPr>
        <w:pStyle w:val="Rubric"/>
        <w:rPr>
          <w:b w:val="0"/>
        </w:rPr>
      </w:pPr>
      <w:r w:rsidRPr="001237C3">
        <w:rPr>
          <w:b w:val="0"/>
        </w:rPr>
        <w:t>You have discussed this with your boss in the management meeting at the end of March and she</w:t>
      </w:r>
      <w:r w:rsidR="002F3CE9">
        <w:rPr>
          <w:b w:val="0"/>
        </w:rPr>
        <w:t> </w:t>
      </w:r>
      <w:r w:rsidRPr="001237C3">
        <w:rPr>
          <w:b w:val="0"/>
        </w:rPr>
        <w:t>said this:</w:t>
      </w:r>
    </w:p>
    <w:p w14:paraId="64711647" w14:textId="617083CC" w:rsidR="00F35A23" w:rsidRDefault="00F35A23" w:rsidP="00DB5400">
      <w:pPr>
        <w:pStyle w:val="Rubric"/>
      </w:pPr>
    </w:p>
    <w:p w14:paraId="347D196E" w14:textId="40AEF2D3" w:rsidR="00F35A23" w:rsidRPr="000A4A01" w:rsidRDefault="00F35A23" w:rsidP="00DB5400">
      <w:pPr>
        <w:pStyle w:val="Rubric"/>
        <w:rPr>
          <w:b w:val="0"/>
          <w:i/>
        </w:rPr>
      </w:pPr>
      <w:r w:rsidRPr="000A4A01">
        <w:rPr>
          <w:b w:val="0"/>
          <w:i/>
        </w:rPr>
        <w:t>“It</w:t>
      </w:r>
      <w:r w:rsidR="00F85E6D">
        <w:rPr>
          <w:b w:val="0"/>
          <w:i/>
        </w:rPr>
        <w:t>’</w:t>
      </w:r>
      <w:r w:rsidRPr="000A4A01">
        <w:rPr>
          <w:b w:val="0"/>
          <w:i/>
        </w:rPr>
        <w:t>s really not acceptable. They are a large company and they shouldn’t delay payments like this, especially for small companies like ourselves. It</w:t>
      </w:r>
      <w:r w:rsidR="00980317">
        <w:rPr>
          <w:b w:val="0"/>
          <w:i/>
        </w:rPr>
        <w:t> </w:t>
      </w:r>
      <w:r w:rsidRPr="000A4A01">
        <w:rPr>
          <w:b w:val="0"/>
          <w:i/>
        </w:rPr>
        <w:t>makes a real difference to w</w:t>
      </w:r>
      <w:r w:rsidR="00F85E6D">
        <w:rPr>
          <w:b w:val="0"/>
          <w:i/>
        </w:rPr>
        <w:t>hether we can pay wages or not.</w:t>
      </w:r>
    </w:p>
    <w:p w14:paraId="5CD7ADA3" w14:textId="10DD02E5" w:rsidR="00F35A23" w:rsidRPr="000A4A01" w:rsidRDefault="00F35A23" w:rsidP="00DB5400">
      <w:pPr>
        <w:pStyle w:val="Rubric"/>
        <w:rPr>
          <w:b w:val="0"/>
          <w:i/>
        </w:rPr>
      </w:pPr>
      <w:r w:rsidRPr="000A4A01">
        <w:rPr>
          <w:b w:val="0"/>
          <w:i/>
        </w:rPr>
        <w:t xml:space="preserve">It’s a difficult </w:t>
      </w:r>
      <w:r w:rsidR="00660FB8" w:rsidRPr="000A4A01">
        <w:rPr>
          <w:b w:val="0"/>
          <w:i/>
        </w:rPr>
        <w:t xml:space="preserve">issue to handle but we need to make clear that they should pay </w:t>
      </w:r>
      <w:r w:rsidR="000A4A01" w:rsidRPr="000A4A01">
        <w:rPr>
          <w:b w:val="0"/>
          <w:i/>
        </w:rPr>
        <w:t>immediately,</w:t>
      </w:r>
      <w:r w:rsidR="00660FB8" w:rsidRPr="000A4A01">
        <w:rPr>
          <w:b w:val="0"/>
          <w:i/>
        </w:rPr>
        <w:t xml:space="preserve"> or we </w:t>
      </w:r>
      <w:r w:rsidR="0067147B">
        <w:rPr>
          <w:b w:val="0"/>
          <w:i/>
        </w:rPr>
        <w:t>will</w:t>
      </w:r>
      <w:r w:rsidR="0067147B" w:rsidRPr="000A4A01">
        <w:rPr>
          <w:b w:val="0"/>
          <w:i/>
        </w:rPr>
        <w:t xml:space="preserve"> </w:t>
      </w:r>
      <w:r w:rsidR="00660FB8" w:rsidRPr="000A4A01">
        <w:rPr>
          <w:b w:val="0"/>
          <w:i/>
        </w:rPr>
        <w:t xml:space="preserve">start charging interest on the invoice. </w:t>
      </w:r>
      <w:r w:rsidR="006572D0" w:rsidRPr="000A4A01">
        <w:rPr>
          <w:b w:val="0"/>
          <w:i/>
        </w:rPr>
        <w:t xml:space="preserve">We don’t want to upset them as clients, so try to make it clear how important it is that we are paid on time. Appeal to their </w:t>
      </w:r>
      <w:r w:rsidR="000A4A01" w:rsidRPr="000A4A01">
        <w:rPr>
          <w:b w:val="0"/>
          <w:i/>
        </w:rPr>
        <w:t>sense of right and wrong if you need to!</w:t>
      </w:r>
      <w:r w:rsidR="006572D0" w:rsidRPr="000A4A01">
        <w:rPr>
          <w:b w:val="0"/>
          <w:i/>
        </w:rPr>
        <w:t>”</w:t>
      </w:r>
    </w:p>
    <w:p w14:paraId="420B4EA3" w14:textId="56ECF916" w:rsidR="00203476" w:rsidRDefault="00980317" w:rsidP="006C03F4">
      <w:pPr>
        <w:pStyle w:val="Text"/>
      </w:pPr>
      <w:r>
        <w:br w:type="column"/>
      </w:r>
      <w:r>
        <w:lastRenderedPageBreak/>
        <w:t>You have been asked to w</w:t>
      </w:r>
      <w:r w:rsidR="00203476">
        <w:t>rite a</w:t>
      </w:r>
      <w:r w:rsidR="00132229">
        <w:t xml:space="preserve"> formal letter</w:t>
      </w:r>
      <w:r w:rsidR="000A4A01">
        <w:t xml:space="preserve"> to the</w:t>
      </w:r>
      <w:r w:rsidR="00A30821">
        <w:t> </w:t>
      </w:r>
      <w:r w:rsidR="000A4A01">
        <w:t xml:space="preserve">finance department of </w:t>
      </w:r>
      <w:proofErr w:type="spellStart"/>
      <w:r w:rsidR="00132229">
        <w:t>Vindiva</w:t>
      </w:r>
      <w:proofErr w:type="spellEnd"/>
      <w:r>
        <w:t>,</w:t>
      </w:r>
      <w:r w:rsidR="00132229">
        <w:t xml:space="preserve"> </w:t>
      </w:r>
      <w:r w:rsidR="000A4A01">
        <w:t>explaining the situatio</w:t>
      </w:r>
      <w:r w:rsidR="002D4BB9">
        <w:t>n and</w:t>
      </w:r>
      <w:r w:rsidR="000A4A01">
        <w:t xml:space="preserve"> </w:t>
      </w:r>
      <w:r w:rsidR="002D4BB9">
        <w:t>r</w:t>
      </w:r>
      <w:r w:rsidR="00132229">
        <w:t>equest</w:t>
      </w:r>
      <w:r w:rsidR="002D4BB9">
        <w:t>ing</w:t>
      </w:r>
      <w:r w:rsidR="00132229">
        <w:t xml:space="preserve"> that they pay </w:t>
      </w:r>
      <w:r w:rsidR="00203CFB">
        <w:t>the invoice or</w:t>
      </w:r>
      <w:r w:rsidR="00A30821">
        <w:t> </w:t>
      </w:r>
      <w:r w:rsidR="00203CFB">
        <w:t xml:space="preserve">incur additional </w:t>
      </w:r>
      <w:r w:rsidR="0067147B">
        <w:t>charges</w:t>
      </w:r>
      <w:r w:rsidR="00220B05">
        <w:t>.</w:t>
      </w:r>
      <w:r w:rsidR="00A30821">
        <w:t xml:space="preserve"> You</w:t>
      </w:r>
      <w:r w:rsidR="00A30821">
        <w:t xml:space="preserve"> can assume that the</w:t>
      </w:r>
      <w:r w:rsidR="00A30821">
        <w:t> </w:t>
      </w:r>
      <w:r w:rsidR="00A30821">
        <w:t>company’s headed notepaper is used.</w:t>
      </w:r>
    </w:p>
    <w:p w14:paraId="08F03027" w14:textId="77777777" w:rsidR="00A30821" w:rsidRDefault="00A30821" w:rsidP="00A30821">
      <w:pPr>
        <w:pStyle w:val="Rubric"/>
      </w:pPr>
      <w:r>
        <w:t>Task</w:t>
      </w:r>
    </w:p>
    <w:p w14:paraId="595DBE7B" w14:textId="477A0115" w:rsidR="0023102F" w:rsidRPr="0023102F" w:rsidRDefault="00E87589" w:rsidP="008229C9">
      <w:pPr>
        <w:pStyle w:val="Rubric"/>
        <w:spacing w:line="360" w:lineRule="auto"/>
      </w:pPr>
      <w:r w:rsidRPr="00BE658E">
        <w:t>Write</w:t>
      </w:r>
      <w:r w:rsidR="00220B05">
        <w:t xml:space="preserve"> the letter</w:t>
      </w:r>
      <w:r w:rsidR="00A30821">
        <w:t xml:space="preserve">. </w:t>
      </w:r>
      <w:r w:rsidR="0023102F" w:rsidRPr="0023102F">
        <w:t xml:space="preserve">Write </w:t>
      </w:r>
      <w:r w:rsidR="00132229">
        <w:t>2</w:t>
      </w:r>
      <w:r w:rsidR="00492257">
        <w:t>0</w:t>
      </w:r>
      <w:r w:rsidR="00BC379A">
        <w:t>0–</w:t>
      </w:r>
      <w:r w:rsidR="00492257">
        <w:t>25</w:t>
      </w:r>
      <w:r w:rsidR="00132229">
        <w:t>0</w:t>
      </w:r>
      <w:r w:rsidR="0023102F" w:rsidRPr="0023102F">
        <w:t xml:space="preserve"> words. </w:t>
      </w:r>
    </w:p>
    <w:p w14:paraId="3E390364" w14:textId="77777777" w:rsidR="0023102F" w:rsidRDefault="0023102F" w:rsidP="008229C9">
      <w:pPr>
        <w:pStyle w:val="Rubric"/>
        <w:spacing w:line="360" w:lineRule="auto"/>
        <w:rPr>
          <w:b w:val="0"/>
        </w:rPr>
      </w:pPr>
    </w:p>
    <w:p w14:paraId="0E6CEE65" w14:textId="7C615CFB" w:rsidR="008229C9" w:rsidRPr="00FD4139" w:rsidRDefault="008229C9" w:rsidP="008229C9">
      <w:pPr>
        <w:pStyle w:val="Rubric"/>
        <w:spacing w:line="360" w:lineRule="auto"/>
      </w:pPr>
      <w:r w:rsidRPr="00E553E7">
        <w:rPr>
          <w:b w:val="0"/>
        </w:rPr>
        <w:t>________________________________________________________________________________________________________________________________________________________________________</w:t>
      </w:r>
    </w:p>
    <w:p w14:paraId="2D050362" w14:textId="56299797" w:rsidR="00C3272D" w:rsidRDefault="008229C9" w:rsidP="006C03F4">
      <w:pPr>
        <w:pStyle w:val="Rubric"/>
        <w:spacing w:line="360" w:lineRule="auto"/>
      </w:pPr>
      <w:r w:rsidRPr="00E553E7">
        <w:rPr>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53E7">
        <w:rPr>
          <w:b w:val="0"/>
        </w:rPr>
        <w:t>__________________________________________</w:t>
      </w:r>
      <w:r w:rsidR="00A30821" w:rsidRPr="00E553E7">
        <w:rPr>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3272D" w:rsidSect="00B41F63">
      <w:headerReference w:type="even" r:id="rId8"/>
      <w:headerReference w:type="default" r:id="rId9"/>
      <w:footerReference w:type="default" r:id="rId10"/>
      <w:headerReference w:type="first" r:id="rId11"/>
      <w:footerReference w:type="first" r:id="rId12"/>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70856" w14:textId="77777777" w:rsidR="00F16F4C" w:rsidRDefault="00F16F4C">
      <w:r>
        <w:separator/>
      </w:r>
    </w:p>
    <w:p w14:paraId="6207986B" w14:textId="77777777" w:rsidR="00F16F4C" w:rsidRDefault="00F16F4C"/>
    <w:p w14:paraId="586F1E28" w14:textId="77777777" w:rsidR="00F16F4C" w:rsidRDefault="00F16F4C"/>
    <w:p w14:paraId="39E4C3D7" w14:textId="77777777" w:rsidR="00F16F4C" w:rsidRDefault="00F16F4C"/>
    <w:p w14:paraId="1839EABF" w14:textId="77777777" w:rsidR="00F16F4C" w:rsidRDefault="00F16F4C"/>
    <w:p w14:paraId="00EF5A7C" w14:textId="77777777" w:rsidR="00F16F4C" w:rsidRDefault="00F16F4C"/>
  </w:endnote>
  <w:endnote w:type="continuationSeparator" w:id="0">
    <w:p w14:paraId="33E95D32" w14:textId="77777777" w:rsidR="00F16F4C" w:rsidRDefault="00F16F4C">
      <w:r>
        <w:continuationSeparator/>
      </w:r>
    </w:p>
    <w:p w14:paraId="1AA916AA" w14:textId="77777777" w:rsidR="00F16F4C" w:rsidRDefault="00F16F4C"/>
    <w:p w14:paraId="63D746E1" w14:textId="77777777" w:rsidR="00F16F4C" w:rsidRDefault="00F16F4C"/>
    <w:p w14:paraId="54C71EBF" w14:textId="77777777" w:rsidR="00F16F4C" w:rsidRDefault="00F16F4C"/>
    <w:p w14:paraId="75F36CA3" w14:textId="77777777" w:rsidR="00F16F4C" w:rsidRDefault="00F16F4C"/>
    <w:p w14:paraId="169B8E98" w14:textId="77777777" w:rsidR="00F16F4C" w:rsidRDefault="00F1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7A7A" w14:textId="14689F0B" w:rsidR="00B41F63" w:rsidRPr="00B60917" w:rsidRDefault="00B41F63" w:rsidP="006B29A8">
    <w:pPr>
      <w:pStyle w:val="Text"/>
      <w:tabs>
        <w:tab w:val="right" w:pos="9720"/>
      </w:tabs>
    </w:pPr>
    <w:r w:rsidRPr="00B60917">
      <w:t>© Pearson</w:t>
    </w:r>
    <w:r w:rsidR="00980317">
      <w:t xml:space="preserve"> Education 2019</w:t>
    </w:r>
    <w:r w:rsidRPr="00B60917">
      <w:t xml:space="preserve">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1237C3">
      <w:rPr>
        <w:noProof/>
        <w:sz w:val="16"/>
        <w:szCs w:val="16"/>
      </w:rPr>
      <w:t>3</w:t>
    </w:r>
    <w:r w:rsidRPr="00B60917">
      <w:rPr>
        <w:sz w:val="16"/>
        <w:szCs w:val="16"/>
      </w:rPr>
      <w:fldChar w:fldCharType="end"/>
    </w:r>
  </w:p>
  <w:p w14:paraId="01E07224" w14:textId="37C5A70D" w:rsidR="00B41F63" w:rsidRPr="00B60917" w:rsidRDefault="00E77F78" w:rsidP="00E77F78">
    <w:pPr>
      <w:pStyle w:val="Text"/>
      <w:tabs>
        <w:tab w:val="clear" w:pos="567"/>
        <w:tab w:val="left" w:pos="1451"/>
      </w:tabs>
    </w:pPr>
    <w:r>
      <w:tab/>
    </w:r>
  </w:p>
  <w:p w14:paraId="1A877E10" w14:textId="77777777" w:rsidR="00B41F63" w:rsidRDefault="00B41F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69F3" w14:textId="77777777" w:rsidR="00B41F63" w:rsidRPr="00D40881" w:rsidRDefault="00B41F63"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6CE6435A" w14:textId="77777777" w:rsidR="00B41F63" w:rsidRPr="00D40881" w:rsidRDefault="00B41F63" w:rsidP="00B74096">
    <w:pPr>
      <w:pStyle w:val="TextList"/>
    </w:pPr>
  </w:p>
  <w:p w14:paraId="58B2B6C0" w14:textId="77777777" w:rsidR="00B41F63" w:rsidRDefault="00B41F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D2FDC" w14:textId="77777777" w:rsidR="00F16F4C" w:rsidRDefault="00F16F4C">
      <w:r>
        <w:separator/>
      </w:r>
    </w:p>
    <w:p w14:paraId="74A1BE8B" w14:textId="77777777" w:rsidR="00F16F4C" w:rsidRDefault="00F16F4C"/>
    <w:p w14:paraId="7C17E077" w14:textId="77777777" w:rsidR="00F16F4C" w:rsidRDefault="00F16F4C"/>
    <w:p w14:paraId="3B0B2CBE" w14:textId="77777777" w:rsidR="00F16F4C" w:rsidRDefault="00F16F4C"/>
    <w:p w14:paraId="36C04413" w14:textId="77777777" w:rsidR="00F16F4C" w:rsidRDefault="00F16F4C"/>
    <w:p w14:paraId="09005895" w14:textId="77777777" w:rsidR="00F16F4C" w:rsidRDefault="00F16F4C"/>
  </w:footnote>
  <w:footnote w:type="continuationSeparator" w:id="0">
    <w:p w14:paraId="26C550B8" w14:textId="77777777" w:rsidR="00F16F4C" w:rsidRDefault="00F16F4C">
      <w:r>
        <w:continuationSeparator/>
      </w:r>
    </w:p>
    <w:p w14:paraId="7AB676FC" w14:textId="77777777" w:rsidR="00F16F4C" w:rsidRDefault="00F16F4C"/>
    <w:p w14:paraId="44FFA113" w14:textId="77777777" w:rsidR="00F16F4C" w:rsidRDefault="00F16F4C"/>
    <w:p w14:paraId="1DD335BD" w14:textId="77777777" w:rsidR="00F16F4C" w:rsidRDefault="00F16F4C"/>
    <w:p w14:paraId="4AC15359" w14:textId="77777777" w:rsidR="00F16F4C" w:rsidRDefault="00F16F4C"/>
    <w:p w14:paraId="75A7664E" w14:textId="77777777" w:rsidR="00F16F4C" w:rsidRDefault="00F16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2BDE2" w14:textId="77777777" w:rsidR="00B41F63" w:rsidRDefault="00B41F63"/>
  <w:p w14:paraId="3D8B6E94" w14:textId="77777777" w:rsidR="00B41F63" w:rsidRDefault="00B41F63"/>
  <w:p w14:paraId="291DF7B0" w14:textId="77777777" w:rsidR="00B41F63" w:rsidRDefault="00B41F63"/>
  <w:p w14:paraId="7DB3DF32" w14:textId="77777777" w:rsidR="00B41F63" w:rsidRDefault="00B41F63"/>
  <w:p w14:paraId="78866D35" w14:textId="77777777" w:rsidR="00B41F63" w:rsidRDefault="00B41F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D00E8" w14:textId="7C0F4497" w:rsidR="00B41F63" w:rsidRPr="002370A3" w:rsidRDefault="00B41F63" w:rsidP="002370A3">
    <w:pPr>
      <w:ind w:left="-993"/>
    </w:pPr>
    <w:r>
      <w:rPr>
        <w:noProof/>
        <w:lang w:val="en-US" w:eastAsia="en-US"/>
      </w:rPr>
      <mc:AlternateContent>
        <mc:Choice Requires="wps">
          <w:drawing>
            <wp:anchor distT="0" distB="0" distL="114300" distR="114300" simplePos="0" relativeHeight="251655680" behindDoc="0" locked="0" layoutInCell="1" allowOverlap="1" wp14:anchorId="0F600400" wp14:editId="435E2C06">
              <wp:simplePos x="0" y="0"/>
              <wp:positionH relativeFrom="column">
                <wp:posOffset>3455035</wp:posOffset>
              </wp:positionH>
              <wp:positionV relativeFrom="paragraph">
                <wp:posOffset>66675</wp:posOffset>
              </wp:positionV>
              <wp:extent cx="3399155" cy="97155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97155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005A265F" w14:textId="01E06B00" w:rsidR="00B41F63" w:rsidRDefault="00B41F63" w:rsidP="006C03F4">
                          <w:pPr>
                            <w:spacing w:line="480" w:lineRule="auto"/>
                            <w:rPr>
                              <w:rFonts w:ascii="Arial" w:hAnsi="Arial"/>
                              <w:b/>
                              <w:sz w:val="28"/>
                              <w:szCs w:val="28"/>
                            </w:rPr>
                          </w:pPr>
                          <w:r>
                            <w:rPr>
                              <w:rFonts w:ascii="Arial" w:hAnsi="Arial"/>
                              <w:b/>
                              <w:sz w:val="28"/>
                              <w:szCs w:val="28"/>
                            </w:rPr>
                            <w:t xml:space="preserve">UNIT </w:t>
                          </w:r>
                          <w:r w:rsidR="00F93BF2">
                            <w:rPr>
                              <w:rFonts w:ascii="Arial" w:hAnsi="Arial"/>
                              <w:b/>
                              <w:sz w:val="28"/>
                              <w:szCs w:val="28"/>
                            </w:rPr>
                            <w:t>3</w:t>
                          </w:r>
                          <w:r>
                            <w:rPr>
                              <w:rFonts w:ascii="Arial" w:hAnsi="Arial"/>
                              <w:b/>
                              <w:sz w:val="28"/>
                              <w:szCs w:val="28"/>
                            </w:rPr>
                            <w:t>: LCCI English for Business</w:t>
                          </w:r>
                        </w:p>
                        <w:p w14:paraId="19759DF1" w14:textId="222436C2" w:rsidR="002F3CE9" w:rsidRPr="004A4A63" w:rsidRDefault="002F3CE9" w:rsidP="006C03F4">
                          <w:pPr>
                            <w:pStyle w:val="Text"/>
                            <w:spacing w:line="480" w:lineRule="auto"/>
                          </w:pPr>
                          <w:r>
                            <w:rPr>
                              <w:b/>
                              <w:bCs/>
                            </w:rPr>
                            <w:t>Name: _________________</w:t>
                          </w:r>
                          <w:r>
                            <w:rPr>
                              <w:b/>
                              <w:bCs/>
                            </w:rPr>
                            <w:t>________</w:t>
                          </w:r>
                          <w:r>
                            <w:rPr>
                              <w:b/>
                              <w:bCs/>
                            </w:rPr>
                            <w:t>__________</w:t>
                          </w:r>
                        </w:p>
                        <w:p w14:paraId="1D7EAC75" w14:textId="77777777" w:rsidR="00B41F63" w:rsidRDefault="00B41F63" w:rsidP="006C03F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00400" id="_x0000_t202" coordsize="21600,21600" o:spt="202" path="m,l,21600r21600,l21600,xe">
              <v:stroke joinstyle="miter"/>
              <v:path gradientshapeok="t" o:connecttype="rect"/>
            </v:shapetype>
            <v:shape id="Text Box 14" o:spid="_x0000_s1028" type="#_x0000_t202" style="position:absolute;left:0;text-align:left;margin-left:272.05pt;margin-top:5.25pt;width:267.65pt;height:7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" filled="f" stroked="f">
              <v:textbox inset=",7.2pt,,7.2pt">
                <w:txbxContent>
                  <w:p w14:paraId="005A265F" w14:textId="01E06B00" w:rsidR="00B41F63" w:rsidRDefault="00B41F63" w:rsidP="006C03F4">
                    <w:pPr>
                      <w:spacing w:line="480" w:lineRule="auto"/>
                      <w:rPr>
                        <w:rFonts w:ascii="Arial" w:hAnsi="Arial"/>
                        <w:b/>
                        <w:sz w:val="28"/>
                        <w:szCs w:val="28"/>
                      </w:rPr>
                    </w:pPr>
                    <w:r>
                      <w:rPr>
                        <w:rFonts w:ascii="Arial" w:hAnsi="Arial"/>
                        <w:b/>
                        <w:sz w:val="28"/>
                        <w:szCs w:val="28"/>
                      </w:rPr>
                      <w:t xml:space="preserve">UNIT </w:t>
                    </w:r>
                    <w:r w:rsidR="00F93BF2">
                      <w:rPr>
                        <w:rFonts w:ascii="Arial" w:hAnsi="Arial"/>
                        <w:b/>
                        <w:sz w:val="28"/>
                        <w:szCs w:val="28"/>
                      </w:rPr>
                      <w:t>3</w:t>
                    </w:r>
                    <w:r>
                      <w:rPr>
                        <w:rFonts w:ascii="Arial" w:hAnsi="Arial"/>
                        <w:b/>
                        <w:sz w:val="28"/>
                        <w:szCs w:val="28"/>
                      </w:rPr>
                      <w:t>: LCCI English for Business</w:t>
                    </w:r>
                  </w:p>
                  <w:p w14:paraId="19759DF1" w14:textId="222436C2" w:rsidR="002F3CE9" w:rsidRPr="004A4A63" w:rsidRDefault="002F3CE9" w:rsidP="006C03F4">
                    <w:pPr>
                      <w:pStyle w:val="Text"/>
                      <w:spacing w:line="480" w:lineRule="auto"/>
                    </w:pPr>
                    <w:r>
                      <w:rPr>
                        <w:b/>
                        <w:bCs/>
                      </w:rPr>
                      <w:t>Name: _________________</w:t>
                    </w:r>
                    <w:r>
                      <w:rPr>
                        <w:b/>
                        <w:bCs/>
                      </w:rPr>
                      <w:t>________</w:t>
                    </w:r>
                    <w:r>
                      <w:rPr>
                        <w:b/>
                        <w:bCs/>
                      </w:rPr>
                      <w:t>__________</w:t>
                    </w:r>
                  </w:p>
                  <w:p w14:paraId="1D7EAC75" w14:textId="77777777" w:rsidR="00B41F63" w:rsidRDefault="00B41F63" w:rsidP="006C03F4"/>
                </w:txbxContent>
              </v:textbox>
            </v:shape>
          </w:pict>
        </mc:Fallback>
      </mc:AlternateContent>
    </w:r>
    <w:r w:rsidR="000737A6">
      <w:rPr>
        <w:noProof/>
      </w:rPr>
      <w:drawing>
        <wp:inline distT="0" distB="0" distL="0" distR="0" wp14:anchorId="70C75EF2" wp14:editId="5F15BE9F">
          <wp:extent cx="4160520" cy="1234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stretch>
                    <a:fillRect/>
                  </a:stretch>
                </pic:blipFill>
                <pic:spPr>
                  <a:xfrm>
                    <a:off x="0" y="0"/>
                    <a:ext cx="4160520" cy="12344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E29EF" w14:textId="77777777" w:rsidR="00B41F63" w:rsidRPr="00D40881" w:rsidRDefault="00B41F63"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396B6481" w14:textId="77777777" w:rsidR="00B41F63" w:rsidRPr="00D40881" w:rsidRDefault="00B41F63"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67FB88EB" w14:textId="77777777" w:rsidR="00B41F63" w:rsidRPr="00D40881" w:rsidRDefault="00B41F63" w:rsidP="005623CF">
    <w:pPr>
      <w:pStyle w:val="Text"/>
    </w:pPr>
  </w:p>
  <w:p w14:paraId="37C09A54" w14:textId="77777777" w:rsidR="00B41F63" w:rsidRDefault="00B41F63" w:rsidP="004929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2"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690412"/>
    <w:multiLevelType w:val="hybridMultilevel"/>
    <w:tmpl w:val="56240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19"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7"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2"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3"/>
  </w:num>
  <w:num w:numId="3">
    <w:abstractNumId w:val="16"/>
  </w:num>
  <w:num w:numId="4">
    <w:abstractNumId w:val="30"/>
  </w:num>
  <w:num w:numId="5">
    <w:abstractNumId w:val="36"/>
  </w:num>
  <w:num w:numId="6">
    <w:abstractNumId w:val="32"/>
  </w:num>
  <w:num w:numId="7">
    <w:abstractNumId w:val="25"/>
  </w:num>
  <w:num w:numId="8">
    <w:abstractNumId w:val="34"/>
  </w:num>
  <w:num w:numId="9">
    <w:abstractNumId w:val="7"/>
  </w:num>
  <w:num w:numId="10">
    <w:abstractNumId w:val="35"/>
  </w:num>
  <w:num w:numId="11">
    <w:abstractNumId w:val="3"/>
  </w:num>
  <w:num w:numId="12">
    <w:abstractNumId w:val="4"/>
  </w:num>
  <w:num w:numId="13">
    <w:abstractNumId w:val="28"/>
  </w:num>
  <w:num w:numId="14">
    <w:abstractNumId w:val="5"/>
  </w:num>
  <w:num w:numId="15">
    <w:abstractNumId w:val="29"/>
  </w:num>
  <w:num w:numId="16">
    <w:abstractNumId w:val="31"/>
  </w:num>
  <w:num w:numId="17">
    <w:abstractNumId w:val="26"/>
  </w:num>
  <w:num w:numId="18">
    <w:abstractNumId w:val="15"/>
  </w:num>
  <w:num w:numId="19">
    <w:abstractNumId w:val="0"/>
  </w:num>
  <w:num w:numId="20">
    <w:abstractNumId w:val="10"/>
  </w:num>
  <w:num w:numId="21">
    <w:abstractNumId w:val="13"/>
  </w:num>
  <w:num w:numId="22">
    <w:abstractNumId w:val="2"/>
  </w:num>
  <w:num w:numId="23">
    <w:abstractNumId w:val="1"/>
  </w:num>
  <w:num w:numId="24">
    <w:abstractNumId w:val="14"/>
  </w:num>
  <w:num w:numId="25">
    <w:abstractNumId w:val="9"/>
  </w:num>
  <w:num w:numId="26">
    <w:abstractNumId w:val="21"/>
  </w:num>
  <w:num w:numId="27">
    <w:abstractNumId w:val="8"/>
  </w:num>
  <w:num w:numId="28">
    <w:abstractNumId w:val="11"/>
  </w:num>
  <w:num w:numId="29">
    <w:abstractNumId w:val="24"/>
  </w:num>
  <w:num w:numId="30">
    <w:abstractNumId w:val="23"/>
  </w:num>
  <w:num w:numId="31">
    <w:abstractNumId w:val="12"/>
  </w:num>
  <w:num w:numId="32">
    <w:abstractNumId w:val="22"/>
  </w:num>
  <w:num w:numId="33">
    <w:abstractNumId w:val="27"/>
  </w:num>
  <w:num w:numId="34">
    <w:abstractNumId w:val="18"/>
  </w:num>
  <w:num w:numId="35">
    <w:abstractNumId w:val="19"/>
  </w:num>
  <w:num w:numId="36">
    <w:abstractNumId w:val="6"/>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0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0905"/>
    <w:rsid w:val="00003ACC"/>
    <w:rsid w:val="00003ECC"/>
    <w:rsid w:val="000054A6"/>
    <w:rsid w:val="000061C4"/>
    <w:rsid w:val="00012961"/>
    <w:rsid w:val="000171B0"/>
    <w:rsid w:val="00017D90"/>
    <w:rsid w:val="00020FE4"/>
    <w:rsid w:val="00025AE0"/>
    <w:rsid w:val="00030328"/>
    <w:rsid w:val="00030842"/>
    <w:rsid w:val="00030D10"/>
    <w:rsid w:val="000318C4"/>
    <w:rsid w:val="000331F0"/>
    <w:rsid w:val="0003657E"/>
    <w:rsid w:val="00037894"/>
    <w:rsid w:val="00044A08"/>
    <w:rsid w:val="00044E0B"/>
    <w:rsid w:val="0005139E"/>
    <w:rsid w:val="00053231"/>
    <w:rsid w:val="00053C7B"/>
    <w:rsid w:val="00054F23"/>
    <w:rsid w:val="000553DC"/>
    <w:rsid w:val="00055BAA"/>
    <w:rsid w:val="00062318"/>
    <w:rsid w:val="00067AA9"/>
    <w:rsid w:val="00071A9C"/>
    <w:rsid w:val="000737A6"/>
    <w:rsid w:val="00074226"/>
    <w:rsid w:val="00075862"/>
    <w:rsid w:val="00077D33"/>
    <w:rsid w:val="00087998"/>
    <w:rsid w:val="00093528"/>
    <w:rsid w:val="00093C90"/>
    <w:rsid w:val="000A32BD"/>
    <w:rsid w:val="000A37D1"/>
    <w:rsid w:val="000A3A73"/>
    <w:rsid w:val="000A4A01"/>
    <w:rsid w:val="000A6038"/>
    <w:rsid w:val="000A7BFC"/>
    <w:rsid w:val="000B4F9A"/>
    <w:rsid w:val="000C04B7"/>
    <w:rsid w:val="000C0F68"/>
    <w:rsid w:val="000C23E2"/>
    <w:rsid w:val="000C27B3"/>
    <w:rsid w:val="000C352E"/>
    <w:rsid w:val="000C576B"/>
    <w:rsid w:val="000C68F2"/>
    <w:rsid w:val="000D00CA"/>
    <w:rsid w:val="000D56F5"/>
    <w:rsid w:val="000D7573"/>
    <w:rsid w:val="000E03F1"/>
    <w:rsid w:val="000F07D2"/>
    <w:rsid w:val="000F5211"/>
    <w:rsid w:val="000F5608"/>
    <w:rsid w:val="00100501"/>
    <w:rsid w:val="00100F80"/>
    <w:rsid w:val="0010783F"/>
    <w:rsid w:val="001079D4"/>
    <w:rsid w:val="0011398D"/>
    <w:rsid w:val="00115729"/>
    <w:rsid w:val="00121274"/>
    <w:rsid w:val="00122354"/>
    <w:rsid w:val="0012334D"/>
    <w:rsid w:val="001237C3"/>
    <w:rsid w:val="00132229"/>
    <w:rsid w:val="00137B35"/>
    <w:rsid w:val="001406F1"/>
    <w:rsid w:val="00144336"/>
    <w:rsid w:val="001449F4"/>
    <w:rsid w:val="00144C0B"/>
    <w:rsid w:val="00147707"/>
    <w:rsid w:val="00150A21"/>
    <w:rsid w:val="00154E87"/>
    <w:rsid w:val="001571DC"/>
    <w:rsid w:val="001574DA"/>
    <w:rsid w:val="00157E4C"/>
    <w:rsid w:val="001622D5"/>
    <w:rsid w:val="00163C14"/>
    <w:rsid w:val="00167FE6"/>
    <w:rsid w:val="00171144"/>
    <w:rsid w:val="00174DCF"/>
    <w:rsid w:val="00176548"/>
    <w:rsid w:val="00177A57"/>
    <w:rsid w:val="00181088"/>
    <w:rsid w:val="00186277"/>
    <w:rsid w:val="001910AD"/>
    <w:rsid w:val="00191D33"/>
    <w:rsid w:val="001920AC"/>
    <w:rsid w:val="00192A68"/>
    <w:rsid w:val="0019684A"/>
    <w:rsid w:val="00197C7F"/>
    <w:rsid w:val="001A7D22"/>
    <w:rsid w:val="001B0154"/>
    <w:rsid w:val="001B177E"/>
    <w:rsid w:val="001B4052"/>
    <w:rsid w:val="001B582A"/>
    <w:rsid w:val="001C3B81"/>
    <w:rsid w:val="001C3ED6"/>
    <w:rsid w:val="001D0B3E"/>
    <w:rsid w:val="001D1F1F"/>
    <w:rsid w:val="001E3D50"/>
    <w:rsid w:val="001E47B9"/>
    <w:rsid w:val="001E5B67"/>
    <w:rsid w:val="001F1CDF"/>
    <w:rsid w:val="002005B0"/>
    <w:rsid w:val="00203476"/>
    <w:rsid w:val="00203CFB"/>
    <w:rsid w:val="002062FD"/>
    <w:rsid w:val="00210220"/>
    <w:rsid w:val="002140AF"/>
    <w:rsid w:val="002142B4"/>
    <w:rsid w:val="002153D5"/>
    <w:rsid w:val="00215C46"/>
    <w:rsid w:val="00220B05"/>
    <w:rsid w:val="00221A21"/>
    <w:rsid w:val="00222859"/>
    <w:rsid w:val="0023102F"/>
    <w:rsid w:val="0023171E"/>
    <w:rsid w:val="002370A3"/>
    <w:rsid w:val="00240665"/>
    <w:rsid w:val="002409D0"/>
    <w:rsid w:val="00242B69"/>
    <w:rsid w:val="002444C0"/>
    <w:rsid w:val="00245156"/>
    <w:rsid w:val="002462F0"/>
    <w:rsid w:val="00253787"/>
    <w:rsid w:val="00262805"/>
    <w:rsid w:val="00265A5C"/>
    <w:rsid w:val="00272D76"/>
    <w:rsid w:val="00276B33"/>
    <w:rsid w:val="002773EC"/>
    <w:rsid w:val="002805B7"/>
    <w:rsid w:val="00281720"/>
    <w:rsid w:val="00281942"/>
    <w:rsid w:val="00281BC1"/>
    <w:rsid w:val="00283648"/>
    <w:rsid w:val="00284128"/>
    <w:rsid w:val="00284917"/>
    <w:rsid w:val="00291113"/>
    <w:rsid w:val="00291FD8"/>
    <w:rsid w:val="00293BB7"/>
    <w:rsid w:val="00294A23"/>
    <w:rsid w:val="00297691"/>
    <w:rsid w:val="002A0338"/>
    <w:rsid w:val="002A0D49"/>
    <w:rsid w:val="002A2B89"/>
    <w:rsid w:val="002A6BD0"/>
    <w:rsid w:val="002A6D1B"/>
    <w:rsid w:val="002B1393"/>
    <w:rsid w:val="002B7311"/>
    <w:rsid w:val="002C063D"/>
    <w:rsid w:val="002C50AB"/>
    <w:rsid w:val="002C74D7"/>
    <w:rsid w:val="002C7589"/>
    <w:rsid w:val="002D2423"/>
    <w:rsid w:val="002D40D8"/>
    <w:rsid w:val="002D4BB9"/>
    <w:rsid w:val="002E07B9"/>
    <w:rsid w:val="002E100F"/>
    <w:rsid w:val="002E11E3"/>
    <w:rsid w:val="002F3CE9"/>
    <w:rsid w:val="002F4215"/>
    <w:rsid w:val="002F59F7"/>
    <w:rsid w:val="00300765"/>
    <w:rsid w:val="00303D11"/>
    <w:rsid w:val="00305FB4"/>
    <w:rsid w:val="00320B94"/>
    <w:rsid w:val="00320DE1"/>
    <w:rsid w:val="003213D4"/>
    <w:rsid w:val="00325016"/>
    <w:rsid w:val="003352E7"/>
    <w:rsid w:val="003369E6"/>
    <w:rsid w:val="003372F3"/>
    <w:rsid w:val="00343B30"/>
    <w:rsid w:val="00345430"/>
    <w:rsid w:val="00347B9E"/>
    <w:rsid w:val="00350FDF"/>
    <w:rsid w:val="00355D60"/>
    <w:rsid w:val="0036623F"/>
    <w:rsid w:val="00367CC0"/>
    <w:rsid w:val="0037155B"/>
    <w:rsid w:val="00377A1D"/>
    <w:rsid w:val="00380848"/>
    <w:rsid w:val="00384C25"/>
    <w:rsid w:val="003868E2"/>
    <w:rsid w:val="003879A7"/>
    <w:rsid w:val="00393C0D"/>
    <w:rsid w:val="00393E88"/>
    <w:rsid w:val="003A05BB"/>
    <w:rsid w:val="003A1EEB"/>
    <w:rsid w:val="003A3ACE"/>
    <w:rsid w:val="003A451C"/>
    <w:rsid w:val="003A54E6"/>
    <w:rsid w:val="003A7205"/>
    <w:rsid w:val="003A7EDC"/>
    <w:rsid w:val="003B0DAD"/>
    <w:rsid w:val="003B34FD"/>
    <w:rsid w:val="003B724A"/>
    <w:rsid w:val="003C0780"/>
    <w:rsid w:val="003C117C"/>
    <w:rsid w:val="003C2BB7"/>
    <w:rsid w:val="003C414E"/>
    <w:rsid w:val="003C644F"/>
    <w:rsid w:val="003D3173"/>
    <w:rsid w:val="003E28C9"/>
    <w:rsid w:val="003E2B47"/>
    <w:rsid w:val="003F0681"/>
    <w:rsid w:val="003F30C5"/>
    <w:rsid w:val="003F37F9"/>
    <w:rsid w:val="003F3908"/>
    <w:rsid w:val="00402FB9"/>
    <w:rsid w:val="00407853"/>
    <w:rsid w:val="00412FA2"/>
    <w:rsid w:val="00413A1A"/>
    <w:rsid w:val="00414647"/>
    <w:rsid w:val="00415740"/>
    <w:rsid w:val="004220B7"/>
    <w:rsid w:val="00431833"/>
    <w:rsid w:val="00440ECC"/>
    <w:rsid w:val="00441D54"/>
    <w:rsid w:val="00445C3D"/>
    <w:rsid w:val="00446263"/>
    <w:rsid w:val="00447F0A"/>
    <w:rsid w:val="004569FA"/>
    <w:rsid w:val="00461FA9"/>
    <w:rsid w:val="00464F76"/>
    <w:rsid w:val="004666E1"/>
    <w:rsid w:val="0046672F"/>
    <w:rsid w:val="0048606D"/>
    <w:rsid w:val="00490134"/>
    <w:rsid w:val="00492257"/>
    <w:rsid w:val="004929AE"/>
    <w:rsid w:val="004A0112"/>
    <w:rsid w:val="004A1B75"/>
    <w:rsid w:val="004A1F3F"/>
    <w:rsid w:val="004A367C"/>
    <w:rsid w:val="004A36DA"/>
    <w:rsid w:val="004A3832"/>
    <w:rsid w:val="004A6AAF"/>
    <w:rsid w:val="004B03AA"/>
    <w:rsid w:val="004B2286"/>
    <w:rsid w:val="004B3BC3"/>
    <w:rsid w:val="004B528A"/>
    <w:rsid w:val="004C1358"/>
    <w:rsid w:val="004C7AC0"/>
    <w:rsid w:val="004D3E99"/>
    <w:rsid w:val="004D459C"/>
    <w:rsid w:val="004D4728"/>
    <w:rsid w:val="004D6AC4"/>
    <w:rsid w:val="004D78EB"/>
    <w:rsid w:val="004E4923"/>
    <w:rsid w:val="004E75A3"/>
    <w:rsid w:val="004E75EF"/>
    <w:rsid w:val="004F1073"/>
    <w:rsid w:val="004F1C3C"/>
    <w:rsid w:val="004F4AB1"/>
    <w:rsid w:val="00506A0F"/>
    <w:rsid w:val="00516608"/>
    <w:rsid w:val="00516E80"/>
    <w:rsid w:val="00522DB2"/>
    <w:rsid w:val="00523330"/>
    <w:rsid w:val="00523A94"/>
    <w:rsid w:val="00524D72"/>
    <w:rsid w:val="005263C3"/>
    <w:rsid w:val="005300E0"/>
    <w:rsid w:val="00533D10"/>
    <w:rsid w:val="00540962"/>
    <w:rsid w:val="00541516"/>
    <w:rsid w:val="00541B26"/>
    <w:rsid w:val="0054584B"/>
    <w:rsid w:val="0055346C"/>
    <w:rsid w:val="005615D1"/>
    <w:rsid w:val="005623CF"/>
    <w:rsid w:val="00564128"/>
    <w:rsid w:val="005642D5"/>
    <w:rsid w:val="0056515A"/>
    <w:rsid w:val="00577E14"/>
    <w:rsid w:val="005951D6"/>
    <w:rsid w:val="005A02B9"/>
    <w:rsid w:val="005A1619"/>
    <w:rsid w:val="005A64AE"/>
    <w:rsid w:val="005B1ACB"/>
    <w:rsid w:val="005B4BCA"/>
    <w:rsid w:val="005B4F82"/>
    <w:rsid w:val="005B5FCF"/>
    <w:rsid w:val="005C0685"/>
    <w:rsid w:val="005C4185"/>
    <w:rsid w:val="005C4DF4"/>
    <w:rsid w:val="005C52E9"/>
    <w:rsid w:val="005C7424"/>
    <w:rsid w:val="005D55FA"/>
    <w:rsid w:val="005D76F0"/>
    <w:rsid w:val="005E323C"/>
    <w:rsid w:val="005E4F65"/>
    <w:rsid w:val="005E6F23"/>
    <w:rsid w:val="005F2585"/>
    <w:rsid w:val="005F3671"/>
    <w:rsid w:val="00600167"/>
    <w:rsid w:val="00603C5E"/>
    <w:rsid w:val="0060601E"/>
    <w:rsid w:val="00610673"/>
    <w:rsid w:val="00610B9C"/>
    <w:rsid w:val="006110C0"/>
    <w:rsid w:val="00613CC0"/>
    <w:rsid w:val="00614420"/>
    <w:rsid w:val="006149CC"/>
    <w:rsid w:val="006156A8"/>
    <w:rsid w:val="00634553"/>
    <w:rsid w:val="00635714"/>
    <w:rsid w:val="00653D0F"/>
    <w:rsid w:val="00654539"/>
    <w:rsid w:val="00654646"/>
    <w:rsid w:val="006572D0"/>
    <w:rsid w:val="00657A23"/>
    <w:rsid w:val="0066093A"/>
    <w:rsid w:val="00660FB8"/>
    <w:rsid w:val="00665080"/>
    <w:rsid w:val="00665084"/>
    <w:rsid w:val="0066687A"/>
    <w:rsid w:val="006703A9"/>
    <w:rsid w:val="00670AA5"/>
    <w:rsid w:val="0067147B"/>
    <w:rsid w:val="006765DB"/>
    <w:rsid w:val="0067702E"/>
    <w:rsid w:val="00687C2D"/>
    <w:rsid w:val="00693611"/>
    <w:rsid w:val="006B29A8"/>
    <w:rsid w:val="006B5452"/>
    <w:rsid w:val="006C03F4"/>
    <w:rsid w:val="006C390E"/>
    <w:rsid w:val="006C51DD"/>
    <w:rsid w:val="006C556B"/>
    <w:rsid w:val="006C687B"/>
    <w:rsid w:val="006C7C0A"/>
    <w:rsid w:val="006D6763"/>
    <w:rsid w:val="006D7ABE"/>
    <w:rsid w:val="006E525B"/>
    <w:rsid w:val="006E631E"/>
    <w:rsid w:val="006E66E8"/>
    <w:rsid w:val="006E6D6F"/>
    <w:rsid w:val="006F2812"/>
    <w:rsid w:val="006F3F0F"/>
    <w:rsid w:val="006F6A0E"/>
    <w:rsid w:val="006F7B21"/>
    <w:rsid w:val="00700804"/>
    <w:rsid w:val="00700A32"/>
    <w:rsid w:val="007057BC"/>
    <w:rsid w:val="007104D2"/>
    <w:rsid w:val="00712C5B"/>
    <w:rsid w:val="00715DBE"/>
    <w:rsid w:val="00716366"/>
    <w:rsid w:val="00722A14"/>
    <w:rsid w:val="00727767"/>
    <w:rsid w:val="00731DA1"/>
    <w:rsid w:val="00732A5B"/>
    <w:rsid w:val="007339B1"/>
    <w:rsid w:val="00734E7D"/>
    <w:rsid w:val="007360D5"/>
    <w:rsid w:val="0073705A"/>
    <w:rsid w:val="007373F2"/>
    <w:rsid w:val="00737861"/>
    <w:rsid w:val="007402C3"/>
    <w:rsid w:val="007404A8"/>
    <w:rsid w:val="00745750"/>
    <w:rsid w:val="007509D0"/>
    <w:rsid w:val="007514A4"/>
    <w:rsid w:val="00755B79"/>
    <w:rsid w:val="0076566B"/>
    <w:rsid w:val="007672B5"/>
    <w:rsid w:val="007675DC"/>
    <w:rsid w:val="00767F31"/>
    <w:rsid w:val="0078074E"/>
    <w:rsid w:val="00782162"/>
    <w:rsid w:val="00790C82"/>
    <w:rsid w:val="0079206C"/>
    <w:rsid w:val="007930D4"/>
    <w:rsid w:val="007977BE"/>
    <w:rsid w:val="007A1758"/>
    <w:rsid w:val="007A3EE9"/>
    <w:rsid w:val="007A4C0B"/>
    <w:rsid w:val="007A4F39"/>
    <w:rsid w:val="007A6E6F"/>
    <w:rsid w:val="007B61C4"/>
    <w:rsid w:val="007B7397"/>
    <w:rsid w:val="007D0896"/>
    <w:rsid w:val="007D74D5"/>
    <w:rsid w:val="007E7660"/>
    <w:rsid w:val="007E76E1"/>
    <w:rsid w:val="007F0619"/>
    <w:rsid w:val="007F07A8"/>
    <w:rsid w:val="007F28CD"/>
    <w:rsid w:val="00806BD4"/>
    <w:rsid w:val="0081360A"/>
    <w:rsid w:val="008173AC"/>
    <w:rsid w:val="00821E51"/>
    <w:rsid w:val="00822796"/>
    <w:rsid w:val="008229C9"/>
    <w:rsid w:val="00824B66"/>
    <w:rsid w:val="00826986"/>
    <w:rsid w:val="008336AD"/>
    <w:rsid w:val="00854BB2"/>
    <w:rsid w:val="0085629B"/>
    <w:rsid w:val="008573E0"/>
    <w:rsid w:val="00860FC0"/>
    <w:rsid w:val="0086217D"/>
    <w:rsid w:val="00867169"/>
    <w:rsid w:val="00872175"/>
    <w:rsid w:val="008766C7"/>
    <w:rsid w:val="0087777E"/>
    <w:rsid w:val="00877B0F"/>
    <w:rsid w:val="00880176"/>
    <w:rsid w:val="00881F67"/>
    <w:rsid w:val="00883044"/>
    <w:rsid w:val="008852F5"/>
    <w:rsid w:val="008863A4"/>
    <w:rsid w:val="008908D6"/>
    <w:rsid w:val="008920C8"/>
    <w:rsid w:val="00892771"/>
    <w:rsid w:val="00893093"/>
    <w:rsid w:val="008952A2"/>
    <w:rsid w:val="00895A3A"/>
    <w:rsid w:val="0089682E"/>
    <w:rsid w:val="00896C68"/>
    <w:rsid w:val="008A1D76"/>
    <w:rsid w:val="008A2388"/>
    <w:rsid w:val="008A3AD4"/>
    <w:rsid w:val="008A4674"/>
    <w:rsid w:val="008A4DF8"/>
    <w:rsid w:val="008A5BD1"/>
    <w:rsid w:val="008A764A"/>
    <w:rsid w:val="008B1FE9"/>
    <w:rsid w:val="008B2ACB"/>
    <w:rsid w:val="008C0B13"/>
    <w:rsid w:val="008C6701"/>
    <w:rsid w:val="008C7F31"/>
    <w:rsid w:val="008D14E8"/>
    <w:rsid w:val="008D2E19"/>
    <w:rsid w:val="008D4870"/>
    <w:rsid w:val="008D54A0"/>
    <w:rsid w:val="008D55AE"/>
    <w:rsid w:val="008E1DD7"/>
    <w:rsid w:val="008E4A68"/>
    <w:rsid w:val="008E594A"/>
    <w:rsid w:val="008E5D3E"/>
    <w:rsid w:val="008E753E"/>
    <w:rsid w:val="008F1DFB"/>
    <w:rsid w:val="008F4218"/>
    <w:rsid w:val="008F4EC3"/>
    <w:rsid w:val="008F56BD"/>
    <w:rsid w:val="008F728E"/>
    <w:rsid w:val="008F77BB"/>
    <w:rsid w:val="00900807"/>
    <w:rsid w:val="009025E3"/>
    <w:rsid w:val="0090278A"/>
    <w:rsid w:val="00911D34"/>
    <w:rsid w:val="00911D36"/>
    <w:rsid w:val="0091313D"/>
    <w:rsid w:val="0091323C"/>
    <w:rsid w:val="00913E43"/>
    <w:rsid w:val="00913F3E"/>
    <w:rsid w:val="009144EB"/>
    <w:rsid w:val="0091671D"/>
    <w:rsid w:val="00916D72"/>
    <w:rsid w:val="00917890"/>
    <w:rsid w:val="00921580"/>
    <w:rsid w:val="0092162E"/>
    <w:rsid w:val="00922D17"/>
    <w:rsid w:val="009311BF"/>
    <w:rsid w:val="00931D6C"/>
    <w:rsid w:val="00933CBA"/>
    <w:rsid w:val="00935D89"/>
    <w:rsid w:val="00940308"/>
    <w:rsid w:val="00941FF4"/>
    <w:rsid w:val="00946D7F"/>
    <w:rsid w:val="00955030"/>
    <w:rsid w:val="00963508"/>
    <w:rsid w:val="0096384D"/>
    <w:rsid w:val="00964574"/>
    <w:rsid w:val="00965C3A"/>
    <w:rsid w:val="00972799"/>
    <w:rsid w:val="00972EAA"/>
    <w:rsid w:val="00973D8D"/>
    <w:rsid w:val="00976C7A"/>
    <w:rsid w:val="00980317"/>
    <w:rsid w:val="00983081"/>
    <w:rsid w:val="0098379D"/>
    <w:rsid w:val="009849A1"/>
    <w:rsid w:val="0098747F"/>
    <w:rsid w:val="00990267"/>
    <w:rsid w:val="009904ED"/>
    <w:rsid w:val="009908A2"/>
    <w:rsid w:val="009918C8"/>
    <w:rsid w:val="00994D34"/>
    <w:rsid w:val="009A366C"/>
    <w:rsid w:val="009A4C8F"/>
    <w:rsid w:val="009A4DDF"/>
    <w:rsid w:val="009B4C0E"/>
    <w:rsid w:val="009B7B50"/>
    <w:rsid w:val="009C63C3"/>
    <w:rsid w:val="009D3360"/>
    <w:rsid w:val="009D5AB9"/>
    <w:rsid w:val="009D7585"/>
    <w:rsid w:val="009E2059"/>
    <w:rsid w:val="009E6D17"/>
    <w:rsid w:val="009F7606"/>
    <w:rsid w:val="00A01D56"/>
    <w:rsid w:val="00A04228"/>
    <w:rsid w:val="00A04763"/>
    <w:rsid w:val="00A052B3"/>
    <w:rsid w:val="00A14733"/>
    <w:rsid w:val="00A1539A"/>
    <w:rsid w:val="00A17022"/>
    <w:rsid w:val="00A241D7"/>
    <w:rsid w:val="00A2539A"/>
    <w:rsid w:val="00A30821"/>
    <w:rsid w:val="00A30DEB"/>
    <w:rsid w:val="00A43473"/>
    <w:rsid w:val="00A458CB"/>
    <w:rsid w:val="00A47585"/>
    <w:rsid w:val="00A64853"/>
    <w:rsid w:val="00A648BA"/>
    <w:rsid w:val="00A660B3"/>
    <w:rsid w:val="00A714AE"/>
    <w:rsid w:val="00A73136"/>
    <w:rsid w:val="00A77D49"/>
    <w:rsid w:val="00A77F0D"/>
    <w:rsid w:val="00A806D3"/>
    <w:rsid w:val="00A81CF6"/>
    <w:rsid w:val="00A82F8E"/>
    <w:rsid w:val="00A83A4C"/>
    <w:rsid w:val="00A85570"/>
    <w:rsid w:val="00A863D0"/>
    <w:rsid w:val="00A90E17"/>
    <w:rsid w:val="00AA3977"/>
    <w:rsid w:val="00AA4001"/>
    <w:rsid w:val="00AB07A3"/>
    <w:rsid w:val="00AB1078"/>
    <w:rsid w:val="00AC2C1F"/>
    <w:rsid w:val="00AC37DC"/>
    <w:rsid w:val="00AC5467"/>
    <w:rsid w:val="00AC6B3E"/>
    <w:rsid w:val="00AD55B6"/>
    <w:rsid w:val="00AD6A7F"/>
    <w:rsid w:val="00AE1151"/>
    <w:rsid w:val="00AE675B"/>
    <w:rsid w:val="00AE69D0"/>
    <w:rsid w:val="00AE7E6B"/>
    <w:rsid w:val="00AF381C"/>
    <w:rsid w:val="00B01D9A"/>
    <w:rsid w:val="00B03A0E"/>
    <w:rsid w:val="00B04951"/>
    <w:rsid w:val="00B10D28"/>
    <w:rsid w:val="00B112D4"/>
    <w:rsid w:val="00B113F9"/>
    <w:rsid w:val="00B12963"/>
    <w:rsid w:val="00B1456F"/>
    <w:rsid w:val="00B14A76"/>
    <w:rsid w:val="00B15847"/>
    <w:rsid w:val="00B16E76"/>
    <w:rsid w:val="00B178B7"/>
    <w:rsid w:val="00B23B39"/>
    <w:rsid w:val="00B31576"/>
    <w:rsid w:val="00B319E0"/>
    <w:rsid w:val="00B32417"/>
    <w:rsid w:val="00B343ED"/>
    <w:rsid w:val="00B3749C"/>
    <w:rsid w:val="00B41F63"/>
    <w:rsid w:val="00B45776"/>
    <w:rsid w:val="00B50E97"/>
    <w:rsid w:val="00B54BA5"/>
    <w:rsid w:val="00B566E6"/>
    <w:rsid w:val="00B608C4"/>
    <w:rsid w:val="00B60917"/>
    <w:rsid w:val="00B60936"/>
    <w:rsid w:val="00B61121"/>
    <w:rsid w:val="00B61E06"/>
    <w:rsid w:val="00B70476"/>
    <w:rsid w:val="00B71A05"/>
    <w:rsid w:val="00B7372E"/>
    <w:rsid w:val="00B74096"/>
    <w:rsid w:val="00B77573"/>
    <w:rsid w:val="00B83510"/>
    <w:rsid w:val="00B841B8"/>
    <w:rsid w:val="00B84C29"/>
    <w:rsid w:val="00B961E0"/>
    <w:rsid w:val="00BA2D0C"/>
    <w:rsid w:val="00BA7D6E"/>
    <w:rsid w:val="00BA7EBD"/>
    <w:rsid w:val="00BB25F2"/>
    <w:rsid w:val="00BB4399"/>
    <w:rsid w:val="00BB5C36"/>
    <w:rsid w:val="00BC219B"/>
    <w:rsid w:val="00BC379A"/>
    <w:rsid w:val="00BC41C5"/>
    <w:rsid w:val="00BC730D"/>
    <w:rsid w:val="00BD147F"/>
    <w:rsid w:val="00BD225E"/>
    <w:rsid w:val="00BD37AF"/>
    <w:rsid w:val="00BE1F9B"/>
    <w:rsid w:val="00BE2BA7"/>
    <w:rsid w:val="00BE5A32"/>
    <w:rsid w:val="00BE658E"/>
    <w:rsid w:val="00BF1837"/>
    <w:rsid w:val="00BF3B34"/>
    <w:rsid w:val="00BF54DC"/>
    <w:rsid w:val="00BF5EC5"/>
    <w:rsid w:val="00BF6056"/>
    <w:rsid w:val="00BF765A"/>
    <w:rsid w:val="00C04472"/>
    <w:rsid w:val="00C0741D"/>
    <w:rsid w:val="00C10944"/>
    <w:rsid w:val="00C112A7"/>
    <w:rsid w:val="00C17787"/>
    <w:rsid w:val="00C2688B"/>
    <w:rsid w:val="00C3272D"/>
    <w:rsid w:val="00C32DF1"/>
    <w:rsid w:val="00C3360E"/>
    <w:rsid w:val="00C356E2"/>
    <w:rsid w:val="00C4221C"/>
    <w:rsid w:val="00C520B0"/>
    <w:rsid w:val="00C526C1"/>
    <w:rsid w:val="00C52F1C"/>
    <w:rsid w:val="00C54FBA"/>
    <w:rsid w:val="00C56655"/>
    <w:rsid w:val="00C600B6"/>
    <w:rsid w:val="00C61074"/>
    <w:rsid w:val="00C61C2E"/>
    <w:rsid w:val="00C67B00"/>
    <w:rsid w:val="00C71402"/>
    <w:rsid w:val="00C727BA"/>
    <w:rsid w:val="00C7470F"/>
    <w:rsid w:val="00C81443"/>
    <w:rsid w:val="00C93814"/>
    <w:rsid w:val="00C962E8"/>
    <w:rsid w:val="00CA014A"/>
    <w:rsid w:val="00CA1261"/>
    <w:rsid w:val="00CA6428"/>
    <w:rsid w:val="00CA68E3"/>
    <w:rsid w:val="00CA71BF"/>
    <w:rsid w:val="00CB020F"/>
    <w:rsid w:val="00CB04CE"/>
    <w:rsid w:val="00CB27D4"/>
    <w:rsid w:val="00CB5272"/>
    <w:rsid w:val="00CC5048"/>
    <w:rsid w:val="00CC60A4"/>
    <w:rsid w:val="00CD4EFA"/>
    <w:rsid w:val="00CD729E"/>
    <w:rsid w:val="00CE170E"/>
    <w:rsid w:val="00CE278F"/>
    <w:rsid w:val="00CE3938"/>
    <w:rsid w:val="00CE62E4"/>
    <w:rsid w:val="00CE6429"/>
    <w:rsid w:val="00CE7826"/>
    <w:rsid w:val="00CE7E95"/>
    <w:rsid w:val="00CF1E4C"/>
    <w:rsid w:val="00CF206F"/>
    <w:rsid w:val="00CF2B39"/>
    <w:rsid w:val="00CF5BFB"/>
    <w:rsid w:val="00CF5FE5"/>
    <w:rsid w:val="00CF7725"/>
    <w:rsid w:val="00D1097C"/>
    <w:rsid w:val="00D10CD3"/>
    <w:rsid w:val="00D11566"/>
    <w:rsid w:val="00D127B9"/>
    <w:rsid w:val="00D1475F"/>
    <w:rsid w:val="00D149E3"/>
    <w:rsid w:val="00D15CDB"/>
    <w:rsid w:val="00D228E2"/>
    <w:rsid w:val="00D24A0B"/>
    <w:rsid w:val="00D322E8"/>
    <w:rsid w:val="00D40881"/>
    <w:rsid w:val="00D45B94"/>
    <w:rsid w:val="00D46099"/>
    <w:rsid w:val="00D55EA2"/>
    <w:rsid w:val="00D61E27"/>
    <w:rsid w:val="00D62302"/>
    <w:rsid w:val="00D6409A"/>
    <w:rsid w:val="00D64E33"/>
    <w:rsid w:val="00D7457B"/>
    <w:rsid w:val="00D77C92"/>
    <w:rsid w:val="00D80759"/>
    <w:rsid w:val="00D81F37"/>
    <w:rsid w:val="00D86978"/>
    <w:rsid w:val="00D90411"/>
    <w:rsid w:val="00D93245"/>
    <w:rsid w:val="00D96394"/>
    <w:rsid w:val="00D96CAD"/>
    <w:rsid w:val="00D97292"/>
    <w:rsid w:val="00D9762B"/>
    <w:rsid w:val="00DA0F8F"/>
    <w:rsid w:val="00DA123F"/>
    <w:rsid w:val="00DA28C1"/>
    <w:rsid w:val="00DA4A73"/>
    <w:rsid w:val="00DB3159"/>
    <w:rsid w:val="00DB4B5F"/>
    <w:rsid w:val="00DB5400"/>
    <w:rsid w:val="00DB72ED"/>
    <w:rsid w:val="00DB7969"/>
    <w:rsid w:val="00DC0099"/>
    <w:rsid w:val="00DC65FC"/>
    <w:rsid w:val="00DD1260"/>
    <w:rsid w:val="00DD4143"/>
    <w:rsid w:val="00DD73E8"/>
    <w:rsid w:val="00DD7A86"/>
    <w:rsid w:val="00DE1231"/>
    <w:rsid w:val="00DE309F"/>
    <w:rsid w:val="00DE32F8"/>
    <w:rsid w:val="00DE52F7"/>
    <w:rsid w:val="00DE5F41"/>
    <w:rsid w:val="00DE670E"/>
    <w:rsid w:val="00DF39D3"/>
    <w:rsid w:val="00DF5AE6"/>
    <w:rsid w:val="00E00A6F"/>
    <w:rsid w:val="00E00FCC"/>
    <w:rsid w:val="00E03562"/>
    <w:rsid w:val="00E04885"/>
    <w:rsid w:val="00E052E8"/>
    <w:rsid w:val="00E1015D"/>
    <w:rsid w:val="00E10171"/>
    <w:rsid w:val="00E11DE5"/>
    <w:rsid w:val="00E11F3E"/>
    <w:rsid w:val="00E123DF"/>
    <w:rsid w:val="00E21A75"/>
    <w:rsid w:val="00E23CC4"/>
    <w:rsid w:val="00E24521"/>
    <w:rsid w:val="00E310BE"/>
    <w:rsid w:val="00E3179C"/>
    <w:rsid w:val="00E33538"/>
    <w:rsid w:val="00E33DB1"/>
    <w:rsid w:val="00E402E6"/>
    <w:rsid w:val="00E40A49"/>
    <w:rsid w:val="00E46389"/>
    <w:rsid w:val="00E46AD2"/>
    <w:rsid w:val="00E535EF"/>
    <w:rsid w:val="00E54160"/>
    <w:rsid w:val="00E57FA5"/>
    <w:rsid w:val="00E6075C"/>
    <w:rsid w:val="00E70F25"/>
    <w:rsid w:val="00E711AA"/>
    <w:rsid w:val="00E71BCD"/>
    <w:rsid w:val="00E7349E"/>
    <w:rsid w:val="00E77F78"/>
    <w:rsid w:val="00E80641"/>
    <w:rsid w:val="00E81465"/>
    <w:rsid w:val="00E87589"/>
    <w:rsid w:val="00E87938"/>
    <w:rsid w:val="00E929B0"/>
    <w:rsid w:val="00E94099"/>
    <w:rsid w:val="00E97E7C"/>
    <w:rsid w:val="00EA0F17"/>
    <w:rsid w:val="00EA40D8"/>
    <w:rsid w:val="00EA4A53"/>
    <w:rsid w:val="00EA6BB4"/>
    <w:rsid w:val="00EB0C0F"/>
    <w:rsid w:val="00EB2540"/>
    <w:rsid w:val="00EC638B"/>
    <w:rsid w:val="00ED0DE4"/>
    <w:rsid w:val="00ED3524"/>
    <w:rsid w:val="00ED44A2"/>
    <w:rsid w:val="00ED6C5B"/>
    <w:rsid w:val="00EE0893"/>
    <w:rsid w:val="00EE0BE2"/>
    <w:rsid w:val="00EE0D06"/>
    <w:rsid w:val="00EE3246"/>
    <w:rsid w:val="00EE3A69"/>
    <w:rsid w:val="00EF0E34"/>
    <w:rsid w:val="00F0224F"/>
    <w:rsid w:val="00F134B4"/>
    <w:rsid w:val="00F16F4C"/>
    <w:rsid w:val="00F23E43"/>
    <w:rsid w:val="00F253B6"/>
    <w:rsid w:val="00F26B3F"/>
    <w:rsid w:val="00F30998"/>
    <w:rsid w:val="00F34D84"/>
    <w:rsid w:val="00F35423"/>
    <w:rsid w:val="00F356EA"/>
    <w:rsid w:val="00F35A23"/>
    <w:rsid w:val="00F36BFA"/>
    <w:rsid w:val="00F37030"/>
    <w:rsid w:val="00F378AA"/>
    <w:rsid w:val="00F42314"/>
    <w:rsid w:val="00F44C0A"/>
    <w:rsid w:val="00F505C0"/>
    <w:rsid w:val="00F53CED"/>
    <w:rsid w:val="00F5409A"/>
    <w:rsid w:val="00F56255"/>
    <w:rsid w:val="00F57E23"/>
    <w:rsid w:val="00F614CA"/>
    <w:rsid w:val="00F616BE"/>
    <w:rsid w:val="00F66218"/>
    <w:rsid w:val="00F67C50"/>
    <w:rsid w:val="00F73D49"/>
    <w:rsid w:val="00F75257"/>
    <w:rsid w:val="00F7762E"/>
    <w:rsid w:val="00F806A1"/>
    <w:rsid w:val="00F817A8"/>
    <w:rsid w:val="00F82EFC"/>
    <w:rsid w:val="00F84911"/>
    <w:rsid w:val="00F84D38"/>
    <w:rsid w:val="00F85E6D"/>
    <w:rsid w:val="00F8733C"/>
    <w:rsid w:val="00F92159"/>
    <w:rsid w:val="00F939BB"/>
    <w:rsid w:val="00F93BF2"/>
    <w:rsid w:val="00F94C47"/>
    <w:rsid w:val="00FA18F7"/>
    <w:rsid w:val="00FA6636"/>
    <w:rsid w:val="00FA79E6"/>
    <w:rsid w:val="00FB1C42"/>
    <w:rsid w:val="00FB51EE"/>
    <w:rsid w:val="00FB5220"/>
    <w:rsid w:val="00FB5673"/>
    <w:rsid w:val="00FB71EC"/>
    <w:rsid w:val="00FC110A"/>
    <w:rsid w:val="00FC4357"/>
    <w:rsid w:val="00FC48E3"/>
    <w:rsid w:val="00FD1158"/>
    <w:rsid w:val="00FD3849"/>
    <w:rsid w:val="00FD4139"/>
    <w:rsid w:val="00FD631A"/>
    <w:rsid w:val="00FE63CB"/>
    <w:rsid w:val="00FF2531"/>
    <w:rsid w:val="00FF5BF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F662C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E40A49"/>
    <w:rPr>
      <w:sz w:val="24"/>
      <w:szCs w:val="24"/>
    </w:rPr>
  </w:style>
  <w:style w:type="paragraph" w:styleId="Nagwek1">
    <w:name w:val="heading 1"/>
    <w:basedOn w:val="Normalny"/>
    <w:next w:val="Normalny"/>
    <w:link w:val="Nagwek1Znak"/>
    <w:qFormat/>
    <w:rsid w:val="00E40A49"/>
    <w:pPr>
      <w:keepNext/>
      <w:outlineLvl w:val="0"/>
    </w:pPr>
    <w:rPr>
      <w:b/>
      <w:bCs/>
      <w:color w:val="FF00FF"/>
    </w:rPr>
  </w:style>
  <w:style w:type="paragraph" w:styleId="Nagwek2">
    <w:name w:val="heading 2"/>
    <w:aliases w:val="heading 3"/>
    <w:basedOn w:val="Normalny"/>
    <w:next w:val="Normalny"/>
    <w:qFormat/>
    <w:rsid w:val="00E40A49"/>
    <w:pPr>
      <w:keepNext/>
      <w:spacing w:before="240" w:after="60"/>
      <w:outlineLvl w:val="1"/>
    </w:pPr>
    <w:rPr>
      <w:rFonts w:ascii="Arial" w:hAnsi="Arial"/>
      <w:b/>
      <w:i/>
      <w:sz w:val="28"/>
      <w:szCs w:val="28"/>
      <w:lang w:val="en-US"/>
    </w:rPr>
  </w:style>
  <w:style w:type="paragraph" w:styleId="Nagwek3">
    <w:name w:val="heading 3"/>
    <w:basedOn w:val="Normalny"/>
    <w:next w:val="Normalny"/>
    <w:qFormat/>
    <w:rsid w:val="00E40A49"/>
    <w:pPr>
      <w:keepNext/>
      <w:spacing w:before="100" w:beforeAutospacing="1" w:after="100" w:afterAutospacing="1"/>
      <w:ind w:left="360"/>
      <w:outlineLvl w:val="2"/>
    </w:pPr>
    <w:rPr>
      <w:b/>
      <w:bCs/>
      <w:color w:val="FF00FF"/>
      <w:lang w:val="en-US"/>
    </w:rPr>
  </w:style>
  <w:style w:type="paragraph" w:styleId="Nagwek4">
    <w:name w:val="heading 4"/>
    <w:basedOn w:val="Normalny"/>
    <w:next w:val="Normalny"/>
    <w:link w:val="Nagwek4Znak"/>
    <w:uiPriority w:val="9"/>
    <w:unhideWhenUsed/>
    <w:qFormat/>
    <w:rsid w:val="00E40A49"/>
    <w:pPr>
      <w:keepNext/>
      <w:keepLines/>
      <w:spacing w:before="200"/>
      <w:outlineLvl w:val="3"/>
    </w:pPr>
    <w:rPr>
      <w:rFonts w:ascii="Cambria" w:hAnsi="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adingHead">
    <w:name w:val="Reading Head"/>
    <w:basedOn w:val="Normalny"/>
    <w:rsid w:val="00E40A49"/>
    <w:pPr>
      <w:pBdr>
        <w:top w:val="single" w:sz="4" w:space="1" w:color="auto"/>
        <w:left w:val="single" w:sz="4" w:space="4" w:color="auto"/>
        <w:bottom w:val="single" w:sz="4" w:space="3" w:color="auto"/>
        <w:right w:val="single" w:sz="4" w:space="4" w:color="auto"/>
      </w:pBdr>
      <w:shd w:val="solid" w:color="C0C0C0" w:fill="C0C0C0"/>
      <w:spacing w:before="180"/>
      <w:ind w:left="96" w:right="91"/>
      <w:jc w:val="center"/>
    </w:pPr>
    <w:rPr>
      <w:rFonts w:ascii="Times" w:hAnsi="Times"/>
      <w:b/>
      <w:sz w:val="18"/>
      <w:szCs w:val="18"/>
    </w:rPr>
  </w:style>
  <w:style w:type="character" w:customStyle="1" w:styleId="Briefchr">
    <w:name w:val="Brief chr"/>
    <w:basedOn w:val="Domylnaczcionkaakapitu"/>
    <w:rsid w:val="00E40A49"/>
    <w:rPr>
      <w:rFonts w:ascii="Times New Roman" w:hAnsi="Times New Roman"/>
      <w:i/>
      <w:color w:val="0000FF"/>
      <w:sz w:val="24"/>
    </w:rPr>
  </w:style>
  <w:style w:type="paragraph" w:customStyle="1" w:styleId="ReadingText">
    <w:name w:val="Reading Text"/>
    <w:basedOn w:val="Normalny"/>
    <w:rsid w:val="00E40A49"/>
    <w:pPr>
      <w:pBdr>
        <w:top w:val="single" w:sz="4" w:space="1" w:color="auto"/>
        <w:left w:val="single" w:sz="4" w:space="4" w:color="auto"/>
        <w:bottom w:val="single" w:sz="4" w:space="3" w:color="auto"/>
        <w:right w:val="single" w:sz="4" w:space="4" w:color="auto"/>
      </w:pBdr>
      <w:shd w:val="clear" w:color="auto" w:fill="C0C0C0"/>
      <w:spacing w:after="120"/>
      <w:ind w:left="96" w:right="91"/>
      <w:contextualSpacing/>
    </w:pPr>
    <w:rPr>
      <w:rFonts w:ascii="Times" w:hAnsi="Times" w:cs="Arial"/>
      <w:sz w:val="18"/>
      <w:szCs w:val="18"/>
    </w:rPr>
  </w:style>
  <w:style w:type="paragraph" w:customStyle="1" w:styleId="BriefRealia">
    <w:name w:val="Brief Realia"/>
    <w:basedOn w:val="RealiaText"/>
    <w:rsid w:val="00E40A49"/>
    <w:rPr>
      <w:i/>
      <w:color w:val="003366"/>
      <w:sz w:val="24"/>
      <w:szCs w:val="24"/>
    </w:rPr>
  </w:style>
  <w:style w:type="paragraph" w:customStyle="1" w:styleId="RealiaText">
    <w:name w:val="Realia Text"/>
    <w:rsid w:val="00E40A49"/>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E40A49"/>
    <w:pPr>
      <w:ind w:left="0" w:firstLine="0"/>
    </w:pPr>
  </w:style>
  <w:style w:type="paragraph" w:customStyle="1" w:styleId="TextList">
    <w:name w:val="Text List"/>
    <w:rsid w:val="00E40A49"/>
    <w:pPr>
      <w:tabs>
        <w:tab w:val="left" w:pos="567"/>
      </w:tabs>
      <w:ind w:left="567" w:hanging="567"/>
    </w:pPr>
    <w:rPr>
      <w:rFonts w:ascii="Arial" w:hAnsi="Arial" w:cs="Arial"/>
    </w:rPr>
  </w:style>
  <w:style w:type="paragraph" w:styleId="Tekstdymka">
    <w:name w:val="Balloon Text"/>
    <w:basedOn w:val="Normalny"/>
    <w:link w:val="TekstdymkaZnak"/>
    <w:semiHidden/>
    <w:rsid w:val="00E40A49"/>
    <w:rPr>
      <w:rFonts w:ascii="Lucida Grande" w:hAnsi="Lucida Grande"/>
      <w:sz w:val="18"/>
      <w:szCs w:val="18"/>
    </w:rPr>
  </w:style>
  <w:style w:type="character" w:customStyle="1" w:styleId="TekstdymkaZnak">
    <w:name w:val="Tekst dymka Znak"/>
    <w:link w:val="Tekstdymka"/>
    <w:semiHidden/>
    <w:locked/>
    <w:rsid w:val="00E40A49"/>
    <w:rPr>
      <w:rFonts w:ascii="Lucida Grande" w:hAnsi="Lucida Grande"/>
      <w:sz w:val="18"/>
      <w:szCs w:val="18"/>
    </w:rPr>
  </w:style>
  <w:style w:type="paragraph" w:styleId="Tekstkomentarza">
    <w:name w:val="annotation text"/>
    <w:basedOn w:val="Normalny"/>
    <w:link w:val="TekstkomentarzaZnak"/>
    <w:uiPriority w:val="99"/>
    <w:semiHidden/>
    <w:rsid w:val="00E40A49"/>
    <w:rPr>
      <w:sz w:val="20"/>
      <w:szCs w:val="20"/>
    </w:rPr>
  </w:style>
  <w:style w:type="character" w:customStyle="1" w:styleId="TekstkomentarzaZnak">
    <w:name w:val="Tekst komentarza Znak"/>
    <w:link w:val="Tekstkomentarza"/>
    <w:uiPriority w:val="99"/>
    <w:semiHidden/>
    <w:locked/>
    <w:rsid w:val="00E40A49"/>
  </w:style>
  <w:style w:type="paragraph" w:customStyle="1" w:styleId="BriefPhoto">
    <w:name w:val="Brief Photo"/>
    <w:rsid w:val="00E40A49"/>
    <w:pPr>
      <w:spacing w:before="120" w:after="120"/>
    </w:pPr>
    <w:rPr>
      <w:i/>
      <w:color w:val="800080"/>
      <w:sz w:val="24"/>
      <w:szCs w:val="24"/>
    </w:rPr>
  </w:style>
  <w:style w:type="character" w:styleId="Odwoaniedokomentarza">
    <w:name w:val="annotation reference"/>
    <w:uiPriority w:val="99"/>
    <w:semiHidden/>
    <w:rsid w:val="00E40A49"/>
    <w:rPr>
      <w:sz w:val="16"/>
      <w:szCs w:val="16"/>
    </w:rPr>
  </w:style>
  <w:style w:type="paragraph" w:styleId="Stopka">
    <w:name w:val="footer"/>
    <w:basedOn w:val="Normalny"/>
    <w:rsid w:val="00E40A49"/>
    <w:pPr>
      <w:tabs>
        <w:tab w:val="center" w:pos="4153"/>
        <w:tab w:val="right" w:pos="8306"/>
      </w:tabs>
    </w:pPr>
    <w:rPr>
      <w:rFonts w:ascii="Arial" w:hAnsi="Arial"/>
      <w:sz w:val="23"/>
    </w:rPr>
  </w:style>
  <w:style w:type="paragraph" w:styleId="Nagwek">
    <w:name w:val="header"/>
    <w:basedOn w:val="Normalny"/>
    <w:rsid w:val="00E40A49"/>
    <w:pPr>
      <w:tabs>
        <w:tab w:val="center" w:pos="4153"/>
        <w:tab w:val="right" w:pos="8306"/>
      </w:tabs>
    </w:pPr>
  </w:style>
  <w:style w:type="paragraph" w:customStyle="1" w:styleId="HeadUnit">
    <w:name w:val="Head Unit"/>
    <w:next w:val="HeadLesson"/>
    <w:rsid w:val="00E40A49"/>
    <w:pPr>
      <w:shd w:val="clear" w:color="auto" w:fill="0000CC"/>
      <w:spacing w:before="240" w:after="120"/>
    </w:pPr>
    <w:rPr>
      <w:rFonts w:ascii="Arial" w:hAnsi="Arial" w:cs="Arial"/>
      <w:b/>
      <w:color w:val="FFFFFF"/>
      <w:sz w:val="36"/>
      <w:szCs w:val="36"/>
    </w:rPr>
  </w:style>
  <w:style w:type="paragraph" w:customStyle="1" w:styleId="HeadASection">
    <w:name w:val="Head A Section"/>
    <w:basedOn w:val="Normalny"/>
    <w:next w:val="Normalny"/>
    <w:link w:val="HeadASectionChar"/>
    <w:rsid w:val="00E40A49"/>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E40A49"/>
    <w:rPr>
      <w:rFonts w:ascii="Arial" w:hAnsi="Arial" w:cs="Arial"/>
      <w:b/>
      <w:sz w:val="22"/>
      <w:szCs w:val="22"/>
      <w:shd w:val="clear" w:color="auto" w:fill="C0C0C0"/>
    </w:rPr>
  </w:style>
  <w:style w:type="character" w:customStyle="1" w:styleId="Phoneticschr">
    <w:name w:val="Phonetics chr"/>
    <w:basedOn w:val="Domylnaczcionkaakapitu"/>
    <w:rsid w:val="00E40A49"/>
    <w:rPr>
      <w:rFonts w:ascii="Charis SIL" w:hAnsi="Charis SIL"/>
    </w:rPr>
  </w:style>
  <w:style w:type="character" w:customStyle="1" w:styleId="GapFillchr">
    <w:name w:val="Gap Fill chr"/>
    <w:basedOn w:val="Domylnaczcionkaakapitu"/>
    <w:rsid w:val="00E40A49"/>
    <w:rPr>
      <w:rFonts w:ascii="Courier New" w:hAnsi="Courier New"/>
      <w:b/>
      <w:color w:val="FF6600"/>
      <w:sz w:val="20"/>
      <w:u w:val="dottedHeavy" w:color="000080"/>
    </w:rPr>
  </w:style>
  <w:style w:type="character" w:customStyle="1" w:styleId="Arrowchr">
    <w:name w:val="Arrow chr"/>
    <w:basedOn w:val="Domylnaczcionkaakapitu"/>
    <w:rsid w:val="00E40A49"/>
  </w:style>
  <w:style w:type="paragraph" w:customStyle="1" w:styleId="RealiaHead">
    <w:name w:val="Realia Head"/>
    <w:basedOn w:val="RealiaText"/>
    <w:rsid w:val="00E40A49"/>
    <w:pPr>
      <w:spacing w:before="240" w:after="60"/>
    </w:pPr>
    <w:rPr>
      <w:b/>
      <w:u w:val="single"/>
    </w:rPr>
  </w:style>
  <w:style w:type="paragraph" w:styleId="Bezodstpw">
    <w:name w:val="No Spacing"/>
    <w:qFormat/>
    <w:rsid w:val="00E40A49"/>
    <w:rPr>
      <w:sz w:val="24"/>
      <w:szCs w:val="24"/>
    </w:rPr>
  </w:style>
  <w:style w:type="paragraph" w:styleId="Tematkomentarza">
    <w:name w:val="annotation subject"/>
    <w:basedOn w:val="Tekstkomentarza"/>
    <w:next w:val="Tekstkomentarza"/>
    <w:semiHidden/>
    <w:rsid w:val="00E40A49"/>
    <w:rPr>
      <w:sz w:val="24"/>
      <w:szCs w:val="24"/>
    </w:rPr>
  </w:style>
  <w:style w:type="table" w:styleId="Tabela-Siatka">
    <w:name w:val="Table Grid"/>
    <w:basedOn w:val="Standardowy"/>
    <w:rsid w:val="00E40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E40A49"/>
    <w:pPr>
      <w:spacing w:before="120" w:after="120"/>
    </w:pPr>
    <w:rPr>
      <w:i/>
      <w:color w:val="0000FF"/>
      <w:sz w:val="24"/>
      <w:szCs w:val="24"/>
    </w:rPr>
  </w:style>
  <w:style w:type="paragraph" w:customStyle="1" w:styleId="BriefArtwork">
    <w:name w:val="Brief Artwork"/>
    <w:basedOn w:val="BriefPhoto"/>
    <w:rsid w:val="00E40A49"/>
    <w:rPr>
      <w:color w:val="333399"/>
    </w:rPr>
  </w:style>
  <w:style w:type="paragraph" w:customStyle="1" w:styleId="Rubric">
    <w:name w:val="Rubric"/>
    <w:rsid w:val="00E40A49"/>
    <w:pPr>
      <w:spacing w:before="120"/>
      <w:contextualSpacing/>
    </w:pPr>
    <w:rPr>
      <w:rFonts w:ascii="Arial" w:hAnsi="Arial" w:cs="Arial"/>
      <w:b/>
    </w:rPr>
  </w:style>
  <w:style w:type="paragraph" w:customStyle="1" w:styleId="WordBox">
    <w:name w:val="Word Box"/>
    <w:basedOn w:val="Normalny"/>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Nagwek4Znak">
    <w:name w:val="Nagłówek 4 Znak"/>
    <w:basedOn w:val="Domylnaczcionkaakapitu"/>
    <w:link w:val="Nagwek4"/>
    <w:uiPriority w:val="9"/>
    <w:rsid w:val="00E40A49"/>
    <w:rPr>
      <w:rFonts w:ascii="Cambria" w:hAnsi="Cambria"/>
      <w:b/>
      <w:bCs/>
      <w:i/>
      <w:iCs/>
      <w:color w:val="4F81BD"/>
      <w:sz w:val="24"/>
      <w:szCs w:val="24"/>
    </w:rPr>
  </w:style>
  <w:style w:type="character" w:customStyle="1" w:styleId="Nagwek1Znak">
    <w:name w:val="Nagłówek 1 Znak"/>
    <w:link w:val="Nagwek1"/>
    <w:rsid w:val="00E40A49"/>
    <w:rPr>
      <w:b/>
      <w:bCs/>
      <w:color w:val="FF00FF"/>
      <w:sz w:val="24"/>
      <w:szCs w:val="24"/>
    </w:rPr>
  </w:style>
  <w:style w:type="paragraph" w:customStyle="1" w:styleId="AnswerKey">
    <w:name w:val="Answer Key"/>
    <w:basedOn w:val="Normalny"/>
    <w:rsid w:val="00E40A49"/>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E40A49"/>
    <w:rPr>
      <w:b/>
    </w:rPr>
  </w:style>
  <w:style w:type="paragraph" w:customStyle="1" w:styleId="TextDialogue">
    <w:name w:val="Text Dialogue"/>
    <w:basedOn w:val="TextList"/>
    <w:rsid w:val="00E40A49"/>
    <w:pPr>
      <w:tabs>
        <w:tab w:val="clear" w:pos="567"/>
        <w:tab w:val="left" w:pos="1418"/>
      </w:tabs>
      <w:ind w:left="1418" w:hanging="1418"/>
    </w:pPr>
  </w:style>
  <w:style w:type="paragraph" w:customStyle="1" w:styleId="Audioscript">
    <w:name w:val="Audioscript"/>
    <w:basedOn w:val="TextDialogue"/>
    <w:rsid w:val="00E40A49"/>
    <w:pPr>
      <w:shd w:val="clear" w:color="auto" w:fill="CCFFFF"/>
    </w:pPr>
  </w:style>
  <w:style w:type="paragraph" w:customStyle="1" w:styleId="AudioscriptHead">
    <w:name w:val="Audioscript Head"/>
    <w:basedOn w:val="Audioscript"/>
    <w:rsid w:val="00E40A49"/>
    <w:pPr>
      <w:shd w:val="clear" w:color="auto" w:fill="00CCFF"/>
      <w:ind w:left="0" w:firstLine="0"/>
    </w:pPr>
    <w:rPr>
      <w:sz w:val="24"/>
      <w:szCs w:val="24"/>
    </w:rPr>
  </w:style>
  <w:style w:type="paragraph" w:customStyle="1" w:styleId="AudioscriptSpeaker">
    <w:name w:val="Audioscript Speaker"/>
    <w:basedOn w:val="Audioscript"/>
    <w:rsid w:val="00E40A49"/>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RevisionHeadA"/>
    <w:rsid w:val="00E40A49"/>
    <w:pPr>
      <w:shd w:val="clear" w:color="auto" w:fill="3366FF"/>
      <w:spacing w:before="240" w:after="120"/>
    </w:pPr>
    <w:rPr>
      <w:rFonts w:ascii="Arial" w:hAnsi="Arial" w:cs="Arial"/>
      <w:b/>
      <w:sz w:val="32"/>
      <w:szCs w:val="32"/>
    </w:rPr>
  </w:style>
  <w:style w:type="paragraph" w:customStyle="1" w:styleId="RevisionHeadA">
    <w:name w:val="Revision Head A"/>
    <w:next w:val="Normalny"/>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ny"/>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ny"/>
    <w:rsid w:val="00E40A49"/>
    <w:pPr>
      <w:shd w:val="clear" w:color="auto" w:fill="FF5050"/>
      <w:tabs>
        <w:tab w:val="left" w:pos="567"/>
      </w:tabs>
    </w:pPr>
    <w:rPr>
      <w:rFonts w:ascii="Arial" w:hAnsi="Arial"/>
      <w:szCs w:val="20"/>
    </w:rPr>
  </w:style>
  <w:style w:type="paragraph" w:customStyle="1" w:styleId="EXAMTASKTYPE">
    <w:name w:val="EXAM TASK TYPE"/>
    <w:basedOn w:val="Normalny"/>
    <w:qFormat/>
    <w:rsid w:val="00E40A49"/>
    <w:pPr>
      <w:shd w:val="clear" w:color="auto" w:fill="FF9999"/>
      <w:tabs>
        <w:tab w:val="left" w:pos="567"/>
      </w:tabs>
    </w:pPr>
    <w:rPr>
      <w:rFonts w:ascii="Arial" w:hAnsi="Arial"/>
      <w:sz w:val="20"/>
      <w:szCs w:val="20"/>
    </w:rPr>
  </w:style>
  <w:style w:type="paragraph" w:customStyle="1" w:styleId="ComponentNotes">
    <w:name w:val="Component Notes"/>
    <w:basedOn w:val="Text"/>
    <w:rsid w:val="00E40A49"/>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ny"/>
    <w:rsid w:val="00E40A49"/>
    <w:pPr>
      <w:spacing w:before="120" w:after="120"/>
    </w:pPr>
    <w:rPr>
      <w:i/>
      <w:color w:val="008000"/>
    </w:rPr>
  </w:style>
  <w:style w:type="paragraph" w:customStyle="1" w:styleId="TextExample">
    <w:name w:val="Text Example"/>
    <w:basedOn w:val="TextList"/>
    <w:rsid w:val="00E40A49"/>
    <w:rPr>
      <w:i/>
    </w:rPr>
  </w:style>
  <w:style w:type="paragraph" w:customStyle="1" w:styleId="TextReference">
    <w:name w:val="Text Reference"/>
    <w:basedOn w:val="Normalny"/>
    <w:rsid w:val="00E40A49"/>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E40A49"/>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omylnaczcionkaakapitu"/>
    <w:rsid w:val="00E40A49"/>
    <w:rPr>
      <w:caps/>
      <w:color w:val="800000"/>
    </w:rPr>
  </w:style>
  <w:style w:type="character" w:customStyle="1" w:styleId="HighlightedTextChr">
    <w:name w:val="Highlighted Text Chr"/>
    <w:basedOn w:val="Domylnaczcionkaakapitu"/>
    <w:rsid w:val="00E40A49"/>
    <w:rPr>
      <w:bdr w:val="none" w:sz="0" w:space="0" w:color="auto"/>
      <w:shd w:val="clear" w:color="auto" w:fill="FFFF00"/>
    </w:rPr>
  </w:style>
  <w:style w:type="character" w:customStyle="1" w:styleId="ExampleChr">
    <w:name w:val="Example Chr"/>
    <w:basedOn w:val="Domylnaczcionkaakapitu"/>
    <w:rsid w:val="00E40A49"/>
    <w:rPr>
      <w:i/>
      <w:color w:val="333333"/>
    </w:rPr>
  </w:style>
  <w:style w:type="paragraph" w:customStyle="1" w:styleId="ClassBoxHead">
    <w:name w:val="Class Box 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Akapitzlist">
    <w:name w:val="List Paragraph"/>
    <w:basedOn w:val="Normalny"/>
    <w:uiPriority w:val="34"/>
    <w:qFormat/>
    <w:rsid w:val="00E40A49"/>
    <w:pPr>
      <w:ind w:left="720"/>
    </w:pPr>
  </w:style>
  <w:style w:type="paragraph" w:styleId="Tekstpodstawowy">
    <w:name w:val="Body Text"/>
    <w:basedOn w:val="Normalny"/>
    <w:link w:val="TekstpodstawowyZnak"/>
    <w:uiPriority w:val="1"/>
    <w:unhideWhenUsed/>
    <w:qFormat/>
    <w:rsid w:val="00E40A49"/>
    <w:pPr>
      <w:spacing w:before="53"/>
      <w:ind w:left="699" w:hanging="284"/>
    </w:pPr>
    <w:rPr>
      <w:rFonts w:ascii="Century" w:eastAsia="Century" w:hAnsi="Century"/>
      <w:sz w:val="18"/>
      <w:szCs w:val="18"/>
    </w:rPr>
  </w:style>
  <w:style w:type="character" w:customStyle="1" w:styleId="TekstpodstawowyZnak">
    <w:name w:val="Tekst podstawowy Znak"/>
    <w:basedOn w:val="Domylnaczcionkaakapitu"/>
    <w:link w:val="Tekstpodstawowy"/>
    <w:uiPriority w:val="1"/>
    <w:rsid w:val="00E40A49"/>
    <w:rPr>
      <w:rFonts w:ascii="Century" w:eastAsia="Century" w:hAnsi="Century"/>
      <w:sz w:val="18"/>
      <w:szCs w:val="18"/>
    </w:rPr>
  </w:style>
  <w:style w:type="paragraph" w:customStyle="1" w:styleId="TableParagraph">
    <w:name w:val="Table Paragraph"/>
    <w:basedOn w:val="Normalny"/>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2153D5"/>
    <w:rPr>
      <w:sz w:val="24"/>
      <w:szCs w:val="24"/>
    </w:rPr>
  </w:style>
  <w:style w:type="character" w:styleId="Hipercze">
    <w:name w:val="Hyperlink"/>
    <w:basedOn w:val="Domylnaczcionkaakapitu"/>
    <w:unhideWhenUsed/>
    <w:rsid w:val="00A83A4C"/>
    <w:rPr>
      <w:color w:val="0000FF" w:themeColor="hyperlink"/>
      <w:u w:val="single"/>
    </w:rPr>
  </w:style>
  <w:style w:type="character" w:styleId="Nierozpoznanawzmianka">
    <w:name w:val="Unresolved Mention"/>
    <w:basedOn w:val="Domylnaczcionkaakapitu"/>
    <w:rsid w:val="00A83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ad\Downloads\Pearson%20Eng%20Cl%20Tests\EC%20L2%20Vocab%20with%20ehad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B3E23-668E-4FC4-9923-79B52EFF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 L2 Vocab with ehader</Template>
  <TotalTime>1</TotalTime>
  <Pages>2</Pages>
  <Words>627</Words>
  <Characters>3768</Characters>
  <Application>Microsoft Office Word</Application>
  <DocSecurity>0</DocSecurity>
  <Lines>31</Lines>
  <Paragraphs>8</Paragraphs>
  <ScaleCrop>false</ScaleCrop>
  <HeadingPairs>
    <vt:vector size="6" baseType="variant">
      <vt:variant>
        <vt:lpstr>Tytuł</vt:lpstr>
      </vt:variant>
      <vt:variant>
        <vt:i4>1</vt:i4>
      </vt:variant>
      <vt:variant>
        <vt:lpstr>Title</vt:lpstr>
      </vt:variant>
      <vt:variant>
        <vt:i4>1</vt:i4>
      </vt:variant>
      <vt:variant>
        <vt:lpstr>Τίτλος</vt:lpstr>
      </vt:variant>
      <vt:variant>
        <vt:i4>1</vt:i4>
      </vt:variant>
    </vt:vector>
  </HeadingPairs>
  <TitlesOfParts>
    <vt:vector size="3" baseType="lpstr">
      <vt:lpstr>1</vt:lpstr>
      <vt:lpstr>1</vt:lpstr>
      <vt:lpstr>1</vt:lpstr>
    </vt:vector>
  </TitlesOfParts>
  <Company>Microsoft</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Zawilinska-Janas, Malgorzata</cp:lastModifiedBy>
  <cp:revision>3</cp:revision>
  <cp:lastPrinted>2017-10-23T12:44:00Z</cp:lastPrinted>
  <dcterms:created xsi:type="dcterms:W3CDTF">2019-05-30T09:35:00Z</dcterms:created>
  <dcterms:modified xsi:type="dcterms:W3CDTF">2019-05-30T09:36:00Z</dcterms:modified>
</cp:coreProperties>
</file>