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5973301" w:rsidR="008573E0" w:rsidRPr="00536557" w:rsidRDefault="00687C2D" w:rsidP="00BA7D6E">
      <w:pPr>
        <w:pStyle w:val="HeadASection"/>
        <w:rPr>
          <w:lang w:val="en-GB"/>
        </w:rPr>
      </w:pPr>
      <w:r w:rsidRPr="00536557">
        <w:rPr>
          <w:lang w:val="en-GB"/>
        </w:rPr>
        <w:t xml:space="preserve">LCCI </w:t>
      </w:r>
      <w:r w:rsidR="00EB2540" w:rsidRPr="00536557">
        <w:rPr>
          <w:lang w:val="en-GB"/>
        </w:rPr>
        <w:t>Writing</w:t>
      </w:r>
    </w:p>
    <w:p w14:paraId="7667C95A" w14:textId="66E8479B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42B4AC5F" w14:textId="2DEDB042" w:rsidR="00536557" w:rsidRPr="00AE7136" w:rsidRDefault="00CF5BFB" w:rsidP="00AE7136">
      <w:pPr>
        <w:pStyle w:val="Text"/>
      </w:pPr>
      <w:r w:rsidRPr="00536557">
        <w:t xml:space="preserve">You work as a Senior Sales Manager at a </w:t>
      </w:r>
      <w:r w:rsidR="00203476" w:rsidRPr="00AE7136">
        <w:t xml:space="preserve">furniture sales company and you </w:t>
      </w:r>
      <w:r w:rsidRPr="00AE7136">
        <w:t xml:space="preserve">are a mentor to a </w:t>
      </w:r>
      <w:r w:rsidR="00203476" w:rsidRPr="00AE7136">
        <w:t>new member of the sales staff who has been at the company for a month.</w:t>
      </w:r>
      <w:r w:rsidR="008A4674" w:rsidRPr="00AE7136">
        <w:t xml:space="preserve"> The bullet</w:t>
      </w:r>
      <w:r w:rsidR="00536557" w:rsidRPr="00AE7136">
        <w:t>-</w:t>
      </w:r>
      <w:r w:rsidR="008A4674" w:rsidRPr="00AE7136">
        <w:t xml:space="preserve">pointed list below outlines the positive and negative </w:t>
      </w:r>
      <w:r w:rsidR="005D0DE9" w:rsidRPr="00AE7136">
        <w:t xml:space="preserve">aspects of their </w:t>
      </w:r>
      <w:r w:rsidR="008A4674" w:rsidRPr="00AE7136">
        <w:t>performance.</w:t>
      </w:r>
      <w:r w:rsidR="00536557" w:rsidRPr="00AE7136">
        <w:t xml:space="preserve"> You have been asked to </w:t>
      </w:r>
      <w:r w:rsidR="00536557">
        <w:t>w</w:t>
      </w:r>
      <w:r w:rsidR="00536557" w:rsidRPr="00AE7136">
        <w:t>rite an email</w:t>
      </w:r>
      <w:r w:rsidR="00536557">
        <w:t> </w:t>
      </w:r>
      <w:r w:rsidR="00536557" w:rsidRPr="00AE7136">
        <w:t>to the new member of staff appraising their performance and offering advice on how to improve.</w:t>
      </w:r>
    </w:p>
    <w:p w14:paraId="2241C913" w14:textId="50CBAA41" w:rsidR="008A4674" w:rsidRDefault="008A4674" w:rsidP="00687C2D">
      <w:pPr>
        <w:pStyle w:val="Tex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2360"/>
      </w:tblGrid>
      <w:tr w:rsidR="008A4674" w14:paraId="47C1C567" w14:textId="77777777" w:rsidTr="008A4674">
        <w:tc>
          <w:tcPr>
            <w:tcW w:w="2359" w:type="dxa"/>
          </w:tcPr>
          <w:p w14:paraId="7F38F34B" w14:textId="0E35F752" w:rsidR="008A4674" w:rsidRPr="00D44DBC" w:rsidRDefault="008A4674" w:rsidP="00687C2D">
            <w:pPr>
              <w:pStyle w:val="Text"/>
              <w:rPr>
                <w:b/>
              </w:rPr>
            </w:pPr>
            <w:r w:rsidRPr="00D44DBC">
              <w:rPr>
                <w:b/>
              </w:rPr>
              <w:t>Positive</w:t>
            </w:r>
          </w:p>
        </w:tc>
        <w:tc>
          <w:tcPr>
            <w:tcW w:w="2360" w:type="dxa"/>
          </w:tcPr>
          <w:p w14:paraId="46DA8233" w14:textId="6B3E4EC7" w:rsidR="008A4674" w:rsidRPr="00D44DBC" w:rsidRDefault="008D54A0" w:rsidP="00687C2D">
            <w:pPr>
              <w:pStyle w:val="Text"/>
              <w:rPr>
                <w:b/>
              </w:rPr>
            </w:pPr>
            <w:r w:rsidRPr="00D44DBC">
              <w:rPr>
                <w:b/>
              </w:rPr>
              <w:t>To improve</w:t>
            </w:r>
          </w:p>
        </w:tc>
      </w:tr>
      <w:tr w:rsidR="008A4674" w14:paraId="60C48FA3" w14:textId="77777777" w:rsidTr="008A4674">
        <w:tc>
          <w:tcPr>
            <w:tcW w:w="2359" w:type="dxa"/>
          </w:tcPr>
          <w:p w14:paraId="2880E263" w14:textId="128F9FCF" w:rsidR="008A467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proofErr w:type="spellStart"/>
            <w:r>
              <w:t>Timekeeping</w:t>
            </w:r>
            <w:proofErr w:type="spellEnd"/>
          </w:p>
          <w:p w14:paraId="22367BDA" w14:textId="168F1315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Appearance</w:t>
            </w:r>
          </w:p>
          <w:p w14:paraId="4856B364" w14:textId="6F927EC9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Attitude</w:t>
            </w:r>
          </w:p>
          <w:p w14:paraId="3057C8CB" w14:textId="28CBBCB1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Rapport with customers</w:t>
            </w:r>
          </w:p>
        </w:tc>
        <w:tc>
          <w:tcPr>
            <w:tcW w:w="2360" w:type="dxa"/>
          </w:tcPr>
          <w:p w14:paraId="5906C399" w14:textId="77777777" w:rsidR="008A467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</w:pPr>
            <w:r>
              <w:t>Administrative duties</w:t>
            </w:r>
          </w:p>
          <w:p w14:paraId="1816125A" w14:textId="35515238" w:rsidR="00700804" w:rsidRDefault="005C6E6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</w:pPr>
            <w:r>
              <w:t>Follow-</w:t>
            </w:r>
            <w:r w:rsidR="00700804">
              <w:t>up calls</w:t>
            </w:r>
          </w:p>
          <w:p w14:paraId="32BEE784" w14:textId="65213CD3" w:rsidR="00700804" w:rsidRPr="00536557" w:rsidRDefault="008D54A0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  <w:rPr>
                <w:lang w:val="en-GB"/>
              </w:rPr>
            </w:pPr>
            <w:r w:rsidRPr="00536557">
              <w:rPr>
                <w:lang w:val="en-GB"/>
              </w:rPr>
              <w:t>Confidence in making new leads</w:t>
            </w:r>
          </w:p>
        </w:tc>
      </w:tr>
    </w:tbl>
    <w:p w14:paraId="304F5CFA" w14:textId="05EDED30" w:rsidR="008A4674" w:rsidRDefault="008A4674" w:rsidP="00687C2D">
      <w:pPr>
        <w:pStyle w:val="Text"/>
      </w:pPr>
    </w:p>
    <w:p w14:paraId="0B5DC946" w14:textId="3CDDB50D" w:rsidR="00DB5400" w:rsidRDefault="00DB5400" w:rsidP="00DB5400">
      <w:pPr>
        <w:pStyle w:val="Rubric"/>
      </w:pPr>
      <w:r>
        <w:t>Task</w:t>
      </w:r>
    </w:p>
    <w:p w14:paraId="3E390364" w14:textId="79B2FB52" w:rsidR="0023102F" w:rsidRPr="00D44DBC" w:rsidRDefault="00E87589" w:rsidP="00A40F82">
      <w:pPr>
        <w:pStyle w:val="Rubric"/>
        <w:spacing w:line="480" w:lineRule="auto"/>
      </w:pPr>
      <w:r w:rsidRPr="00BE658E">
        <w:t xml:space="preserve">Write </w:t>
      </w:r>
      <w:r w:rsidR="00203476">
        <w:t>the email.</w:t>
      </w:r>
      <w:r w:rsidR="00536557">
        <w:t xml:space="preserve"> </w:t>
      </w:r>
      <w:r w:rsidR="0023102F" w:rsidRPr="0023102F">
        <w:t xml:space="preserve">Write </w:t>
      </w:r>
      <w:r w:rsidR="00203476">
        <w:t>200</w:t>
      </w:r>
      <w:r w:rsidR="0011483B">
        <w:t>–</w:t>
      </w:r>
      <w:r w:rsidR="00C3272D">
        <w:t>250</w:t>
      </w:r>
      <w:r w:rsidR="0011483B">
        <w:t xml:space="preserve"> words.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2D050362" w14:textId="01E6942A" w:rsidR="00C3272D" w:rsidRDefault="008229C9" w:rsidP="00AE7136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6557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40F82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A40F82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3272D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6D6C3" w14:textId="77777777" w:rsidR="00982C30" w:rsidRDefault="00982C30">
      <w:r>
        <w:separator/>
      </w:r>
    </w:p>
    <w:p w14:paraId="3BD9F5FE" w14:textId="77777777" w:rsidR="00982C30" w:rsidRDefault="00982C30"/>
    <w:p w14:paraId="33BEF48E" w14:textId="77777777" w:rsidR="00982C30" w:rsidRDefault="00982C30"/>
    <w:p w14:paraId="3FB8B8EA" w14:textId="77777777" w:rsidR="00982C30" w:rsidRDefault="00982C30"/>
    <w:p w14:paraId="2C9AADDE" w14:textId="77777777" w:rsidR="00982C30" w:rsidRDefault="00982C30"/>
    <w:p w14:paraId="450CF4B7" w14:textId="77777777" w:rsidR="00982C30" w:rsidRDefault="00982C30"/>
  </w:endnote>
  <w:endnote w:type="continuationSeparator" w:id="0">
    <w:p w14:paraId="46CFD910" w14:textId="77777777" w:rsidR="00982C30" w:rsidRDefault="00982C30">
      <w:r>
        <w:continuationSeparator/>
      </w:r>
    </w:p>
    <w:p w14:paraId="2EC7218A" w14:textId="77777777" w:rsidR="00982C30" w:rsidRDefault="00982C30"/>
    <w:p w14:paraId="285E8619" w14:textId="77777777" w:rsidR="00982C30" w:rsidRDefault="00982C30"/>
    <w:p w14:paraId="4D4B3430" w14:textId="77777777" w:rsidR="00982C30" w:rsidRDefault="00982C30"/>
    <w:p w14:paraId="591DFDBD" w14:textId="77777777" w:rsidR="00982C30" w:rsidRDefault="00982C30"/>
    <w:p w14:paraId="6E9C0F81" w14:textId="77777777" w:rsidR="00982C30" w:rsidRDefault="00982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44F8A00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536557">
      <w:t>Education 2019</w:t>
    </w:r>
    <w:r w:rsidRPr="00B60917">
      <w:t xml:space="preserve">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EB0BB" w14:textId="77777777" w:rsidR="00982C30" w:rsidRDefault="00982C30">
      <w:r>
        <w:separator/>
      </w:r>
    </w:p>
    <w:p w14:paraId="75CEF36F" w14:textId="77777777" w:rsidR="00982C30" w:rsidRDefault="00982C30"/>
    <w:p w14:paraId="1F5DF31F" w14:textId="77777777" w:rsidR="00982C30" w:rsidRDefault="00982C30"/>
    <w:p w14:paraId="7244A13C" w14:textId="77777777" w:rsidR="00982C30" w:rsidRDefault="00982C30"/>
    <w:p w14:paraId="4DEA64BF" w14:textId="77777777" w:rsidR="00982C30" w:rsidRDefault="00982C30"/>
    <w:p w14:paraId="3427C73C" w14:textId="77777777" w:rsidR="00982C30" w:rsidRDefault="00982C30"/>
  </w:footnote>
  <w:footnote w:type="continuationSeparator" w:id="0">
    <w:p w14:paraId="75DD6A28" w14:textId="77777777" w:rsidR="00982C30" w:rsidRDefault="00982C30">
      <w:r>
        <w:continuationSeparator/>
      </w:r>
    </w:p>
    <w:p w14:paraId="4A3E7D96" w14:textId="77777777" w:rsidR="00982C30" w:rsidRDefault="00982C30"/>
    <w:p w14:paraId="5A64C379" w14:textId="77777777" w:rsidR="00982C30" w:rsidRDefault="00982C30"/>
    <w:p w14:paraId="66ABECF2" w14:textId="77777777" w:rsidR="00982C30" w:rsidRDefault="00982C30"/>
    <w:p w14:paraId="6CADE0A5" w14:textId="77777777" w:rsidR="00982C30" w:rsidRDefault="00982C30"/>
    <w:p w14:paraId="659006E3" w14:textId="77777777" w:rsidR="00982C30" w:rsidRDefault="00982C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289F160B">
              <wp:simplePos x="0" y="0"/>
              <wp:positionH relativeFrom="column">
                <wp:posOffset>3529330</wp:posOffset>
              </wp:positionH>
              <wp:positionV relativeFrom="paragraph">
                <wp:posOffset>66675</wp:posOffset>
              </wp:positionV>
              <wp:extent cx="3324860" cy="107632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860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1FB95A65" w:rsidR="00B41F63" w:rsidRDefault="00B41F63" w:rsidP="0053655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3C0780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7C60A61E" w14:textId="40107DEA" w:rsidR="00536557" w:rsidRDefault="00536557" w:rsidP="00536557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24CD8B2B" w14:textId="77777777" w:rsidR="00536557" w:rsidRPr="004A4A63" w:rsidRDefault="00536557" w:rsidP="0053655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 w:rsidP="00536557">
                          <w:pPr>
                            <w:spacing w:line="480" w:lineRule="auto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7.9pt;margin-top:5.25pt;width:261.8pt;height:8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" filled="f" stroked="f">
              <v:textbox inset=",7.2pt,,7.2pt">
                <w:txbxContent>
                  <w:p w14:paraId="005A265F" w14:textId="1FB95A65" w:rsidR="00B41F63" w:rsidRDefault="00B41F63" w:rsidP="0053655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3C0780">
                      <w:rPr>
                        <w:rFonts w:ascii="Arial" w:hAnsi="Arial"/>
                        <w:b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7C60A61E" w14:textId="40107DEA" w:rsidR="00536557" w:rsidRDefault="00536557" w:rsidP="00536557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___________________________________</w:t>
                    </w:r>
                  </w:p>
                  <w:p w14:paraId="24CD8B2B" w14:textId="77777777" w:rsidR="00536557" w:rsidRPr="004A4A63" w:rsidRDefault="00536557" w:rsidP="0053655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 w:rsidP="00536557">
                    <w:pPr>
                      <w:spacing w:line="480" w:lineRule="auto"/>
                    </w:pPr>
                  </w:p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4F23"/>
    <w:rsid w:val="000553DC"/>
    <w:rsid w:val="00055BAA"/>
    <w:rsid w:val="00062318"/>
    <w:rsid w:val="00067AA9"/>
    <w:rsid w:val="00071A9C"/>
    <w:rsid w:val="000737A6"/>
    <w:rsid w:val="00074226"/>
    <w:rsid w:val="00075862"/>
    <w:rsid w:val="00077D33"/>
    <w:rsid w:val="00087375"/>
    <w:rsid w:val="00087998"/>
    <w:rsid w:val="00093528"/>
    <w:rsid w:val="00093C90"/>
    <w:rsid w:val="000A32BD"/>
    <w:rsid w:val="000A37D1"/>
    <w:rsid w:val="000A3A73"/>
    <w:rsid w:val="000A6038"/>
    <w:rsid w:val="000A7BFC"/>
    <w:rsid w:val="000C04B7"/>
    <w:rsid w:val="000C0F68"/>
    <w:rsid w:val="000C23E2"/>
    <w:rsid w:val="000C27B3"/>
    <w:rsid w:val="000C352E"/>
    <w:rsid w:val="000D00CA"/>
    <w:rsid w:val="000D56F5"/>
    <w:rsid w:val="000E03F1"/>
    <w:rsid w:val="000F07D2"/>
    <w:rsid w:val="000F0F23"/>
    <w:rsid w:val="000F5608"/>
    <w:rsid w:val="00100501"/>
    <w:rsid w:val="00100F80"/>
    <w:rsid w:val="0010783F"/>
    <w:rsid w:val="001079D4"/>
    <w:rsid w:val="0011398D"/>
    <w:rsid w:val="0011483B"/>
    <w:rsid w:val="00115729"/>
    <w:rsid w:val="00121274"/>
    <w:rsid w:val="00122354"/>
    <w:rsid w:val="0012334D"/>
    <w:rsid w:val="00133092"/>
    <w:rsid w:val="00137B35"/>
    <w:rsid w:val="00144336"/>
    <w:rsid w:val="001449F4"/>
    <w:rsid w:val="001460FF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7"/>
    <w:rsid w:val="001910AD"/>
    <w:rsid w:val="00191D33"/>
    <w:rsid w:val="001920AC"/>
    <w:rsid w:val="00192A68"/>
    <w:rsid w:val="0019684A"/>
    <w:rsid w:val="00197C7F"/>
    <w:rsid w:val="001A7D22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3476"/>
    <w:rsid w:val="002062FD"/>
    <w:rsid w:val="00210220"/>
    <w:rsid w:val="002140AF"/>
    <w:rsid w:val="002142B4"/>
    <w:rsid w:val="002153D5"/>
    <w:rsid w:val="00215C46"/>
    <w:rsid w:val="00221A21"/>
    <w:rsid w:val="00222859"/>
    <w:rsid w:val="002238E0"/>
    <w:rsid w:val="0023102F"/>
    <w:rsid w:val="0023171E"/>
    <w:rsid w:val="002370A3"/>
    <w:rsid w:val="00240665"/>
    <w:rsid w:val="00242B69"/>
    <w:rsid w:val="00243042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3FF"/>
    <w:rsid w:val="002A6BD0"/>
    <w:rsid w:val="002A6D1B"/>
    <w:rsid w:val="002B1393"/>
    <w:rsid w:val="002B7311"/>
    <w:rsid w:val="002C063D"/>
    <w:rsid w:val="002C0C69"/>
    <w:rsid w:val="002C50AB"/>
    <w:rsid w:val="002C74D7"/>
    <w:rsid w:val="002C7589"/>
    <w:rsid w:val="002D2423"/>
    <w:rsid w:val="002D40D8"/>
    <w:rsid w:val="002E07B9"/>
    <w:rsid w:val="002E11E3"/>
    <w:rsid w:val="002F4215"/>
    <w:rsid w:val="002F59F7"/>
    <w:rsid w:val="00300765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30E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27F3"/>
    <w:rsid w:val="003B724A"/>
    <w:rsid w:val="003C0780"/>
    <w:rsid w:val="003C2BB7"/>
    <w:rsid w:val="003C414E"/>
    <w:rsid w:val="003C644F"/>
    <w:rsid w:val="003C66C7"/>
    <w:rsid w:val="003D3173"/>
    <w:rsid w:val="003E28C9"/>
    <w:rsid w:val="003E2B47"/>
    <w:rsid w:val="003F0681"/>
    <w:rsid w:val="003F30C5"/>
    <w:rsid w:val="003F37F9"/>
    <w:rsid w:val="003F3908"/>
    <w:rsid w:val="00407853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69FA"/>
    <w:rsid w:val="00461FA9"/>
    <w:rsid w:val="00464F76"/>
    <w:rsid w:val="004666E1"/>
    <w:rsid w:val="0046672F"/>
    <w:rsid w:val="0048606D"/>
    <w:rsid w:val="00490134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16608"/>
    <w:rsid w:val="00522DB2"/>
    <w:rsid w:val="00523330"/>
    <w:rsid w:val="00523A94"/>
    <w:rsid w:val="00524D72"/>
    <w:rsid w:val="005263C3"/>
    <w:rsid w:val="005300E0"/>
    <w:rsid w:val="00533D10"/>
    <w:rsid w:val="00536557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6E64"/>
    <w:rsid w:val="005C7424"/>
    <w:rsid w:val="005D0DE9"/>
    <w:rsid w:val="005D55FA"/>
    <w:rsid w:val="005D76F0"/>
    <w:rsid w:val="005E323C"/>
    <w:rsid w:val="005E4F65"/>
    <w:rsid w:val="005E6F23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A23"/>
    <w:rsid w:val="00665084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104D2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75F3B"/>
    <w:rsid w:val="0078074E"/>
    <w:rsid w:val="00782162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3AE6"/>
    <w:rsid w:val="008173AC"/>
    <w:rsid w:val="00821E51"/>
    <w:rsid w:val="00822796"/>
    <w:rsid w:val="008229C9"/>
    <w:rsid w:val="00824B66"/>
    <w:rsid w:val="00826986"/>
    <w:rsid w:val="00854BB2"/>
    <w:rsid w:val="00854C2B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2388"/>
    <w:rsid w:val="008A3AD4"/>
    <w:rsid w:val="008A4674"/>
    <w:rsid w:val="008A4DF8"/>
    <w:rsid w:val="008A5BD1"/>
    <w:rsid w:val="008A764A"/>
    <w:rsid w:val="008B1FE9"/>
    <w:rsid w:val="008B2ACB"/>
    <w:rsid w:val="008B4432"/>
    <w:rsid w:val="008B7285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7890"/>
    <w:rsid w:val="00921580"/>
    <w:rsid w:val="0092162E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2C30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44B6"/>
    <w:rsid w:val="009D5AB9"/>
    <w:rsid w:val="009D7585"/>
    <w:rsid w:val="009E2059"/>
    <w:rsid w:val="009E6D17"/>
    <w:rsid w:val="009F7606"/>
    <w:rsid w:val="00A01073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0F82"/>
    <w:rsid w:val="00A458CB"/>
    <w:rsid w:val="00A47585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5570"/>
    <w:rsid w:val="00A863D0"/>
    <w:rsid w:val="00A90E17"/>
    <w:rsid w:val="00AA3977"/>
    <w:rsid w:val="00AB07A3"/>
    <w:rsid w:val="00AB1078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136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3E7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27BA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4DBC"/>
    <w:rsid w:val="00D45B94"/>
    <w:rsid w:val="00D46099"/>
    <w:rsid w:val="00D55EA2"/>
    <w:rsid w:val="00D61E27"/>
    <w:rsid w:val="00D62302"/>
    <w:rsid w:val="00D6409A"/>
    <w:rsid w:val="00D64E33"/>
    <w:rsid w:val="00D77C92"/>
    <w:rsid w:val="00D80759"/>
    <w:rsid w:val="00D81F37"/>
    <w:rsid w:val="00D86978"/>
    <w:rsid w:val="00D90411"/>
    <w:rsid w:val="00D93245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B75E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3E43"/>
    <w:rsid w:val="00F253B6"/>
    <w:rsid w:val="00F26B3F"/>
    <w:rsid w:val="00F30998"/>
    <w:rsid w:val="00F322ED"/>
    <w:rsid w:val="00F34D84"/>
    <w:rsid w:val="00F356EA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A40F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A40F82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A40F82"/>
  </w:style>
  <w:style w:type="paragraph" w:customStyle="1" w:styleId="ReadingHead">
    <w:name w:val="Reading Head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A40F82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A40F82"/>
    <w:rPr>
      <w:i/>
      <w:color w:val="003366"/>
      <w:sz w:val="24"/>
      <w:szCs w:val="24"/>
    </w:rPr>
  </w:style>
  <w:style w:type="paragraph" w:customStyle="1" w:styleId="RealiaText">
    <w:name w:val="Realia Text"/>
    <w:rsid w:val="00A40F82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A40F82"/>
    <w:pPr>
      <w:ind w:left="0" w:firstLine="0"/>
    </w:pPr>
  </w:style>
  <w:style w:type="paragraph" w:customStyle="1" w:styleId="TextList">
    <w:name w:val="Text List"/>
    <w:rsid w:val="00A40F82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A40F82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A40F82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A40F82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A40F82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A40F82"/>
    <w:rPr>
      <w:rFonts w:ascii="Charis SIL" w:hAnsi="Charis SIL"/>
    </w:rPr>
  </w:style>
  <w:style w:type="character" w:customStyle="1" w:styleId="GapFillchr">
    <w:name w:val="Gap Fill chr"/>
    <w:rsid w:val="00A40F82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A40F82"/>
  </w:style>
  <w:style w:type="paragraph" w:customStyle="1" w:styleId="RealiaHead">
    <w:name w:val="Realia Head"/>
    <w:basedOn w:val="RealiaText"/>
    <w:rsid w:val="00A40F82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A40F82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A40F82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A40F82"/>
    <w:rPr>
      <w:color w:val="333399"/>
    </w:rPr>
  </w:style>
  <w:style w:type="paragraph" w:customStyle="1" w:styleId="Rubric">
    <w:name w:val="Rubric"/>
    <w:rsid w:val="00A40F82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A40F82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A40F82"/>
    <w:rPr>
      <w:b/>
    </w:rPr>
  </w:style>
  <w:style w:type="paragraph" w:customStyle="1" w:styleId="TextDialogue">
    <w:name w:val="Text Dialogue"/>
    <w:basedOn w:val="TextList"/>
    <w:rsid w:val="00A40F82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A40F82"/>
  </w:style>
  <w:style w:type="paragraph" w:customStyle="1" w:styleId="AudioscriptHead">
    <w:name w:val="Audioscript Head"/>
    <w:basedOn w:val="Audioscript"/>
    <w:rsid w:val="00A40F82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A40F82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A40F82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A40F82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A40F82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A40F82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A40F82"/>
    <w:rPr>
      <w:i/>
      <w:color w:val="339966"/>
    </w:rPr>
  </w:style>
  <w:style w:type="paragraph" w:customStyle="1" w:styleId="TextReference">
    <w:name w:val="Text Reference"/>
    <w:basedOn w:val="Normalny"/>
    <w:rsid w:val="00A40F82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A40F82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A40F82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paragraph" w:customStyle="1" w:styleId="VocabularyHead">
    <w:name w:val="Vocabulary Head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A40F82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A40F82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A40F82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A40F82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A40F82"/>
    <w:pPr>
      <w:shd w:val="clear" w:color="auto" w:fill="CCECFF"/>
    </w:pPr>
  </w:style>
  <w:style w:type="paragraph" w:customStyle="1" w:styleId="UnitObjectives">
    <w:name w:val="Unit Objectives"/>
    <w:rsid w:val="00A40F8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A40F82"/>
    <w:rPr>
      <w:b/>
    </w:rPr>
  </w:style>
  <w:style w:type="paragraph" w:customStyle="1" w:styleId="CommonErrorsHead">
    <w:name w:val="Common Errors Head"/>
    <w:basedOn w:val="VocabularyHead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491B0A-AD48-4D6A-AB22-ED38B56E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3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4</cp:revision>
  <cp:lastPrinted>2019-05-30T09:19:00Z</cp:lastPrinted>
  <dcterms:created xsi:type="dcterms:W3CDTF">2019-05-30T09:17:00Z</dcterms:created>
  <dcterms:modified xsi:type="dcterms:W3CDTF">2019-05-30T09:51:00Z</dcterms:modified>
</cp:coreProperties>
</file>