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F5CE" w14:textId="77777777" w:rsidR="00DA18F2" w:rsidRPr="00492D51" w:rsidRDefault="00DA18F2" w:rsidP="00DA18F2">
      <w:pPr>
        <w:pStyle w:val="HeadUnit"/>
      </w:pPr>
      <w:r>
        <w:t>LANGUAGE</w:t>
      </w:r>
    </w:p>
    <w:p w14:paraId="6A7E583B" w14:textId="1CD3895C" w:rsidR="008573E0" w:rsidRPr="002A2379" w:rsidRDefault="00F368FC" w:rsidP="002A2379">
      <w:pPr>
        <w:pStyle w:val="HeadASection"/>
        <w:rPr>
          <w:lang w:val="en-GB"/>
        </w:rPr>
      </w:pPr>
      <w:r w:rsidRPr="002A2379">
        <w:rPr>
          <w:lang w:val="en-GB"/>
        </w:rPr>
        <w:t xml:space="preserve">Lesson </w:t>
      </w:r>
      <w:r w:rsidR="00375B4E" w:rsidRPr="002A2379">
        <w:rPr>
          <w:lang w:val="en-GB"/>
        </w:rPr>
        <w:t>2</w:t>
      </w:r>
      <w:r w:rsidR="00955030" w:rsidRPr="002A2379">
        <w:rPr>
          <w:lang w:val="en-GB"/>
        </w:rPr>
        <w:t>.1 Vocabulary</w:t>
      </w:r>
      <w:r w:rsidR="00E23CC4" w:rsidRPr="002A2379">
        <w:rPr>
          <w:spacing w:val="11"/>
          <w:lang w:val="en-GB"/>
        </w:rPr>
        <w:t xml:space="preserve"> </w:t>
      </w:r>
    </w:p>
    <w:p w14:paraId="6206DAFC" w14:textId="43B491FA" w:rsidR="00DA18F2" w:rsidRPr="00492D51" w:rsidRDefault="009C6D9D" w:rsidP="00DA18F2">
      <w:pPr>
        <w:pStyle w:val="EXAMTASKTYPE"/>
      </w:pPr>
      <w:r>
        <w:t>B2 Business</w:t>
      </w:r>
      <w:r w:rsidR="0083061C">
        <w:t xml:space="preserve"> Vantage</w:t>
      </w:r>
      <w:r w:rsidR="00E6753C">
        <w:t xml:space="preserve"> </w:t>
      </w:r>
      <w:r w:rsidR="0083061C">
        <w:t xml:space="preserve">/ </w:t>
      </w:r>
      <w:r>
        <w:t>C1 Business Higher</w:t>
      </w:r>
    </w:p>
    <w:p w14:paraId="3FFE11EB" w14:textId="0150F0DA" w:rsidR="00D711B2" w:rsidRDefault="008573E0" w:rsidP="008D2BFA">
      <w:pPr>
        <w:pStyle w:val="Rubric"/>
      </w:pPr>
      <w:r w:rsidRPr="00E84816">
        <w:t xml:space="preserve">1 </w:t>
      </w:r>
      <w:r w:rsidR="00BA7D6E" w:rsidRPr="00E84816">
        <w:tab/>
      </w:r>
      <w:r w:rsidR="00C366BE">
        <w:t>Choose the correct optio</w:t>
      </w:r>
      <w:r w:rsidR="009C6D9D">
        <w:t>n</w:t>
      </w:r>
      <w:r w:rsidR="00C366BE">
        <w:t>.</w:t>
      </w:r>
    </w:p>
    <w:p w14:paraId="26F2B981" w14:textId="77777777" w:rsidR="00C56F04" w:rsidRDefault="00C56F04" w:rsidP="008D2BFA">
      <w:pPr>
        <w:pStyle w:val="Rubric"/>
        <w:rPr>
          <w:b w:val="0"/>
        </w:rPr>
      </w:pPr>
    </w:p>
    <w:p w14:paraId="5A2862FF" w14:textId="75625763" w:rsidR="00C366BE" w:rsidRDefault="00220F85" w:rsidP="008D2BFA">
      <w:pPr>
        <w:pStyle w:val="Rubric"/>
        <w:rPr>
          <w:b w:val="0"/>
        </w:rPr>
      </w:pPr>
      <w:r>
        <w:rPr>
          <w:b w:val="0"/>
        </w:rPr>
        <w:t xml:space="preserve">I manage a team of ten people. It’s important to me to create a </w:t>
      </w:r>
      <w:r w:rsidR="004A5C40">
        <w:rPr>
          <w:b w:val="0"/>
          <w:vertAlign w:val="superscript"/>
        </w:rPr>
        <w:t>1</w:t>
      </w:r>
      <w:r w:rsidR="00110A1D" w:rsidRPr="00110A1D">
        <w:rPr>
          <w:rStyle w:val="GapFillchr"/>
        </w:rPr>
        <w:t xml:space="preserve">       </w:t>
      </w:r>
      <w:r w:rsidR="009233D2">
        <w:rPr>
          <w:b w:val="0"/>
        </w:rPr>
        <w:t xml:space="preserve"> </w:t>
      </w:r>
      <w:r>
        <w:rPr>
          <w:b w:val="0"/>
        </w:rPr>
        <w:t>atmosphere in the team. So, last year I went on</w:t>
      </w:r>
      <w:r w:rsidR="00C366BE">
        <w:rPr>
          <w:b w:val="0"/>
        </w:rPr>
        <w:t xml:space="preserve"> a </w:t>
      </w:r>
      <w:r w:rsidR="004A5C40">
        <w:rPr>
          <w:b w:val="0"/>
          <w:vertAlign w:val="superscript"/>
        </w:rPr>
        <w:t>2</w:t>
      </w:r>
      <w:r w:rsidR="00110A1D" w:rsidRPr="00110A1D">
        <w:rPr>
          <w:rStyle w:val="GapFillchr"/>
        </w:rPr>
        <w:t xml:space="preserve">       </w:t>
      </w:r>
      <w:r>
        <w:rPr>
          <w:b w:val="0"/>
        </w:rPr>
        <w:t xml:space="preserve"> </w:t>
      </w:r>
      <w:r w:rsidR="00C366BE">
        <w:rPr>
          <w:b w:val="0"/>
        </w:rPr>
        <w:t>training cour</w:t>
      </w:r>
      <w:r>
        <w:rPr>
          <w:b w:val="0"/>
        </w:rPr>
        <w:t>se. I</w:t>
      </w:r>
      <w:r w:rsidR="00110A1D">
        <w:rPr>
          <w:b w:val="0"/>
        </w:rPr>
        <w:t> </w:t>
      </w:r>
      <w:r>
        <w:rPr>
          <w:b w:val="0"/>
        </w:rPr>
        <w:t xml:space="preserve">wanted to learn more about how to be </w:t>
      </w:r>
      <w:r w:rsidR="00001C68">
        <w:rPr>
          <w:b w:val="0"/>
        </w:rPr>
        <w:t xml:space="preserve">a </w:t>
      </w:r>
      <w:r w:rsidR="004A5C40">
        <w:rPr>
          <w:b w:val="0"/>
          <w:vertAlign w:val="superscript"/>
        </w:rPr>
        <w:t>3</w:t>
      </w:r>
      <w:r w:rsidR="00110A1D" w:rsidRPr="00110A1D">
        <w:rPr>
          <w:rStyle w:val="GapFillchr"/>
        </w:rPr>
        <w:t xml:space="preserve">       </w:t>
      </w:r>
      <w:r w:rsidR="00CA5BE6">
        <w:rPr>
          <w:b w:val="0"/>
        </w:rPr>
        <w:t xml:space="preserve"> </w:t>
      </w:r>
      <w:r w:rsidR="008924EE">
        <w:rPr>
          <w:b w:val="0"/>
        </w:rPr>
        <w:br/>
      </w:r>
      <w:r w:rsidR="00CA5BE6">
        <w:rPr>
          <w:b w:val="0"/>
        </w:rPr>
        <w:t>listener</w:t>
      </w:r>
      <w:r>
        <w:rPr>
          <w:b w:val="0"/>
        </w:rPr>
        <w:t>. As a</w:t>
      </w:r>
      <w:r w:rsidR="00110A1D">
        <w:rPr>
          <w:b w:val="0"/>
        </w:rPr>
        <w:t> </w:t>
      </w:r>
      <w:r>
        <w:rPr>
          <w:b w:val="0"/>
        </w:rPr>
        <w:t xml:space="preserve">result, I started a </w:t>
      </w:r>
      <w:r w:rsidR="00CA5BE6">
        <w:rPr>
          <w:b w:val="0"/>
        </w:rPr>
        <w:t xml:space="preserve">group </w:t>
      </w:r>
      <w:r w:rsidR="004A5C40">
        <w:rPr>
          <w:b w:val="0"/>
          <w:vertAlign w:val="superscript"/>
        </w:rPr>
        <w:t>4</w:t>
      </w:r>
      <w:r w:rsidR="008924EE" w:rsidRPr="008924EE">
        <w:rPr>
          <w:rStyle w:val="GapFillchr"/>
        </w:rPr>
        <w:t xml:space="preserve">       </w:t>
      </w:r>
      <w:r>
        <w:rPr>
          <w:b w:val="0"/>
        </w:rPr>
        <w:t xml:space="preserve"> </w:t>
      </w:r>
      <w:r w:rsidR="008924EE">
        <w:rPr>
          <w:b w:val="0"/>
        </w:rPr>
        <w:br/>
      </w:r>
      <w:r>
        <w:rPr>
          <w:b w:val="0"/>
        </w:rPr>
        <w:t xml:space="preserve">programme for my team. </w:t>
      </w:r>
      <w:r w:rsidR="00CA5BE6">
        <w:rPr>
          <w:b w:val="0"/>
        </w:rPr>
        <w:t xml:space="preserve">We meet once a month to give each other </w:t>
      </w:r>
      <w:r w:rsidR="004A5C40">
        <w:rPr>
          <w:b w:val="0"/>
          <w:vertAlign w:val="superscript"/>
        </w:rPr>
        <w:t>5</w:t>
      </w:r>
      <w:r w:rsidR="008924EE" w:rsidRPr="008924EE">
        <w:rPr>
          <w:rStyle w:val="GapFillchr"/>
        </w:rPr>
        <w:t xml:space="preserve">       </w:t>
      </w:r>
      <w:r w:rsidR="008B4601">
        <w:rPr>
          <w:b w:val="0"/>
        </w:rPr>
        <w:t xml:space="preserve"> .</w:t>
      </w:r>
      <w:r w:rsidR="00CA5BE6">
        <w:rPr>
          <w:b w:val="0"/>
        </w:rPr>
        <w:t xml:space="preserve"> I believe that listening to</w:t>
      </w:r>
      <w:r w:rsidR="008924EE">
        <w:rPr>
          <w:b w:val="0"/>
        </w:rPr>
        <w:t> </w:t>
      </w:r>
      <w:r w:rsidR="004A5C40">
        <w:rPr>
          <w:b w:val="0"/>
          <w:vertAlign w:val="superscript"/>
        </w:rPr>
        <w:t>6</w:t>
      </w:r>
      <w:r w:rsidR="008924EE" w:rsidRPr="008924EE">
        <w:rPr>
          <w:rStyle w:val="GapFillchr"/>
        </w:rPr>
        <w:t xml:space="preserve">       </w:t>
      </w:r>
      <w:r w:rsidR="00CA5BE6">
        <w:rPr>
          <w:b w:val="0"/>
        </w:rPr>
        <w:t xml:space="preserve"> as well as managers is mutually </w:t>
      </w:r>
      <w:r w:rsidR="004A5C40">
        <w:rPr>
          <w:b w:val="0"/>
          <w:vertAlign w:val="superscript"/>
        </w:rPr>
        <w:t>7</w:t>
      </w:r>
      <w:r w:rsidR="008924EE" w:rsidRPr="008924EE">
        <w:rPr>
          <w:rStyle w:val="GapFillchr"/>
        </w:rPr>
        <w:t xml:space="preserve">       </w:t>
      </w:r>
      <w:r w:rsidR="008B4601">
        <w:rPr>
          <w:b w:val="0"/>
        </w:rPr>
        <w:t xml:space="preserve"> .</w:t>
      </w:r>
      <w:r w:rsidR="00CA5BE6">
        <w:rPr>
          <w:b w:val="0"/>
        </w:rPr>
        <w:t xml:space="preserve"> </w:t>
      </w:r>
      <w:r w:rsidR="00581E38">
        <w:rPr>
          <w:b w:val="0"/>
        </w:rPr>
        <w:t>A</w:t>
      </w:r>
      <w:r w:rsidR="00CA5BE6">
        <w:rPr>
          <w:b w:val="0"/>
        </w:rPr>
        <w:t xml:space="preserve"> work environment </w:t>
      </w:r>
      <w:r w:rsidR="00581E38">
        <w:rPr>
          <w:b w:val="0"/>
        </w:rPr>
        <w:t xml:space="preserve">should be </w:t>
      </w:r>
      <w:r w:rsidR="004A5C40">
        <w:rPr>
          <w:b w:val="0"/>
          <w:vertAlign w:val="superscript"/>
        </w:rPr>
        <w:t>8</w:t>
      </w:r>
      <w:r w:rsidR="008924EE" w:rsidRPr="008924EE">
        <w:rPr>
          <w:rStyle w:val="GapFillchr"/>
        </w:rPr>
        <w:t xml:space="preserve">       </w:t>
      </w:r>
      <w:r w:rsidR="008924EE">
        <w:rPr>
          <w:rStyle w:val="GapFillchr"/>
        </w:rPr>
        <w:br/>
      </w:r>
      <w:r w:rsidR="00581E38">
        <w:rPr>
          <w:b w:val="0"/>
        </w:rPr>
        <w:t>and not competitive</w:t>
      </w:r>
      <w:r w:rsidR="00CA5BE6">
        <w:rPr>
          <w:b w:val="0"/>
        </w:rPr>
        <w:t xml:space="preserve">, </w:t>
      </w:r>
      <w:r w:rsidR="00581E38">
        <w:rPr>
          <w:b w:val="0"/>
        </w:rPr>
        <w:t xml:space="preserve">otherwise </w:t>
      </w:r>
      <w:r w:rsidR="00CA5BE6">
        <w:rPr>
          <w:b w:val="0"/>
        </w:rPr>
        <w:t xml:space="preserve">employees can feel </w:t>
      </w:r>
      <w:r w:rsidR="004A5C40">
        <w:rPr>
          <w:b w:val="0"/>
          <w:vertAlign w:val="superscript"/>
        </w:rPr>
        <w:t>9</w:t>
      </w:r>
      <w:r w:rsidR="008924EE" w:rsidRPr="008924EE">
        <w:rPr>
          <w:rStyle w:val="GapFillchr"/>
        </w:rPr>
        <w:t xml:space="preserve">       </w:t>
      </w:r>
      <w:r w:rsidR="008B4601">
        <w:rPr>
          <w:b w:val="0"/>
        </w:rPr>
        <w:t xml:space="preserve"> </w:t>
      </w:r>
      <w:r w:rsidR="00CA5BE6">
        <w:rPr>
          <w:b w:val="0"/>
        </w:rPr>
        <w:t>. I</w:t>
      </w:r>
      <w:r w:rsidR="009C6D9D">
        <w:rPr>
          <w:b w:val="0"/>
        </w:rPr>
        <w:t xml:space="preserve">f the company has the best </w:t>
      </w:r>
      <w:r w:rsidR="004A5C40">
        <w:rPr>
          <w:b w:val="0"/>
          <w:vertAlign w:val="superscript"/>
        </w:rPr>
        <w:t>10</w:t>
      </w:r>
      <w:r w:rsidR="008924EE" w:rsidRPr="008924EE">
        <w:rPr>
          <w:rStyle w:val="GapFillchr"/>
        </w:rPr>
        <w:t xml:space="preserve">       </w:t>
      </w:r>
      <w:r w:rsidR="00CA5BE6">
        <w:rPr>
          <w:b w:val="0"/>
        </w:rPr>
        <w:t xml:space="preserve"> </w:t>
      </w:r>
      <w:r w:rsidR="003A4E40">
        <w:rPr>
          <w:b w:val="0"/>
        </w:rPr>
        <w:br/>
      </w:r>
      <w:r w:rsidR="00CA5BE6">
        <w:rPr>
          <w:b w:val="0"/>
        </w:rPr>
        <w:t xml:space="preserve">of </w:t>
      </w:r>
      <w:r w:rsidR="003A4E40">
        <w:rPr>
          <w:b w:val="0"/>
        </w:rPr>
        <w:t>its employees at heart, it f</w:t>
      </w:r>
      <w:r w:rsidR="00CA5BE6">
        <w:rPr>
          <w:b w:val="0"/>
        </w:rPr>
        <w:t>ocus</w:t>
      </w:r>
      <w:r w:rsidR="003A4E40">
        <w:rPr>
          <w:b w:val="0"/>
        </w:rPr>
        <w:t>es</w:t>
      </w:r>
      <w:r w:rsidR="00CA5BE6">
        <w:rPr>
          <w:b w:val="0"/>
        </w:rPr>
        <w:t xml:space="preserve"> on inclusion.  </w:t>
      </w:r>
    </w:p>
    <w:p w14:paraId="67E33808" w14:textId="7B4B896D" w:rsidR="00C366BE" w:rsidRDefault="00C366BE" w:rsidP="008D2BFA">
      <w:pPr>
        <w:pStyle w:val="Rubric"/>
        <w:rPr>
          <w:b w:val="0"/>
        </w:rPr>
      </w:pPr>
    </w:p>
    <w:p w14:paraId="238AAE5B" w14:textId="3BA73272" w:rsidR="00C366BE" w:rsidRPr="00CA5BE6" w:rsidRDefault="00C366BE" w:rsidP="002A2379">
      <w:pPr>
        <w:pStyle w:val="Rubric"/>
        <w:tabs>
          <w:tab w:val="left" w:pos="1276"/>
          <w:tab w:val="left" w:pos="2410"/>
          <w:tab w:val="left" w:pos="3828"/>
        </w:tabs>
        <w:rPr>
          <w:b w:val="0"/>
        </w:rPr>
      </w:pPr>
      <w:r>
        <w:t xml:space="preserve">1 </w:t>
      </w:r>
      <w:r w:rsidR="00CA5BE6">
        <w:t xml:space="preserve">a </w:t>
      </w:r>
      <w:r w:rsidR="00001C68" w:rsidRPr="00515103">
        <w:rPr>
          <w:b w:val="0"/>
        </w:rPr>
        <w:t>peers</w:t>
      </w:r>
      <w:r w:rsidR="00C56F04">
        <w:rPr>
          <w:b w:val="0"/>
        </w:rPr>
        <w:tab/>
      </w:r>
      <w:r w:rsidR="00CA5BE6">
        <w:t xml:space="preserve">b </w:t>
      </w:r>
      <w:r w:rsidR="00CA5BE6">
        <w:rPr>
          <w:b w:val="0"/>
        </w:rPr>
        <w:t>best</w:t>
      </w:r>
      <w:r w:rsidR="00C56F04">
        <w:rPr>
          <w:b w:val="0"/>
        </w:rPr>
        <w:tab/>
      </w:r>
      <w:r w:rsidR="00CA5BE6">
        <w:t xml:space="preserve">c </w:t>
      </w:r>
      <w:r w:rsidR="00CA5BE6">
        <w:rPr>
          <w:b w:val="0"/>
        </w:rPr>
        <w:t>cooperative</w:t>
      </w:r>
      <w:r w:rsidR="00CA5BE6">
        <w:rPr>
          <w:b w:val="0"/>
        </w:rPr>
        <w:tab/>
      </w:r>
      <w:r w:rsidR="00CA5BE6">
        <w:t xml:space="preserve">d </w:t>
      </w:r>
      <w:r w:rsidR="00CA5BE6">
        <w:rPr>
          <w:b w:val="0"/>
        </w:rPr>
        <w:t>mistrust</w:t>
      </w:r>
    </w:p>
    <w:p w14:paraId="6B4D1570" w14:textId="77777777" w:rsidR="00505D7E" w:rsidRDefault="00505D7E" w:rsidP="00853929">
      <w:pPr>
        <w:pStyle w:val="Rubric"/>
        <w:tabs>
          <w:tab w:val="left" w:pos="1276"/>
          <w:tab w:val="left" w:pos="2410"/>
          <w:tab w:val="left" w:pos="3828"/>
        </w:tabs>
      </w:pPr>
    </w:p>
    <w:p w14:paraId="11034FFA" w14:textId="558D53D8" w:rsidR="00C366BE" w:rsidRPr="00CA5BE6" w:rsidRDefault="00C366BE" w:rsidP="002A2379">
      <w:pPr>
        <w:pStyle w:val="Rubric"/>
        <w:tabs>
          <w:tab w:val="left" w:pos="1276"/>
          <w:tab w:val="left" w:pos="2410"/>
          <w:tab w:val="left" w:pos="3828"/>
        </w:tabs>
        <w:rPr>
          <w:b w:val="0"/>
        </w:rPr>
      </w:pPr>
      <w:r>
        <w:t xml:space="preserve">2 </w:t>
      </w:r>
      <w:r w:rsidR="00CA5BE6">
        <w:t xml:space="preserve">a </w:t>
      </w:r>
      <w:r w:rsidR="00CA5BE6">
        <w:rPr>
          <w:b w:val="0"/>
        </w:rPr>
        <w:t>nurturing</w:t>
      </w:r>
      <w:r w:rsidR="00C56F04">
        <w:rPr>
          <w:b w:val="0"/>
        </w:rPr>
        <w:tab/>
      </w:r>
      <w:r w:rsidR="00CA5BE6">
        <w:t xml:space="preserve">b </w:t>
      </w:r>
      <w:r w:rsidR="00CA5BE6">
        <w:rPr>
          <w:b w:val="0"/>
        </w:rPr>
        <w:t>benefits</w:t>
      </w:r>
      <w:r w:rsidR="00CA5BE6">
        <w:rPr>
          <w:b w:val="0"/>
        </w:rPr>
        <w:tab/>
      </w:r>
      <w:r w:rsidR="00CA5BE6" w:rsidRPr="00220F85">
        <w:t>c</w:t>
      </w:r>
      <w:r w:rsidR="00CA5BE6">
        <w:t xml:space="preserve"> </w:t>
      </w:r>
      <w:r w:rsidR="00CA5BE6">
        <w:rPr>
          <w:b w:val="0"/>
        </w:rPr>
        <w:t>leadership</w:t>
      </w:r>
      <w:r w:rsidR="00110A1D">
        <w:tab/>
      </w:r>
      <w:r w:rsidR="00CA5BE6" w:rsidRPr="00220F85">
        <w:t>d</w:t>
      </w:r>
      <w:r w:rsidR="00CA5BE6">
        <w:t xml:space="preserve"> </w:t>
      </w:r>
      <w:r w:rsidR="00001C68">
        <w:rPr>
          <w:b w:val="0"/>
        </w:rPr>
        <w:t>candid</w:t>
      </w:r>
    </w:p>
    <w:p w14:paraId="32445256" w14:textId="77777777" w:rsidR="00505D7E" w:rsidRDefault="00505D7E">
      <w:pPr>
        <w:pStyle w:val="Rubric"/>
        <w:tabs>
          <w:tab w:val="left" w:pos="1843"/>
        </w:tabs>
      </w:pPr>
    </w:p>
    <w:p w14:paraId="35CB79C6" w14:textId="02DF11CA" w:rsidR="00C366BE" w:rsidRPr="00CA5BE6" w:rsidRDefault="00C366BE" w:rsidP="002A2379">
      <w:pPr>
        <w:pStyle w:val="Rubric"/>
        <w:tabs>
          <w:tab w:val="left" w:pos="1843"/>
        </w:tabs>
        <w:rPr>
          <w:b w:val="0"/>
        </w:rPr>
      </w:pPr>
      <w:r>
        <w:t>3 a</w:t>
      </w:r>
      <w:r w:rsidR="00CA5BE6">
        <w:t xml:space="preserve"> </w:t>
      </w:r>
      <w:r w:rsidR="00CA5BE6">
        <w:rPr>
          <w:b w:val="0"/>
        </w:rPr>
        <w:t>compassionate</w:t>
      </w:r>
      <w:r w:rsidR="00C56F04">
        <w:rPr>
          <w:b w:val="0"/>
        </w:rPr>
        <w:tab/>
      </w:r>
      <w:r>
        <w:t>b</w:t>
      </w:r>
      <w:r w:rsidR="00CA5BE6">
        <w:t xml:space="preserve"> </w:t>
      </w:r>
      <w:r w:rsidR="00CA5BE6">
        <w:rPr>
          <w:b w:val="0"/>
        </w:rPr>
        <w:t>mentoring</w:t>
      </w:r>
      <w:r w:rsidR="00110A1D">
        <w:rPr>
          <w:b w:val="0"/>
        </w:rPr>
        <w:br/>
      </w:r>
      <w:r>
        <w:t>c</w:t>
      </w:r>
      <w:r w:rsidR="00CA5BE6">
        <w:t xml:space="preserve"> </w:t>
      </w:r>
      <w:r w:rsidR="00CA5BE6">
        <w:rPr>
          <w:b w:val="0"/>
        </w:rPr>
        <w:t>isolated</w:t>
      </w:r>
      <w:r w:rsidR="00110A1D">
        <w:rPr>
          <w:b w:val="0"/>
        </w:rPr>
        <w:tab/>
      </w:r>
      <w:r>
        <w:t>d</w:t>
      </w:r>
      <w:r w:rsidR="00CA5BE6">
        <w:t xml:space="preserve"> </w:t>
      </w:r>
      <w:r w:rsidR="00CA5BE6">
        <w:rPr>
          <w:b w:val="0"/>
        </w:rPr>
        <w:t>best</w:t>
      </w:r>
    </w:p>
    <w:p w14:paraId="5719D6AD" w14:textId="77777777" w:rsidR="00505D7E" w:rsidRDefault="00505D7E">
      <w:pPr>
        <w:pStyle w:val="Rubric"/>
        <w:tabs>
          <w:tab w:val="left" w:pos="1843"/>
          <w:tab w:val="left" w:pos="2268"/>
          <w:tab w:val="left" w:pos="2552"/>
          <w:tab w:val="left" w:pos="2835"/>
          <w:tab w:val="left" w:pos="3544"/>
        </w:tabs>
      </w:pPr>
    </w:p>
    <w:p w14:paraId="277E069A" w14:textId="2183DBC1" w:rsidR="00C366BE" w:rsidRPr="002A2379" w:rsidRDefault="00C366BE" w:rsidP="002A2379">
      <w:pPr>
        <w:pStyle w:val="Rubric"/>
        <w:tabs>
          <w:tab w:val="left" w:pos="1843"/>
          <w:tab w:val="left" w:pos="2268"/>
          <w:tab w:val="left" w:pos="2552"/>
          <w:tab w:val="left" w:pos="2835"/>
          <w:tab w:val="left" w:pos="3544"/>
        </w:tabs>
        <w:rPr>
          <w:b w:val="0"/>
        </w:rPr>
      </w:pPr>
      <w:r>
        <w:t>4 a</w:t>
      </w:r>
      <w:r w:rsidR="00CA5BE6">
        <w:t xml:space="preserve"> </w:t>
      </w:r>
      <w:r w:rsidR="00CA5BE6">
        <w:rPr>
          <w:b w:val="0"/>
        </w:rPr>
        <w:t>peers</w:t>
      </w:r>
      <w:r w:rsidR="00C56F04">
        <w:rPr>
          <w:b w:val="0"/>
        </w:rPr>
        <w:tab/>
      </w:r>
      <w:r>
        <w:t>b</w:t>
      </w:r>
      <w:r w:rsidR="00CA5BE6">
        <w:t xml:space="preserve"> </w:t>
      </w:r>
      <w:r w:rsidR="00CA5BE6">
        <w:rPr>
          <w:b w:val="0"/>
        </w:rPr>
        <w:t>interests</w:t>
      </w:r>
      <w:r w:rsidR="00110A1D">
        <w:rPr>
          <w:b w:val="0"/>
        </w:rPr>
        <w:br/>
      </w:r>
      <w:r>
        <w:t>c</w:t>
      </w:r>
      <w:r w:rsidR="00CF6B10">
        <w:t xml:space="preserve"> </w:t>
      </w:r>
      <w:r w:rsidR="00CF6B10" w:rsidRPr="00CF6B10">
        <w:rPr>
          <w:b w:val="0"/>
        </w:rPr>
        <w:t>cooperative</w:t>
      </w:r>
      <w:r w:rsidR="00C56F04">
        <w:rPr>
          <w:b w:val="0"/>
        </w:rPr>
        <w:tab/>
      </w:r>
      <w:r>
        <w:t>d</w:t>
      </w:r>
      <w:r w:rsidR="00CA5BE6">
        <w:t xml:space="preserve"> </w:t>
      </w:r>
      <w:r w:rsidR="00CA5BE6">
        <w:rPr>
          <w:b w:val="0"/>
        </w:rPr>
        <w:t>mentoring</w:t>
      </w:r>
    </w:p>
    <w:p w14:paraId="5CBF7BE4" w14:textId="77777777" w:rsidR="00505D7E" w:rsidRDefault="00505D7E" w:rsidP="00853929">
      <w:pPr>
        <w:pStyle w:val="Rubric"/>
        <w:tabs>
          <w:tab w:val="left" w:pos="1276"/>
          <w:tab w:val="left" w:pos="2410"/>
          <w:tab w:val="left" w:pos="3544"/>
        </w:tabs>
      </w:pPr>
    </w:p>
    <w:p w14:paraId="5B6511DE" w14:textId="76B5F8E3" w:rsidR="00C366BE" w:rsidRPr="00A62E29" w:rsidRDefault="00C366BE" w:rsidP="002A2379">
      <w:pPr>
        <w:pStyle w:val="Rubric"/>
        <w:tabs>
          <w:tab w:val="left" w:pos="1276"/>
          <w:tab w:val="left" w:pos="2410"/>
          <w:tab w:val="left" w:pos="3544"/>
        </w:tabs>
        <w:rPr>
          <w:b w:val="0"/>
        </w:rPr>
      </w:pPr>
      <w:r>
        <w:t>5 a</w:t>
      </w:r>
      <w:r w:rsidR="00CA5BE6">
        <w:t xml:space="preserve"> </w:t>
      </w:r>
      <w:r w:rsidR="00CA5BE6">
        <w:rPr>
          <w:b w:val="0"/>
        </w:rPr>
        <w:t>benefits</w:t>
      </w:r>
      <w:r w:rsidR="00C56F04">
        <w:rPr>
          <w:b w:val="0"/>
        </w:rPr>
        <w:tab/>
      </w:r>
      <w:r>
        <w:t>b</w:t>
      </w:r>
      <w:r w:rsidR="00CA5BE6">
        <w:t xml:space="preserve"> </w:t>
      </w:r>
      <w:r w:rsidR="00CA5BE6">
        <w:rPr>
          <w:b w:val="0"/>
        </w:rPr>
        <w:t>feedback</w:t>
      </w:r>
      <w:r w:rsidR="00C56F04">
        <w:tab/>
      </w:r>
      <w:r>
        <w:t>c</w:t>
      </w:r>
      <w:r w:rsidR="00CA5BE6">
        <w:t xml:space="preserve"> </w:t>
      </w:r>
      <w:r w:rsidR="00A62E29">
        <w:rPr>
          <w:b w:val="0"/>
        </w:rPr>
        <w:t>shots</w:t>
      </w:r>
      <w:r w:rsidR="00C56F04">
        <w:rPr>
          <w:b w:val="0"/>
        </w:rPr>
        <w:tab/>
      </w:r>
      <w:r>
        <w:t>d</w:t>
      </w:r>
      <w:r w:rsidR="00A62E29">
        <w:t xml:space="preserve"> </w:t>
      </w:r>
      <w:r w:rsidR="00A62E29">
        <w:rPr>
          <w:b w:val="0"/>
        </w:rPr>
        <w:t>inclusion</w:t>
      </w:r>
    </w:p>
    <w:p w14:paraId="6E4692C5" w14:textId="77777777" w:rsidR="00505D7E" w:rsidRDefault="00505D7E" w:rsidP="00853929">
      <w:pPr>
        <w:pStyle w:val="Rubric"/>
        <w:tabs>
          <w:tab w:val="left" w:pos="1276"/>
          <w:tab w:val="left" w:pos="2410"/>
          <w:tab w:val="left" w:pos="3544"/>
        </w:tabs>
      </w:pPr>
    </w:p>
    <w:p w14:paraId="715BE1EB" w14:textId="0DA33D33" w:rsidR="00C366BE" w:rsidRPr="00A62E29" w:rsidRDefault="00C366BE" w:rsidP="002A2379">
      <w:pPr>
        <w:pStyle w:val="Rubric"/>
        <w:tabs>
          <w:tab w:val="left" w:pos="1276"/>
          <w:tab w:val="left" w:pos="2410"/>
          <w:tab w:val="left" w:pos="3544"/>
        </w:tabs>
        <w:rPr>
          <w:b w:val="0"/>
        </w:rPr>
      </w:pPr>
      <w:r>
        <w:t>6 a</w:t>
      </w:r>
      <w:r w:rsidR="00A62E29">
        <w:t xml:space="preserve"> </w:t>
      </w:r>
      <w:r w:rsidR="00A62E29">
        <w:rPr>
          <w:b w:val="0"/>
        </w:rPr>
        <w:t>peers</w:t>
      </w:r>
      <w:r w:rsidR="00C56F04">
        <w:tab/>
      </w:r>
      <w:r>
        <w:t>b</w:t>
      </w:r>
      <w:r w:rsidR="00A62E29">
        <w:t xml:space="preserve"> </w:t>
      </w:r>
      <w:r w:rsidR="004E1D3B">
        <w:rPr>
          <w:b w:val="0"/>
        </w:rPr>
        <w:t>interests</w:t>
      </w:r>
      <w:r w:rsidR="00C56F04">
        <w:rPr>
          <w:b w:val="0"/>
        </w:rPr>
        <w:tab/>
      </w:r>
      <w:r>
        <w:t>c</w:t>
      </w:r>
      <w:r w:rsidR="00A62E29">
        <w:t xml:space="preserve"> </w:t>
      </w:r>
      <w:r w:rsidR="00853929">
        <w:rPr>
          <w:b w:val="0"/>
        </w:rPr>
        <w:t>feedback</w:t>
      </w:r>
      <w:r w:rsidR="00C56F04">
        <w:rPr>
          <w:b w:val="0"/>
        </w:rPr>
        <w:tab/>
      </w:r>
      <w:r>
        <w:t>d</w:t>
      </w:r>
      <w:r w:rsidR="00A62E29">
        <w:t xml:space="preserve"> </w:t>
      </w:r>
      <w:r w:rsidR="00A62E29">
        <w:rPr>
          <w:b w:val="0"/>
        </w:rPr>
        <w:t>leadership</w:t>
      </w:r>
    </w:p>
    <w:p w14:paraId="632371A0" w14:textId="77777777" w:rsidR="00505D7E" w:rsidRDefault="00505D7E" w:rsidP="00853929">
      <w:pPr>
        <w:pStyle w:val="Rubric"/>
        <w:tabs>
          <w:tab w:val="left" w:pos="1276"/>
          <w:tab w:val="left" w:pos="2410"/>
          <w:tab w:val="left" w:pos="3544"/>
        </w:tabs>
      </w:pPr>
    </w:p>
    <w:p w14:paraId="035368A5" w14:textId="33B78966" w:rsidR="00C366BE" w:rsidRDefault="00C366BE" w:rsidP="002A2379">
      <w:pPr>
        <w:pStyle w:val="Rubric"/>
        <w:tabs>
          <w:tab w:val="left" w:pos="1276"/>
          <w:tab w:val="left" w:pos="2410"/>
          <w:tab w:val="left" w:pos="3544"/>
        </w:tabs>
      </w:pPr>
      <w:r>
        <w:t>7 a</w:t>
      </w:r>
      <w:r w:rsidR="00581E38">
        <w:t xml:space="preserve"> </w:t>
      </w:r>
      <w:r w:rsidR="00581E38">
        <w:rPr>
          <w:b w:val="0"/>
        </w:rPr>
        <w:t>best</w:t>
      </w:r>
      <w:r w:rsidR="00C56F04">
        <w:rPr>
          <w:b w:val="0"/>
        </w:rPr>
        <w:tab/>
      </w:r>
      <w:r>
        <w:t>b</w:t>
      </w:r>
      <w:r w:rsidR="00581E38">
        <w:t xml:space="preserve"> </w:t>
      </w:r>
      <w:r w:rsidR="00581E38">
        <w:rPr>
          <w:b w:val="0"/>
        </w:rPr>
        <w:t>isolated</w:t>
      </w:r>
      <w:r w:rsidR="00581E38">
        <w:t xml:space="preserve"> </w:t>
      </w:r>
      <w:r w:rsidR="00581E38">
        <w:tab/>
      </w:r>
      <w:r>
        <w:t>c</w:t>
      </w:r>
      <w:r w:rsidR="00581E38">
        <w:t xml:space="preserve"> </w:t>
      </w:r>
      <w:r w:rsidR="00581E38">
        <w:rPr>
          <w:b w:val="0"/>
        </w:rPr>
        <w:t>candid</w:t>
      </w:r>
      <w:r w:rsidR="00C56F04">
        <w:tab/>
      </w:r>
      <w:r>
        <w:t>d</w:t>
      </w:r>
      <w:r w:rsidR="00581E38" w:rsidRPr="00581E38">
        <w:rPr>
          <w:b w:val="0"/>
        </w:rPr>
        <w:t xml:space="preserve"> </w:t>
      </w:r>
      <w:r w:rsidR="00581E38">
        <w:rPr>
          <w:b w:val="0"/>
        </w:rPr>
        <w:t>beneficial</w:t>
      </w:r>
    </w:p>
    <w:p w14:paraId="43E51EB3" w14:textId="77777777" w:rsidR="00505D7E" w:rsidRDefault="00505D7E" w:rsidP="005D5653">
      <w:pPr>
        <w:pStyle w:val="Rubric"/>
        <w:tabs>
          <w:tab w:val="left" w:pos="1276"/>
          <w:tab w:val="left" w:pos="2410"/>
          <w:tab w:val="left" w:pos="3544"/>
        </w:tabs>
      </w:pPr>
    </w:p>
    <w:p w14:paraId="601519B7" w14:textId="205ADF1E" w:rsidR="00C366BE" w:rsidRDefault="00C366BE" w:rsidP="002A2379">
      <w:pPr>
        <w:pStyle w:val="Rubric"/>
        <w:tabs>
          <w:tab w:val="left" w:pos="1276"/>
          <w:tab w:val="left" w:pos="2410"/>
          <w:tab w:val="left" w:pos="3544"/>
        </w:tabs>
      </w:pPr>
      <w:r>
        <w:t>8 a</w:t>
      </w:r>
      <w:r w:rsidR="00581E38">
        <w:t xml:space="preserve"> </w:t>
      </w:r>
      <w:r w:rsidR="005D5653">
        <w:rPr>
          <w:b w:val="0"/>
        </w:rPr>
        <w:t>mentoring</w:t>
      </w:r>
      <w:r w:rsidR="00C56F04">
        <w:rPr>
          <w:b w:val="0"/>
        </w:rPr>
        <w:tab/>
      </w:r>
      <w:r>
        <w:t>b</w:t>
      </w:r>
      <w:r w:rsidR="00581E38">
        <w:t xml:space="preserve"> </w:t>
      </w:r>
      <w:r w:rsidR="00581E38">
        <w:rPr>
          <w:b w:val="0"/>
        </w:rPr>
        <w:t>mistrust</w:t>
      </w:r>
      <w:r w:rsidR="00581E38">
        <w:rPr>
          <w:b w:val="0"/>
        </w:rPr>
        <w:tab/>
      </w:r>
      <w:r>
        <w:t>c</w:t>
      </w:r>
      <w:r w:rsidR="00581E38">
        <w:t xml:space="preserve"> </w:t>
      </w:r>
      <w:r w:rsidR="00581E38">
        <w:rPr>
          <w:b w:val="0"/>
        </w:rPr>
        <w:t>nurturing</w:t>
      </w:r>
      <w:r w:rsidR="00C56F04">
        <w:rPr>
          <w:b w:val="0"/>
        </w:rPr>
        <w:tab/>
      </w:r>
      <w:r>
        <w:t>d</w:t>
      </w:r>
      <w:r w:rsidR="00581E38">
        <w:t xml:space="preserve"> </w:t>
      </w:r>
      <w:r w:rsidR="005D5653">
        <w:rPr>
          <w:b w:val="0"/>
        </w:rPr>
        <w:t>isolated</w:t>
      </w:r>
      <w:r w:rsidR="005D5653">
        <w:t xml:space="preserve"> </w:t>
      </w:r>
    </w:p>
    <w:p w14:paraId="31921E32" w14:textId="77777777" w:rsidR="00505D7E" w:rsidRDefault="00505D7E" w:rsidP="00505D7E">
      <w:pPr>
        <w:pStyle w:val="Rubric"/>
        <w:tabs>
          <w:tab w:val="left" w:pos="1843"/>
          <w:tab w:val="left" w:pos="2410"/>
          <w:tab w:val="left" w:pos="3544"/>
        </w:tabs>
      </w:pPr>
    </w:p>
    <w:p w14:paraId="33450597" w14:textId="7EA9758B" w:rsidR="00C366BE" w:rsidRPr="00581E38" w:rsidRDefault="00C366BE" w:rsidP="002A2379">
      <w:pPr>
        <w:pStyle w:val="Rubric"/>
        <w:tabs>
          <w:tab w:val="left" w:pos="1843"/>
          <w:tab w:val="left" w:pos="2410"/>
          <w:tab w:val="left" w:pos="3544"/>
        </w:tabs>
        <w:rPr>
          <w:b w:val="0"/>
        </w:rPr>
      </w:pPr>
      <w:r>
        <w:t>9 a</w:t>
      </w:r>
      <w:r w:rsidR="00581E38">
        <w:t xml:space="preserve"> </w:t>
      </w:r>
      <w:r w:rsidR="00505D7E">
        <w:rPr>
          <w:b w:val="0"/>
        </w:rPr>
        <w:t>candid</w:t>
      </w:r>
      <w:r w:rsidR="00C56F04">
        <w:rPr>
          <w:b w:val="0"/>
        </w:rPr>
        <w:tab/>
      </w:r>
      <w:r>
        <w:t>b</w:t>
      </w:r>
      <w:r w:rsidR="00581E38" w:rsidRPr="00581E38">
        <w:rPr>
          <w:b w:val="0"/>
        </w:rPr>
        <w:t xml:space="preserve"> </w:t>
      </w:r>
      <w:r w:rsidR="00581E38">
        <w:rPr>
          <w:b w:val="0"/>
        </w:rPr>
        <w:t>isolated</w:t>
      </w:r>
      <w:r w:rsidR="00C56F04">
        <w:tab/>
      </w:r>
      <w:r w:rsidR="00505D7E">
        <w:br/>
      </w:r>
      <w:r>
        <w:t>c</w:t>
      </w:r>
      <w:r w:rsidR="00581E38">
        <w:t xml:space="preserve"> </w:t>
      </w:r>
      <w:r w:rsidR="00581E38">
        <w:rPr>
          <w:b w:val="0"/>
        </w:rPr>
        <w:t>benefi</w:t>
      </w:r>
      <w:r w:rsidR="00505D7E">
        <w:rPr>
          <w:b w:val="0"/>
        </w:rPr>
        <w:t>cial</w:t>
      </w:r>
      <w:r w:rsidR="00581E38">
        <w:rPr>
          <w:b w:val="0"/>
        </w:rPr>
        <w:tab/>
      </w:r>
      <w:r>
        <w:t>d</w:t>
      </w:r>
      <w:r w:rsidR="00581E38">
        <w:t xml:space="preserve"> </w:t>
      </w:r>
      <w:r w:rsidR="00505D7E">
        <w:rPr>
          <w:b w:val="0"/>
        </w:rPr>
        <w:t>compassionate</w:t>
      </w:r>
    </w:p>
    <w:p w14:paraId="233E2B19" w14:textId="77777777" w:rsidR="00505D7E" w:rsidRDefault="00505D7E">
      <w:pPr>
        <w:pStyle w:val="Rubric"/>
        <w:tabs>
          <w:tab w:val="left" w:pos="1843"/>
        </w:tabs>
      </w:pPr>
    </w:p>
    <w:p w14:paraId="76C2A935" w14:textId="3A87EAD6" w:rsidR="00C366BE" w:rsidRPr="00B53D32" w:rsidRDefault="00C366BE" w:rsidP="002A2379">
      <w:pPr>
        <w:pStyle w:val="Rubric"/>
        <w:tabs>
          <w:tab w:val="left" w:pos="1843"/>
        </w:tabs>
        <w:rPr>
          <w:b w:val="0"/>
        </w:rPr>
      </w:pPr>
      <w:r>
        <w:t>10 a</w:t>
      </w:r>
      <w:r w:rsidR="00581E38">
        <w:t xml:space="preserve"> </w:t>
      </w:r>
      <w:r w:rsidR="00581E38">
        <w:rPr>
          <w:b w:val="0"/>
        </w:rPr>
        <w:t>interests</w:t>
      </w:r>
      <w:r w:rsidR="00581E38">
        <w:rPr>
          <w:b w:val="0"/>
        </w:rPr>
        <w:tab/>
      </w:r>
      <w:r>
        <w:t>b</w:t>
      </w:r>
      <w:r w:rsidR="00581E38">
        <w:t xml:space="preserve"> </w:t>
      </w:r>
      <w:r w:rsidR="00B53D32">
        <w:rPr>
          <w:b w:val="0"/>
        </w:rPr>
        <w:t>shots</w:t>
      </w:r>
      <w:r w:rsidR="00110A1D">
        <w:rPr>
          <w:b w:val="0"/>
        </w:rPr>
        <w:br/>
      </w:r>
      <w:r>
        <w:t>c</w:t>
      </w:r>
      <w:r w:rsidR="00B53D32">
        <w:t xml:space="preserve"> </w:t>
      </w:r>
      <w:r w:rsidR="00B53D32">
        <w:rPr>
          <w:b w:val="0"/>
        </w:rPr>
        <w:t>atmosphere</w:t>
      </w:r>
      <w:r w:rsidR="00110A1D">
        <w:rPr>
          <w:b w:val="0"/>
        </w:rPr>
        <w:tab/>
      </w:r>
      <w:r>
        <w:t>d</w:t>
      </w:r>
      <w:r w:rsidR="00B53D32">
        <w:t xml:space="preserve"> </w:t>
      </w:r>
      <w:r w:rsidR="00B53D32">
        <w:rPr>
          <w:b w:val="0"/>
        </w:rPr>
        <w:t>leadership</w:t>
      </w:r>
    </w:p>
    <w:p w14:paraId="35E7F77A" w14:textId="4C883A11" w:rsidR="008573E0" w:rsidRDefault="00472DDD" w:rsidP="00D711B2">
      <w:pPr>
        <w:pStyle w:val="ScoreBox"/>
      </w:pPr>
      <w:r>
        <w:t>__</w:t>
      </w:r>
      <w:r w:rsidR="00BA7D6E" w:rsidRPr="00E84816">
        <w:t>/</w:t>
      </w:r>
      <w:r w:rsidR="00955030" w:rsidRPr="00E84816">
        <w:t>10</w:t>
      </w:r>
    </w:p>
    <w:p w14:paraId="65815AD2" w14:textId="3C5C847D" w:rsidR="00C56F04" w:rsidRPr="00E84816" w:rsidRDefault="009F3803" w:rsidP="00D711B2">
      <w:pPr>
        <w:pStyle w:val="ScoreBox"/>
      </w:pPr>
      <w:r>
        <w:br w:type="column"/>
      </w:r>
    </w:p>
    <w:p w14:paraId="1F0DCBEE" w14:textId="0AC14C89" w:rsidR="00955030" w:rsidRPr="002A2379" w:rsidRDefault="00F368FC" w:rsidP="002A2379">
      <w:pPr>
        <w:pStyle w:val="HeadASection"/>
        <w:rPr>
          <w:lang w:val="en-GB"/>
        </w:rPr>
      </w:pPr>
      <w:r w:rsidRPr="002A2379">
        <w:rPr>
          <w:lang w:val="en-GB"/>
        </w:rPr>
        <w:t xml:space="preserve">Lesson </w:t>
      </w:r>
      <w:r w:rsidR="000770F1" w:rsidRPr="002A2379">
        <w:rPr>
          <w:lang w:val="en-GB"/>
        </w:rPr>
        <w:t>2</w:t>
      </w:r>
      <w:r w:rsidR="00955030" w:rsidRPr="002A2379">
        <w:rPr>
          <w:lang w:val="en-GB"/>
        </w:rPr>
        <w:t>.2 Grammar</w:t>
      </w:r>
    </w:p>
    <w:p w14:paraId="5A8DC344" w14:textId="2C83F415" w:rsidR="006F4D2B" w:rsidRDefault="008573E0" w:rsidP="008D2BFA">
      <w:pPr>
        <w:pStyle w:val="Rubric"/>
      </w:pPr>
      <w:r w:rsidRPr="00E84816">
        <w:t>2</w:t>
      </w:r>
      <w:r w:rsidR="0008636A">
        <w:t xml:space="preserve"> </w:t>
      </w:r>
      <w:r w:rsidR="00001C68">
        <w:t xml:space="preserve">Complete the second sentence </w:t>
      </w:r>
      <w:r w:rsidR="001E43FE">
        <w:t>using a cleft sentence that emphasises the words in bold.</w:t>
      </w:r>
    </w:p>
    <w:p w14:paraId="0F99EF4F" w14:textId="1F7E602D" w:rsidR="009B5EEE" w:rsidRDefault="009B5EEE" w:rsidP="008D2BFA">
      <w:pPr>
        <w:pStyle w:val="Rubric"/>
      </w:pPr>
    </w:p>
    <w:p w14:paraId="0A009A91" w14:textId="1C31CEF6" w:rsidR="009B5EEE" w:rsidRDefault="009B5EEE" w:rsidP="009B5EEE">
      <w:pPr>
        <w:pStyle w:val="Rubric"/>
        <w:rPr>
          <w:b w:val="0"/>
        </w:rPr>
      </w:pPr>
      <w:r w:rsidRPr="006C6D14">
        <w:t xml:space="preserve">1 </w:t>
      </w:r>
      <w:proofErr w:type="spellStart"/>
      <w:r w:rsidRPr="00B7577B">
        <w:t>Zania</w:t>
      </w:r>
      <w:proofErr w:type="spellEnd"/>
      <w:r w:rsidRPr="006C6D14">
        <w:rPr>
          <w:b w:val="0"/>
        </w:rPr>
        <w:t xml:space="preserve"> is responsible for </w:t>
      </w:r>
      <w:bookmarkStart w:id="0" w:name="_Hlk530642690"/>
      <w:r w:rsidRPr="006C6D14">
        <w:rPr>
          <w:b w:val="0"/>
        </w:rPr>
        <w:t xml:space="preserve">ordering stationery. </w:t>
      </w:r>
    </w:p>
    <w:bookmarkEnd w:id="0"/>
    <w:p w14:paraId="3DDD875D" w14:textId="54249FC9" w:rsidR="006C6D14" w:rsidRPr="006C6D14" w:rsidRDefault="006C6D14" w:rsidP="009B5EEE">
      <w:pPr>
        <w:pStyle w:val="Rubric"/>
        <w:rPr>
          <w:b w:val="0"/>
        </w:rPr>
      </w:pPr>
      <w:r>
        <w:rPr>
          <w:b w:val="0"/>
        </w:rPr>
        <w:t>It</w:t>
      </w:r>
      <w:r w:rsidR="008924EE" w:rsidRPr="008924EE">
        <w:rPr>
          <w:b w:val="0"/>
        </w:rPr>
        <w:t xml:space="preserve"> </w:t>
      </w:r>
      <w:r w:rsidR="008924EE" w:rsidRPr="008924EE">
        <w:rPr>
          <w:rStyle w:val="GapFillchr"/>
          <w:b/>
        </w:rPr>
        <w:t>                                    </w:t>
      </w:r>
      <w:r w:rsidR="008924EE" w:rsidRPr="008924EE">
        <w:rPr>
          <w:b w:val="0"/>
        </w:rPr>
        <w:t xml:space="preserve"> </w:t>
      </w:r>
      <w:r w:rsidR="008924EE">
        <w:rPr>
          <w:b w:val="0"/>
        </w:rPr>
        <w:t xml:space="preserve"> .</w:t>
      </w:r>
    </w:p>
    <w:p w14:paraId="4CE81264" w14:textId="77777777" w:rsidR="00DB42C5" w:rsidRDefault="00DB42C5" w:rsidP="009B5EEE">
      <w:pPr>
        <w:pStyle w:val="Rubric"/>
      </w:pPr>
    </w:p>
    <w:p w14:paraId="54366EB0" w14:textId="35E27D27" w:rsidR="009B5EEE" w:rsidRDefault="009B5EEE" w:rsidP="009B5EEE">
      <w:pPr>
        <w:pStyle w:val="Rubric"/>
        <w:rPr>
          <w:b w:val="0"/>
        </w:rPr>
      </w:pPr>
      <w:r w:rsidRPr="006C6D14">
        <w:t xml:space="preserve">2 </w:t>
      </w:r>
      <w:bookmarkStart w:id="1" w:name="_Hlk530642736"/>
      <w:r w:rsidRPr="006C6D14">
        <w:rPr>
          <w:b w:val="0"/>
        </w:rPr>
        <w:t xml:space="preserve">I need </w:t>
      </w:r>
      <w:r w:rsidRPr="00B7577B">
        <w:t>another day</w:t>
      </w:r>
      <w:r w:rsidRPr="006C6D14">
        <w:rPr>
          <w:b w:val="0"/>
        </w:rPr>
        <w:t xml:space="preserve"> to finish the report. </w:t>
      </w:r>
      <w:bookmarkEnd w:id="1"/>
    </w:p>
    <w:p w14:paraId="054B2A1C" w14:textId="21929DA1" w:rsidR="006C6D14" w:rsidRPr="006C6D14" w:rsidRDefault="006C6D14" w:rsidP="009B5EEE">
      <w:pPr>
        <w:pStyle w:val="Rubric"/>
        <w:rPr>
          <w:b w:val="0"/>
        </w:rPr>
      </w:pPr>
      <w:r>
        <w:rPr>
          <w:b w:val="0"/>
        </w:rPr>
        <w:t>All</w:t>
      </w:r>
      <w:r w:rsidR="008924EE" w:rsidRPr="008924EE">
        <w:rPr>
          <w:b w:val="0"/>
        </w:rPr>
        <w:t xml:space="preserve"> </w:t>
      </w:r>
      <w:r w:rsidR="008924EE" w:rsidRPr="008924EE">
        <w:rPr>
          <w:rStyle w:val="GapFillchr"/>
          <w:b/>
        </w:rPr>
        <w:t>                           </w:t>
      </w:r>
      <w:r w:rsidR="008924EE">
        <w:rPr>
          <w:rStyle w:val="GapFillchr"/>
          <w:b/>
        </w:rPr>
        <w:t xml:space="preserve"> </w:t>
      </w:r>
      <w:r w:rsidR="008924EE" w:rsidRPr="008924EE">
        <w:rPr>
          <w:rStyle w:val="GapFillchr"/>
          <w:b/>
        </w:rPr>
        <w:t>        </w:t>
      </w:r>
      <w:r w:rsidR="008924EE" w:rsidRPr="008924EE">
        <w:rPr>
          <w:b w:val="0"/>
        </w:rPr>
        <w:t xml:space="preserve"> </w:t>
      </w:r>
      <w:r w:rsidR="008924EE">
        <w:rPr>
          <w:b w:val="0"/>
        </w:rPr>
        <w:t>.</w:t>
      </w:r>
    </w:p>
    <w:p w14:paraId="3ADEAA05" w14:textId="77777777" w:rsidR="00DB42C5" w:rsidRDefault="00DB42C5" w:rsidP="009B5EEE">
      <w:pPr>
        <w:pStyle w:val="Rubric"/>
      </w:pPr>
    </w:p>
    <w:p w14:paraId="474130C0" w14:textId="7E165C44" w:rsidR="009B5EEE" w:rsidRDefault="009B5EEE" w:rsidP="009B5EEE">
      <w:pPr>
        <w:pStyle w:val="Rubric"/>
        <w:rPr>
          <w:b w:val="0"/>
        </w:rPr>
      </w:pPr>
      <w:r w:rsidRPr="006C6D14">
        <w:t xml:space="preserve">3 </w:t>
      </w:r>
      <w:bookmarkStart w:id="2" w:name="_Hlk530642821"/>
      <w:r w:rsidRPr="006C6D14">
        <w:rPr>
          <w:b w:val="0"/>
        </w:rPr>
        <w:t xml:space="preserve">Jane </w:t>
      </w:r>
      <w:r w:rsidRPr="002A2379">
        <w:rPr>
          <w:b w:val="0"/>
        </w:rPr>
        <w:t>most likes</w:t>
      </w:r>
      <w:r w:rsidRPr="006C6D14">
        <w:rPr>
          <w:b w:val="0"/>
        </w:rPr>
        <w:t xml:space="preserve"> </w:t>
      </w:r>
      <w:r w:rsidR="006C6D14" w:rsidRPr="002A2379">
        <w:t>the sense of teamwork</w:t>
      </w:r>
      <w:r w:rsidR="006C6D14">
        <w:rPr>
          <w:b w:val="0"/>
        </w:rPr>
        <w:t xml:space="preserve"> </w:t>
      </w:r>
      <w:r w:rsidR="009F100C">
        <w:rPr>
          <w:b w:val="0"/>
        </w:rPr>
        <w:t>in</w:t>
      </w:r>
      <w:r w:rsidR="009F100C" w:rsidRPr="006C6D14">
        <w:rPr>
          <w:b w:val="0"/>
        </w:rPr>
        <w:t xml:space="preserve"> </w:t>
      </w:r>
      <w:r w:rsidRPr="006C6D14">
        <w:rPr>
          <w:b w:val="0"/>
        </w:rPr>
        <w:t>her job</w:t>
      </w:r>
      <w:bookmarkEnd w:id="2"/>
      <w:r w:rsidR="006C6D14">
        <w:rPr>
          <w:b w:val="0"/>
        </w:rPr>
        <w:t>.</w:t>
      </w:r>
    </w:p>
    <w:p w14:paraId="61768FD4" w14:textId="1D70CEF8" w:rsidR="006C6D14" w:rsidRPr="006C6D14" w:rsidRDefault="006C6D14" w:rsidP="009B5EEE">
      <w:pPr>
        <w:pStyle w:val="Rubric"/>
        <w:rPr>
          <w:b w:val="0"/>
        </w:rPr>
      </w:pPr>
      <w:r>
        <w:rPr>
          <w:b w:val="0"/>
        </w:rPr>
        <w:t>The</w:t>
      </w:r>
      <w:r w:rsidR="008924EE">
        <w:rPr>
          <w:b w:val="0"/>
        </w:rPr>
        <w:t> </w:t>
      </w:r>
      <w:r>
        <w:rPr>
          <w:b w:val="0"/>
        </w:rPr>
        <w:t xml:space="preserve">thing </w:t>
      </w:r>
      <w:r w:rsidR="008924EE" w:rsidRPr="008924EE">
        <w:rPr>
          <w:rStyle w:val="GapFillchr"/>
          <w:b/>
        </w:rPr>
        <w:t>                              </w:t>
      </w:r>
      <w:r w:rsidR="008924EE">
        <w:rPr>
          <w:rStyle w:val="GapFillchr"/>
          <w:b/>
        </w:rPr>
        <w:t xml:space="preserve"> </w:t>
      </w:r>
      <w:r w:rsidR="008924EE" w:rsidRPr="008924EE">
        <w:rPr>
          <w:b w:val="0"/>
        </w:rPr>
        <w:t xml:space="preserve"> </w:t>
      </w:r>
      <w:r w:rsidR="008924EE">
        <w:rPr>
          <w:b w:val="0"/>
        </w:rPr>
        <w:t>.</w:t>
      </w:r>
    </w:p>
    <w:p w14:paraId="63B529A3" w14:textId="77777777" w:rsidR="00DB42C5" w:rsidRDefault="00DB42C5" w:rsidP="009B5EEE">
      <w:pPr>
        <w:pStyle w:val="Rubric"/>
      </w:pPr>
    </w:p>
    <w:p w14:paraId="2AF81549" w14:textId="0B2D4B79" w:rsidR="009B5EEE" w:rsidRDefault="009B5EEE" w:rsidP="009B5EEE">
      <w:pPr>
        <w:pStyle w:val="Rubric"/>
        <w:rPr>
          <w:b w:val="0"/>
        </w:rPr>
      </w:pPr>
      <w:r w:rsidRPr="006C6D14">
        <w:t xml:space="preserve">4 </w:t>
      </w:r>
      <w:r w:rsidRPr="006C6D14">
        <w:rPr>
          <w:b w:val="0"/>
        </w:rPr>
        <w:t xml:space="preserve">The </w:t>
      </w:r>
      <w:r w:rsidRPr="00B7577B">
        <w:t>convenient location</w:t>
      </w:r>
      <w:r w:rsidRPr="006C6D14">
        <w:rPr>
          <w:b w:val="0"/>
        </w:rPr>
        <w:t xml:space="preserve"> </w:t>
      </w:r>
      <w:bookmarkStart w:id="3" w:name="_Hlk530642931"/>
      <w:r w:rsidRPr="006C6D14">
        <w:rPr>
          <w:b w:val="0"/>
        </w:rPr>
        <w:t xml:space="preserve">made </w:t>
      </w:r>
      <w:r w:rsidR="00B56F2E" w:rsidRPr="006C6D14">
        <w:rPr>
          <w:b w:val="0"/>
        </w:rPr>
        <w:t xml:space="preserve">me </w:t>
      </w:r>
      <w:r w:rsidRPr="006C6D14">
        <w:rPr>
          <w:b w:val="0"/>
        </w:rPr>
        <w:t>buy this flat</w:t>
      </w:r>
      <w:bookmarkEnd w:id="3"/>
      <w:r w:rsidRPr="006C6D14">
        <w:rPr>
          <w:b w:val="0"/>
        </w:rPr>
        <w:t>.</w:t>
      </w:r>
    </w:p>
    <w:p w14:paraId="472F4DBB" w14:textId="31A85466" w:rsidR="006C6D14" w:rsidRPr="006C6D14" w:rsidRDefault="006C6D14" w:rsidP="009B5EEE">
      <w:pPr>
        <w:pStyle w:val="Rubric"/>
        <w:rPr>
          <w:b w:val="0"/>
        </w:rPr>
      </w:pPr>
      <w:r>
        <w:rPr>
          <w:b w:val="0"/>
        </w:rPr>
        <w:t xml:space="preserve">It </w:t>
      </w:r>
      <w:r w:rsidR="008924EE" w:rsidRPr="008924EE">
        <w:rPr>
          <w:rStyle w:val="GapFillchr"/>
          <w:b/>
        </w:rPr>
        <w:t>                                </w:t>
      </w:r>
      <w:r w:rsidR="008924EE">
        <w:rPr>
          <w:rStyle w:val="GapFillchr"/>
          <w:b/>
        </w:rPr>
        <w:t xml:space="preserve"> </w:t>
      </w:r>
      <w:r w:rsidR="008924EE" w:rsidRPr="008924EE">
        <w:rPr>
          <w:rStyle w:val="GapFillchr"/>
          <w:b/>
        </w:rPr>
        <w:t>    </w:t>
      </w:r>
      <w:r w:rsidR="008924EE" w:rsidRPr="008924EE">
        <w:rPr>
          <w:b w:val="0"/>
        </w:rPr>
        <w:t xml:space="preserve"> </w:t>
      </w:r>
      <w:r w:rsidR="008924EE">
        <w:rPr>
          <w:b w:val="0"/>
        </w:rPr>
        <w:t>.</w:t>
      </w:r>
    </w:p>
    <w:p w14:paraId="20BF9A16" w14:textId="77777777" w:rsidR="00DB42C5" w:rsidRDefault="00DB42C5" w:rsidP="009B5EEE">
      <w:pPr>
        <w:pStyle w:val="Rubric"/>
      </w:pPr>
    </w:p>
    <w:p w14:paraId="0A555BB4" w14:textId="21BAA6BF" w:rsidR="009B5EEE" w:rsidRDefault="009B5EEE" w:rsidP="009B5EEE">
      <w:pPr>
        <w:pStyle w:val="Rubric"/>
        <w:rPr>
          <w:b w:val="0"/>
        </w:rPr>
      </w:pPr>
      <w:r w:rsidRPr="006C6D14">
        <w:t xml:space="preserve">5 </w:t>
      </w:r>
      <w:r w:rsidRPr="006C6D14">
        <w:rPr>
          <w:b w:val="0"/>
        </w:rPr>
        <w:t xml:space="preserve">I want to </w:t>
      </w:r>
      <w:bookmarkStart w:id="4" w:name="_Hlk530642995"/>
      <w:r w:rsidRPr="00B7577B">
        <w:t>finish</w:t>
      </w:r>
      <w:r w:rsidRPr="006C6D14">
        <w:rPr>
          <w:b w:val="0"/>
        </w:rPr>
        <w:t xml:space="preserve"> my Business Studies degree </w:t>
      </w:r>
      <w:r w:rsidR="00077144" w:rsidRPr="002A2379">
        <w:rPr>
          <w:b w:val="0"/>
        </w:rPr>
        <w:t>before I</w:t>
      </w:r>
      <w:r w:rsidR="00077144" w:rsidRPr="00B7577B">
        <w:t xml:space="preserve"> </w:t>
      </w:r>
      <w:r w:rsidRPr="006C6D14">
        <w:rPr>
          <w:b w:val="0"/>
        </w:rPr>
        <w:t>look for a job.</w:t>
      </w:r>
      <w:bookmarkEnd w:id="4"/>
    </w:p>
    <w:p w14:paraId="1FB69C4C" w14:textId="155BC5AC" w:rsidR="006C6D14" w:rsidRPr="006C6D14" w:rsidRDefault="006C6D14" w:rsidP="009B5EEE">
      <w:pPr>
        <w:pStyle w:val="Rubric"/>
        <w:rPr>
          <w:b w:val="0"/>
        </w:rPr>
      </w:pPr>
      <w:r>
        <w:rPr>
          <w:b w:val="0"/>
        </w:rPr>
        <w:t xml:space="preserve">What </w:t>
      </w:r>
      <w:r w:rsidR="008924EE" w:rsidRPr="008924EE">
        <w:rPr>
          <w:rStyle w:val="GapFillchr"/>
          <w:b/>
        </w:rPr>
        <w:t>                                  </w:t>
      </w:r>
      <w:r w:rsidR="008924EE" w:rsidRPr="008924EE">
        <w:rPr>
          <w:b w:val="0"/>
        </w:rPr>
        <w:t xml:space="preserve"> </w:t>
      </w:r>
      <w:r w:rsidR="008924EE">
        <w:rPr>
          <w:b w:val="0"/>
        </w:rPr>
        <w:t>.</w:t>
      </w:r>
    </w:p>
    <w:p w14:paraId="6390BBBE" w14:textId="77777777" w:rsidR="00DB42C5" w:rsidRDefault="00DB42C5" w:rsidP="009B5EEE">
      <w:pPr>
        <w:pStyle w:val="Rubric"/>
      </w:pPr>
    </w:p>
    <w:p w14:paraId="07ABB520" w14:textId="71870326" w:rsidR="009B5EEE" w:rsidRDefault="009B5EEE" w:rsidP="009B5EEE">
      <w:pPr>
        <w:pStyle w:val="Rubric"/>
        <w:rPr>
          <w:b w:val="0"/>
        </w:rPr>
      </w:pPr>
      <w:r w:rsidRPr="006C6D14">
        <w:t xml:space="preserve">6 </w:t>
      </w:r>
      <w:r w:rsidRPr="006C6D14">
        <w:rPr>
          <w:b w:val="0"/>
        </w:rPr>
        <w:t xml:space="preserve">We </w:t>
      </w:r>
      <w:r w:rsidRPr="002A2379">
        <w:rPr>
          <w:b w:val="0"/>
        </w:rPr>
        <w:t>can improve</w:t>
      </w:r>
      <w:r w:rsidRPr="006C6D14">
        <w:rPr>
          <w:b w:val="0"/>
        </w:rPr>
        <w:t xml:space="preserve"> </w:t>
      </w:r>
      <w:r w:rsidRPr="002A2379">
        <w:t>listenin</w:t>
      </w:r>
      <w:bookmarkStart w:id="5" w:name="_Hlk530643131"/>
      <w:r w:rsidRPr="002A2379">
        <w:t>g to others</w:t>
      </w:r>
      <w:r w:rsidRPr="006C6D14">
        <w:rPr>
          <w:b w:val="0"/>
        </w:rPr>
        <w:t xml:space="preserve"> in a meeting.</w:t>
      </w:r>
      <w:bookmarkEnd w:id="5"/>
    </w:p>
    <w:p w14:paraId="6C07A69F" w14:textId="5976E44C" w:rsidR="00D136EF" w:rsidRPr="006C6D14" w:rsidRDefault="00D136EF" w:rsidP="009B5EEE">
      <w:pPr>
        <w:pStyle w:val="Rubric"/>
        <w:rPr>
          <w:b w:val="0"/>
        </w:rPr>
      </w:pPr>
      <w:r>
        <w:rPr>
          <w:b w:val="0"/>
        </w:rPr>
        <w:t>Something</w:t>
      </w:r>
      <w:r w:rsidR="008924EE">
        <w:rPr>
          <w:b w:val="0"/>
        </w:rPr>
        <w:t xml:space="preserve"> </w:t>
      </w:r>
      <w:r w:rsidR="008924EE" w:rsidRPr="008924EE">
        <w:rPr>
          <w:rStyle w:val="GapFillchr"/>
          <w:b/>
        </w:rPr>
        <w:t xml:space="preserve">                              </w:t>
      </w:r>
      <w:r>
        <w:rPr>
          <w:b w:val="0"/>
        </w:rPr>
        <w:t xml:space="preserve"> </w:t>
      </w:r>
      <w:r w:rsidR="008924EE">
        <w:rPr>
          <w:b w:val="0"/>
        </w:rPr>
        <w:t>.</w:t>
      </w:r>
    </w:p>
    <w:p w14:paraId="2ABD628A" w14:textId="77777777" w:rsidR="00DB42C5" w:rsidRDefault="00DB42C5" w:rsidP="009B5EEE">
      <w:pPr>
        <w:pStyle w:val="Rubric"/>
      </w:pPr>
    </w:p>
    <w:p w14:paraId="2DDE738B" w14:textId="427F5A70" w:rsidR="00D136EF" w:rsidRDefault="009B5EEE" w:rsidP="009B5EEE">
      <w:pPr>
        <w:pStyle w:val="Rubric"/>
        <w:rPr>
          <w:b w:val="0"/>
        </w:rPr>
      </w:pPr>
      <w:r w:rsidRPr="006C6D14">
        <w:t xml:space="preserve">7 </w:t>
      </w:r>
      <w:r w:rsidRPr="006C6D14">
        <w:rPr>
          <w:b w:val="0"/>
        </w:rPr>
        <w:t>At work</w:t>
      </w:r>
      <w:r w:rsidR="00D136EF">
        <w:rPr>
          <w:b w:val="0"/>
        </w:rPr>
        <w:t>,</w:t>
      </w:r>
      <w:r w:rsidRPr="006C6D14">
        <w:rPr>
          <w:b w:val="0"/>
        </w:rPr>
        <w:t xml:space="preserve"> I </w:t>
      </w:r>
      <w:r w:rsidRPr="002A2379">
        <w:rPr>
          <w:b w:val="0"/>
        </w:rPr>
        <w:t>admire</w:t>
      </w:r>
      <w:r w:rsidRPr="006C6D14">
        <w:rPr>
          <w:b w:val="0"/>
        </w:rPr>
        <w:t xml:space="preserve"> </w:t>
      </w:r>
      <w:bookmarkStart w:id="6" w:name="_Hlk530643204"/>
      <w:r w:rsidRPr="002A2379">
        <w:t>my co-worker Julie</w:t>
      </w:r>
      <w:r w:rsidR="00D136EF">
        <w:rPr>
          <w:b w:val="0"/>
        </w:rPr>
        <w:t xml:space="preserve"> </w:t>
      </w:r>
      <w:r w:rsidR="00D136EF" w:rsidRPr="002A2379">
        <w:rPr>
          <w:b w:val="0"/>
        </w:rPr>
        <w:t>most</w:t>
      </w:r>
      <w:r w:rsidRPr="006C6D14">
        <w:rPr>
          <w:b w:val="0"/>
        </w:rPr>
        <w:t>.</w:t>
      </w:r>
    </w:p>
    <w:p w14:paraId="615050F5" w14:textId="4154EF28" w:rsidR="009B5EEE" w:rsidRPr="006C6D14" w:rsidRDefault="00D136EF" w:rsidP="009B5EEE">
      <w:pPr>
        <w:pStyle w:val="Rubric"/>
        <w:rPr>
          <w:b w:val="0"/>
        </w:rPr>
      </w:pPr>
      <w:r>
        <w:rPr>
          <w:b w:val="0"/>
        </w:rPr>
        <w:t>At</w:t>
      </w:r>
      <w:r w:rsidR="008924EE">
        <w:rPr>
          <w:b w:val="0"/>
        </w:rPr>
        <w:t> </w:t>
      </w:r>
      <w:r>
        <w:rPr>
          <w:b w:val="0"/>
        </w:rPr>
        <w:t>work,</w:t>
      </w:r>
      <w:r w:rsidR="008924EE">
        <w:rPr>
          <w:b w:val="0"/>
        </w:rPr>
        <w:t> </w:t>
      </w:r>
      <w:r>
        <w:rPr>
          <w:b w:val="0"/>
        </w:rPr>
        <w:t>the</w:t>
      </w:r>
      <w:r w:rsidR="008924EE">
        <w:rPr>
          <w:b w:val="0"/>
        </w:rPr>
        <w:t> </w:t>
      </w:r>
      <w:r>
        <w:rPr>
          <w:b w:val="0"/>
        </w:rPr>
        <w:t>person</w:t>
      </w:r>
      <w:r w:rsidR="008924EE" w:rsidRPr="008924EE">
        <w:rPr>
          <w:b w:val="0"/>
        </w:rPr>
        <w:t xml:space="preserve"> </w:t>
      </w:r>
      <w:r w:rsidR="008924EE" w:rsidRPr="008924EE">
        <w:rPr>
          <w:rStyle w:val="GapFillchr"/>
          <w:b/>
        </w:rPr>
        <w:t>                       </w:t>
      </w:r>
      <w:r w:rsidR="008924EE" w:rsidRPr="008924EE">
        <w:rPr>
          <w:b w:val="0"/>
        </w:rPr>
        <w:t xml:space="preserve"> </w:t>
      </w:r>
      <w:r w:rsidR="008924EE">
        <w:rPr>
          <w:b w:val="0"/>
        </w:rPr>
        <w:t>.</w:t>
      </w:r>
      <w:bookmarkEnd w:id="6"/>
    </w:p>
    <w:p w14:paraId="6D0BEF6C" w14:textId="77777777" w:rsidR="00DB42C5" w:rsidRDefault="00DB42C5" w:rsidP="009B5EEE">
      <w:pPr>
        <w:pStyle w:val="Rubric"/>
      </w:pPr>
    </w:p>
    <w:p w14:paraId="613EBA04" w14:textId="3E7A1888" w:rsidR="009B5EEE" w:rsidRDefault="009B5EEE" w:rsidP="009B5EEE">
      <w:pPr>
        <w:pStyle w:val="Rubric"/>
        <w:rPr>
          <w:b w:val="0"/>
        </w:rPr>
      </w:pPr>
      <w:r w:rsidRPr="006C6D14">
        <w:t xml:space="preserve">8 </w:t>
      </w:r>
      <w:r w:rsidRPr="00B7577B">
        <w:t>Two years ago</w:t>
      </w:r>
      <w:bookmarkStart w:id="7" w:name="_Hlk530643314"/>
      <w:r w:rsidR="00D136EF">
        <w:rPr>
          <w:b w:val="0"/>
        </w:rPr>
        <w:t xml:space="preserve"> </w:t>
      </w:r>
      <w:r w:rsidRPr="006C6D14">
        <w:rPr>
          <w:b w:val="0"/>
        </w:rPr>
        <w:t xml:space="preserve">Heike started working here. </w:t>
      </w:r>
      <w:bookmarkEnd w:id="7"/>
    </w:p>
    <w:p w14:paraId="5F621134" w14:textId="010E7FD8" w:rsidR="00D136EF" w:rsidRPr="006C6D14" w:rsidRDefault="00D136EF" w:rsidP="009B5EEE">
      <w:pPr>
        <w:pStyle w:val="Rubric"/>
        <w:rPr>
          <w:b w:val="0"/>
        </w:rPr>
      </w:pPr>
      <w:r>
        <w:rPr>
          <w:b w:val="0"/>
        </w:rPr>
        <w:t xml:space="preserve">It </w:t>
      </w:r>
      <w:r w:rsidR="008924EE" w:rsidRPr="008924EE">
        <w:rPr>
          <w:rStyle w:val="GapFillchr"/>
          <w:b/>
        </w:rPr>
        <w:t>                                     </w:t>
      </w:r>
      <w:r w:rsidR="008924EE" w:rsidRPr="008924EE">
        <w:rPr>
          <w:b w:val="0"/>
        </w:rPr>
        <w:t xml:space="preserve"> </w:t>
      </w:r>
      <w:r w:rsidR="008924EE">
        <w:rPr>
          <w:b w:val="0"/>
        </w:rPr>
        <w:t>.</w:t>
      </w:r>
    </w:p>
    <w:p w14:paraId="05C5F3FE" w14:textId="77777777" w:rsidR="00DB42C5" w:rsidRDefault="00DB42C5" w:rsidP="009B5EEE">
      <w:pPr>
        <w:pStyle w:val="Rubric"/>
      </w:pPr>
    </w:p>
    <w:p w14:paraId="3E7324B0" w14:textId="7DECF027" w:rsidR="009B5EEE" w:rsidRDefault="009B5EEE" w:rsidP="009B5EEE">
      <w:pPr>
        <w:pStyle w:val="Rubric"/>
        <w:rPr>
          <w:b w:val="0"/>
        </w:rPr>
      </w:pPr>
      <w:r w:rsidRPr="00D136EF">
        <w:t xml:space="preserve">9 </w:t>
      </w:r>
      <w:r w:rsidRPr="00D136EF">
        <w:rPr>
          <w:b w:val="0"/>
        </w:rPr>
        <w:t xml:space="preserve">We should </w:t>
      </w:r>
      <w:r w:rsidRPr="00B7577B">
        <w:t>focus on</w:t>
      </w:r>
      <w:r w:rsidRPr="00D136EF">
        <w:rPr>
          <w:b w:val="0"/>
        </w:rPr>
        <w:t xml:space="preserve"> </w:t>
      </w:r>
      <w:bookmarkStart w:id="8" w:name="_Hlk530643393"/>
      <w:r w:rsidRPr="00D136EF">
        <w:rPr>
          <w:b w:val="0"/>
        </w:rPr>
        <w:t xml:space="preserve">improving sales for the next year. </w:t>
      </w:r>
      <w:bookmarkEnd w:id="8"/>
    </w:p>
    <w:p w14:paraId="0301B667" w14:textId="4991589B" w:rsidR="00D136EF" w:rsidRPr="00D136EF" w:rsidRDefault="00D136EF" w:rsidP="009B5EEE">
      <w:pPr>
        <w:pStyle w:val="Rubric"/>
        <w:rPr>
          <w:b w:val="0"/>
        </w:rPr>
      </w:pPr>
      <w:r>
        <w:rPr>
          <w:b w:val="0"/>
        </w:rPr>
        <w:t>What</w:t>
      </w:r>
      <w:r w:rsidR="008924EE" w:rsidRPr="008924EE">
        <w:rPr>
          <w:b w:val="0"/>
        </w:rPr>
        <w:t xml:space="preserve"> </w:t>
      </w:r>
      <w:r w:rsidR="008924EE" w:rsidRPr="008924EE">
        <w:rPr>
          <w:rStyle w:val="GapFillchr"/>
          <w:b/>
        </w:rPr>
        <w:t>                                  </w:t>
      </w:r>
      <w:r w:rsidR="008924EE" w:rsidRPr="008924EE">
        <w:rPr>
          <w:b w:val="0"/>
        </w:rPr>
        <w:t xml:space="preserve"> </w:t>
      </w:r>
      <w:r w:rsidR="008924EE">
        <w:rPr>
          <w:b w:val="0"/>
        </w:rPr>
        <w:t>.</w:t>
      </w:r>
    </w:p>
    <w:p w14:paraId="0192A014" w14:textId="77777777" w:rsidR="00DB42C5" w:rsidRDefault="00DB42C5" w:rsidP="009B5EEE">
      <w:pPr>
        <w:pStyle w:val="Rubric"/>
      </w:pPr>
    </w:p>
    <w:p w14:paraId="4E3C53D9" w14:textId="41B06514" w:rsidR="009B5EEE" w:rsidRDefault="009B5EEE" w:rsidP="009B5EEE">
      <w:pPr>
        <w:pStyle w:val="Rubric"/>
        <w:rPr>
          <w:b w:val="0"/>
        </w:rPr>
      </w:pPr>
      <w:r w:rsidRPr="00D136EF">
        <w:t xml:space="preserve">10 </w:t>
      </w:r>
      <w:r w:rsidRPr="00D136EF">
        <w:rPr>
          <w:b w:val="0"/>
        </w:rPr>
        <w:t xml:space="preserve">We </w:t>
      </w:r>
      <w:bookmarkStart w:id="9" w:name="_Hlk530643452"/>
      <w:r w:rsidR="00077144" w:rsidRPr="002A2379">
        <w:rPr>
          <w:b w:val="0"/>
        </w:rPr>
        <w:t>must</w:t>
      </w:r>
      <w:r w:rsidR="00077144" w:rsidRPr="00D136EF">
        <w:rPr>
          <w:b w:val="0"/>
        </w:rPr>
        <w:t xml:space="preserve"> </w:t>
      </w:r>
      <w:r w:rsidRPr="00D136EF">
        <w:rPr>
          <w:b w:val="0"/>
        </w:rPr>
        <w:t>upgrad</w:t>
      </w:r>
      <w:r w:rsidR="00077144">
        <w:rPr>
          <w:b w:val="0"/>
        </w:rPr>
        <w:t>e</w:t>
      </w:r>
      <w:r w:rsidRPr="00D136EF">
        <w:rPr>
          <w:b w:val="0"/>
        </w:rPr>
        <w:t xml:space="preserve"> </w:t>
      </w:r>
      <w:r w:rsidRPr="002A2379">
        <w:t>all the company software</w:t>
      </w:r>
      <w:r w:rsidRPr="00D136EF">
        <w:rPr>
          <w:b w:val="0"/>
        </w:rPr>
        <w:t>.</w:t>
      </w:r>
      <w:bookmarkEnd w:id="9"/>
    </w:p>
    <w:p w14:paraId="6DA027E2" w14:textId="18D6C949" w:rsidR="00D136EF" w:rsidRPr="00D136EF" w:rsidRDefault="00D136EF" w:rsidP="009B5EEE">
      <w:pPr>
        <w:pStyle w:val="Rubric"/>
        <w:rPr>
          <w:b w:val="0"/>
        </w:rPr>
      </w:pPr>
      <w:r>
        <w:rPr>
          <w:b w:val="0"/>
        </w:rPr>
        <w:t xml:space="preserve">Something </w:t>
      </w:r>
      <w:r w:rsidR="008924EE" w:rsidRPr="008924EE">
        <w:rPr>
          <w:rStyle w:val="GapFillchr"/>
          <w:b/>
        </w:rPr>
        <w:t>                              </w:t>
      </w:r>
      <w:r w:rsidR="008924EE" w:rsidRPr="008924EE">
        <w:rPr>
          <w:b w:val="0"/>
        </w:rPr>
        <w:t xml:space="preserve"> </w:t>
      </w:r>
      <w:r w:rsidR="008924EE">
        <w:rPr>
          <w:b w:val="0"/>
        </w:rPr>
        <w:t>.</w:t>
      </w:r>
    </w:p>
    <w:p w14:paraId="10A7F7C7" w14:textId="77777777" w:rsidR="002D5D7A" w:rsidRDefault="00472DDD" w:rsidP="002D5D7A">
      <w:pPr>
        <w:pStyle w:val="ScoreBox"/>
      </w:pPr>
      <w:r>
        <w:t>__</w:t>
      </w:r>
      <w:r w:rsidR="00F2377F" w:rsidRPr="00E84816">
        <w:t>/10</w:t>
      </w:r>
    </w:p>
    <w:p w14:paraId="614EFB50" w14:textId="2E0C0AD9" w:rsidR="008B4601" w:rsidRDefault="00396038" w:rsidP="002A2379">
      <w:pPr>
        <w:pStyle w:val="ScoreBox"/>
      </w:pPr>
      <w:r>
        <w:br w:type="page"/>
      </w:r>
    </w:p>
    <w:p w14:paraId="5F2AAA1B" w14:textId="77777777" w:rsidR="00396038" w:rsidRDefault="00396038" w:rsidP="00396038">
      <w:pPr>
        <w:pStyle w:val="ScoreBox"/>
      </w:pPr>
    </w:p>
    <w:p w14:paraId="45D73191" w14:textId="3BF5C5DA" w:rsidR="007159E1" w:rsidRPr="002A2379" w:rsidRDefault="007159E1" w:rsidP="002A2379">
      <w:pPr>
        <w:pStyle w:val="HeadASection"/>
        <w:rPr>
          <w:lang w:val="en-GB"/>
        </w:rPr>
      </w:pPr>
      <w:r w:rsidRPr="002A2379">
        <w:rPr>
          <w:lang w:val="en-GB"/>
        </w:rPr>
        <w:t>Lesson 2.3 Functional language</w:t>
      </w:r>
    </w:p>
    <w:p w14:paraId="6B957478" w14:textId="3BAD12BB" w:rsidR="007159E1" w:rsidRDefault="007159E1" w:rsidP="007159E1">
      <w:pPr>
        <w:pStyle w:val="Rubric"/>
      </w:pPr>
      <w:r>
        <w:t xml:space="preserve">3 </w:t>
      </w:r>
      <w:r w:rsidRPr="00B605B1">
        <w:t>[BP_B2</w:t>
      </w:r>
      <w:r>
        <w:t>+</w:t>
      </w:r>
      <w:r w:rsidRPr="00B605B1">
        <w:t>_Test_</w:t>
      </w:r>
      <w:r>
        <w:t>0</w:t>
      </w:r>
      <w:r w:rsidR="00E04527">
        <w:t>2</w:t>
      </w:r>
      <w:r>
        <w:t>_</w:t>
      </w:r>
      <w:r w:rsidRPr="002A2379">
        <w:t>01.</w:t>
      </w:r>
      <w:r w:rsidRPr="00B605B1">
        <w:t>mp3] Listen to the speaker and choose the correct answer.</w:t>
      </w:r>
    </w:p>
    <w:p w14:paraId="5FA215E7" w14:textId="77777777" w:rsidR="007159E1" w:rsidRDefault="007159E1" w:rsidP="007159E1">
      <w:pPr>
        <w:pStyle w:val="Rubric"/>
      </w:pPr>
    </w:p>
    <w:p w14:paraId="682F37ED" w14:textId="5734C2CD" w:rsidR="007159E1" w:rsidRDefault="007159E1" w:rsidP="009233D2">
      <w:pPr>
        <w:pStyle w:val="Text"/>
        <w:tabs>
          <w:tab w:val="left" w:pos="993"/>
        </w:tabs>
      </w:pPr>
      <w:r w:rsidRPr="002D5D7A">
        <w:rPr>
          <w:b/>
        </w:rPr>
        <w:t>1</w:t>
      </w:r>
      <w:r>
        <w:t xml:space="preserve"> a</w:t>
      </w:r>
      <w:r w:rsidR="00747888">
        <w:tab/>
      </w:r>
      <w:r>
        <w:t>b</w:t>
      </w:r>
      <w:r w:rsidR="009233D2">
        <w:tab/>
      </w:r>
      <w:r>
        <w:t>c</w:t>
      </w:r>
    </w:p>
    <w:p w14:paraId="76816659" w14:textId="06923ADE" w:rsidR="007159E1" w:rsidRDefault="007159E1" w:rsidP="009233D2">
      <w:pPr>
        <w:pStyle w:val="Text"/>
        <w:tabs>
          <w:tab w:val="left" w:pos="993"/>
        </w:tabs>
      </w:pPr>
      <w:r w:rsidRPr="002D5D7A">
        <w:rPr>
          <w:b/>
        </w:rPr>
        <w:t>2</w:t>
      </w:r>
      <w:r>
        <w:t xml:space="preserve"> a</w:t>
      </w:r>
      <w:r w:rsidR="00747888">
        <w:tab/>
      </w:r>
      <w:r>
        <w:t>b</w:t>
      </w:r>
      <w:r w:rsidR="009233D2">
        <w:tab/>
      </w:r>
      <w:r>
        <w:t>c</w:t>
      </w:r>
    </w:p>
    <w:p w14:paraId="5D4049B5" w14:textId="71D7FACD" w:rsidR="007159E1" w:rsidRDefault="007159E1" w:rsidP="009233D2">
      <w:pPr>
        <w:pStyle w:val="Text"/>
        <w:tabs>
          <w:tab w:val="left" w:pos="993"/>
        </w:tabs>
      </w:pPr>
      <w:r w:rsidRPr="002D5D7A">
        <w:rPr>
          <w:b/>
        </w:rPr>
        <w:t>3</w:t>
      </w:r>
      <w:r>
        <w:t xml:space="preserve"> a</w:t>
      </w:r>
      <w:r w:rsidR="00747888">
        <w:tab/>
      </w:r>
      <w:r>
        <w:t>b</w:t>
      </w:r>
      <w:r w:rsidR="009233D2">
        <w:tab/>
      </w:r>
      <w:r>
        <w:t>c</w:t>
      </w:r>
    </w:p>
    <w:p w14:paraId="06589BD2" w14:textId="7F94E0B8" w:rsidR="007159E1" w:rsidRDefault="007159E1" w:rsidP="009233D2">
      <w:pPr>
        <w:pStyle w:val="Text"/>
        <w:tabs>
          <w:tab w:val="left" w:pos="993"/>
        </w:tabs>
      </w:pPr>
      <w:r w:rsidRPr="002D5D7A">
        <w:rPr>
          <w:b/>
        </w:rPr>
        <w:t>4</w:t>
      </w:r>
      <w:r>
        <w:t xml:space="preserve"> a</w:t>
      </w:r>
      <w:r w:rsidR="00747888">
        <w:tab/>
      </w:r>
      <w:r>
        <w:t>b</w:t>
      </w:r>
      <w:r w:rsidR="009233D2">
        <w:tab/>
      </w:r>
      <w:r>
        <w:t>c</w:t>
      </w:r>
    </w:p>
    <w:p w14:paraId="105E6C75" w14:textId="19DD9D32" w:rsidR="007159E1" w:rsidRPr="00DA7B23" w:rsidRDefault="007159E1" w:rsidP="009233D2">
      <w:pPr>
        <w:pStyle w:val="Text"/>
        <w:tabs>
          <w:tab w:val="left" w:pos="993"/>
        </w:tabs>
      </w:pPr>
      <w:r w:rsidRPr="002D5D7A">
        <w:rPr>
          <w:b/>
        </w:rPr>
        <w:t>5</w:t>
      </w:r>
      <w:r>
        <w:t xml:space="preserve"> a</w:t>
      </w:r>
      <w:r w:rsidR="00747888">
        <w:tab/>
      </w:r>
      <w:r>
        <w:t>b</w:t>
      </w:r>
      <w:r w:rsidR="009233D2">
        <w:tab/>
      </w:r>
      <w:r>
        <w:t>c</w:t>
      </w:r>
    </w:p>
    <w:p w14:paraId="199E212F" w14:textId="65E44E6B" w:rsidR="00C26B14" w:rsidRPr="00E84816" w:rsidRDefault="007159E1" w:rsidP="002A2379">
      <w:pPr>
        <w:pStyle w:val="ScoreBox"/>
      </w:pPr>
      <w:r>
        <w:t>__</w:t>
      </w:r>
      <w:r w:rsidRPr="00113E95">
        <w:t>/5</w:t>
      </w:r>
    </w:p>
    <w:p w14:paraId="545BA1E6" w14:textId="02A1551D" w:rsidR="008B4601" w:rsidRDefault="008B4601">
      <w:pPr>
        <w:rPr>
          <w:rFonts w:ascii="Arial" w:hAnsi="Arial" w:cs="Arial"/>
          <w:b/>
          <w:sz w:val="28"/>
          <w:szCs w:val="28"/>
        </w:rPr>
      </w:pPr>
    </w:p>
    <w:p w14:paraId="6CC64814" w14:textId="3BA8C35D" w:rsidR="00B05BA5" w:rsidRPr="002A2379" w:rsidRDefault="00B05BA5" w:rsidP="002A2379">
      <w:pPr>
        <w:pStyle w:val="HeadASection"/>
        <w:rPr>
          <w:lang w:val="en-GB"/>
        </w:rPr>
      </w:pPr>
      <w:r w:rsidRPr="002A2379">
        <w:rPr>
          <w:lang w:val="en-GB"/>
        </w:rPr>
        <w:t>Lesson 2.4 Functional language</w:t>
      </w:r>
    </w:p>
    <w:p w14:paraId="50E44C42" w14:textId="7F9E5AFF" w:rsidR="00B05BA5" w:rsidRDefault="00B05BA5" w:rsidP="004C6BC6">
      <w:pPr>
        <w:pStyle w:val="Rubric"/>
        <w:tabs>
          <w:tab w:val="left" w:pos="2977"/>
          <w:tab w:val="left" w:pos="3119"/>
        </w:tabs>
      </w:pPr>
      <w:r>
        <w:t xml:space="preserve">4 </w:t>
      </w:r>
      <w:r w:rsidR="00A83D04">
        <w:t>Choose the correct option</w:t>
      </w:r>
      <w:r>
        <w:t>.</w:t>
      </w:r>
    </w:p>
    <w:p w14:paraId="614E4ECD" w14:textId="77777777" w:rsidR="00B05BA5" w:rsidRDefault="00B05BA5" w:rsidP="00B05BA5">
      <w:pPr>
        <w:pStyle w:val="Rubric"/>
      </w:pPr>
    </w:p>
    <w:p w14:paraId="1431EB9D" w14:textId="5E8A1734" w:rsidR="00B05BA5" w:rsidRPr="000E7A46" w:rsidRDefault="00B05BA5" w:rsidP="002A2379">
      <w:pPr>
        <w:pStyle w:val="Rubric"/>
        <w:tabs>
          <w:tab w:val="left" w:pos="709"/>
        </w:tabs>
        <w:ind w:left="851" w:hanging="851"/>
        <w:rPr>
          <w:b w:val="0"/>
        </w:rPr>
      </w:pPr>
      <w:r w:rsidRPr="002D5D7A">
        <w:t>Hanna</w:t>
      </w:r>
      <w:r w:rsidR="008120F2" w:rsidRPr="002D5D7A">
        <w:t>:</w:t>
      </w:r>
      <w:r w:rsidR="00201D8B">
        <w:tab/>
      </w:r>
      <w:r w:rsidR="00201D8B">
        <w:tab/>
      </w:r>
      <w:r>
        <w:rPr>
          <w:b w:val="0"/>
        </w:rPr>
        <w:t>S</w:t>
      </w:r>
      <w:r w:rsidRPr="000E7A46">
        <w:rPr>
          <w:b w:val="0"/>
        </w:rPr>
        <w:t xml:space="preserve">o, what we’re all looking to </w:t>
      </w:r>
      <w:r>
        <w:rPr>
          <w:b w:val="0"/>
          <w:vertAlign w:val="superscript"/>
        </w:rPr>
        <w:t>1</w:t>
      </w:r>
      <w:r w:rsidR="00FE615A" w:rsidRPr="00FE615A">
        <w:rPr>
          <w:rStyle w:val="GapFillchr"/>
        </w:rPr>
        <w:t xml:space="preserve">       </w:t>
      </w:r>
      <w:r w:rsidR="00FE615A">
        <w:rPr>
          <w:rStyle w:val="GapFillchr"/>
        </w:rPr>
        <w:br/>
      </w:r>
      <w:r w:rsidRPr="000E7A46">
        <w:rPr>
          <w:b w:val="0"/>
        </w:rPr>
        <w:t xml:space="preserve">today is to agree on the </w:t>
      </w:r>
      <w:r>
        <w:rPr>
          <w:b w:val="0"/>
        </w:rPr>
        <w:t>focus for the staff training programme</w:t>
      </w:r>
      <w:r w:rsidRPr="000E7A46">
        <w:rPr>
          <w:b w:val="0"/>
        </w:rPr>
        <w:t>.</w:t>
      </w:r>
    </w:p>
    <w:p w14:paraId="5A28910B" w14:textId="5ADA1E69" w:rsidR="00B05BA5" w:rsidRPr="000E7A46" w:rsidRDefault="00B05BA5" w:rsidP="002A2379">
      <w:pPr>
        <w:pStyle w:val="Rubric"/>
        <w:tabs>
          <w:tab w:val="left" w:pos="851"/>
        </w:tabs>
        <w:rPr>
          <w:b w:val="0"/>
        </w:rPr>
      </w:pPr>
      <w:r w:rsidRPr="002D5D7A">
        <w:t>Jacob</w:t>
      </w:r>
      <w:r w:rsidR="008120F2" w:rsidRPr="002D5D7A">
        <w:t>:</w:t>
      </w:r>
      <w:r w:rsidR="00201D8B">
        <w:rPr>
          <w:b w:val="0"/>
        </w:rPr>
        <w:tab/>
        <w:t>W</w:t>
      </w:r>
      <w:r w:rsidRPr="000E7A46">
        <w:rPr>
          <w:b w:val="0"/>
        </w:rPr>
        <w:t>ell, I think we’re all agreed that …</w:t>
      </w:r>
    </w:p>
    <w:p w14:paraId="615136E0" w14:textId="12D2C28D" w:rsidR="00B05BA5" w:rsidRPr="000E7A46" w:rsidRDefault="00B05BA5" w:rsidP="002A2379">
      <w:pPr>
        <w:pStyle w:val="Rubric"/>
        <w:tabs>
          <w:tab w:val="left" w:pos="851"/>
        </w:tabs>
        <w:ind w:left="851" w:hanging="851"/>
        <w:rPr>
          <w:b w:val="0"/>
        </w:rPr>
      </w:pPr>
      <w:r w:rsidRPr="002D5D7A">
        <w:t>Hanna:</w:t>
      </w:r>
      <w:r w:rsidR="00201D8B">
        <w:rPr>
          <w:b w:val="0"/>
        </w:rPr>
        <w:tab/>
      </w:r>
      <w:r w:rsidRPr="000E7A46">
        <w:rPr>
          <w:b w:val="0"/>
        </w:rPr>
        <w:t xml:space="preserve">Jacob, if I can just </w:t>
      </w:r>
      <w:r>
        <w:rPr>
          <w:b w:val="0"/>
          <w:vertAlign w:val="superscript"/>
        </w:rPr>
        <w:t>2</w:t>
      </w:r>
      <w:r w:rsidR="00FE615A" w:rsidRPr="00FE615A">
        <w:rPr>
          <w:rStyle w:val="GapFillchr"/>
        </w:rPr>
        <w:t xml:space="preserve">       </w:t>
      </w:r>
      <w:r w:rsidR="009233D2">
        <w:rPr>
          <w:b w:val="0"/>
        </w:rPr>
        <w:t xml:space="preserve"> </w:t>
      </w:r>
      <w:r w:rsidRPr="000E7A46">
        <w:rPr>
          <w:b w:val="0"/>
        </w:rPr>
        <w:t>you there. I</w:t>
      </w:r>
      <w:r w:rsidR="008120F2">
        <w:rPr>
          <w:b w:val="0"/>
        </w:rPr>
        <w:t> </w:t>
      </w:r>
      <w:r w:rsidRPr="000E7A46">
        <w:rPr>
          <w:b w:val="0"/>
        </w:rPr>
        <w:t xml:space="preserve">want to hear </w:t>
      </w:r>
      <w:r>
        <w:rPr>
          <w:b w:val="0"/>
        </w:rPr>
        <w:t>other views</w:t>
      </w:r>
      <w:r w:rsidR="008120F2">
        <w:rPr>
          <w:b w:val="0"/>
        </w:rPr>
        <w:t>,</w:t>
      </w:r>
      <w:r>
        <w:rPr>
          <w:b w:val="0"/>
        </w:rPr>
        <w:t xml:space="preserve"> too.</w:t>
      </w:r>
    </w:p>
    <w:p w14:paraId="03B30E17" w14:textId="3A7E46D5" w:rsidR="00B05BA5" w:rsidRPr="000E7A46" w:rsidRDefault="00B05BA5" w:rsidP="002A2379">
      <w:pPr>
        <w:pStyle w:val="Rubric"/>
        <w:tabs>
          <w:tab w:val="left" w:pos="709"/>
        </w:tabs>
        <w:ind w:left="851" w:hanging="851"/>
        <w:rPr>
          <w:b w:val="0"/>
        </w:rPr>
      </w:pPr>
      <w:r w:rsidRPr="002D5D7A">
        <w:t>Jacob:</w:t>
      </w:r>
      <w:r w:rsidR="00201D8B">
        <w:rPr>
          <w:b w:val="0"/>
        </w:rPr>
        <w:tab/>
      </w:r>
      <w:r w:rsidR="00201D8B">
        <w:rPr>
          <w:b w:val="0"/>
        </w:rPr>
        <w:tab/>
      </w:r>
      <w:r w:rsidRPr="000E7A46">
        <w:rPr>
          <w:b w:val="0"/>
        </w:rPr>
        <w:t xml:space="preserve">Oh sorry, of course. </w:t>
      </w:r>
    </w:p>
    <w:p w14:paraId="07302C40" w14:textId="0F5CB7CF" w:rsidR="00B05BA5" w:rsidRPr="000E7A46" w:rsidRDefault="00B05BA5" w:rsidP="002A2379">
      <w:pPr>
        <w:pStyle w:val="Rubric"/>
        <w:tabs>
          <w:tab w:val="left" w:pos="851"/>
        </w:tabs>
        <w:ind w:left="851" w:hanging="851"/>
        <w:rPr>
          <w:b w:val="0"/>
        </w:rPr>
      </w:pPr>
      <w:r w:rsidRPr="002D5D7A">
        <w:t>Hanna:</w:t>
      </w:r>
      <w:r w:rsidR="008120F2">
        <w:rPr>
          <w:b w:val="0"/>
        </w:rPr>
        <w:tab/>
      </w:r>
      <w:r w:rsidRPr="000E7A46">
        <w:rPr>
          <w:b w:val="0"/>
        </w:rPr>
        <w:t xml:space="preserve">So, Milos, any </w:t>
      </w:r>
      <w:r>
        <w:rPr>
          <w:b w:val="0"/>
          <w:vertAlign w:val="superscript"/>
        </w:rPr>
        <w:t>3</w:t>
      </w:r>
      <w:r w:rsidR="00D51C3B" w:rsidRPr="00D51C3B">
        <w:rPr>
          <w:rStyle w:val="GapFillchr"/>
        </w:rPr>
        <w:t xml:space="preserve">       </w:t>
      </w:r>
      <w:r w:rsidR="009233D2">
        <w:rPr>
          <w:b w:val="0"/>
        </w:rPr>
        <w:t xml:space="preserve"> </w:t>
      </w:r>
      <w:r w:rsidRPr="000E7A46">
        <w:rPr>
          <w:b w:val="0"/>
        </w:rPr>
        <w:t>on this?</w:t>
      </w:r>
    </w:p>
    <w:p w14:paraId="5E1E46F3" w14:textId="72D9D894" w:rsidR="00B05BA5" w:rsidRPr="000E7A46" w:rsidRDefault="00B05BA5" w:rsidP="002A2379">
      <w:pPr>
        <w:pStyle w:val="Rubric"/>
        <w:tabs>
          <w:tab w:val="left" w:pos="851"/>
        </w:tabs>
        <w:ind w:left="851" w:hanging="851"/>
        <w:rPr>
          <w:b w:val="0"/>
        </w:rPr>
      </w:pPr>
      <w:r w:rsidRPr="002D5D7A">
        <w:t>Milos:</w:t>
      </w:r>
      <w:r w:rsidR="008120F2">
        <w:rPr>
          <w:b w:val="0"/>
        </w:rPr>
        <w:tab/>
      </w:r>
      <w:r w:rsidRPr="000E7A46">
        <w:rPr>
          <w:b w:val="0"/>
        </w:rPr>
        <w:t xml:space="preserve">Um, for me the most obvious thing is to </w:t>
      </w:r>
      <w:r>
        <w:rPr>
          <w:b w:val="0"/>
        </w:rPr>
        <w:t>focus on how to commit code to the task tracker.</w:t>
      </w:r>
    </w:p>
    <w:p w14:paraId="4A94BEDB" w14:textId="382FB587" w:rsidR="00B05BA5" w:rsidRPr="000E7A46" w:rsidRDefault="00B05BA5" w:rsidP="002A2379">
      <w:pPr>
        <w:pStyle w:val="Rubric"/>
        <w:tabs>
          <w:tab w:val="left" w:pos="851"/>
        </w:tabs>
        <w:ind w:left="851" w:hanging="851"/>
        <w:rPr>
          <w:b w:val="0"/>
        </w:rPr>
      </w:pPr>
      <w:r w:rsidRPr="002D5D7A">
        <w:t>Hanna:</w:t>
      </w:r>
      <w:r w:rsidR="008120F2">
        <w:rPr>
          <w:b w:val="0"/>
        </w:rPr>
        <w:tab/>
      </w:r>
      <w:r w:rsidRPr="000E7A46">
        <w:rPr>
          <w:b w:val="0"/>
        </w:rPr>
        <w:t xml:space="preserve">Yes, </w:t>
      </w:r>
      <w:r>
        <w:rPr>
          <w:b w:val="0"/>
        </w:rPr>
        <w:t>that’s a good point</w:t>
      </w:r>
      <w:r w:rsidRPr="000E7A46">
        <w:rPr>
          <w:b w:val="0"/>
        </w:rPr>
        <w:t>. Jacob, what’s your</w:t>
      </w:r>
      <w:r w:rsidR="00CE4EB8">
        <w:rPr>
          <w:b w:val="0"/>
        </w:rPr>
        <w:t> </w:t>
      </w:r>
      <w:r>
        <w:rPr>
          <w:b w:val="0"/>
          <w:vertAlign w:val="superscript"/>
        </w:rPr>
        <w:t>4</w:t>
      </w:r>
      <w:r w:rsidR="00D51C3B" w:rsidRPr="00D51C3B">
        <w:rPr>
          <w:rStyle w:val="GapFillchr"/>
        </w:rPr>
        <w:t xml:space="preserve">       </w:t>
      </w:r>
      <w:r w:rsidR="009233D2">
        <w:rPr>
          <w:b w:val="0"/>
        </w:rPr>
        <w:t xml:space="preserve"> </w:t>
      </w:r>
      <w:r w:rsidRPr="000E7A46">
        <w:rPr>
          <w:b w:val="0"/>
        </w:rPr>
        <w:t>on this?</w:t>
      </w:r>
    </w:p>
    <w:p w14:paraId="476AA496" w14:textId="590D2E22" w:rsidR="00B05BA5" w:rsidRPr="000E7A46" w:rsidRDefault="00B05BA5" w:rsidP="002A2379">
      <w:pPr>
        <w:pStyle w:val="Rubric"/>
        <w:tabs>
          <w:tab w:val="left" w:pos="851"/>
        </w:tabs>
        <w:ind w:left="851" w:hanging="851"/>
        <w:rPr>
          <w:b w:val="0"/>
        </w:rPr>
      </w:pPr>
      <w:r w:rsidRPr="002D5D7A">
        <w:t>Jacob:</w:t>
      </w:r>
      <w:r w:rsidR="008120F2">
        <w:rPr>
          <w:b w:val="0"/>
        </w:rPr>
        <w:tab/>
      </w:r>
      <w:r w:rsidRPr="000E7A46">
        <w:rPr>
          <w:b w:val="0"/>
        </w:rPr>
        <w:t>I think it</w:t>
      </w:r>
      <w:r>
        <w:rPr>
          <w:b w:val="0"/>
        </w:rPr>
        <w:t>’s important b</w:t>
      </w:r>
      <w:r w:rsidRPr="000E7A46">
        <w:rPr>
          <w:b w:val="0"/>
        </w:rPr>
        <w:t>ut I also think we need to</w:t>
      </w:r>
      <w:r>
        <w:rPr>
          <w:b w:val="0"/>
        </w:rPr>
        <w:t xml:space="preserve"> focus on actual code quality.</w:t>
      </w:r>
    </w:p>
    <w:p w14:paraId="5E1F50DF" w14:textId="0FA716F9" w:rsidR="00B05BA5" w:rsidRDefault="00B05BA5" w:rsidP="002A2379">
      <w:pPr>
        <w:pStyle w:val="Rubric"/>
        <w:tabs>
          <w:tab w:val="left" w:pos="851"/>
        </w:tabs>
        <w:ind w:left="851" w:hanging="851"/>
        <w:rPr>
          <w:b w:val="0"/>
        </w:rPr>
      </w:pPr>
      <w:r w:rsidRPr="002D5D7A">
        <w:t>Hanna:</w:t>
      </w:r>
      <w:r w:rsidR="008120F2">
        <w:rPr>
          <w:b w:val="0"/>
        </w:rPr>
        <w:tab/>
      </w:r>
      <w:proofErr w:type="spellStart"/>
      <w:r w:rsidRPr="000E7A46">
        <w:rPr>
          <w:b w:val="0"/>
        </w:rPr>
        <w:t>Mmm</w:t>
      </w:r>
      <w:proofErr w:type="spellEnd"/>
      <w:r w:rsidRPr="000E7A46">
        <w:rPr>
          <w:b w:val="0"/>
        </w:rPr>
        <w:t xml:space="preserve">. I think both </w:t>
      </w:r>
      <w:r>
        <w:rPr>
          <w:b w:val="0"/>
          <w:vertAlign w:val="superscript"/>
        </w:rPr>
        <w:t>5</w:t>
      </w:r>
      <w:r w:rsidR="00D51C3B" w:rsidRPr="00D51C3B">
        <w:rPr>
          <w:rStyle w:val="GapFillchr"/>
        </w:rPr>
        <w:t xml:space="preserve">       </w:t>
      </w:r>
      <w:r w:rsidR="009233D2">
        <w:rPr>
          <w:b w:val="0"/>
        </w:rPr>
        <w:t xml:space="preserve"> </w:t>
      </w:r>
      <w:r w:rsidRPr="000E7A46">
        <w:rPr>
          <w:b w:val="0"/>
        </w:rPr>
        <w:t xml:space="preserve">are valid because </w:t>
      </w:r>
      <w:r>
        <w:rPr>
          <w:b w:val="0"/>
        </w:rPr>
        <w:t>we currently spend too much time</w:t>
      </w:r>
      <w:r w:rsidR="00CE4EB8">
        <w:rPr>
          <w:b w:val="0"/>
        </w:rPr>
        <w:t> </w:t>
      </w:r>
      <w:r>
        <w:rPr>
          <w:b w:val="0"/>
        </w:rPr>
        <w:t xml:space="preserve">fixing errors. </w:t>
      </w:r>
    </w:p>
    <w:p w14:paraId="59C6589B" w14:textId="77777777" w:rsidR="00B05BA5" w:rsidRPr="00B05BA5" w:rsidRDefault="00B05BA5" w:rsidP="00B05BA5">
      <w:pPr>
        <w:pStyle w:val="Rubric"/>
        <w:rPr>
          <w:b w:val="0"/>
        </w:rPr>
      </w:pPr>
    </w:p>
    <w:p w14:paraId="726E676E" w14:textId="5981138D" w:rsidR="00B05BA5" w:rsidRPr="00F75054" w:rsidRDefault="00B05BA5" w:rsidP="002A2379">
      <w:pPr>
        <w:pStyle w:val="Text"/>
        <w:tabs>
          <w:tab w:val="left" w:pos="1134"/>
          <w:tab w:val="left" w:pos="2268"/>
          <w:tab w:val="left" w:pos="3119"/>
          <w:tab w:val="left" w:pos="3261"/>
        </w:tabs>
      </w:pPr>
      <w:r w:rsidRPr="0063140B">
        <w:rPr>
          <w:b/>
        </w:rPr>
        <w:t>1</w:t>
      </w:r>
      <w:r>
        <w:rPr>
          <w:b/>
        </w:rPr>
        <w:t xml:space="preserve"> a </w:t>
      </w:r>
      <w:r w:rsidR="009233D2">
        <w:t>suggest</w:t>
      </w:r>
      <w:r w:rsidR="009233D2">
        <w:tab/>
      </w:r>
      <w:r>
        <w:rPr>
          <w:b/>
        </w:rPr>
        <w:t xml:space="preserve">b </w:t>
      </w:r>
      <w:r w:rsidR="009233D2">
        <w:t>comment</w:t>
      </w:r>
      <w:r w:rsidR="00777685">
        <w:tab/>
      </w:r>
      <w:r>
        <w:rPr>
          <w:b/>
        </w:rPr>
        <w:t xml:space="preserve">c </w:t>
      </w:r>
      <w:r w:rsidR="009233D2">
        <w:t>achieve</w:t>
      </w:r>
      <w:r w:rsidR="009233D2">
        <w:rPr>
          <w:b/>
        </w:rPr>
        <w:tab/>
      </w:r>
      <w:r>
        <w:rPr>
          <w:b/>
        </w:rPr>
        <w:t>d</w:t>
      </w:r>
      <w:r>
        <w:t xml:space="preserve"> dismiss</w:t>
      </w:r>
    </w:p>
    <w:p w14:paraId="1082E0CC" w14:textId="39E6FA27" w:rsidR="00B05BA5" w:rsidRPr="00F75054" w:rsidRDefault="00B05BA5" w:rsidP="002A2379">
      <w:pPr>
        <w:pStyle w:val="Text"/>
        <w:tabs>
          <w:tab w:val="clear" w:pos="567"/>
          <w:tab w:val="left" w:pos="1134"/>
          <w:tab w:val="left" w:pos="2268"/>
          <w:tab w:val="left" w:pos="3261"/>
          <w:tab w:val="left" w:pos="3402"/>
        </w:tabs>
      </w:pPr>
      <w:r>
        <w:rPr>
          <w:b/>
        </w:rPr>
        <w:t xml:space="preserve">2 a </w:t>
      </w:r>
      <w:r>
        <w:t>stop</w:t>
      </w:r>
      <w:r w:rsidR="009233D2">
        <w:tab/>
      </w:r>
      <w:r>
        <w:rPr>
          <w:b/>
        </w:rPr>
        <w:t xml:space="preserve">b </w:t>
      </w:r>
      <w:r w:rsidR="009233D2">
        <w:t>tackle</w:t>
      </w:r>
      <w:r w:rsidR="009233D2">
        <w:tab/>
      </w:r>
      <w:r>
        <w:rPr>
          <w:b/>
        </w:rPr>
        <w:t xml:space="preserve">c </w:t>
      </w:r>
      <w:r w:rsidR="009233D2">
        <w:t>hear</w:t>
      </w:r>
      <w:r w:rsidR="009233D2">
        <w:tab/>
      </w:r>
      <w:r>
        <w:rPr>
          <w:b/>
        </w:rPr>
        <w:t xml:space="preserve">d </w:t>
      </w:r>
      <w:r>
        <w:t>understand</w:t>
      </w:r>
    </w:p>
    <w:p w14:paraId="07F6B313" w14:textId="673192D9" w:rsidR="00B05BA5" w:rsidRPr="00F75054" w:rsidRDefault="00B05BA5" w:rsidP="002A2379">
      <w:pPr>
        <w:pStyle w:val="Text"/>
        <w:tabs>
          <w:tab w:val="left" w:pos="1134"/>
          <w:tab w:val="left" w:pos="2268"/>
          <w:tab w:val="left" w:pos="3119"/>
          <w:tab w:val="left" w:pos="3261"/>
        </w:tabs>
      </w:pPr>
      <w:r>
        <w:rPr>
          <w:b/>
        </w:rPr>
        <w:t xml:space="preserve">3 a </w:t>
      </w:r>
      <w:r w:rsidR="009233D2">
        <w:t>wins</w:t>
      </w:r>
      <w:r w:rsidR="009233D2">
        <w:tab/>
      </w:r>
      <w:r>
        <w:rPr>
          <w:b/>
        </w:rPr>
        <w:t xml:space="preserve">b </w:t>
      </w:r>
      <w:r w:rsidR="009233D2">
        <w:t>benefits</w:t>
      </w:r>
      <w:r w:rsidR="009233D2">
        <w:tab/>
      </w:r>
      <w:r>
        <w:rPr>
          <w:b/>
        </w:rPr>
        <w:t xml:space="preserve">c </w:t>
      </w:r>
      <w:r w:rsidR="009233D2">
        <w:t>thoughts</w:t>
      </w:r>
      <w:r w:rsidR="009233D2">
        <w:tab/>
      </w:r>
      <w:r>
        <w:rPr>
          <w:b/>
        </w:rPr>
        <w:t xml:space="preserve">d </w:t>
      </w:r>
      <w:r>
        <w:t>thinking</w:t>
      </w:r>
    </w:p>
    <w:p w14:paraId="1E40A5E3" w14:textId="5C882D27" w:rsidR="00B05BA5" w:rsidRPr="00F75054" w:rsidRDefault="00B05BA5" w:rsidP="002A2379">
      <w:pPr>
        <w:pStyle w:val="Text"/>
        <w:tabs>
          <w:tab w:val="left" w:pos="1134"/>
          <w:tab w:val="left" w:pos="2268"/>
          <w:tab w:val="left" w:pos="3261"/>
          <w:tab w:val="left" w:pos="3402"/>
        </w:tabs>
      </w:pPr>
      <w:r>
        <w:rPr>
          <w:b/>
        </w:rPr>
        <w:t xml:space="preserve">4 a </w:t>
      </w:r>
      <w:r w:rsidR="009233D2">
        <w:t>take</w:t>
      </w:r>
      <w:r w:rsidR="009233D2">
        <w:tab/>
      </w:r>
      <w:r>
        <w:rPr>
          <w:b/>
        </w:rPr>
        <w:t xml:space="preserve">b </w:t>
      </w:r>
      <w:r w:rsidR="009233D2">
        <w:t>comment</w:t>
      </w:r>
      <w:r w:rsidR="004C6BC6">
        <w:tab/>
      </w:r>
      <w:r>
        <w:rPr>
          <w:b/>
        </w:rPr>
        <w:t xml:space="preserve">c </w:t>
      </w:r>
      <w:r w:rsidR="009233D2">
        <w:t>move</w:t>
      </w:r>
      <w:r w:rsidR="004C6BC6">
        <w:tab/>
      </w:r>
      <w:r>
        <w:rPr>
          <w:b/>
        </w:rPr>
        <w:t xml:space="preserve">d </w:t>
      </w:r>
      <w:r>
        <w:t>page</w:t>
      </w:r>
    </w:p>
    <w:p w14:paraId="63232BF4" w14:textId="1FDE10C3" w:rsidR="009016B4" w:rsidRPr="00E84816" w:rsidRDefault="00B05BA5" w:rsidP="002A2379">
      <w:pPr>
        <w:pStyle w:val="Text"/>
        <w:tabs>
          <w:tab w:val="left" w:pos="1560"/>
        </w:tabs>
      </w:pPr>
      <w:r>
        <w:rPr>
          <w:b/>
        </w:rPr>
        <w:t xml:space="preserve">5 a </w:t>
      </w:r>
      <w:r w:rsidR="009233D2">
        <w:t>boats</w:t>
      </w:r>
      <w:r w:rsidR="009233D2">
        <w:tab/>
      </w:r>
      <w:r>
        <w:rPr>
          <w:b/>
        </w:rPr>
        <w:t xml:space="preserve">b </w:t>
      </w:r>
      <w:r w:rsidR="009233D2">
        <w:t>reflections</w:t>
      </w:r>
      <w:r w:rsidR="00D51C3B">
        <w:br/>
      </w:r>
      <w:r>
        <w:rPr>
          <w:b/>
        </w:rPr>
        <w:t xml:space="preserve">c </w:t>
      </w:r>
      <w:r w:rsidR="009233D2">
        <w:t>opportunities</w:t>
      </w:r>
      <w:r w:rsidR="009233D2">
        <w:tab/>
      </w:r>
      <w:r>
        <w:rPr>
          <w:b/>
        </w:rPr>
        <w:t xml:space="preserve">d </w:t>
      </w:r>
      <w:r>
        <w:t>perspectives</w:t>
      </w:r>
    </w:p>
    <w:p w14:paraId="7234A71B" w14:textId="2942130B" w:rsidR="00C26B14" w:rsidRDefault="00472DDD" w:rsidP="00C26B14">
      <w:pPr>
        <w:pStyle w:val="ScoreBox"/>
      </w:pPr>
      <w:r>
        <w:t>__</w:t>
      </w:r>
      <w:r w:rsidR="00C26B14" w:rsidRPr="00E84816">
        <w:t>/5</w:t>
      </w:r>
    </w:p>
    <w:p w14:paraId="0168D2A5" w14:textId="6106D9AD" w:rsidR="008B4601" w:rsidRDefault="00396038" w:rsidP="00C26B14">
      <w:pPr>
        <w:pStyle w:val="ScoreBox"/>
      </w:pPr>
      <w:r>
        <w:br w:type="column"/>
      </w:r>
    </w:p>
    <w:p w14:paraId="57723BB2" w14:textId="085DCB1A" w:rsidR="00955030" w:rsidRPr="002A2379" w:rsidRDefault="00F368FC" w:rsidP="002A2379">
      <w:pPr>
        <w:pStyle w:val="HeadASection"/>
        <w:rPr>
          <w:lang w:val="en-GB"/>
        </w:rPr>
      </w:pPr>
      <w:r w:rsidRPr="002A2379">
        <w:rPr>
          <w:lang w:val="en-GB"/>
        </w:rPr>
        <w:t xml:space="preserve">Lesson </w:t>
      </w:r>
      <w:r w:rsidR="007626F0" w:rsidRPr="002A2379">
        <w:rPr>
          <w:lang w:val="en-GB"/>
        </w:rPr>
        <w:t>2</w:t>
      </w:r>
      <w:r w:rsidR="00955030" w:rsidRPr="002A2379">
        <w:rPr>
          <w:lang w:val="en-GB"/>
        </w:rPr>
        <w:t>.5 Functional language</w:t>
      </w:r>
    </w:p>
    <w:p w14:paraId="4C2E27DB" w14:textId="127DB88A" w:rsidR="00472DDD" w:rsidRPr="00492D51" w:rsidRDefault="007036FF" w:rsidP="00472DDD">
      <w:pPr>
        <w:pStyle w:val="EXAMTASKTYPE"/>
      </w:pPr>
      <w:r>
        <w:t>B2 Business</w:t>
      </w:r>
      <w:r w:rsidR="00D136EF">
        <w:t xml:space="preserve"> </w:t>
      </w:r>
      <w:r w:rsidR="00B24172">
        <w:t>V</w:t>
      </w:r>
      <w:r w:rsidR="00D136EF">
        <w:t>antage</w:t>
      </w:r>
    </w:p>
    <w:p w14:paraId="40E2708A" w14:textId="7C1D4F8F" w:rsidR="008F0137" w:rsidRDefault="00955030" w:rsidP="008D2BFA">
      <w:pPr>
        <w:pStyle w:val="Rubric"/>
      </w:pPr>
      <w:r w:rsidRPr="00E84816">
        <w:t xml:space="preserve">5 </w:t>
      </w:r>
      <w:r w:rsidR="008F0137">
        <w:t xml:space="preserve">Complete </w:t>
      </w:r>
      <w:r w:rsidR="007036FF">
        <w:t>the email with one word in each gap</w:t>
      </w:r>
      <w:r w:rsidR="008F0137">
        <w:t xml:space="preserve">. </w:t>
      </w:r>
    </w:p>
    <w:p w14:paraId="4246CB49" w14:textId="77777777" w:rsidR="00793C77" w:rsidRDefault="00793C77" w:rsidP="008D2BFA">
      <w:pPr>
        <w:pStyle w:val="Rubric"/>
      </w:pPr>
    </w:p>
    <w:p w14:paraId="450ED243" w14:textId="30F195A6" w:rsidR="00B24172" w:rsidRDefault="00CF6B10" w:rsidP="00B24172">
      <w:pPr>
        <w:pStyle w:val="Rubric"/>
        <w:rPr>
          <w:b w:val="0"/>
        </w:rPr>
      </w:pPr>
      <w:r>
        <w:rPr>
          <w:b w:val="0"/>
        </w:rPr>
        <w:t xml:space="preserve">Dear </w:t>
      </w:r>
      <w:r w:rsidR="00B24172" w:rsidRPr="00B24172">
        <w:rPr>
          <w:b w:val="0"/>
        </w:rPr>
        <w:t>Kenji</w:t>
      </w:r>
      <w:r w:rsidR="00793C77">
        <w:rPr>
          <w:b w:val="0"/>
        </w:rPr>
        <w:t>,</w:t>
      </w:r>
    </w:p>
    <w:p w14:paraId="64A52B41" w14:textId="6A4200C9" w:rsidR="00B24172" w:rsidRDefault="00B24172" w:rsidP="00B24172">
      <w:pPr>
        <w:pStyle w:val="Rubric"/>
        <w:rPr>
          <w:b w:val="0"/>
        </w:rPr>
      </w:pPr>
      <w:r w:rsidRPr="00B24172">
        <w:rPr>
          <w:b w:val="0"/>
        </w:rPr>
        <w:t xml:space="preserve">I’m writing to confirm what you need </w:t>
      </w:r>
      <w:r w:rsidR="008F0137">
        <w:rPr>
          <w:b w:val="0"/>
          <w:vertAlign w:val="superscript"/>
        </w:rPr>
        <w:t>1</w:t>
      </w:r>
      <w:r w:rsidR="001F399F" w:rsidRPr="001F399F">
        <w:rPr>
          <w:rStyle w:val="GapFillchr"/>
        </w:rPr>
        <w:t xml:space="preserve">       </w:t>
      </w:r>
      <w:r w:rsidR="001F399F">
        <w:rPr>
          <w:b w:val="0"/>
        </w:rPr>
        <w:t xml:space="preserve"> </w:t>
      </w:r>
      <w:proofErr w:type="spellStart"/>
      <w:r w:rsidRPr="00B24172">
        <w:rPr>
          <w:b w:val="0"/>
        </w:rPr>
        <w:t>do</w:t>
      </w:r>
      <w:proofErr w:type="spellEnd"/>
      <w:r w:rsidR="005E0DC1">
        <w:rPr>
          <w:b w:val="0"/>
        </w:rPr>
        <w:t> </w:t>
      </w:r>
      <w:r w:rsidRPr="00B24172">
        <w:rPr>
          <w:b w:val="0"/>
        </w:rPr>
        <w:t>to</w:t>
      </w:r>
      <w:r w:rsidR="001F399F">
        <w:rPr>
          <w:b w:val="0"/>
        </w:rPr>
        <w:t> </w:t>
      </w:r>
      <w:r w:rsidRPr="00B24172">
        <w:rPr>
          <w:b w:val="0"/>
        </w:rPr>
        <w:t xml:space="preserve">prepare for the meeting tomorrow. </w:t>
      </w:r>
      <w:r w:rsidR="003907F0">
        <w:rPr>
          <w:b w:val="0"/>
        </w:rPr>
        <w:t>Firstly, I</w:t>
      </w:r>
      <w:r w:rsidR="001F399F">
        <w:rPr>
          <w:b w:val="0"/>
        </w:rPr>
        <w:t> </w:t>
      </w:r>
      <w:r w:rsidR="002A4AFC">
        <w:rPr>
          <w:b w:val="0"/>
          <w:vertAlign w:val="superscript"/>
        </w:rPr>
        <w:t>2</w:t>
      </w:r>
      <w:r w:rsidR="001F399F" w:rsidRPr="001F399F">
        <w:rPr>
          <w:rStyle w:val="GapFillchr"/>
        </w:rPr>
        <w:t xml:space="preserve">       </w:t>
      </w:r>
      <w:r w:rsidRPr="00B24172">
        <w:rPr>
          <w:b w:val="0"/>
        </w:rPr>
        <w:t xml:space="preserve"> like you to email the report to the</w:t>
      </w:r>
      <w:r w:rsidR="005E0DC1">
        <w:rPr>
          <w:b w:val="0"/>
        </w:rPr>
        <w:t> </w:t>
      </w:r>
      <w:r w:rsidRPr="00B24172">
        <w:rPr>
          <w:b w:val="0"/>
        </w:rPr>
        <w:t xml:space="preserve">client </w:t>
      </w:r>
      <w:r w:rsidR="008F0137">
        <w:rPr>
          <w:b w:val="0"/>
          <w:vertAlign w:val="superscript"/>
        </w:rPr>
        <w:t>3</w:t>
      </w:r>
      <w:r w:rsidR="001F399F" w:rsidRPr="001F399F">
        <w:rPr>
          <w:rStyle w:val="GapFillchr"/>
        </w:rPr>
        <w:t xml:space="preserve">       </w:t>
      </w:r>
      <w:r w:rsidR="004C6BC6">
        <w:rPr>
          <w:b w:val="0"/>
        </w:rPr>
        <w:t xml:space="preserve"> </w:t>
      </w:r>
      <w:r w:rsidRPr="00B24172">
        <w:rPr>
          <w:b w:val="0"/>
        </w:rPr>
        <w:t>that they have time to read it.</w:t>
      </w:r>
      <w:r w:rsidR="00793C77">
        <w:rPr>
          <w:b w:val="0"/>
        </w:rPr>
        <w:t xml:space="preserve"> </w:t>
      </w:r>
      <w:r w:rsidR="002A4AFC">
        <w:rPr>
          <w:b w:val="0"/>
        </w:rPr>
        <w:t xml:space="preserve">Secondly, </w:t>
      </w:r>
      <w:r w:rsidRPr="00B24172">
        <w:rPr>
          <w:b w:val="0"/>
        </w:rPr>
        <w:t>I</w:t>
      </w:r>
      <w:r w:rsidR="001F399F">
        <w:rPr>
          <w:b w:val="0"/>
        </w:rPr>
        <w:t> </w:t>
      </w:r>
      <w:r w:rsidR="002A4AFC">
        <w:rPr>
          <w:b w:val="0"/>
          <w:vertAlign w:val="superscript"/>
        </w:rPr>
        <w:t>4</w:t>
      </w:r>
      <w:r w:rsidR="001F399F" w:rsidRPr="001F399F">
        <w:rPr>
          <w:rStyle w:val="GapFillchr"/>
        </w:rPr>
        <w:t xml:space="preserve">       </w:t>
      </w:r>
      <w:r w:rsidR="004C6BC6">
        <w:rPr>
          <w:b w:val="0"/>
        </w:rPr>
        <w:t xml:space="preserve"> </w:t>
      </w:r>
      <w:r w:rsidRPr="00B24172">
        <w:rPr>
          <w:b w:val="0"/>
        </w:rPr>
        <w:t>you to contact the IT team in</w:t>
      </w:r>
      <w:r w:rsidR="005E0DC1">
        <w:rPr>
          <w:b w:val="0"/>
        </w:rPr>
        <w:t> </w:t>
      </w:r>
      <w:r w:rsidR="008F0137">
        <w:rPr>
          <w:b w:val="0"/>
          <w:vertAlign w:val="superscript"/>
        </w:rPr>
        <w:t>5</w:t>
      </w:r>
      <w:r w:rsidR="001F399F" w:rsidRPr="001F399F">
        <w:rPr>
          <w:rStyle w:val="GapFillchr"/>
        </w:rPr>
        <w:t xml:space="preserve">       </w:t>
      </w:r>
      <w:r w:rsidR="004C6BC6">
        <w:rPr>
          <w:b w:val="0"/>
        </w:rPr>
        <w:t xml:space="preserve"> </w:t>
      </w:r>
      <w:r w:rsidRPr="00B24172">
        <w:rPr>
          <w:b w:val="0"/>
        </w:rPr>
        <w:t>to check the meeting room has audio facilities.</w:t>
      </w:r>
    </w:p>
    <w:p w14:paraId="2F79516E" w14:textId="3D0C7AF5" w:rsidR="00B24172" w:rsidRPr="00B24172" w:rsidRDefault="00B24172" w:rsidP="00B24172">
      <w:pPr>
        <w:pStyle w:val="Rubric"/>
        <w:rPr>
          <w:b w:val="0"/>
        </w:rPr>
      </w:pPr>
      <w:r w:rsidRPr="00B24172">
        <w:rPr>
          <w:b w:val="0"/>
        </w:rPr>
        <w:t>Best wishes</w:t>
      </w:r>
      <w:r w:rsidR="001F399F">
        <w:rPr>
          <w:b w:val="0"/>
        </w:rPr>
        <w:t>,</w:t>
      </w:r>
    </w:p>
    <w:p w14:paraId="7F9F9859" w14:textId="5C35A341" w:rsidR="00B24172" w:rsidRPr="00B24172" w:rsidRDefault="00B24172" w:rsidP="00B24172">
      <w:pPr>
        <w:pStyle w:val="Rubric"/>
        <w:rPr>
          <w:b w:val="0"/>
        </w:rPr>
      </w:pPr>
      <w:r w:rsidRPr="00B24172">
        <w:rPr>
          <w:b w:val="0"/>
        </w:rPr>
        <w:t>Bill</w:t>
      </w:r>
    </w:p>
    <w:p w14:paraId="2D65B22C" w14:textId="77777777" w:rsidR="008B4601" w:rsidRDefault="00472DDD" w:rsidP="002A2379">
      <w:pPr>
        <w:pStyle w:val="ScoreBox"/>
      </w:pPr>
      <w:r>
        <w:t>__</w:t>
      </w:r>
      <w:r w:rsidR="003451A9" w:rsidRPr="00E84816">
        <w:t>/5</w:t>
      </w:r>
    </w:p>
    <w:p w14:paraId="7C81B6A4" w14:textId="01250108" w:rsidR="008B4601" w:rsidRPr="002A2379" w:rsidRDefault="00D66C13">
      <w:r>
        <w:br w:type="page"/>
      </w:r>
    </w:p>
    <w:p w14:paraId="6AB6448C" w14:textId="77777777" w:rsidR="00D82696" w:rsidRDefault="00D82696" w:rsidP="00D82696">
      <w:pPr>
        <w:rPr>
          <w:rFonts w:ascii="Arial" w:hAnsi="Arial" w:cs="Arial"/>
          <w:b/>
          <w:sz w:val="22"/>
          <w:szCs w:val="22"/>
        </w:rPr>
      </w:pPr>
    </w:p>
    <w:p w14:paraId="18EC48FA" w14:textId="6F517A9E" w:rsidR="00472DDD" w:rsidRPr="00492D51" w:rsidRDefault="00472DDD">
      <w:pPr>
        <w:pStyle w:val="HeadUnit"/>
      </w:pPr>
      <w:r>
        <w:t>SKILLS</w:t>
      </w:r>
    </w:p>
    <w:p w14:paraId="541C89FE" w14:textId="08CA010D" w:rsidR="00C57A21" w:rsidRPr="002A2379" w:rsidRDefault="00B0364E" w:rsidP="002A2379">
      <w:pPr>
        <w:pStyle w:val="HeadASection"/>
        <w:rPr>
          <w:lang w:val="en-GB"/>
        </w:rPr>
      </w:pPr>
      <w:r w:rsidRPr="002A2379">
        <w:rPr>
          <w:lang w:val="en-GB"/>
        </w:rPr>
        <w:t>Short l</w:t>
      </w:r>
      <w:r w:rsidR="00FA50E7" w:rsidRPr="002A2379">
        <w:rPr>
          <w:lang w:val="en-GB"/>
        </w:rPr>
        <w:t>istening</w:t>
      </w:r>
    </w:p>
    <w:p w14:paraId="053707C8" w14:textId="00C242E9" w:rsidR="00472DDD" w:rsidRPr="00492D51" w:rsidRDefault="00D66C13" w:rsidP="00472DDD">
      <w:pPr>
        <w:pStyle w:val="EXAMTASKTYPE"/>
      </w:pPr>
      <w:r>
        <w:t>B2 Business Vantage / C1 Business Higher</w:t>
      </w:r>
    </w:p>
    <w:p w14:paraId="202A5B29" w14:textId="4A59729F" w:rsidR="00384321" w:rsidRDefault="00FA50E7" w:rsidP="008D2BFA">
      <w:pPr>
        <w:pStyle w:val="Rubric"/>
      </w:pPr>
      <w:r w:rsidRPr="00E84816">
        <w:t xml:space="preserve">6 </w:t>
      </w:r>
      <w:bookmarkStart w:id="10" w:name="_Hlk528582396"/>
      <w:r w:rsidR="00472DDD">
        <w:t>[BP_</w:t>
      </w:r>
      <w:r w:rsidR="00861610">
        <w:t>B</w:t>
      </w:r>
      <w:r w:rsidR="008D2BFA">
        <w:t>2+</w:t>
      </w:r>
      <w:r w:rsidR="00472DDD">
        <w:t>_Test_</w:t>
      </w:r>
      <w:r w:rsidR="000F4AA0">
        <w:t>02</w:t>
      </w:r>
      <w:r w:rsidR="00472DDD">
        <w:t>_</w:t>
      </w:r>
      <w:r w:rsidR="00BF6340">
        <w:t>0</w:t>
      </w:r>
      <w:r w:rsidR="00E04527">
        <w:t>2</w:t>
      </w:r>
      <w:r w:rsidR="00472DDD">
        <w:t xml:space="preserve">.mp3] </w:t>
      </w:r>
      <w:r w:rsidR="00B0364E">
        <w:t>You will hear</w:t>
      </w:r>
      <w:r w:rsidR="00ED49E3">
        <w:t xml:space="preserve"> </w:t>
      </w:r>
      <w:r w:rsidR="00B0364E">
        <w:t>part of</w:t>
      </w:r>
      <w:r w:rsidR="00D66C13">
        <w:t> </w:t>
      </w:r>
      <w:r w:rsidR="00B0364E">
        <w:t>a meeting</w:t>
      </w:r>
      <w:r w:rsidR="00ED49E3">
        <w:t xml:space="preserve"> and a telephone conversation</w:t>
      </w:r>
      <w:r w:rsidR="00B0364E">
        <w:t>. For</w:t>
      </w:r>
      <w:r w:rsidR="00D66C13">
        <w:t> </w:t>
      </w:r>
      <w:r w:rsidR="00B0364E">
        <w:t>each question, write one or two words or a</w:t>
      </w:r>
      <w:r w:rsidR="00E04527">
        <w:t> </w:t>
      </w:r>
      <w:r w:rsidR="00B0364E">
        <w:t>number.</w:t>
      </w:r>
      <w:r w:rsidR="000D39AE">
        <w:t xml:space="preserve"> </w:t>
      </w:r>
      <w:r w:rsidR="00D66C13">
        <w:t>You will hear each recording twice.</w:t>
      </w:r>
    </w:p>
    <w:p w14:paraId="7B4C4A32" w14:textId="77777777" w:rsidR="00B0364E" w:rsidRDefault="00B0364E" w:rsidP="008D2BFA">
      <w:pPr>
        <w:pStyle w:val="Rubric"/>
      </w:pPr>
    </w:p>
    <w:p w14:paraId="7E13848F" w14:textId="38C74BC3" w:rsidR="00B0364E" w:rsidRDefault="00B0364E" w:rsidP="008D2BFA">
      <w:pPr>
        <w:pStyle w:val="Rubric"/>
      </w:pPr>
      <w:r>
        <w:t>Listening 1</w:t>
      </w:r>
    </w:p>
    <w:p w14:paraId="6D3A0F0B" w14:textId="77DF2F41" w:rsidR="004C16BD" w:rsidRDefault="004C16BD" w:rsidP="004C16BD">
      <w:pPr>
        <w:pStyle w:val="Rubric"/>
      </w:pPr>
      <w:r>
        <w:t>Look at the notes below. You will hear a manager discussing the company’s website.</w:t>
      </w:r>
    </w:p>
    <w:p w14:paraId="50B24B62" w14:textId="77777777" w:rsidR="00B0364E" w:rsidRDefault="00B0364E" w:rsidP="008D2BFA">
      <w:pPr>
        <w:pStyle w:val="Rubric"/>
      </w:pPr>
    </w:p>
    <w:tbl>
      <w:tblPr>
        <w:tblStyle w:val="Tabela-Siatka"/>
        <w:tblW w:w="0" w:type="auto"/>
        <w:tblLook w:val="04A0" w:firstRow="1" w:lastRow="0" w:firstColumn="1" w:lastColumn="0" w:noHBand="0" w:noVBand="1"/>
      </w:tblPr>
      <w:tblGrid>
        <w:gridCol w:w="4719"/>
      </w:tblGrid>
      <w:tr w:rsidR="00B0364E" w14:paraId="78F8D701" w14:textId="77777777" w:rsidTr="00B0364E">
        <w:tc>
          <w:tcPr>
            <w:tcW w:w="4719" w:type="dxa"/>
          </w:tcPr>
          <w:p w14:paraId="70BF54C1" w14:textId="21453A46" w:rsidR="00B0364E" w:rsidRDefault="006B2721" w:rsidP="008D2BFA">
            <w:pPr>
              <w:pStyle w:val="Rubric"/>
            </w:pPr>
            <w:proofErr w:type="spellStart"/>
            <w:r>
              <w:t>Website</w:t>
            </w:r>
            <w:proofErr w:type="spellEnd"/>
            <w:r>
              <w:t xml:space="preserve"> </w:t>
            </w:r>
            <w:proofErr w:type="spellStart"/>
            <w:r>
              <w:t>meeting</w:t>
            </w:r>
            <w:proofErr w:type="spellEnd"/>
          </w:p>
          <w:p w14:paraId="77D96418" w14:textId="69E1F6A9" w:rsidR="006B2721" w:rsidRDefault="006B2721" w:rsidP="008D2BFA">
            <w:pPr>
              <w:pStyle w:val="Rubric"/>
            </w:pPr>
          </w:p>
          <w:p w14:paraId="5FD61059" w14:textId="7B53B093" w:rsidR="006B2721" w:rsidRPr="002A2379" w:rsidRDefault="006B2721" w:rsidP="002A2379">
            <w:pPr>
              <w:pStyle w:val="Rubric"/>
              <w:numPr>
                <w:ilvl w:val="0"/>
                <w:numId w:val="44"/>
              </w:numPr>
              <w:ind w:left="457"/>
              <w:rPr>
                <w:b w:val="0"/>
                <w:lang w:val="en-GB"/>
              </w:rPr>
            </w:pPr>
            <w:r w:rsidRPr="002A2379">
              <w:rPr>
                <w:b w:val="0"/>
                <w:lang w:val="en-GB"/>
              </w:rPr>
              <w:t>Need to get quotes</w:t>
            </w:r>
            <w:r w:rsidR="003907F0" w:rsidRPr="002A2379">
              <w:rPr>
                <w:b w:val="0"/>
                <w:lang w:val="en-GB"/>
              </w:rPr>
              <w:t xml:space="preserve"> that match the</w:t>
            </w:r>
            <w:r w:rsidRPr="002A2379">
              <w:rPr>
                <w:b w:val="0"/>
                <w:lang w:val="en-GB"/>
              </w:rPr>
              <w:t xml:space="preserve"> </w:t>
            </w:r>
            <w:r w:rsidRPr="002A2379">
              <w:rPr>
                <w:b w:val="0"/>
                <w:vertAlign w:val="superscript"/>
                <w:lang w:val="en-GB"/>
              </w:rPr>
              <w:t>1</w:t>
            </w:r>
            <w:r w:rsidR="00BF6340" w:rsidRPr="002A2379">
              <w:rPr>
                <w:rStyle w:val="GapFillchr"/>
                <w:lang w:val="en-GB"/>
              </w:rPr>
              <w:t xml:space="preserve">            </w:t>
            </w:r>
            <w:r w:rsidR="008C41F3" w:rsidRPr="002A2379">
              <w:rPr>
                <w:b w:val="0"/>
                <w:lang w:val="en-GB"/>
              </w:rPr>
              <w:t xml:space="preserve"> </w:t>
            </w:r>
            <w:r w:rsidR="007E3F6E" w:rsidRPr="002A2379">
              <w:rPr>
                <w:b w:val="0"/>
                <w:lang w:val="en-GB"/>
              </w:rPr>
              <w:t>– not too expensive</w:t>
            </w:r>
            <w:r w:rsidR="00D82696">
              <w:rPr>
                <w:b w:val="0"/>
                <w:lang w:val="en-GB"/>
              </w:rPr>
              <w:t>;</w:t>
            </w:r>
            <w:r w:rsidR="00D82696" w:rsidRPr="002A2379">
              <w:rPr>
                <w:b w:val="0"/>
                <w:lang w:val="en-GB"/>
              </w:rPr>
              <w:t xml:space="preserve"> </w:t>
            </w:r>
            <w:r w:rsidR="00D82696">
              <w:rPr>
                <w:b w:val="0"/>
                <w:lang w:val="en-GB"/>
              </w:rPr>
              <w:t>r</w:t>
            </w:r>
            <w:r w:rsidRPr="002A2379">
              <w:rPr>
                <w:b w:val="0"/>
                <w:lang w:val="en-GB"/>
              </w:rPr>
              <w:t xml:space="preserve">ole allocated </w:t>
            </w:r>
            <w:r w:rsidR="00D81803" w:rsidRPr="002A2379">
              <w:rPr>
                <w:b w:val="0"/>
                <w:lang w:val="en-GB"/>
              </w:rPr>
              <w:t xml:space="preserve">to </w:t>
            </w:r>
            <w:r w:rsidR="001E1A02" w:rsidRPr="002A2379">
              <w:rPr>
                <w:b w:val="0"/>
                <w:lang w:val="en-GB"/>
              </w:rPr>
              <w:t>Toni</w:t>
            </w:r>
          </w:p>
          <w:p w14:paraId="47FE7A3E" w14:textId="15FBDC68" w:rsidR="006B2721" w:rsidRPr="002A2379" w:rsidRDefault="001E1A02" w:rsidP="002A2379">
            <w:pPr>
              <w:pStyle w:val="Rubric"/>
              <w:numPr>
                <w:ilvl w:val="0"/>
                <w:numId w:val="44"/>
              </w:numPr>
              <w:ind w:left="457"/>
              <w:rPr>
                <w:b w:val="0"/>
                <w:lang w:val="en-GB"/>
              </w:rPr>
            </w:pPr>
            <w:r w:rsidRPr="002A2379">
              <w:rPr>
                <w:b w:val="0"/>
                <w:lang w:val="en-GB"/>
              </w:rPr>
              <w:t xml:space="preserve">Staff party on </w:t>
            </w:r>
            <w:r w:rsidRPr="002A2379">
              <w:rPr>
                <w:b w:val="0"/>
                <w:vertAlign w:val="superscript"/>
                <w:lang w:val="en-GB"/>
              </w:rPr>
              <w:t>2</w:t>
            </w:r>
            <w:r w:rsidR="00BF6340" w:rsidRPr="002A2379">
              <w:rPr>
                <w:rStyle w:val="GapFillchr"/>
                <w:lang w:val="en-GB"/>
              </w:rPr>
              <w:t xml:space="preserve">            </w:t>
            </w:r>
            <w:r w:rsidR="008C41F3" w:rsidRPr="002A2379">
              <w:rPr>
                <w:b w:val="0"/>
                <w:lang w:val="en-GB"/>
              </w:rPr>
              <w:t xml:space="preserve"> </w:t>
            </w:r>
            <w:r w:rsidR="00D82696">
              <w:rPr>
                <w:b w:val="0"/>
                <w:lang w:val="en-GB"/>
              </w:rPr>
              <w:t>so</w:t>
            </w:r>
            <w:r w:rsidRPr="002A2379">
              <w:rPr>
                <w:b w:val="0"/>
                <w:lang w:val="en-GB"/>
              </w:rPr>
              <w:t xml:space="preserve"> need finished website a week before</w:t>
            </w:r>
          </w:p>
          <w:p w14:paraId="2EF9DC67" w14:textId="7136210F" w:rsidR="001E1A02" w:rsidRPr="002A2379" w:rsidRDefault="001E1A02" w:rsidP="002A2379">
            <w:pPr>
              <w:pStyle w:val="Rubric"/>
              <w:numPr>
                <w:ilvl w:val="0"/>
                <w:numId w:val="44"/>
              </w:numPr>
              <w:ind w:left="457"/>
              <w:rPr>
                <w:b w:val="0"/>
                <w:lang w:val="en-GB"/>
              </w:rPr>
            </w:pPr>
            <w:r w:rsidRPr="002A2379">
              <w:rPr>
                <w:b w:val="0"/>
                <w:lang w:val="en-GB"/>
              </w:rPr>
              <w:t xml:space="preserve">Rewrite website text – role allocated to </w:t>
            </w:r>
            <w:r w:rsidRPr="002A2379">
              <w:rPr>
                <w:b w:val="0"/>
                <w:vertAlign w:val="superscript"/>
                <w:lang w:val="en-GB"/>
              </w:rPr>
              <w:t>3</w:t>
            </w:r>
            <w:r w:rsidR="00BF6340" w:rsidRPr="002A2379">
              <w:rPr>
                <w:rStyle w:val="GapFillchr"/>
                <w:lang w:val="en-GB"/>
              </w:rPr>
              <w:t xml:space="preserve">            </w:t>
            </w:r>
          </w:p>
          <w:p w14:paraId="79B3C952" w14:textId="28CA6851" w:rsidR="001E1A02" w:rsidRPr="002A2379" w:rsidRDefault="001E1A02" w:rsidP="002A2379">
            <w:pPr>
              <w:pStyle w:val="Rubric"/>
              <w:numPr>
                <w:ilvl w:val="0"/>
                <w:numId w:val="44"/>
              </w:numPr>
              <w:ind w:left="457"/>
              <w:rPr>
                <w:b w:val="0"/>
                <w:lang w:val="en-GB"/>
              </w:rPr>
            </w:pPr>
            <w:r w:rsidRPr="002A2379">
              <w:rPr>
                <w:b w:val="0"/>
                <w:lang w:val="en-GB"/>
              </w:rPr>
              <w:t xml:space="preserve">Staff photo session to take place </w:t>
            </w:r>
            <w:r w:rsidRPr="002A2379">
              <w:rPr>
                <w:b w:val="0"/>
                <w:vertAlign w:val="superscript"/>
                <w:lang w:val="en-GB"/>
              </w:rPr>
              <w:t>4</w:t>
            </w:r>
            <w:r w:rsidR="00BF6340" w:rsidRPr="002A2379">
              <w:rPr>
                <w:rStyle w:val="GapFillchr"/>
                <w:lang w:val="en-GB"/>
              </w:rPr>
              <w:t xml:space="preserve">            </w:t>
            </w:r>
          </w:p>
          <w:p w14:paraId="1E1DD172" w14:textId="1ED872F8" w:rsidR="00B0364E" w:rsidRPr="002A2379" w:rsidRDefault="00B0364E" w:rsidP="008D2BFA">
            <w:pPr>
              <w:pStyle w:val="Rubric"/>
              <w:rPr>
                <w:lang w:val="en-GB"/>
              </w:rPr>
            </w:pPr>
          </w:p>
        </w:tc>
      </w:tr>
    </w:tbl>
    <w:p w14:paraId="4BE7171E" w14:textId="77777777" w:rsidR="00B0364E" w:rsidRDefault="00B0364E" w:rsidP="008D2BFA">
      <w:pPr>
        <w:pStyle w:val="Rubric"/>
      </w:pPr>
    </w:p>
    <w:p w14:paraId="69119CA5" w14:textId="6302DCBF" w:rsidR="00B0364E" w:rsidRDefault="00B0364E" w:rsidP="008D2BFA">
      <w:pPr>
        <w:pStyle w:val="Rubric"/>
      </w:pPr>
      <w:r>
        <w:t>Listening 2</w:t>
      </w:r>
    </w:p>
    <w:p w14:paraId="4824B65E" w14:textId="5575A578" w:rsidR="004C16BD" w:rsidRDefault="004C16BD" w:rsidP="004C16BD">
      <w:pPr>
        <w:pStyle w:val="Rubric"/>
      </w:pPr>
      <w:r>
        <w:t>Look at the notes below. You will hear two colleagues talking about another member of staff.</w:t>
      </w:r>
    </w:p>
    <w:p w14:paraId="7FDB65AC" w14:textId="77777777" w:rsidR="00B0364E" w:rsidRDefault="00B0364E" w:rsidP="008D2BFA">
      <w:pPr>
        <w:pStyle w:val="Rubric"/>
      </w:pPr>
    </w:p>
    <w:tbl>
      <w:tblPr>
        <w:tblStyle w:val="Tabela-Siatka"/>
        <w:tblW w:w="0" w:type="auto"/>
        <w:tblLook w:val="04A0" w:firstRow="1" w:lastRow="0" w:firstColumn="1" w:lastColumn="0" w:noHBand="0" w:noVBand="1"/>
      </w:tblPr>
      <w:tblGrid>
        <w:gridCol w:w="4719"/>
      </w:tblGrid>
      <w:tr w:rsidR="00B0364E" w14:paraId="68E4B0CE" w14:textId="77777777" w:rsidTr="00B0364E">
        <w:tc>
          <w:tcPr>
            <w:tcW w:w="4719" w:type="dxa"/>
          </w:tcPr>
          <w:p w14:paraId="15B56D53" w14:textId="7810A305" w:rsidR="00B0364E" w:rsidRPr="002A2379" w:rsidRDefault="00D82696" w:rsidP="008D2BFA">
            <w:pPr>
              <w:pStyle w:val="Rubric"/>
              <w:rPr>
                <w:lang w:val="en-GB"/>
              </w:rPr>
            </w:pPr>
            <w:r>
              <w:rPr>
                <w:lang w:val="en-GB"/>
              </w:rPr>
              <w:t>Florencia’s</w:t>
            </w:r>
            <w:r w:rsidRPr="002A2379">
              <w:rPr>
                <w:lang w:val="en-GB"/>
              </w:rPr>
              <w:t xml:space="preserve"> </w:t>
            </w:r>
            <w:r w:rsidR="00ED49E3" w:rsidRPr="002A2379">
              <w:rPr>
                <w:lang w:val="en-GB"/>
              </w:rPr>
              <w:t>notes about Bruno</w:t>
            </w:r>
          </w:p>
          <w:p w14:paraId="67112187" w14:textId="17401927" w:rsidR="00ED49E3" w:rsidRPr="002A2379" w:rsidRDefault="00ED49E3" w:rsidP="008D2BFA">
            <w:pPr>
              <w:pStyle w:val="Rubric"/>
              <w:rPr>
                <w:lang w:val="en-GB"/>
              </w:rPr>
            </w:pPr>
          </w:p>
          <w:p w14:paraId="1111B03B" w14:textId="22AB9B4F" w:rsidR="00ED49E3" w:rsidRPr="002A2379" w:rsidRDefault="0014319B" w:rsidP="008D2BFA">
            <w:pPr>
              <w:pStyle w:val="Rubric"/>
              <w:rPr>
                <w:b w:val="0"/>
                <w:lang w:val="en-GB"/>
              </w:rPr>
            </w:pPr>
            <w:r w:rsidRPr="002A2379">
              <w:rPr>
                <w:b w:val="0"/>
                <w:lang w:val="en-GB"/>
              </w:rPr>
              <w:t>One p</w:t>
            </w:r>
            <w:r w:rsidR="00ED49E3" w:rsidRPr="002A2379">
              <w:rPr>
                <w:b w:val="0"/>
                <w:lang w:val="en-GB"/>
              </w:rPr>
              <w:t xml:space="preserve">roblem is time-keeping. Jan changed start time to </w:t>
            </w:r>
            <w:r w:rsidR="000F4AA0" w:rsidRPr="002A2379">
              <w:rPr>
                <w:b w:val="0"/>
                <w:vertAlign w:val="superscript"/>
                <w:lang w:val="en-GB"/>
              </w:rPr>
              <w:t>5</w:t>
            </w:r>
            <w:r w:rsidR="00BF6340" w:rsidRPr="002A2379">
              <w:rPr>
                <w:rStyle w:val="GapFillchr"/>
                <w:lang w:val="en-GB"/>
              </w:rPr>
              <w:t xml:space="preserve">            </w:t>
            </w:r>
          </w:p>
          <w:p w14:paraId="41969640" w14:textId="00A75CAC" w:rsidR="00ED49E3" w:rsidRPr="002A2379" w:rsidRDefault="00ED49E3" w:rsidP="008D2BFA">
            <w:pPr>
              <w:pStyle w:val="Rubric"/>
              <w:rPr>
                <w:b w:val="0"/>
                <w:lang w:val="en-GB"/>
              </w:rPr>
            </w:pPr>
            <w:r w:rsidRPr="002A2379">
              <w:rPr>
                <w:b w:val="0"/>
                <w:lang w:val="en-GB"/>
              </w:rPr>
              <w:t xml:space="preserve">My view: </w:t>
            </w:r>
            <w:r w:rsidR="00D81803" w:rsidRPr="002A2379">
              <w:rPr>
                <w:b w:val="0"/>
                <w:lang w:val="en-GB"/>
              </w:rPr>
              <w:t>Being late i</w:t>
            </w:r>
            <w:r w:rsidRPr="002A2379">
              <w:rPr>
                <w:b w:val="0"/>
                <w:lang w:val="en-GB"/>
              </w:rPr>
              <w:t xml:space="preserve">s </w:t>
            </w:r>
            <w:r w:rsidR="000F4AA0" w:rsidRPr="002A2379">
              <w:rPr>
                <w:b w:val="0"/>
                <w:vertAlign w:val="superscript"/>
                <w:lang w:val="en-GB"/>
              </w:rPr>
              <w:t>6</w:t>
            </w:r>
            <w:r w:rsidR="00BF6340" w:rsidRPr="002A2379">
              <w:rPr>
                <w:rStyle w:val="GapFillchr"/>
                <w:lang w:val="en-GB"/>
              </w:rPr>
              <w:t xml:space="preserve">            </w:t>
            </w:r>
            <w:r w:rsidRPr="002A2379">
              <w:rPr>
                <w:b w:val="0"/>
                <w:lang w:val="en-GB"/>
              </w:rPr>
              <w:t xml:space="preserve"> </w:t>
            </w:r>
            <w:r w:rsidR="00D1629E" w:rsidRPr="002A2379">
              <w:rPr>
                <w:b w:val="0"/>
                <w:lang w:val="en-GB"/>
              </w:rPr>
              <w:t>– bad example</w:t>
            </w:r>
          </w:p>
          <w:p w14:paraId="7714D1E2" w14:textId="64ED9A9B" w:rsidR="0014319B" w:rsidRPr="002A2379" w:rsidRDefault="0014319B" w:rsidP="008D2BFA">
            <w:pPr>
              <w:pStyle w:val="Rubric"/>
              <w:rPr>
                <w:b w:val="0"/>
                <w:lang w:val="en-GB"/>
              </w:rPr>
            </w:pPr>
            <w:r w:rsidRPr="002A2379">
              <w:rPr>
                <w:b w:val="0"/>
                <w:lang w:val="en-GB"/>
              </w:rPr>
              <w:t xml:space="preserve">Jan </w:t>
            </w:r>
            <w:r w:rsidR="003907F0" w:rsidRPr="002A2379">
              <w:rPr>
                <w:b w:val="0"/>
                <w:lang w:val="en-GB"/>
              </w:rPr>
              <w:t xml:space="preserve">said </w:t>
            </w:r>
            <w:r w:rsidRPr="002A2379">
              <w:rPr>
                <w:b w:val="0"/>
                <w:lang w:val="en-GB"/>
              </w:rPr>
              <w:t xml:space="preserve">Bruno needs </w:t>
            </w:r>
            <w:r w:rsidR="004279FD" w:rsidRPr="002A2379">
              <w:rPr>
                <w:b w:val="0"/>
                <w:lang w:val="en-GB"/>
              </w:rPr>
              <w:t xml:space="preserve">to </w:t>
            </w:r>
            <w:r w:rsidRPr="002A2379">
              <w:rPr>
                <w:b w:val="0"/>
                <w:lang w:val="en-GB"/>
              </w:rPr>
              <w:t xml:space="preserve">show improved </w:t>
            </w:r>
            <w:r w:rsidR="000F4AA0" w:rsidRPr="002A2379">
              <w:rPr>
                <w:b w:val="0"/>
                <w:vertAlign w:val="superscript"/>
                <w:lang w:val="en-GB"/>
              </w:rPr>
              <w:t>7</w:t>
            </w:r>
            <w:r w:rsidR="00BF6340" w:rsidRPr="002A2379">
              <w:rPr>
                <w:rStyle w:val="GapFillchr"/>
                <w:lang w:val="en-GB"/>
              </w:rPr>
              <w:t xml:space="preserve">            </w:t>
            </w:r>
          </w:p>
          <w:p w14:paraId="4A76230E" w14:textId="65DC4E1B" w:rsidR="00ED49E3" w:rsidRPr="002A2379" w:rsidRDefault="0014319B" w:rsidP="008D2BFA">
            <w:pPr>
              <w:pStyle w:val="Rubric"/>
              <w:rPr>
                <w:b w:val="0"/>
                <w:lang w:val="en-GB"/>
              </w:rPr>
            </w:pPr>
            <w:r w:rsidRPr="002A2379">
              <w:rPr>
                <w:b w:val="0"/>
                <w:lang w:val="en-GB"/>
              </w:rPr>
              <w:t xml:space="preserve">To do = Jan to arrange meeting to talk about </w:t>
            </w:r>
            <w:r w:rsidR="000F4AA0" w:rsidRPr="002A2379">
              <w:rPr>
                <w:b w:val="0"/>
                <w:vertAlign w:val="superscript"/>
                <w:lang w:val="en-GB"/>
              </w:rPr>
              <w:t>8</w:t>
            </w:r>
            <w:r w:rsidR="00BF6340" w:rsidRPr="002A2379">
              <w:rPr>
                <w:rStyle w:val="GapFillchr"/>
                <w:lang w:val="en-GB"/>
              </w:rPr>
              <w:t xml:space="preserve">            </w:t>
            </w:r>
            <w:r w:rsidR="008C41F3" w:rsidRPr="002A2379">
              <w:rPr>
                <w:b w:val="0"/>
                <w:lang w:val="en-GB"/>
              </w:rPr>
              <w:t xml:space="preserve"> </w:t>
            </w:r>
            <w:r w:rsidRPr="002A2379">
              <w:rPr>
                <w:b w:val="0"/>
                <w:lang w:val="en-GB"/>
              </w:rPr>
              <w:t>@ end of month</w:t>
            </w:r>
          </w:p>
          <w:p w14:paraId="65F7A793" w14:textId="6C2FB85B" w:rsidR="00ED49E3" w:rsidRPr="002A2379" w:rsidRDefault="00ED49E3" w:rsidP="008D2BFA">
            <w:pPr>
              <w:pStyle w:val="Rubric"/>
              <w:rPr>
                <w:lang w:val="en-GB"/>
              </w:rPr>
            </w:pPr>
          </w:p>
        </w:tc>
      </w:tr>
    </w:tbl>
    <w:bookmarkEnd w:id="10"/>
    <w:p w14:paraId="33D21777" w14:textId="3B44F3E7" w:rsidR="00B204B1" w:rsidRDefault="00DF1307" w:rsidP="00B204B1">
      <w:pPr>
        <w:pStyle w:val="ScoreBox"/>
      </w:pPr>
      <w:r>
        <w:t>__</w:t>
      </w:r>
      <w:r w:rsidR="00C57A21" w:rsidRPr="00E84816">
        <w:t>/8</w:t>
      </w:r>
    </w:p>
    <w:p w14:paraId="254CB1A4" w14:textId="1A182F00" w:rsidR="004C6BC6" w:rsidRDefault="00D82696">
      <w:pPr>
        <w:rPr>
          <w:rFonts w:ascii="Arial" w:hAnsi="Arial" w:cs="Arial"/>
          <w:b/>
          <w:sz w:val="22"/>
          <w:szCs w:val="22"/>
        </w:rPr>
      </w:pPr>
      <w:r>
        <w:br w:type="column"/>
      </w:r>
    </w:p>
    <w:p w14:paraId="2A7BA405" w14:textId="2514302F" w:rsidR="00FE59F3" w:rsidRPr="002A2379" w:rsidRDefault="00E84816" w:rsidP="002A2379">
      <w:pPr>
        <w:pStyle w:val="HeadASection"/>
        <w:rPr>
          <w:lang w:val="en-GB"/>
        </w:rPr>
      </w:pPr>
      <w:r w:rsidRPr="002A2379">
        <w:rPr>
          <w:lang w:val="en-GB"/>
        </w:rPr>
        <w:t xml:space="preserve">Reading </w:t>
      </w:r>
    </w:p>
    <w:p w14:paraId="7255C91D" w14:textId="77777777" w:rsidR="00D82696" w:rsidRPr="00492D51" w:rsidRDefault="00D82696" w:rsidP="00D82696">
      <w:pPr>
        <w:pStyle w:val="EXAMTASKTYPE"/>
      </w:pPr>
      <w:r>
        <w:t>B2 Business Vantage / C1 Business Higher</w:t>
      </w:r>
    </w:p>
    <w:p w14:paraId="546DCE10" w14:textId="6051F8F5" w:rsidR="00651ACF" w:rsidRDefault="00477262" w:rsidP="008D2BFA">
      <w:pPr>
        <w:pStyle w:val="Rubric"/>
      </w:pPr>
      <w:r w:rsidRPr="00E84816">
        <w:t xml:space="preserve">7 </w:t>
      </w:r>
      <w:bookmarkStart w:id="11" w:name="_Hlk497471749"/>
      <w:r w:rsidR="00CA57E3">
        <w:t>Look at the statements below and the article about office environments. Which section (A</w:t>
      </w:r>
      <w:r w:rsidR="00BF6340">
        <w:t>–</w:t>
      </w:r>
      <w:r w:rsidR="00FB4491">
        <w:t>D</w:t>
      </w:r>
      <w:r w:rsidR="00CA57E3">
        <w:t>) does each statement (1</w:t>
      </w:r>
      <w:r w:rsidR="00BF6340">
        <w:t>–</w:t>
      </w:r>
      <w:r w:rsidR="00CA57E3">
        <w:t>7) refer to? You will need to use some of the letters more than once.</w:t>
      </w:r>
    </w:p>
    <w:p w14:paraId="22BF7FFF" w14:textId="1B1D9E39" w:rsidR="00CA57E3" w:rsidRPr="00EB37C4" w:rsidRDefault="00CA57E3" w:rsidP="008D2BFA">
      <w:pPr>
        <w:pStyle w:val="Rubric"/>
        <w:rPr>
          <w:b w:val="0"/>
        </w:rPr>
      </w:pPr>
    </w:p>
    <w:p w14:paraId="4D7A2163" w14:textId="22FE274B" w:rsidR="00EB37C4" w:rsidRPr="00EB37C4" w:rsidRDefault="00EB37C4" w:rsidP="00EB37C4">
      <w:pPr>
        <w:pStyle w:val="Rubric"/>
        <w:rPr>
          <w:b w:val="0"/>
        </w:rPr>
      </w:pPr>
      <w:r w:rsidRPr="00EB37C4">
        <w:t xml:space="preserve">1 </w:t>
      </w:r>
      <w:r w:rsidRPr="00EB37C4">
        <w:rPr>
          <w:b w:val="0"/>
        </w:rPr>
        <w:t>How offices can affect our emotions</w:t>
      </w:r>
    </w:p>
    <w:p w14:paraId="18F0020C" w14:textId="37ACA48A" w:rsidR="00EB37C4" w:rsidRPr="00EB37C4" w:rsidRDefault="00EB37C4" w:rsidP="00EB37C4">
      <w:pPr>
        <w:pStyle w:val="Rubric"/>
        <w:rPr>
          <w:b w:val="0"/>
        </w:rPr>
      </w:pPr>
      <w:r>
        <w:t xml:space="preserve">2 </w:t>
      </w:r>
      <w:r w:rsidRPr="00EB37C4">
        <w:rPr>
          <w:b w:val="0"/>
        </w:rPr>
        <w:t>Jobs that might benefit from modern office spaces</w:t>
      </w:r>
    </w:p>
    <w:p w14:paraId="615FA6A8" w14:textId="1936D84B" w:rsidR="00EB37C4" w:rsidRPr="00EB37C4" w:rsidRDefault="00EB37C4" w:rsidP="00EB37C4">
      <w:pPr>
        <w:pStyle w:val="Rubric"/>
        <w:rPr>
          <w:b w:val="0"/>
        </w:rPr>
      </w:pPr>
      <w:r>
        <w:t>3</w:t>
      </w:r>
      <w:r w:rsidR="00983C05">
        <w:t xml:space="preserve"> </w:t>
      </w:r>
      <w:r w:rsidRPr="00EB37C4">
        <w:rPr>
          <w:b w:val="0"/>
        </w:rPr>
        <w:t>A workplace that cannot be altered</w:t>
      </w:r>
    </w:p>
    <w:p w14:paraId="6C75ADC2" w14:textId="7DF32FB0" w:rsidR="00EB37C4" w:rsidRPr="00EB37C4" w:rsidRDefault="00EB37C4" w:rsidP="00EB37C4">
      <w:pPr>
        <w:pStyle w:val="Rubric"/>
        <w:rPr>
          <w:b w:val="0"/>
        </w:rPr>
      </w:pPr>
      <w:r>
        <w:t xml:space="preserve">4 </w:t>
      </w:r>
      <w:r w:rsidRPr="00EB37C4">
        <w:rPr>
          <w:b w:val="0"/>
        </w:rPr>
        <w:t>Examples of unusual office rules</w:t>
      </w:r>
    </w:p>
    <w:p w14:paraId="22D60873" w14:textId="10DCA7DC" w:rsidR="00EB37C4" w:rsidRPr="00EB37C4" w:rsidRDefault="00EB37C4" w:rsidP="00EB37C4">
      <w:pPr>
        <w:pStyle w:val="Rubric"/>
        <w:rPr>
          <w:b w:val="0"/>
        </w:rPr>
      </w:pPr>
      <w:r>
        <w:t xml:space="preserve">5 </w:t>
      </w:r>
      <w:r w:rsidR="00221ACF">
        <w:rPr>
          <w:b w:val="0"/>
        </w:rPr>
        <w:t xml:space="preserve">Balancing fun and work in offices   </w:t>
      </w:r>
    </w:p>
    <w:p w14:paraId="0D59A8F0" w14:textId="58DDD9BF" w:rsidR="00EB37C4" w:rsidRPr="00EB37C4" w:rsidRDefault="00EB37C4" w:rsidP="00EB37C4">
      <w:pPr>
        <w:pStyle w:val="Rubric"/>
        <w:rPr>
          <w:b w:val="0"/>
        </w:rPr>
      </w:pPr>
      <w:r>
        <w:t xml:space="preserve">6 </w:t>
      </w:r>
      <w:r w:rsidRPr="00EB37C4">
        <w:rPr>
          <w:b w:val="0"/>
        </w:rPr>
        <w:t>Support for offices being comfortable</w:t>
      </w:r>
    </w:p>
    <w:p w14:paraId="5A4B9F03" w14:textId="69D52102" w:rsidR="00CA57E3" w:rsidRDefault="00EB37C4" w:rsidP="00EB37C4">
      <w:pPr>
        <w:pStyle w:val="Rubric"/>
        <w:rPr>
          <w:b w:val="0"/>
        </w:rPr>
      </w:pPr>
      <w:r>
        <w:t xml:space="preserve">7 </w:t>
      </w:r>
      <w:r w:rsidR="00983C05">
        <w:rPr>
          <w:b w:val="0"/>
        </w:rPr>
        <w:t>W</w:t>
      </w:r>
      <w:r w:rsidRPr="00EB37C4">
        <w:rPr>
          <w:b w:val="0"/>
        </w:rPr>
        <w:t>hy analysing efficiency is not straightforward</w:t>
      </w:r>
    </w:p>
    <w:p w14:paraId="7928A493" w14:textId="1EA4E6D0" w:rsidR="00EB37C4" w:rsidRDefault="00EB37C4" w:rsidP="00EB37C4">
      <w:pPr>
        <w:pStyle w:val="Rubric"/>
        <w:rPr>
          <w:b w:val="0"/>
        </w:rPr>
      </w:pPr>
    </w:p>
    <w:p w14:paraId="08E44832" w14:textId="7EF63EE9" w:rsidR="00983C05" w:rsidRPr="002A2379" w:rsidRDefault="00983C05" w:rsidP="002A2379">
      <w:pPr>
        <w:pStyle w:val="Rubric"/>
        <w:tabs>
          <w:tab w:val="left" w:pos="993"/>
          <w:tab w:val="left" w:pos="1985"/>
          <w:tab w:val="left" w:pos="2977"/>
        </w:tabs>
      </w:pPr>
      <w:r w:rsidRPr="002A2379">
        <w:t>1</w:t>
      </w:r>
      <w:r w:rsidR="00500CA7" w:rsidRPr="00500CA7">
        <w:rPr>
          <w:rStyle w:val="GapFillchr"/>
        </w:rPr>
        <w:t>     </w:t>
      </w:r>
      <w:r w:rsidR="00444508">
        <w:tab/>
      </w:r>
      <w:r w:rsidRPr="002A2379">
        <w:t>2</w:t>
      </w:r>
      <w:r w:rsidR="00500CA7" w:rsidRPr="00500CA7">
        <w:rPr>
          <w:rStyle w:val="GapFillchr"/>
        </w:rPr>
        <w:t>     </w:t>
      </w:r>
      <w:r w:rsidR="00444508">
        <w:tab/>
      </w:r>
      <w:r w:rsidRPr="002A2379">
        <w:t>3</w:t>
      </w:r>
      <w:r w:rsidR="00500CA7" w:rsidRPr="00500CA7">
        <w:rPr>
          <w:rStyle w:val="GapFillchr"/>
        </w:rPr>
        <w:t>     </w:t>
      </w:r>
      <w:r w:rsidR="00444508">
        <w:tab/>
      </w:r>
      <w:r w:rsidRPr="002A2379">
        <w:t>4</w:t>
      </w:r>
      <w:r w:rsidR="00500CA7" w:rsidRPr="00500CA7">
        <w:rPr>
          <w:rStyle w:val="GapFillchr"/>
        </w:rPr>
        <w:t>     </w:t>
      </w:r>
      <w:r w:rsidRPr="009627DF">
        <w:br/>
        <w:t>5</w:t>
      </w:r>
      <w:r w:rsidR="00500CA7" w:rsidRPr="00500CA7">
        <w:rPr>
          <w:rStyle w:val="GapFillchr"/>
        </w:rPr>
        <w:t>     </w:t>
      </w:r>
      <w:r w:rsidRPr="009627DF">
        <w:tab/>
        <w:t>6</w:t>
      </w:r>
      <w:r w:rsidR="00500CA7" w:rsidRPr="00500CA7">
        <w:rPr>
          <w:rStyle w:val="GapFillchr"/>
        </w:rPr>
        <w:t>     </w:t>
      </w:r>
      <w:r w:rsidR="00444508">
        <w:tab/>
      </w:r>
      <w:r w:rsidRPr="002A2379">
        <w:t>7</w:t>
      </w:r>
      <w:r w:rsidR="00500CA7" w:rsidRPr="00500CA7">
        <w:rPr>
          <w:rStyle w:val="GapFillchr"/>
        </w:rPr>
        <w:t>     </w:t>
      </w:r>
    </w:p>
    <w:p w14:paraId="4FDB0047" w14:textId="6D3400F0" w:rsidR="00983C05" w:rsidRDefault="00983C05" w:rsidP="00983C05">
      <w:pPr>
        <w:pStyle w:val="ScoreBox"/>
      </w:pPr>
      <w:r>
        <w:t>__</w:t>
      </w:r>
      <w:r w:rsidR="0090407B">
        <w:t>/</w:t>
      </w:r>
      <w:r w:rsidRPr="00E84816">
        <w:t>7</w:t>
      </w:r>
    </w:p>
    <w:p w14:paraId="4A4346E7" w14:textId="77777777" w:rsidR="00FB4491" w:rsidRDefault="00FB4491" w:rsidP="00983C05">
      <w:pPr>
        <w:pStyle w:val="ScoreBox"/>
      </w:pPr>
    </w:p>
    <w:p w14:paraId="3220CA43" w14:textId="49AD1DF3" w:rsidR="00983C05" w:rsidRPr="00983C05" w:rsidRDefault="00983C05" w:rsidP="00EB37C4">
      <w:pPr>
        <w:pStyle w:val="Rubric"/>
      </w:pPr>
      <w:r w:rsidRPr="00983C05">
        <w:t>A</w:t>
      </w:r>
    </w:p>
    <w:p w14:paraId="06D9F6ED" w14:textId="47D874D1" w:rsidR="00EB37C4" w:rsidRPr="00EB37C4" w:rsidRDefault="00EB37C4" w:rsidP="00983C05">
      <w:pPr>
        <w:pStyle w:val="Rubric"/>
        <w:pBdr>
          <w:top w:val="dotted" w:sz="4" w:space="1" w:color="auto"/>
          <w:left w:val="dotted" w:sz="4" w:space="4" w:color="auto"/>
          <w:bottom w:val="dotted" w:sz="4" w:space="1" w:color="auto"/>
          <w:right w:val="dotted" w:sz="4" w:space="4" w:color="auto"/>
        </w:pBdr>
        <w:rPr>
          <w:b w:val="0"/>
        </w:rPr>
      </w:pPr>
      <w:r w:rsidRPr="00EB37C4">
        <w:rPr>
          <w:b w:val="0"/>
        </w:rPr>
        <w:t>We have all heard about the cool offices of technology and fashion companies. These kinds of organisations allow their employees to do all sorts of</w:t>
      </w:r>
      <w:r w:rsidR="00BF6340">
        <w:rPr>
          <w:b w:val="0"/>
        </w:rPr>
        <w:t> </w:t>
      </w:r>
      <w:r w:rsidRPr="00EB37C4">
        <w:rPr>
          <w:b w:val="0"/>
        </w:rPr>
        <w:t xml:space="preserve">things like bring their pets to work, skateboard around the office or work at any time of day or night. They take a non-traditional approach to designing office space. This trend has been growing in recent years and now everyone wants a cool workplace. There is a belief amongst employees, business leaders and entrepreneurs that company buildings should provide spaces for relaxation and make employees feel special. Considering the fact that we work for a large proportion of our lives, it seems reasonable that we should work somewhere that makes us feel good. The idea is that happy employees are more productive.  </w:t>
      </w:r>
    </w:p>
    <w:p w14:paraId="172FE064" w14:textId="6BE09163" w:rsidR="00983C05" w:rsidRDefault="00983C05" w:rsidP="00EB37C4">
      <w:pPr>
        <w:pStyle w:val="Rubric"/>
        <w:rPr>
          <w:b w:val="0"/>
        </w:rPr>
      </w:pPr>
    </w:p>
    <w:p w14:paraId="21367023" w14:textId="4078BB38" w:rsidR="00983C05" w:rsidRPr="00983C05" w:rsidRDefault="00983C05" w:rsidP="00EB37C4">
      <w:pPr>
        <w:pStyle w:val="Rubric"/>
      </w:pPr>
      <w:r w:rsidRPr="00983C05">
        <w:t>B</w:t>
      </w:r>
    </w:p>
    <w:p w14:paraId="72E29559" w14:textId="009A65C8" w:rsidR="00EB37C4" w:rsidRPr="00EB37C4" w:rsidRDefault="00EB37C4" w:rsidP="00983C05">
      <w:pPr>
        <w:pStyle w:val="Rubric"/>
        <w:pBdr>
          <w:top w:val="dotted" w:sz="4" w:space="1" w:color="auto"/>
          <w:left w:val="dotted" w:sz="4" w:space="4" w:color="auto"/>
          <w:bottom w:val="dotted" w:sz="4" w:space="1" w:color="auto"/>
          <w:right w:val="dotted" w:sz="4" w:space="4" w:color="auto"/>
        </w:pBdr>
        <w:rPr>
          <w:b w:val="0"/>
        </w:rPr>
      </w:pPr>
      <w:r w:rsidRPr="00EB37C4">
        <w:rPr>
          <w:b w:val="0"/>
        </w:rPr>
        <w:t>There is some evidence that a pleasant working environment can make people feel happier at work. Even simple changes such as more plants can make people feel better. And of course, the opposite is true. Dark offices often make employees dislike their job more. But, there is a different and much more complex question</w:t>
      </w:r>
      <w:r w:rsidR="00A62375">
        <w:rPr>
          <w:b w:val="0"/>
        </w:rPr>
        <w:t>,</w:t>
      </w:r>
      <w:r w:rsidRPr="00EB37C4">
        <w:rPr>
          <w:b w:val="0"/>
        </w:rPr>
        <w:t xml:space="preserve"> too. We also need to be able to work out whether these super cool offices actually make people more efficient or better at their jobs or not. In many ways it is not possible to answer this question since the duties and responsibilities of people’s jobs are so different. There is not much point analysing the effects of hospitals on doctors’ efficiency since their environments need to be controlled and stable at all times. </w:t>
      </w:r>
    </w:p>
    <w:p w14:paraId="0DA11245" w14:textId="77777777" w:rsidR="005E0DC1" w:rsidRDefault="005E0DC1" w:rsidP="00EB37C4">
      <w:pPr>
        <w:pStyle w:val="Rubric"/>
        <w:rPr>
          <w:b w:val="0"/>
        </w:rPr>
      </w:pPr>
    </w:p>
    <w:p w14:paraId="688E4CD1" w14:textId="33389296" w:rsidR="00983C05" w:rsidRPr="00983C05" w:rsidRDefault="00D82696" w:rsidP="00EB37C4">
      <w:pPr>
        <w:pStyle w:val="Rubric"/>
      </w:pPr>
      <w:r>
        <w:rPr>
          <w:b w:val="0"/>
        </w:rPr>
        <w:br w:type="column"/>
      </w:r>
      <w:r w:rsidR="00983C05" w:rsidRPr="00983C05">
        <w:lastRenderedPageBreak/>
        <w:t>C</w:t>
      </w:r>
    </w:p>
    <w:p w14:paraId="79885A75" w14:textId="1C5C556B" w:rsidR="00EB37C4" w:rsidRPr="00EB37C4" w:rsidRDefault="00EB37C4" w:rsidP="00983C05">
      <w:pPr>
        <w:pStyle w:val="Rubric"/>
        <w:pBdr>
          <w:top w:val="dotted" w:sz="4" w:space="1" w:color="auto"/>
          <w:left w:val="dotted" w:sz="4" w:space="4" w:color="auto"/>
          <w:bottom w:val="dotted" w:sz="4" w:space="1" w:color="auto"/>
          <w:right w:val="dotted" w:sz="4" w:space="4" w:color="auto"/>
        </w:pBdr>
        <w:rPr>
          <w:b w:val="0"/>
        </w:rPr>
      </w:pPr>
      <w:r w:rsidRPr="00EB37C4">
        <w:rPr>
          <w:b w:val="0"/>
        </w:rPr>
        <w:t>In contrast, it is likely that a change in environment could positively affect other types of jobs. For example, people doing repetitive administration jobs which are not essential in the same way as doctors or teachers. It may be possible to study the effects of</w:t>
      </w:r>
      <w:r w:rsidR="0090407B">
        <w:rPr>
          <w:b w:val="0"/>
        </w:rPr>
        <w:t> </w:t>
      </w:r>
      <w:r w:rsidRPr="00EB37C4">
        <w:rPr>
          <w:b w:val="0"/>
        </w:rPr>
        <w:t xml:space="preserve">changes in office design in these situations. For example, employees could be interviewed about their productivity and attitudes before and after the redesign. </w:t>
      </w:r>
    </w:p>
    <w:p w14:paraId="44770E1C" w14:textId="266530A0" w:rsidR="00983C05" w:rsidRDefault="00983C05" w:rsidP="00EB37C4">
      <w:pPr>
        <w:pStyle w:val="Rubric"/>
        <w:rPr>
          <w:b w:val="0"/>
        </w:rPr>
      </w:pPr>
    </w:p>
    <w:p w14:paraId="1307258C" w14:textId="0C5AE6A8" w:rsidR="00983C05" w:rsidRPr="00983C05" w:rsidRDefault="00983C05" w:rsidP="00EB37C4">
      <w:pPr>
        <w:pStyle w:val="Rubric"/>
      </w:pPr>
      <w:r w:rsidRPr="00983C05">
        <w:t>D</w:t>
      </w:r>
    </w:p>
    <w:p w14:paraId="497C200C" w14:textId="71E93754" w:rsidR="00EB37C4" w:rsidRPr="00EB37C4" w:rsidRDefault="00EB37C4" w:rsidP="00983C05">
      <w:pPr>
        <w:pStyle w:val="Rubric"/>
        <w:pBdr>
          <w:top w:val="dotted" w:sz="4" w:space="1" w:color="auto"/>
          <w:left w:val="dotted" w:sz="4" w:space="4" w:color="auto"/>
          <w:bottom w:val="dotted" w:sz="4" w:space="1" w:color="auto"/>
          <w:right w:val="dotted" w:sz="4" w:space="4" w:color="auto"/>
        </w:pBdr>
        <w:rPr>
          <w:b w:val="0"/>
        </w:rPr>
      </w:pPr>
      <w:r w:rsidRPr="00EB37C4">
        <w:rPr>
          <w:b w:val="0"/>
        </w:rPr>
        <w:t>But has this trend</w:t>
      </w:r>
      <w:r w:rsidR="00520542">
        <w:rPr>
          <w:b w:val="0"/>
        </w:rPr>
        <w:t xml:space="preserve"> of making offices cool</w:t>
      </w:r>
      <w:r w:rsidRPr="00EB37C4">
        <w:rPr>
          <w:b w:val="0"/>
        </w:rPr>
        <w:t xml:space="preserve"> gone too far? Many of these offices offer quite luxurious benefits. They provide high quality toiletries, kitchens stocked with huge ranges of health food and various games such as ping pong or video games. It feels like they are trying to make people feel like they aren’t at work at all. Maybe this is a good thing, but for more traditional people, going to work should be about work not all about fun.</w:t>
      </w:r>
    </w:p>
    <w:bookmarkEnd w:id="11"/>
    <w:p w14:paraId="00102767" w14:textId="08825BCB" w:rsidR="00356826" w:rsidRPr="00E84816" w:rsidRDefault="00356826" w:rsidP="008D2BFA">
      <w:pPr>
        <w:pStyle w:val="Text"/>
      </w:pPr>
    </w:p>
    <w:p w14:paraId="71A1570E" w14:textId="1D45A3F1" w:rsidR="004C6BC6" w:rsidRDefault="004C6BC6">
      <w:pPr>
        <w:rPr>
          <w:rFonts w:ascii="Arial" w:hAnsi="Arial" w:cs="Arial"/>
          <w:b/>
          <w:sz w:val="22"/>
          <w:szCs w:val="22"/>
        </w:rPr>
      </w:pPr>
    </w:p>
    <w:p w14:paraId="04FB53F6" w14:textId="13AF25A0" w:rsidR="00C57A21" w:rsidRPr="002A2379" w:rsidRDefault="00930F27" w:rsidP="002A2379">
      <w:pPr>
        <w:pStyle w:val="HeadASection"/>
        <w:rPr>
          <w:lang w:val="en-GB"/>
        </w:rPr>
      </w:pPr>
      <w:r w:rsidRPr="002A2379">
        <w:rPr>
          <w:lang w:val="en-GB"/>
        </w:rPr>
        <w:t>Writing</w:t>
      </w:r>
    </w:p>
    <w:p w14:paraId="57A56F92" w14:textId="77777777" w:rsidR="00A62375" w:rsidRPr="00492D51" w:rsidRDefault="00A62375" w:rsidP="00A62375">
      <w:pPr>
        <w:pStyle w:val="EXAMTASKTYPE"/>
      </w:pPr>
      <w:r>
        <w:t>B2 Business Vantage / C1 Business Higher</w:t>
      </w:r>
    </w:p>
    <w:p w14:paraId="4A5F6E11" w14:textId="4B02A363" w:rsidR="00983C05" w:rsidRDefault="00930F27" w:rsidP="008D2BFA">
      <w:pPr>
        <w:pStyle w:val="Rubric"/>
      </w:pPr>
      <w:r w:rsidRPr="00E84816">
        <w:t>8</w:t>
      </w:r>
      <w:r w:rsidR="00C57A21" w:rsidRPr="00E84816">
        <w:t xml:space="preserve"> </w:t>
      </w:r>
      <w:r w:rsidR="0047056E">
        <w:t>You recently had a mid-year review meeting with an employee And</w:t>
      </w:r>
      <w:r w:rsidR="00A62375">
        <w:t>er</w:t>
      </w:r>
      <w:r w:rsidR="0047056E">
        <w:t xml:space="preserve">s </w:t>
      </w:r>
      <w:proofErr w:type="spellStart"/>
      <w:r w:rsidR="0047056E">
        <w:t>Toven</w:t>
      </w:r>
      <w:proofErr w:type="spellEnd"/>
      <w:r w:rsidR="0047056E">
        <w:t xml:space="preserve">. Read the notes from your meeting. </w:t>
      </w:r>
    </w:p>
    <w:p w14:paraId="5694DC1E" w14:textId="77777777" w:rsidR="00983C05" w:rsidRDefault="00983C05" w:rsidP="008D2BFA">
      <w:pPr>
        <w:pStyle w:val="Rubric"/>
      </w:pPr>
    </w:p>
    <w:p w14:paraId="4B301DE1" w14:textId="43854E6F" w:rsidR="002532EE" w:rsidRDefault="00983C05" w:rsidP="008D2BFA">
      <w:pPr>
        <w:pStyle w:val="Rubric"/>
      </w:pPr>
      <w:r>
        <w:t xml:space="preserve">Write an email to </w:t>
      </w:r>
      <w:r w:rsidR="00EB39B3">
        <w:t>A</w:t>
      </w:r>
      <w:r>
        <w:t>nder</w:t>
      </w:r>
      <w:r w:rsidR="00EB39B3">
        <w:t>s</w:t>
      </w:r>
      <w:r>
        <w:t xml:space="preserve"> </w:t>
      </w:r>
      <w:r w:rsidR="0047056E">
        <w:t>summarising your meeting</w:t>
      </w:r>
      <w:r w:rsidR="00EB39B3">
        <w:t xml:space="preserve">. </w:t>
      </w:r>
    </w:p>
    <w:p w14:paraId="2E1329AA" w14:textId="30322E55" w:rsidR="00983C05" w:rsidRDefault="00983C05" w:rsidP="008D2BFA">
      <w:pPr>
        <w:pStyle w:val="Rubric"/>
      </w:pPr>
    </w:p>
    <w:p w14:paraId="748446FB" w14:textId="4A4C5FA7" w:rsidR="00983C05" w:rsidRPr="002A2379" w:rsidRDefault="00EB39B3" w:rsidP="00D34269">
      <w:pPr>
        <w:pStyle w:val="RealiaHead"/>
        <w:ind w:left="360"/>
        <w:rPr>
          <w:rFonts w:ascii="Arial" w:hAnsi="Arial" w:cs="Arial"/>
          <w:u w:val="none"/>
        </w:rPr>
      </w:pPr>
      <w:r w:rsidRPr="002A2379">
        <w:rPr>
          <w:rFonts w:ascii="Arial" w:hAnsi="Arial" w:cs="Arial"/>
          <w:u w:val="none"/>
        </w:rPr>
        <w:t>M</w:t>
      </w:r>
      <w:r w:rsidR="00983C05" w:rsidRPr="002A2379">
        <w:rPr>
          <w:rFonts w:ascii="Arial" w:hAnsi="Arial" w:cs="Arial"/>
          <w:u w:val="none"/>
        </w:rPr>
        <w:t xml:space="preserve">eeting with </w:t>
      </w:r>
      <w:r w:rsidRPr="002A2379">
        <w:rPr>
          <w:rFonts w:ascii="Arial" w:hAnsi="Arial" w:cs="Arial"/>
          <w:u w:val="none"/>
        </w:rPr>
        <w:t xml:space="preserve">Anders </w:t>
      </w:r>
      <w:proofErr w:type="spellStart"/>
      <w:r w:rsidRPr="002A2379">
        <w:rPr>
          <w:rFonts w:ascii="Arial" w:hAnsi="Arial" w:cs="Arial"/>
          <w:u w:val="none"/>
        </w:rPr>
        <w:t>Toven</w:t>
      </w:r>
      <w:proofErr w:type="spellEnd"/>
      <w:r w:rsidRPr="002A2379">
        <w:rPr>
          <w:rFonts w:ascii="Arial" w:hAnsi="Arial" w:cs="Arial"/>
          <w:u w:val="none"/>
        </w:rPr>
        <w:t xml:space="preserve"> – notes and actions</w:t>
      </w:r>
    </w:p>
    <w:p w14:paraId="6EFE5711" w14:textId="62F906CB" w:rsidR="0047056E" w:rsidRPr="007D5118" w:rsidRDefault="0047056E" w:rsidP="002A2379">
      <w:pPr>
        <w:pStyle w:val="RealiaHead"/>
        <w:numPr>
          <w:ilvl w:val="0"/>
          <w:numId w:val="43"/>
        </w:numPr>
        <w:ind w:left="567" w:hanging="207"/>
        <w:rPr>
          <w:rFonts w:ascii="Arial" w:hAnsi="Arial" w:cs="Arial"/>
          <w:b w:val="0"/>
          <w:u w:val="none"/>
        </w:rPr>
      </w:pPr>
      <w:r w:rsidRPr="007D5118">
        <w:rPr>
          <w:rFonts w:ascii="Arial" w:hAnsi="Arial" w:cs="Arial"/>
          <w:b w:val="0"/>
          <w:u w:val="none"/>
        </w:rPr>
        <w:t>Positive = meeting deadlines &amp; communication with team members</w:t>
      </w:r>
    </w:p>
    <w:p w14:paraId="54149B30" w14:textId="74C7CE8F" w:rsidR="0047056E" w:rsidRPr="0090407B" w:rsidRDefault="0047056E" w:rsidP="002A2379">
      <w:pPr>
        <w:pStyle w:val="RealiaHead"/>
        <w:numPr>
          <w:ilvl w:val="0"/>
          <w:numId w:val="43"/>
        </w:numPr>
        <w:ind w:left="567" w:hanging="207"/>
        <w:rPr>
          <w:rFonts w:ascii="Arial" w:hAnsi="Arial" w:cs="Arial"/>
        </w:rPr>
      </w:pPr>
      <w:r w:rsidRPr="0090407B">
        <w:rPr>
          <w:rFonts w:ascii="Arial" w:hAnsi="Arial" w:cs="Arial"/>
          <w:b w:val="0"/>
          <w:u w:val="none"/>
        </w:rPr>
        <w:t>Future a</w:t>
      </w:r>
      <w:r w:rsidR="00983C05" w:rsidRPr="0090407B">
        <w:rPr>
          <w:rFonts w:ascii="Arial" w:hAnsi="Arial" w:cs="Arial"/>
          <w:b w:val="0"/>
          <w:u w:val="none"/>
        </w:rPr>
        <w:t>im</w:t>
      </w:r>
      <w:r w:rsidRPr="0090407B">
        <w:rPr>
          <w:rFonts w:ascii="Arial" w:hAnsi="Arial" w:cs="Arial"/>
          <w:b w:val="0"/>
          <w:u w:val="none"/>
        </w:rPr>
        <w:t>s</w:t>
      </w:r>
      <w:r w:rsidR="00EB39B3" w:rsidRPr="0090407B">
        <w:rPr>
          <w:rFonts w:ascii="Arial" w:hAnsi="Arial" w:cs="Arial"/>
          <w:b w:val="0"/>
          <w:u w:val="none"/>
        </w:rPr>
        <w:t xml:space="preserve"> = improve planning and organisation</w:t>
      </w:r>
      <w:r w:rsidR="001E5608" w:rsidRPr="0090407B">
        <w:rPr>
          <w:rFonts w:ascii="Arial" w:hAnsi="Arial" w:cs="Arial"/>
          <w:b w:val="0"/>
          <w:u w:val="none"/>
        </w:rPr>
        <w:t>, u</w:t>
      </w:r>
      <w:r w:rsidR="00EB39B3" w:rsidRPr="0090407B">
        <w:rPr>
          <w:rFonts w:ascii="Arial" w:hAnsi="Arial" w:cs="Arial"/>
          <w:b w:val="0"/>
          <w:u w:val="none"/>
        </w:rPr>
        <w:t xml:space="preserve">se online calendar  </w:t>
      </w:r>
    </w:p>
    <w:p w14:paraId="20163939" w14:textId="304C2A61" w:rsidR="00EB39B3" w:rsidRPr="0090407B" w:rsidRDefault="0047056E" w:rsidP="002A2379">
      <w:pPr>
        <w:pStyle w:val="RealiaHead"/>
        <w:numPr>
          <w:ilvl w:val="0"/>
          <w:numId w:val="43"/>
        </w:numPr>
        <w:rPr>
          <w:rFonts w:ascii="Arial" w:hAnsi="Arial" w:cs="Arial"/>
        </w:rPr>
      </w:pPr>
      <w:r w:rsidRPr="0090407B">
        <w:rPr>
          <w:rFonts w:ascii="Arial" w:hAnsi="Arial" w:cs="Arial"/>
          <w:b w:val="0"/>
          <w:u w:val="none"/>
        </w:rPr>
        <w:t xml:space="preserve">Set </w:t>
      </w:r>
      <w:r w:rsidR="001E5608" w:rsidRPr="0090407B">
        <w:rPr>
          <w:rFonts w:ascii="Arial" w:hAnsi="Arial" w:cs="Arial"/>
          <w:b w:val="0"/>
          <w:u w:val="none"/>
        </w:rPr>
        <w:t xml:space="preserve">daily and </w:t>
      </w:r>
      <w:r w:rsidR="00EB39B3" w:rsidRPr="0090407B">
        <w:rPr>
          <w:rFonts w:ascii="Arial" w:hAnsi="Arial" w:cs="Arial"/>
          <w:b w:val="0"/>
          <w:u w:val="none"/>
        </w:rPr>
        <w:t xml:space="preserve">weekly goals </w:t>
      </w:r>
    </w:p>
    <w:p w14:paraId="065F524C" w14:textId="3F42EB73" w:rsidR="0047056E" w:rsidRPr="0090407B" w:rsidRDefault="00EB39B3" w:rsidP="002A2379">
      <w:pPr>
        <w:pStyle w:val="RealiaHead"/>
        <w:numPr>
          <w:ilvl w:val="0"/>
          <w:numId w:val="43"/>
        </w:numPr>
        <w:ind w:left="567" w:hanging="207"/>
        <w:rPr>
          <w:rFonts w:ascii="Arial" w:hAnsi="Arial" w:cs="Arial"/>
        </w:rPr>
      </w:pPr>
      <w:r w:rsidRPr="0090407B">
        <w:rPr>
          <w:rFonts w:ascii="Arial" w:hAnsi="Arial" w:cs="Arial"/>
          <w:b w:val="0"/>
          <w:u w:val="none"/>
        </w:rPr>
        <w:t>Review goals end of every day and end of</w:t>
      </w:r>
      <w:r w:rsidR="008E629A">
        <w:rPr>
          <w:rFonts w:ascii="Arial" w:hAnsi="Arial" w:cs="Arial"/>
          <w:b w:val="0"/>
          <w:u w:val="none"/>
        </w:rPr>
        <w:t> </w:t>
      </w:r>
      <w:r w:rsidRPr="0090407B">
        <w:rPr>
          <w:rFonts w:ascii="Arial" w:hAnsi="Arial" w:cs="Arial"/>
          <w:b w:val="0"/>
          <w:u w:val="none"/>
        </w:rPr>
        <w:t>week</w:t>
      </w:r>
    </w:p>
    <w:p w14:paraId="3EAAF820" w14:textId="77777777" w:rsidR="008E629A" w:rsidRDefault="008E629A" w:rsidP="008D2BFA">
      <w:pPr>
        <w:pStyle w:val="Rubric"/>
      </w:pPr>
    </w:p>
    <w:p w14:paraId="102848FA" w14:textId="54817FD6" w:rsidR="00983C05" w:rsidRPr="00E84816" w:rsidRDefault="00EB39B3" w:rsidP="008D2BFA">
      <w:pPr>
        <w:pStyle w:val="Rubric"/>
      </w:pPr>
      <w:r>
        <w:t xml:space="preserve">Write </w:t>
      </w:r>
      <w:r w:rsidR="001453BE" w:rsidRPr="00D34269">
        <w:t>180</w:t>
      </w:r>
      <w:r w:rsidRPr="00D34269">
        <w:t>–</w:t>
      </w:r>
      <w:r w:rsidR="001453BE" w:rsidRPr="00D34269">
        <w:t>200</w:t>
      </w:r>
      <w:r w:rsidR="001453BE">
        <w:t xml:space="preserve"> </w:t>
      </w:r>
      <w:r>
        <w:t>words</w:t>
      </w:r>
    </w:p>
    <w:p w14:paraId="6E40D585" w14:textId="77777777" w:rsidR="00C57A21" w:rsidRPr="00E84816" w:rsidRDefault="00C57A21" w:rsidP="00C57A21">
      <w:pPr>
        <w:pStyle w:val="Text"/>
      </w:pPr>
    </w:p>
    <w:p w14:paraId="1AFFB060" w14:textId="0B712239" w:rsidR="00805983" w:rsidRPr="00E84816" w:rsidRDefault="004C6BC6" w:rsidP="00C305B9">
      <w:pPr>
        <w:pStyle w:val="Rubric"/>
        <w:spacing w:line="360" w:lineRule="auto"/>
      </w:pP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12" w:name="_GoBack"/>
      <w:bookmarkEnd w:id="12"/>
    </w:p>
    <w:p w14:paraId="12AE500C" w14:textId="2FD974F7" w:rsidR="00ED7890" w:rsidRPr="0092288B" w:rsidRDefault="00DF1307" w:rsidP="00D915E3">
      <w:pPr>
        <w:pStyle w:val="ScoreBox"/>
      </w:pPr>
      <w:r>
        <w:t>__</w:t>
      </w:r>
      <w:r w:rsidR="00461DB7" w:rsidRPr="00E84816">
        <w:t>/10</w:t>
      </w:r>
    </w:p>
    <w:sectPr w:rsidR="00ED7890" w:rsidRPr="0092288B" w:rsidSect="002A2379">
      <w:headerReference w:type="even" r:id="rId7"/>
      <w:headerReference w:type="default" r:id="rId8"/>
      <w:footerReference w:type="default" r:id="rId9"/>
      <w:headerReference w:type="first" r:id="rId10"/>
      <w:footerReference w:type="first" r:id="rId11"/>
      <w:pgSz w:w="11900" w:h="16840" w:code="9"/>
      <w:pgMar w:top="1560" w:right="994" w:bottom="1134" w:left="994" w:header="283" w:footer="158" w:gutter="0"/>
      <w:cols w:num="2" w:space="45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65888" w14:textId="77777777" w:rsidR="00F12847" w:rsidRDefault="00F12847">
      <w:r>
        <w:separator/>
      </w:r>
    </w:p>
    <w:p w14:paraId="298F2529" w14:textId="77777777" w:rsidR="00F12847" w:rsidRDefault="00F12847"/>
    <w:p w14:paraId="739161DE" w14:textId="77777777" w:rsidR="00F12847" w:rsidRDefault="00F12847"/>
    <w:p w14:paraId="2B6488E5" w14:textId="77777777" w:rsidR="00F12847" w:rsidRDefault="00F12847"/>
    <w:p w14:paraId="4AE48DC9" w14:textId="77777777" w:rsidR="00F12847" w:rsidRDefault="00F12847"/>
    <w:p w14:paraId="3D2034A2" w14:textId="77777777" w:rsidR="00F12847" w:rsidRDefault="00F12847"/>
  </w:endnote>
  <w:endnote w:type="continuationSeparator" w:id="0">
    <w:p w14:paraId="083C6C91" w14:textId="77777777" w:rsidR="00F12847" w:rsidRDefault="00F12847">
      <w:r>
        <w:continuationSeparator/>
      </w:r>
    </w:p>
    <w:p w14:paraId="111DAC67" w14:textId="77777777" w:rsidR="00F12847" w:rsidRDefault="00F12847"/>
    <w:p w14:paraId="3A6BA7F6" w14:textId="77777777" w:rsidR="00F12847" w:rsidRDefault="00F12847"/>
    <w:p w14:paraId="4F175937" w14:textId="77777777" w:rsidR="00F12847" w:rsidRDefault="00F12847"/>
    <w:p w14:paraId="4DC66C72" w14:textId="77777777" w:rsidR="00F12847" w:rsidRDefault="00F12847"/>
    <w:p w14:paraId="503B269B" w14:textId="77777777" w:rsidR="00F12847" w:rsidRDefault="00F128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A00002EF" w:usb1="4000004B" w:usb2="00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Cambria Math"/>
    <w:charset w:val="00"/>
    <w:family w:val="auto"/>
    <w:pitch w:val="variable"/>
    <w:sig w:usb0="A00002FF" w:usb1="5200E1FF" w:usb2="02000029" w:usb3="00000000" w:csb0="00000197"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12883B0D" w:rsidR="0083061C" w:rsidRPr="00247923" w:rsidRDefault="0083061C" w:rsidP="006B29A8">
    <w:pPr>
      <w:pStyle w:val="Text"/>
      <w:tabs>
        <w:tab w:val="right" w:pos="9720"/>
      </w:tabs>
    </w:pPr>
    <w:r w:rsidRPr="00247923">
      <w:t>© Pearson</w:t>
    </w:r>
    <w:r w:rsidR="00BF6340" w:rsidRPr="00247923">
      <w:t xml:space="preserve"> Education 2019</w:t>
    </w:r>
    <w:r w:rsidR="00247923" w:rsidRPr="00247923">
      <w:t xml:space="preserve">       </w:t>
    </w:r>
    <w:r w:rsidR="00247923" w:rsidRPr="00247923">
      <w:rPr>
        <w:b/>
      </w:rPr>
      <w:t>PHOTOCOPIABLE</w:t>
    </w:r>
    <w:r w:rsidRPr="00247923">
      <w:tab/>
    </w:r>
    <w:r w:rsidRPr="002A2379">
      <w:fldChar w:fldCharType="begin"/>
    </w:r>
    <w:r w:rsidRPr="002A2379">
      <w:instrText xml:space="preserve"> PAGE </w:instrText>
    </w:r>
    <w:r w:rsidRPr="002A2379">
      <w:fldChar w:fldCharType="separate"/>
    </w:r>
    <w:r w:rsidR="009627DF" w:rsidRPr="002A2379">
      <w:rPr>
        <w:noProof/>
      </w:rPr>
      <w:t>1</w:t>
    </w:r>
    <w:r w:rsidRPr="002A2379">
      <w:fldChar w:fldCharType="end"/>
    </w:r>
  </w:p>
  <w:p w14:paraId="2B78EA9C" w14:textId="77777777" w:rsidR="0083061C" w:rsidRPr="00B60917" w:rsidRDefault="0083061C" w:rsidP="005623CF">
    <w:pPr>
      <w:pStyle w:val="Text"/>
    </w:pPr>
  </w:p>
  <w:p w14:paraId="58CD21AF" w14:textId="77777777" w:rsidR="0083061C" w:rsidRDefault="008306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83061C" w:rsidRPr="00D40881" w:rsidRDefault="0083061C"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83061C" w:rsidRPr="00D40881" w:rsidRDefault="0083061C" w:rsidP="00B74096">
    <w:pPr>
      <w:pStyle w:val="TextList"/>
    </w:pPr>
  </w:p>
  <w:p w14:paraId="560A2055" w14:textId="77777777" w:rsidR="0083061C" w:rsidRDefault="008306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13DDE" w14:textId="77777777" w:rsidR="00F12847" w:rsidRDefault="00F12847">
      <w:r>
        <w:separator/>
      </w:r>
    </w:p>
    <w:p w14:paraId="35EF4D55" w14:textId="77777777" w:rsidR="00F12847" w:rsidRDefault="00F12847"/>
    <w:p w14:paraId="38768DFF" w14:textId="77777777" w:rsidR="00F12847" w:rsidRDefault="00F12847"/>
    <w:p w14:paraId="37323A7E" w14:textId="77777777" w:rsidR="00F12847" w:rsidRDefault="00F12847"/>
    <w:p w14:paraId="1CFAB8DC" w14:textId="77777777" w:rsidR="00F12847" w:rsidRDefault="00F12847"/>
    <w:p w14:paraId="59929587" w14:textId="77777777" w:rsidR="00F12847" w:rsidRDefault="00F12847"/>
  </w:footnote>
  <w:footnote w:type="continuationSeparator" w:id="0">
    <w:p w14:paraId="1A8A1F81" w14:textId="77777777" w:rsidR="00F12847" w:rsidRDefault="00F12847">
      <w:r>
        <w:continuationSeparator/>
      </w:r>
    </w:p>
    <w:p w14:paraId="3FE74DAA" w14:textId="77777777" w:rsidR="00F12847" w:rsidRDefault="00F12847"/>
    <w:p w14:paraId="279B3645" w14:textId="77777777" w:rsidR="00F12847" w:rsidRDefault="00F12847"/>
    <w:p w14:paraId="087DC1CC" w14:textId="77777777" w:rsidR="00F12847" w:rsidRDefault="00F12847"/>
    <w:p w14:paraId="5B806295" w14:textId="77777777" w:rsidR="00F12847" w:rsidRDefault="00F12847"/>
    <w:p w14:paraId="6752E629" w14:textId="77777777" w:rsidR="00F12847" w:rsidRDefault="00F128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83061C" w:rsidRDefault="0083061C"/>
  <w:p w14:paraId="004FD082" w14:textId="77777777" w:rsidR="0083061C" w:rsidRDefault="0083061C"/>
  <w:p w14:paraId="10FEB7D0" w14:textId="77777777" w:rsidR="0083061C" w:rsidRDefault="0083061C"/>
  <w:p w14:paraId="16DE5CF7" w14:textId="77777777" w:rsidR="0083061C" w:rsidRDefault="0083061C"/>
  <w:p w14:paraId="6BA12CA0" w14:textId="77777777" w:rsidR="0083061C" w:rsidRDefault="008306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79BA4C25" w:rsidR="0083061C" w:rsidRPr="002370A3" w:rsidRDefault="00BF6340" w:rsidP="002370A3">
    <w:pPr>
      <w:ind w:left="-993"/>
    </w:pPr>
    <w:r>
      <w:rPr>
        <w:noProof/>
      </w:rPr>
      <mc:AlternateContent>
        <mc:Choice Requires="wps">
          <w:drawing>
            <wp:anchor distT="0" distB="0" distL="114300" distR="114300" simplePos="0" relativeHeight="251655680" behindDoc="0" locked="0" layoutInCell="1" allowOverlap="1" wp14:anchorId="659083FE" wp14:editId="3CD68D81">
              <wp:simplePos x="0" y="0"/>
              <wp:positionH relativeFrom="column">
                <wp:posOffset>3455035</wp:posOffset>
              </wp:positionH>
              <wp:positionV relativeFrom="paragraph">
                <wp:posOffset>-122554</wp:posOffset>
              </wp:positionV>
              <wp:extent cx="3418840" cy="105156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8840" cy="105156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type="none" w="med" len="med"/>
                            <a:tailEnd type="none" w="med" len="med"/>
                          </a14:hiddenLine>
                        </a:ext>
                      </a:extLst>
                    </wps:spPr>
                    <wps:txbx>
                      <w:txbxContent>
                        <w:p w14:paraId="2AE5367B" w14:textId="15309C98" w:rsidR="0083061C" w:rsidRDefault="0083061C" w:rsidP="002A2379">
                          <w:pPr>
                            <w:rPr>
                              <w:rFonts w:ascii="Arial" w:hAnsi="Arial"/>
                              <w:b/>
                              <w:sz w:val="28"/>
                              <w:szCs w:val="28"/>
                            </w:rPr>
                          </w:pPr>
                          <w:r>
                            <w:rPr>
                              <w:rFonts w:ascii="Arial" w:hAnsi="Arial"/>
                              <w:b/>
                              <w:sz w:val="28"/>
                              <w:szCs w:val="28"/>
                            </w:rPr>
                            <w:t>UNIT 2: Language and skills test</w:t>
                          </w:r>
                        </w:p>
                        <w:p w14:paraId="2855C903" w14:textId="77777777" w:rsidR="004279FD" w:rsidRDefault="004279FD" w:rsidP="002D5D7A">
                          <w:pPr>
                            <w:pStyle w:val="Text"/>
                            <w:rPr>
                              <w:b/>
                              <w:bCs/>
                            </w:rPr>
                          </w:pPr>
                        </w:p>
                        <w:p w14:paraId="51CB178F" w14:textId="6E9D00FD" w:rsidR="002D5D7A" w:rsidRPr="00E84816" w:rsidRDefault="002D5D7A" w:rsidP="002D5D7A">
                          <w:pPr>
                            <w:pStyle w:val="Text"/>
                            <w:rPr>
                              <w:b/>
                              <w:bCs/>
                            </w:rPr>
                          </w:pPr>
                          <w:r w:rsidRPr="00E84816">
                            <w:rPr>
                              <w:b/>
                              <w:bCs/>
                            </w:rPr>
                            <w:t>Name: _______</w:t>
                          </w:r>
                          <w:r w:rsidR="00110A1D">
                            <w:rPr>
                              <w:b/>
                              <w:bCs/>
                            </w:rPr>
                            <w:t>_____</w:t>
                          </w:r>
                          <w:r w:rsidRPr="00E84816">
                            <w:rPr>
                              <w:b/>
                              <w:bCs/>
                            </w:rPr>
                            <w:t>____________________</w:t>
                          </w:r>
                        </w:p>
                        <w:p w14:paraId="04F43682" w14:textId="77777777" w:rsidR="002D5D7A" w:rsidRPr="004A4A63" w:rsidRDefault="002D5D7A" w:rsidP="00D64E33">
                          <w:pPr>
                            <w:jc w:val="center"/>
                            <w:rPr>
                              <w:rFonts w:ascii="Arial" w:hAnsi="Arial"/>
                              <w:b/>
                              <w:sz w:val="28"/>
                              <w:szCs w:val="28"/>
                            </w:rPr>
                          </w:pPr>
                        </w:p>
                        <w:p w14:paraId="3667E986" w14:textId="77777777" w:rsidR="0083061C" w:rsidRDefault="0083061C"/>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083FE" id="_x0000_t202" coordsize="21600,21600" o:spt="202" path="m,l,21600r21600,l21600,xe">
              <v:stroke joinstyle="miter"/>
              <v:path gradientshapeok="t" o:connecttype="rect"/>
            </v:shapetype>
            <v:shape id="Text Box 14" o:spid="_x0000_s1026" type="#_x0000_t202" style="position:absolute;left:0;text-align:left;margin-left:272.05pt;margin-top:-9.65pt;width:269.2pt;height:82.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" filled="f" stroked="f">
              <v:textbox inset=",7.2pt,,7.2pt">
                <w:txbxContent>
                  <w:p w14:paraId="2AE5367B" w14:textId="15309C98" w:rsidR="0083061C" w:rsidRDefault="0083061C" w:rsidP="002A2379">
                    <w:pPr>
                      <w:rPr>
                        <w:rFonts w:ascii="Arial" w:hAnsi="Arial"/>
                        <w:b/>
                        <w:sz w:val="28"/>
                        <w:szCs w:val="28"/>
                      </w:rPr>
                    </w:pPr>
                    <w:r>
                      <w:rPr>
                        <w:rFonts w:ascii="Arial" w:hAnsi="Arial"/>
                        <w:b/>
                        <w:sz w:val="28"/>
                        <w:szCs w:val="28"/>
                      </w:rPr>
                      <w:t>UNIT 2: Language and skills test</w:t>
                    </w:r>
                  </w:p>
                  <w:p w14:paraId="2855C903" w14:textId="77777777" w:rsidR="004279FD" w:rsidRDefault="004279FD" w:rsidP="002D5D7A">
                    <w:pPr>
                      <w:pStyle w:val="Text"/>
                      <w:rPr>
                        <w:b/>
                        <w:bCs/>
                      </w:rPr>
                    </w:pPr>
                  </w:p>
                  <w:p w14:paraId="51CB178F" w14:textId="6E9D00FD" w:rsidR="002D5D7A" w:rsidRPr="00E84816" w:rsidRDefault="002D5D7A" w:rsidP="002D5D7A">
                    <w:pPr>
                      <w:pStyle w:val="Text"/>
                      <w:rPr>
                        <w:b/>
                        <w:bCs/>
                      </w:rPr>
                    </w:pPr>
                    <w:r w:rsidRPr="00E84816">
                      <w:rPr>
                        <w:b/>
                        <w:bCs/>
                      </w:rPr>
                      <w:t>Name: _______</w:t>
                    </w:r>
                    <w:r w:rsidR="00110A1D">
                      <w:rPr>
                        <w:b/>
                        <w:bCs/>
                      </w:rPr>
                      <w:t>_____</w:t>
                    </w:r>
                    <w:r w:rsidRPr="00E84816">
                      <w:rPr>
                        <w:b/>
                        <w:bCs/>
                      </w:rPr>
                      <w:t>____________________</w:t>
                    </w:r>
                  </w:p>
                  <w:p w14:paraId="04F43682" w14:textId="77777777" w:rsidR="002D5D7A" w:rsidRPr="004A4A63" w:rsidRDefault="002D5D7A" w:rsidP="00D64E33">
                    <w:pPr>
                      <w:jc w:val="center"/>
                      <w:rPr>
                        <w:rFonts w:ascii="Arial" w:hAnsi="Arial"/>
                        <w:b/>
                        <w:sz w:val="28"/>
                        <w:szCs w:val="28"/>
                      </w:rPr>
                    </w:pPr>
                  </w:p>
                  <w:p w14:paraId="3667E986" w14:textId="77777777" w:rsidR="0083061C" w:rsidRDefault="0083061C"/>
                </w:txbxContent>
              </v:textbox>
            </v:shape>
          </w:pict>
        </mc:Fallback>
      </mc:AlternateContent>
    </w:r>
    <w:r w:rsidR="009F3803">
      <w:rPr>
        <w:noProof/>
      </w:rPr>
      <w:drawing>
        <wp:anchor distT="0" distB="0" distL="114300" distR="114300" simplePos="0" relativeHeight="251662848" behindDoc="0" locked="0" layoutInCell="1" allowOverlap="1" wp14:anchorId="5B1479A5" wp14:editId="7742C956">
          <wp:simplePos x="0" y="0"/>
          <wp:positionH relativeFrom="column">
            <wp:posOffset>-619160</wp:posOffset>
          </wp:positionH>
          <wp:positionV relativeFrom="paragraph">
            <wp:posOffset>-218512</wp:posOffset>
          </wp:positionV>
          <wp:extent cx="4160520" cy="1234440"/>
          <wp:effectExtent l="0" t="0" r="5080" b="1016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4160520" cy="1234440"/>
                  </a:xfrm>
                  <a:prstGeom prst="rect">
                    <a:avLst/>
                  </a:prstGeom>
                </pic:spPr>
              </pic:pic>
            </a:graphicData>
          </a:graphic>
          <wp14:sizeRelH relativeFrom="page">
            <wp14:pctWidth>0</wp14:pctWidth>
          </wp14:sizeRelH>
          <wp14:sizeRelV relativeFrom="page">
            <wp14:pctHeight>0</wp14:pctHeight>
          </wp14:sizeRelV>
        </wp:anchor>
      </w:drawing>
    </w:r>
    <w:r w:rsidR="0083061C">
      <w:rPr>
        <w:noProof/>
      </w:rPr>
      <mc:AlternateContent>
        <mc:Choice Requires="wps">
          <w:drawing>
            <wp:anchor distT="0" distB="0" distL="114300" distR="114300" simplePos="0" relativeHeight="251661824" behindDoc="0" locked="0" layoutInCell="1" allowOverlap="1" wp14:anchorId="3B5C9A76" wp14:editId="10D4CD37">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type="none" w="med" len="med"/>
                            <a:tailEnd type="none" w="med" len="med"/>
                          </a14:hiddenLine>
                        </a:ext>
                      </a:extLst>
                    </wps:spPr>
                    <wps:txbx>
                      <w:txbxContent>
                        <w:p w14:paraId="7DE3029B" w14:textId="219D28EA" w:rsidR="0083061C" w:rsidRDefault="0083061C"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83061C" w:rsidRDefault="0083061C" w:rsidP="004F631A">
                    <w:pPr>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83061C" w:rsidRPr="00D40881" w:rsidRDefault="0083061C"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83061C" w:rsidRPr="00D40881" w:rsidRDefault="0083061C"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83061C" w:rsidRPr="00D40881" w:rsidRDefault="0083061C" w:rsidP="005623CF">
    <w:pPr>
      <w:pStyle w:val="Text"/>
    </w:pPr>
  </w:p>
  <w:p w14:paraId="70D59DC6" w14:textId="77777777" w:rsidR="0083061C" w:rsidRDefault="0083061C" w:rsidP="004929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4F4989"/>
    <w:multiLevelType w:val="hybridMultilevel"/>
    <w:tmpl w:val="61B0F06A"/>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4" w15:restartNumberingAfterBreak="0">
    <w:nsid w:val="1B83168D"/>
    <w:multiLevelType w:val="hybridMultilevel"/>
    <w:tmpl w:val="982A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2443B7"/>
    <w:multiLevelType w:val="hybridMultilevel"/>
    <w:tmpl w:val="091A71A6"/>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2"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8"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31"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3" w15:restartNumberingAfterBreak="0">
    <w:nsid w:val="45CA2AEA"/>
    <w:multiLevelType w:val="hybridMultilevel"/>
    <w:tmpl w:val="50320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5"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7" w15:restartNumberingAfterBreak="0">
    <w:nsid w:val="5CE15F8F"/>
    <w:multiLevelType w:val="hybridMultilevel"/>
    <w:tmpl w:val="ED22E552"/>
    <w:lvl w:ilvl="0" w:tplc="08B2E23E">
      <w:start w:val="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31F2B"/>
    <w:multiLevelType w:val="hybridMultilevel"/>
    <w:tmpl w:val="D9EC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9"/>
  </w:num>
  <w:num w:numId="3">
    <w:abstractNumId w:val="20"/>
  </w:num>
  <w:num w:numId="4">
    <w:abstractNumId w:val="35"/>
  </w:num>
  <w:num w:numId="5">
    <w:abstractNumId w:val="43"/>
  </w:num>
  <w:num w:numId="6">
    <w:abstractNumId w:val="38"/>
  </w:num>
  <w:num w:numId="7">
    <w:abstractNumId w:val="28"/>
  </w:num>
  <w:num w:numId="8">
    <w:abstractNumId w:val="41"/>
  </w:num>
  <w:num w:numId="9">
    <w:abstractNumId w:val="7"/>
  </w:num>
  <w:num w:numId="10">
    <w:abstractNumId w:val="42"/>
  </w:num>
  <w:num w:numId="11">
    <w:abstractNumId w:val="3"/>
  </w:num>
  <w:num w:numId="12">
    <w:abstractNumId w:val="4"/>
  </w:num>
  <w:num w:numId="13">
    <w:abstractNumId w:val="32"/>
  </w:num>
  <w:num w:numId="14">
    <w:abstractNumId w:val="5"/>
  </w:num>
  <w:num w:numId="15">
    <w:abstractNumId w:val="34"/>
  </w:num>
  <w:num w:numId="16">
    <w:abstractNumId w:val="36"/>
  </w:num>
  <w:num w:numId="17">
    <w:abstractNumId w:val="30"/>
  </w:num>
  <w:num w:numId="18">
    <w:abstractNumId w:val="19"/>
  </w:num>
  <w:num w:numId="19">
    <w:abstractNumId w:val="0"/>
  </w:num>
  <w:num w:numId="20">
    <w:abstractNumId w:val="12"/>
  </w:num>
  <w:num w:numId="21">
    <w:abstractNumId w:val="16"/>
  </w:num>
  <w:num w:numId="22">
    <w:abstractNumId w:val="2"/>
  </w:num>
  <w:num w:numId="23">
    <w:abstractNumId w:val="1"/>
  </w:num>
  <w:num w:numId="24">
    <w:abstractNumId w:val="17"/>
  </w:num>
  <w:num w:numId="25">
    <w:abstractNumId w:val="10"/>
  </w:num>
  <w:num w:numId="26">
    <w:abstractNumId w:val="24"/>
  </w:num>
  <w:num w:numId="27">
    <w:abstractNumId w:val="8"/>
  </w:num>
  <w:num w:numId="28">
    <w:abstractNumId w:val="13"/>
  </w:num>
  <w:num w:numId="29">
    <w:abstractNumId w:val="27"/>
  </w:num>
  <w:num w:numId="30">
    <w:abstractNumId w:val="26"/>
  </w:num>
  <w:num w:numId="31">
    <w:abstractNumId w:val="15"/>
  </w:num>
  <w:num w:numId="32">
    <w:abstractNumId w:val="25"/>
  </w:num>
  <w:num w:numId="33">
    <w:abstractNumId w:val="31"/>
  </w:num>
  <w:num w:numId="34">
    <w:abstractNumId w:val="21"/>
  </w:num>
  <w:num w:numId="35">
    <w:abstractNumId w:val="22"/>
  </w:num>
  <w:num w:numId="36">
    <w:abstractNumId w:val="6"/>
  </w:num>
  <w:num w:numId="37">
    <w:abstractNumId w:val="29"/>
  </w:num>
  <w:num w:numId="38">
    <w:abstractNumId w:val="11"/>
  </w:num>
  <w:num w:numId="39">
    <w:abstractNumId w:val="40"/>
  </w:num>
  <w:num w:numId="40">
    <w:abstractNumId w:val="33"/>
  </w:num>
  <w:num w:numId="41">
    <w:abstractNumId w:val="14"/>
  </w:num>
  <w:num w:numId="42">
    <w:abstractNumId w:val="18"/>
  </w:num>
  <w:num w:numId="43">
    <w:abstractNumId w:val="37"/>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1C68"/>
    <w:rsid w:val="00003A5B"/>
    <w:rsid w:val="00003ACC"/>
    <w:rsid w:val="000054A6"/>
    <w:rsid w:val="00012961"/>
    <w:rsid w:val="00012FAB"/>
    <w:rsid w:val="0001319A"/>
    <w:rsid w:val="00013631"/>
    <w:rsid w:val="000166BD"/>
    <w:rsid w:val="000171B0"/>
    <w:rsid w:val="00017242"/>
    <w:rsid w:val="00017D90"/>
    <w:rsid w:val="0002043F"/>
    <w:rsid w:val="00020FE4"/>
    <w:rsid w:val="00023888"/>
    <w:rsid w:val="00030328"/>
    <w:rsid w:val="000331F0"/>
    <w:rsid w:val="000363FD"/>
    <w:rsid w:val="0003657E"/>
    <w:rsid w:val="00036B0B"/>
    <w:rsid w:val="00037894"/>
    <w:rsid w:val="00041382"/>
    <w:rsid w:val="00044E0B"/>
    <w:rsid w:val="00052BE1"/>
    <w:rsid w:val="00062318"/>
    <w:rsid w:val="00062C8A"/>
    <w:rsid w:val="000658CD"/>
    <w:rsid w:val="00067AA9"/>
    <w:rsid w:val="00071A9C"/>
    <w:rsid w:val="00071CB6"/>
    <w:rsid w:val="00074226"/>
    <w:rsid w:val="00075985"/>
    <w:rsid w:val="00075A70"/>
    <w:rsid w:val="0007694F"/>
    <w:rsid w:val="00076BDD"/>
    <w:rsid w:val="000770F1"/>
    <w:rsid w:val="00077144"/>
    <w:rsid w:val="00077D33"/>
    <w:rsid w:val="00081C59"/>
    <w:rsid w:val="00083BC5"/>
    <w:rsid w:val="0008451E"/>
    <w:rsid w:val="0008526B"/>
    <w:rsid w:val="0008636A"/>
    <w:rsid w:val="00087998"/>
    <w:rsid w:val="00087D21"/>
    <w:rsid w:val="00093528"/>
    <w:rsid w:val="00096107"/>
    <w:rsid w:val="00097CBF"/>
    <w:rsid w:val="000A1646"/>
    <w:rsid w:val="000A266A"/>
    <w:rsid w:val="000A32BD"/>
    <w:rsid w:val="000A37D1"/>
    <w:rsid w:val="000A3A73"/>
    <w:rsid w:val="000A6038"/>
    <w:rsid w:val="000A7BFC"/>
    <w:rsid w:val="000B3E0B"/>
    <w:rsid w:val="000B5161"/>
    <w:rsid w:val="000C04B7"/>
    <w:rsid w:val="000C27B3"/>
    <w:rsid w:val="000C352E"/>
    <w:rsid w:val="000C67E1"/>
    <w:rsid w:val="000C78C3"/>
    <w:rsid w:val="000D00CA"/>
    <w:rsid w:val="000D06A0"/>
    <w:rsid w:val="000D1255"/>
    <w:rsid w:val="000D2447"/>
    <w:rsid w:val="000D273E"/>
    <w:rsid w:val="000D39AE"/>
    <w:rsid w:val="000D4468"/>
    <w:rsid w:val="000D56F5"/>
    <w:rsid w:val="000D79A4"/>
    <w:rsid w:val="000E26B5"/>
    <w:rsid w:val="000F07D2"/>
    <w:rsid w:val="000F15A0"/>
    <w:rsid w:val="000F432B"/>
    <w:rsid w:val="000F4AA0"/>
    <w:rsid w:val="000F5608"/>
    <w:rsid w:val="000F7A34"/>
    <w:rsid w:val="000F7A82"/>
    <w:rsid w:val="00100501"/>
    <w:rsid w:val="00100848"/>
    <w:rsid w:val="00100F80"/>
    <w:rsid w:val="00102F89"/>
    <w:rsid w:val="0010783F"/>
    <w:rsid w:val="00110556"/>
    <w:rsid w:val="001108B5"/>
    <w:rsid w:val="00110A1D"/>
    <w:rsid w:val="001134A5"/>
    <w:rsid w:val="001134E8"/>
    <w:rsid w:val="0011398D"/>
    <w:rsid w:val="00114A93"/>
    <w:rsid w:val="00115729"/>
    <w:rsid w:val="00121274"/>
    <w:rsid w:val="00122F0C"/>
    <w:rsid w:val="0012334D"/>
    <w:rsid w:val="0013000F"/>
    <w:rsid w:val="00130541"/>
    <w:rsid w:val="00130B35"/>
    <w:rsid w:val="00132F58"/>
    <w:rsid w:val="0014319B"/>
    <w:rsid w:val="00144336"/>
    <w:rsid w:val="001453BE"/>
    <w:rsid w:val="00145A46"/>
    <w:rsid w:val="00145C28"/>
    <w:rsid w:val="00147707"/>
    <w:rsid w:val="00153400"/>
    <w:rsid w:val="00154E87"/>
    <w:rsid w:val="001571DC"/>
    <w:rsid w:val="00157E4C"/>
    <w:rsid w:val="00163B59"/>
    <w:rsid w:val="00163C14"/>
    <w:rsid w:val="00165F84"/>
    <w:rsid w:val="00171144"/>
    <w:rsid w:val="00173944"/>
    <w:rsid w:val="00174C4F"/>
    <w:rsid w:val="00174FE4"/>
    <w:rsid w:val="001812C9"/>
    <w:rsid w:val="001827BB"/>
    <w:rsid w:val="00185631"/>
    <w:rsid w:val="001863F2"/>
    <w:rsid w:val="00187B0A"/>
    <w:rsid w:val="001910AD"/>
    <w:rsid w:val="001920AC"/>
    <w:rsid w:val="00192A68"/>
    <w:rsid w:val="00195D74"/>
    <w:rsid w:val="0019684A"/>
    <w:rsid w:val="00197C7F"/>
    <w:rsid w:val="001A3D54"/>
    <w:rsid w:val="001A65B7"/>
    <w:rsid w:val="001A7D22"/>
    <w:rsid w:val="001B0BD8"/>
    <w:rsid w:val="001B1107"/>
    <w:rsid w:val="001B177E"/>
    <w:rsid w:val="001B1ABA"/>
    <w:rsid w:val="001B4052"/>
    <w:rsid w:val="001B5413"/>
    <w:rsid w:val="001B582A"/>
    <w:rsid w:val="001B6B7A"/>
    <w:rsid w:val="001B7CCA"/>
    <w:rsid w:val="001C22DB"/>
    <w:rsid w:val="001C5C8A"/>
    <w:rsid w:val="001C7CB5"/>
    <w:rsid w:val="001D0295"/>
    <w:rsid w:val="001D0B3E"/>
    <w:rsid w:val="001D56A2"/>
    <w:rsid w:val="001E0303"/>
    <w:rsid w:val="001E0DA7"/>
    <w:rsid w:val="001E1A02"/>
    <w:rsid w:val="001E3D50"/>
    <w:rsid w:val="001E43FE"/>
    <w:rsid w:val="001E46EA"/>
    <w:rsid w:val="001E47B9"/>
    <w:rsid w:val="001E5608"/>
    <w:rsid w:val="001E5B67"/>
    <w:rsid w:val="001F1CDF"/>
    <w:rsid w:val="001F2426"/>
    <w:rsid w:val="001F399F"/>
    <w:rsid w:val="001F6B05"/>
    <w:rsid w:val="002005B0"/>
    <w:rsid w:val="00200E93"/>
    <w:rsid w:val="00201D85"/>
    <w:rsid w:val="00201D8B"/>
    <w:rsid w:val="002029AB"/>
    <w:rsid w:val="002054FB"/>
    <w:rsid w:val="002057E9"/>
    <w:rsid w:val="002062FD"/>
    <w:rsid w:val="00210220"/>
    <w:rsid w:val="00213DF6"/>
    <w:rsid w:val="00215B0B"/>
    <w:rsid w:val="00217A88"/>
    <w:rsid w:val="002202D0"/>
    <w:rsid w:val="0022086D"/>
    <w:rsid w:val="00220F85"/>
    <w:rsid w:val="00221A21"/>
    <w:rsid w:val="00221ACF"/>
    <w:rsid w:val="00222859"/>
    <w:rsid w:val="0023171E"/>
    <w:rsid w:val="002370A3"/>
    <w:rsid w:val="00240665"/>
    <w:rsid w:val="00240ED0"/>
    <w:rsid w:val="00242B69"/>
    <w:rsid w:val="00243082"/>
    <w:rsid w:val="002444C0"/>
    <w:rsid w:val="00246191"/>
    <w:rsid w:val="002462F0"/>
    <w:rsid w:val="00247647"/>
    <w:rsid w:val="00247923"/>
    <w:rsid w:val="00250827"/>
    <w:rsid w:val="00250D67"/>
    <w:rsid w:val="00252611"/>
    <w:rsid w:val="002532EE"/>
    <w:rsid w:val="00253787"/>
    <w:rsid w:val="0025541D"/>
    <w:rsid w:val="00262805"/>
    <w:rsid w:val="0026314D"/>
    <w:rsid w:val="00265A5C"/>
    <w:rsid w:val="0026783B"/>
    <w:rsid w:val="00267CD3"/>
    <w:rsid w:val="00272296"/>
    <w:rsid w:val="00272F24"/>
    <w:rsid w:val="0027427E"/>
    <w:rsid w:val="002751CD"/>
    <w:rsid w:val="00276B33"/>
    <w:rsid w:val="002773EC"/>
    <w:rsid w:val="002805B7"/>
    <w:rsid w:val="002810DF"/>
    <w:rsid w:val="00281153"/>
    <w:rsid w:val="0028140B"/>
    <w:rsid w:val="00281720"/>
    <w:rsid w:val="00281942"/>
    <w:rsid w:val="00281BC1"/>
    <w:rsid w:val="00281F11"/>
    <w:rsid w:val="00284917"/>
    <w:rsid w:val="002902A9"/>
    <w:rsid w:val="00291E7D"/>
    <w:rsid w:val="00294083"/>
    <w:rsid w:val="00297691"/>
    <w:rsid w:val="002A0139"/>
    <w:rsid w:val="002A0D49"/>
    <w:rsid w:val="002A2379"/>
    <w:rsid w:val="002A2B89"/>
    <w:rsid w:val="002A4AFC"/>
    <w:rsid w:val="002A4E36"/>
    <w:rsid w:val="002A6D1B"/>
    <w:rsid w:val="002B1393"/>
    <w:rsid w:val="002B2583"/>
    <w:rsid w:val="002B4A5A"/>
    <w:rsid w:val="002B58A1"/>
    <w:rsid w:val="002C063D"/>
    <w:rsid w:val="002C0C95"/>
    <w:rsid w:val="002C2EC9"/>
    <w:rsid w:val="002C4744"/>
    <w:rsid w:val="002C50AB"/>
    <w:rsid w:val="002C5123"/>
    <w:rsid w:val="002C6DA8"/>
    <w:rsid w:val="002D2423"/>
    <w:rsid w:val="002D25CD"/>
    <w:rsid w:val="002D40D8"/>
    <w:rsid w:val="002D5398"/>
    <w:rsid w:val="002D5D7A"/>
    <w:rsid w:val="002E07B9"/>
    <w:rsid w:val="002E282E"/>
    <w:rsid w:val="002E2A3D"/>
    <w:rsid w:val="002E314A"/>
    <w:rsid w:val="002E4061"/>
    <w:rsid w:val="002E4BA0"/>
    <w:rsid w:val="002E77CA"/>
    <w:rsid w:val="002F29FA"/>
    <w:rsid w:val="002F3F43"/>
    <w:rsid w:val="002F4215"/>
    <w:rsid w:val="002F59F7"/>
    <w:rsid w:val="002F5C41"/>
    <w:rsid w:val="002F696E"/>
    <w:rsid w:val="002F7163"/>
    <w:rsid w:val="00300765"/>
    <w:rsid w:val="00302BEC"/>
    <w:rsid w:val="00303D11"/>
    <w:rsid w:val="003128D6"/>
    <w:rsid w:val="00312E27"/>
    <w:rsid w:val="00316159"/>
    <w:rsid w:val="003173B6"/>
    <w:rsid w:val="00320DE1"/>
    <w:rsid w:val="003213D4"/>
    <w:rsid w:val="003236A1"/>
    <w:rsid w:val="003246F9"/>
    <w:rsid w:val="00325016"/>
    <w:rsid w:val="00325D63"/>
    <w:rsid w:val="00327F5F"/>
    <w:rsid w:val="00330BC6"/>
    <w:rsid w:val="003372F3"/>
    <w:rsid w:val="003427C0"/>
    <w:rsid w:val="00343B30"/>
    <w:rsid w:val="0034469C"/>
    <w:rsid w:val="003451A9"/>
    <w:rsid w:val="00350FDF"/>
    <w:rsid w:val="00351D81"/>
    <w:rsid w:val="00355D60"/>
    <w:rsid w:val="0035667D"/>
    <w:rsid w:val="00356826"/>
    <w:rsid w:val="00360674"/>
    <w:rsid w:val="003654AE"/>
    <w:rsid w:val="0036623F"/>
    <w:rsid w:val="0037155B"/>
    <w:rsid w:val="00371EEF"/>
    <w:rsid w:val="0037371B"/>
    <w:rsid w:val="00373A6B"/>
    <w:rsid w:val="00375B4E"/>
    <w:rsid w:val="00375BB4"/>
    <w:rsid w:val="0037674E"/>
    <w:rsid w:val="00377A1D"/>
    <w:rsid w:val="00380848"/>
    <w:rsid w:val="00380F3E"/>
    <w:rsid w:val="00383B83"/>
    <w:rsid w:val="00384321"/>
    <w:rsid w:val="00384C25"/>
    <w:rsid w:val="00385C2E"/>
    <w:rsid w:val="003868E2"/>
    <w:rsid w:val="003907F0"/>
    <w:rsid w:val="00393E88"/>
    <w:rsid w:val="00396038"/>
    <w:rsid w:val="00397BCA"/>
    <w:rsid w:val="003A1CD9"/>
    <w:rsid w:val="003A451C"/>
    <w:rsid w:val="003A4E40"/>
    <w:rsid w:val="003A51CE"/>
    <w:rsid w:val="003A54E6"/>
    <w:rsid w:val="003A607F"/>
    <w:rsid w:val="003A6856"/>
    <w:rsid w:val="003A7205"/>
    <w:rsid w:val="003A72E5"/>
    <w:rsid w:val="003A7EDC"/>
    <w:rsid w:val="003B168B"/>
    <w:rsid w:val="003B604C"/>
    <w:rsid w:val="003B77FD"/>
    <w:rsid w:val="003C2396"/>
    <w:rsid w:val="003C2BB7"/>
    <w:rsid w:val="003C3D76"/>
    <w:rsid w:val="003C644F"/>
    <w:rsid w:val="003C7DC7"/>
    <w:rsid w:val="003D123B"/>
    <w:rsid w:val="003D28F3"/>
    <w:rsid w:val="003D3173"/>
    <w:rsid w:val="003D45BE"/>
    <w:rsid w:val="003D4DC2"/>
    <w:rsid w:val="003D7D65"/>
    <w:rsid w:val="003E2760"/>
    <w:rsid w:val="003E2B47"/>
    <w:rsid w:val="003E361B"/>
    <w:rsid w:val="003E5E4D"/>
    <w:rsid w:val="003E6153"/>
    <w:rsid w:val="003E7302"/>
    <w:rsid w:val="003F0681"/>
    <w:rsid w:val="003F3908"/>
    <w:rsid w:val="003F3B00"/>
    <w:rsid w:val="003F3D77"/>
    <w:rsid w:val="003F70CF"/>
    <w:rsid w:val="004038CE"/>
    <w:rsid w:val="0040635D"/>
    <w:rsid w:val="00407853"/>
    <w:rsid w:val="00410F3A"/>
    <w:rsid w:val="00411290"/>
    <w:rsid w:val="00412FA2"/>
    <w:rsid w:val="00413A1A"/>
    <w:rsid w:val="00414647"/>
    <w:rsid w:val="0041483F"/>
    <w:rsid w:val="00415259"/>
    <w:rsid w:val="00415740"/>
    <w:rsid w:val="004164CF"/>
    <w:rsid w:val="004220B7"/>
    <w:rsid w:val="00425D6B"/>
    <w:rsid w:val="00426D6E"/>
    <w:rsid w:val="0042771E"/>
    <w:rsid w:val="004279FD"/>
    <w:rsid w:val="00431833"/>
    <w:rsid w:val="0043677B"/>
    <w:rsid w:val="00437796"/>
    <w:rsid w:val="00440A01"/>
    <w:rsid w:val="00440ECC"/>
    <w:rsid w:val="00441D54"/>
    <w:rsid w:val="004438E1"/>
    <w:rsid w:val="00444508"/>
    <w:rsid w:val="00445C3D"/>
    <w:rsid w:val="00446263"/>
    <w:rsid w:val="00446A34"/>
    <w:rsid w:val="004569FA"/>
    <w:rsid w:val="00460D0E"/>
    <w:rsid w:val="0046175F"/>
    <w:rsid w:val="00461CBD"/>
    <w:rsid w:val="00461DB7"/>
    <w:rsid w:val="00461FA9"/>
    <w:rsid w:val="00464F76"/>
    <w:rsid w:val="004666E1"/>
    <w:rsid w:val="00467855"/>
    <w:rsid w:val="0047056E"/>
    <w:rsid w:val="004707F7"/>
    <w:rsid w:val="00472DDD"/>
    <w:rsid w:val="00477262"/>
    <w:rsid w:val="004813BA"/>
    <w:rsid w:val="0048292B"/>
    <w:rsid w:val="0048606D"/>
    <w:rsid w:val="004867C6"/>
    <w:rsid w:val="004929AE"/>
    <w:rsid w:val="00492C33"/>
    <w:rsid w:val="004A0112"/>
    <w:rsid w:val="004A1B75"/>
    <w:rsid w:val="004A1F3F"/>
    <w:rsid w:val="004A2D92"/>
    <w:rsid w:val="004A4291"/>
    <w:rsid w:val="004A5C40"/>
    <w:rsid w:val="004A75E8"/>
    <w:rsid w:val="004B03AA"/>
    <w:rsid w:val="004B0998"/>
    <w:rsid w:val="004B15BA"/>
    <w:rsid w:val="004B3763"/>
    <w:rsid w:val="004B3BC3"/>
    <w:rsid w:val="004B3C2C"/>
    <w:rsid w:val="004B5AE4"/>
    <w:rsid w:val="004B7D6F"/>
    <w:rsid w:val="004C052B"/>
    <w:rsid w:val="004C1358"/>
    <w:rsid w:val="004C16BD"/>
    <w:rsid w:val="004C28E1"/>
    <w:rsid w:val="004C5D4E"/>
    <w:rsid w:val="004C6BC6"/>
    <w:rsid w:val="004C7647"/>
    <w:rsid w:val="004D0727"/>
    <w:rsid w:val="004D26B8"/>
    <w:rsid w:val="004D3E99"/>
    <w:rsid w:val="004D459C"/>
    <w:rsid w:val="004D4728"/>
    <w:rsid w:val="004E1D3B"/>
    <w:rsid w:val="004E4923"/>
    <w:rsid w:val="004E4D0D"/>
    <w:rsid w:val="004E75A3"/>
    <w:rsid w:val="004E75EF"/>
    <w:rsid w:val="004F1B62"/>
    <w:rsid w:val="004F1C3C"/>
    <w:rsid w:val="004F4AB1"/>
    <w:rsid w:val="004F4BFA"/>
    <w:rsid w:val="004F631A"/>
    <w:rsid w:val="00500CA7"/>
    <w:rsid w:val="0050251F"/>
    <w:rsid w:val="00505D7E"/>
    <w:rsid w:val="00513708"/>
    <w:rsid w:val="00515103"/>
    <w:rsid w:val="00515339"/>
    <w:rsid w:val="00516569"/>
    <w:rsid w:val="00516608"/>
    <w:rsid w:val="005202E3"/>
    <w:rsid w:val="00520542"/>
    <w:rsid w:val="00521FF3"/>
    <w:rsid w:val="00522767"/>
    <w:rsid w:val="00522DB2"/>
    <w:rsid w:val="00523A94"/>
    <w:rsid w:val="00523BDB"/>
    <w:rsid w:val="00524D72"/>
    <w:rsid w:val="00526168"/>
    <w:rsid w:val="00527064"/>
    <w:rsid w:val="005300E0"/>
    <w:rsid w:val="00531FA3"/>
    <w:rsid w:val="00534087"/>
    <w:rsid w:val="00535A04"/>
    <w:rsid w:val="005361D8"/>
    <w:rsid w:val="00537778"/>
    <w:rsid w:val="00541F05"/>
    <w:rsid w:val="005438EF"/>
    <w:rsid w:val="005447E4"/>
    <w:rsid w:val="0055346C"/>
    <w:rsid w:val="005564E2"/>
    <w:rsid w:val="00556F1C"/>
    <w:rsid w:val="00557601"/>
    <w:rsid w:val="005623CF"/>
    <w:rsid w:val="00564128"/>
    <w:rsid w:val="005642D5"/>
    <w:rsid w:val="00566267"/>
    <w:rsid w:val="00566B24"/>
    <w:rsid w:val="00566BA4"/>
    <w:rsid w:val="00570EC2"/>
    <w:rsid w:val="00571929"/>
    <w:rsid w:val="0057269C"/>
    <w:rsid w:val="00574872"/>
    <w:rsid w:val="005748B9"/>
    <w:rsid w:val="00574F64"/>
    <w:rsid w:val="00577CD5"/>
    <w:rsid w:val="00581E38"/>
    <w:rsid w:val="00583C3B"/>
    <w:rsid w:val="005843C4"/>
    <w:rsid w:val="00586467"/>
    <w:rsid w:val="00587694"/>
    <w:rsid w:val="00590931"/>
    <w:rsid w:val="005931E4"/>
    <w:rsid w:val="005951D6"/>
    <w:rsid w:val="0059687B"/>
    <w:rsid w:val="00597AB8"/>
    <w:rsid w:val="005A02B9"/>
    <w:rsid w:val="005A1619"/>
    <w:rsid w:val="005A2174"/>
    <w:rsid w:val="005B177C"/>
    <w:rsid w:val="005B1ACB"/>
    <w:rsid w:val="005B1F4F"/>
    <w:rsid w:val="005B250C"/>
    <w:rsid w:val="005B4BCA"/>
    <w:rsid w:val="005B5FCF"/>
    <w:rsid w:val="005B6C4E"/>
    <w:rsid w:val="005C0672"/>
    <w:rsid w:val="005C3C01"/>
    <w:rsid w:val="005C4185"/>
    <w:rsid w:val="005C436E"/>
    <w:rsid w:val="005C4DF4"/>
    <w:rsid w:val="005C52E9"/>
    <w:rsid w:val="005D0A85"/>
    <w:rsid w:val="005D4501"/>
    <w:rsid w:val="005D55FA"/>
    <w:rsid w:val="005D5653"/>
    <w:rsid w:val="005D62B3"/>
    <w:rsid w:val="005D76F0"/>
    <w:rsid w:val="005E0DC1"/>
    <w:rsid w:val="005E1D4B"/>
    <w:rsid w:val="005E319C"/>
    <w:rsid w:val="005E323C"/>
    <w:rsid w:val="005E4F65"/>
    <w:rsid w:val="005F086B"/>
    <w:rsid w:val="005F4353"/>
    <w:rsid w:val="005F44F7"/>
    <w:rsid w:val="00600167"/>
    <w:rsid w:val="00600445"/>
    <w:rsid w:val="0060250E"/>
    <w:rsid w:val="006046D4"/>
    <w:rsid w:val="00610673"/>
    <w:rsid w:val="006110C0"/>
    <w:rsid w:val="006140D9"/>
    <w:rsid w:val="00614420"/>
    <w:rsid w:val="006156A8"/>
    <w:rsid w:val="00615832"/>
    <w:rsid w:val="00620346"/>
    <w:rsid w:val="00620C7A"/>
    <w:rsid w:val="0063208F"/>
    <w:rsid w:val="0063434D"/>
    <w:rsid w:val="006350E5"/>
    <w:rsid w:val="00635714"/>
    <w:rsid w:val="006407F0"/>
    <w:rsid w:val="006413FF"/>
    <w:rsid w:val="00641982"/>
    <w:rsid w:val="00644C8C"/>
    <w:rsid w:val="0064626F"/>
    <w:rsid w:val="0064645B"/>
    <w:rsid w:val="006504F6"/>
    <w:rsid w:val="00651580"/>
    <w:rsid w:val="00651ACF"/>
    <w:rsid w:val="00653D0F"/>
    <w:rsid w:val="00654539"/>
    <w:rsid w:val="00657A23"/>
    <w:rsid w:val="006634D0"/>
    <w:rsid w:val="00664813"/>
    <w:rsid w:val="00665084"/>
    <w:rsid w:val="00666AD3"/>
    <w:rsid w:val="006675E9"/>
    <w:rsid w:val="00670AA5"/>
    <w:rsid w:val="006757F5"/>
    <w:rsid w:val="0067702E"/>
    <w:rsid w:val="00677C62"/>
    <w:rsid w:val="00681BD3"/>
    <w:rsid w:val="0068276B"/>
    <w:rsid w:val="0068399F"/>
    <w:rsid w:val="00686AF9"/>
    <w:rsid w:val="00686FED"/>
    <w:rsid w:val="00693611"/>
    <w:rsid w:val="00694D17"/>
    <w:rsid w:val="006966CD"/>
    <w:rsid w:val="00696841"/>
    <w:rsid w:val="006969EB"/>
    <w:rsid w:val="006978BC"/>
    <w:rsid w:val="006A0B21"/>
    <w:rsid w:val="006A2111"/>
    <w:rsid w:val="006A2342"/>
    <w:rsid w:val="006A3EB7"/>
    <w:rsid w:val="006A45F1"/>
    <w:rsid w:val="006A4EE3"/>
    <w:rsid w:val="006A4F3E"/>
    <w:rsid w:val="006A69E3"/>
    <w:rsid w:val="006B03D4"/>
    <w:rsid w:val="006B0722"/>
    <w:rsid w:val="006B0772"/>
    <w:rsid w:val="006B2721"/>
    <w:rsid w:val="006B29A8"/>
    <w:rsid w:val="006B2E8E"/>
    <w:rsid w:val="006B5452"/>
    <w:rsid w:val="006B6793"/>
    <w:rsid w:val="006B7776"/>
    <w:rsid w:val="006B7814"/>
    <w:rsid w:val="006B78B9"/>
    <w:rsid w:val="006C1672"/>
    <w:rsid w:val="006C3B70"/>
    <w:rsid w:val="006C5C63"/>
    <w:rsid w:val="006C625C"/>
    <w:rsid w:val="006C6D14"/>
    <w:rsid w:val="006C6D25"/>
    <w:rsid w:val="006C7B84"/>
    <w:rsid w:val="006C7C0A"/>
    <w:rsid w:val="006D4376"/>
    <w:rsid w:val="006D6763"/>
    <w:rsid w:val="006D7ABE"/>
    <w:rsid w:val="006E0184"/>
    <w:rsid w:val="006E4AFB"/>
    <w:rsid w:val="006E525B"/>
    <w:rsid w:val="006E631E"/>
    <w:rsid w:val="006E66E8"/>
    <w:rsid w:val="006E72FC"/>
    <w:rsid w:val="006F1B13"/>
    <w:rsid w:val="006F2812"/>
    <w:rsid w:val="006F2F9B"/>
    <w:rsid w:val="006F3F0F"/>
    <w:rsid w:val="006F4D2B"/>
    <w:rsid w:val="006F5CE5"/>
    <w:rsid w:val="006F6A0E"/>
    <w:rsid w:val="006F7B21"/>
    <w:rsid w:val="007036FF"/>
    <w:rsid w:val="007057BC"/>
    <w:rsid w:val="0070693F"/>
    <w:rsid w:val="00712605"/>
    <w:rsid w:val="00713F0C"/>
    <w:rsid w:val="0071450C"/>
    <w:rsid w:val="007150C2"/>
    <w:rsid w:val="007159E1"/>
    <w:rsid w:val="00715DBE"/>
    <w:rsid w:val="00716366"/>
    <w:rsid w:val="007166E6"/>
    <w:rsid w:val="0072090A"/>
    <w:rsid w:val="00722A14"/>
    <w:rsid w:val="00723349"/>
    <w:rsid w:val="00727767"/>
    <w:rsid w:val="00731DA1"/>
    <w:rsid w:val="007327CA"/>
    <w:rsid w:val="00732A5B"/>
    <w:rsid w:val="007339B1"/>
    <w:rsid w:val="007360D5"/>
    <w:rsid w:val="00736D03"/>
    <w:rsid w:val="0073705A"/>
    <w:rsid w:val="007373F2"/>
    <w:rsid w:val="00737861"/>
    <w:rsid w:val="007404A8"/>
    <w:rsid w:val="0074488C"/>
    <w:rsid w:val="00745750"/>
    <w:rsid w:val="00745D2B"/>
    <w:rsid w:val="00746451"/>
    <w:rsid w:val="00747888"/>
    <w:rsid w:val="007514A4"/>
    <w:rsid w:val="00754837"/>
    <w:rsid w:val="00755B79"/>
    <w:rsid w:val="007606F9"/>
    <w:rsid w:val="00760FAD"/>
    <w:rsid w:val="0076162A"/>
    <w:rsid w:val="007626F0"/>
    <w:rsid w:val="00763B08"/>
    <w:rsid w:val="00764693"/>
    <w:rsid w:val="0076566B"/>
    <w:rsid w:val="007672B5"/>
    <w:rsid w:val="007675DC"/>
    <w:rsid w:val="00772C5C"/>
    <w:rsid w:val="00775F52"/>
    <w:rsid w:val="00777685"/>
    <w:rsid w:val="00777729"/>
    <w:rsid w:val="00782162"/>
    <w:rsid w:val="0078300A"/>
    <w:rsid w:val="0078429B"/>
    <w:rsid w:val="0078539C"/>
    <w:rsid w:val="00785524"/>
    <w:rsid w:val="0078694F"/>
    <w:rsid w:val="0079206C"/>
    <w:rsid w:val="007930D4"/>
    <w:rsid w:val="00793C77"/>
    <w:rsid w:val="00795936"/>
    <w:rsid w:val="007977BE"/>
    <w:rsid w:val="007A1758"/>
    <w:rsid w:val="007A36D5"/>
    <w:rsid w:val="007A3C50"/>
    <w:rsid w:val="007A4C0B"/>
    <w:rsid w:val="007A6048"/>
    <w:rsid w:val="007A61DA"/>
    <w:rsid w:val="007A6E6F"/>
    <w:rsid w:val="007B39B2"/>
    <w:rsid w:val="007B61C4"/>
    <w:rsid w:val="007C15BB"/>
    <w:rsid w:val="007C2227"/>
    <w:rsid w:val="007C43AA"/>
    <w:rsid w:val="007D0896"/>
    <w:rsid w:val="007D261F"/>
    <w:rsid w:val="007D5118"/>
    <w:rsid w:val="007D6EEA"/>
    <w:rsid w:val="007D74D5"/>
    <w:rsid w:val="007E2738"/>
    <w:rsid w:val="007E3F6E"/>
    <w:rsid w:val="007E4EA3"/>
    <w:rsid w:val="007E760A"/>
    <w:rsid w:val="007E7660"/>
    <w:rsid w:val="007F0619"/>
    <w:rsid w:val="007F07A8"/>
    <w:rsid w:val="007F1925"/>
    <w:rsid w:val="007F1FC5"/>
    <w:rsid w:val="007F28CD"/>
    <w:rsid w:val="007F5D7D"/>
    <w:rsid w:val="00801148"/>
    <w:rsid w:val="008021BF"/>
    <w:rsid w:val="00802E94"/>
    <w:rsid w:val="00805983"/>
    <w:rsid w:val="00806BD4"/>
    <w:rsid w:val="008078F4"/>
    <w:rsid w:val="00807EE8"/>
    <w:rsid w:val="00810169"/>
    <w:rsid w:val="00810EC7"/>
    <w:rsid w:val="008111A4"/>
    <w:rsid w:val="008120F2"/>
    <w:rsid w:val="008129EE"/>
    <w:rsid w:val="0081360A"/>
    <w:rsid w:val="008141BA"/>
    <w:rsid w:val="00815332"/>
    <w:rsid w:val="00815602"/>
    <w:rsid w:val="008169C0"/>
    <w:rsid w:val="008173AC"/>
    <w:rsid w:val="008203EB"/>
    <w:rsid w:val="00821E51"/>
    <w:rsid w:val="00822796"/>
    <w:rsid w:val="00823268"/>
    <w:rsid w:val="00823A79"/>
    <w:rsid w:val="00824234"/>
    <w:rsid w:val="0082447A"/>
    <w:rsid w:val="00824B66"/>
    <w:rsid w:val="008263AA"/>
    <w:rsid w:val="00826986"/>
    <w:rsid w:val="0083061C"/>
    <w:rsid w:val="00831071"/>
    <w:rsid w:val="00833C15"/>
    <w:rsid w:val="008359C2"/>
    <w:rsid w:val="00841377"/>
    <w:rsid w:val="00846097"/>
    <w:rsid w:val="00851854"/>
    <w:rsid w:val="0085188A"/>
    <w:rsid w:val="00853929"/>
    <w:rsid w:val="00854677"/>
    <w:rsid w:val="00854BB2"/>
    <w:rsid w:val="0085629B"/>
    <w:rsid w:val="00856ACA"/>
    <w:rsid w:val="008573E0"/>
    <w:rsid w:val="00860045"/>
    <w:rsid w:val="00860FC0"/>
    <w:rsid w:val="00861610"/>
    <w:rsid w:val="0086217D"/>
    <w:rsid w:val="00867169"/>
    <w:rsid w:val="00867548"/>
    <w:rsid w:val="00867948"/>
    <w:rsid w:val="008747B2"/>
    <w:rsid w:val="00877B0F"/>
    <w:rsid w:val="00880176"/>
    <w:rsid w:val="00880A96"/>
    <w:rsid w:val="00881F67"/>
    <w:rsid w:val="00883044"/>
    <w:rsid w:val="00883DF6"/>
    <w:rsid w:val="0088466D"/>
    <w:rsid w:val="00884F84"/>
    <w:rsid w:val="008852F5"/>
    <w:rsid w:val="00891C25"/>
    <w:rsid w:val="008924EE"/>
    <w:rsid w:val="00892771"/>
    <w:rsid w:val="00893419"/>
    <w:rsid w:val="008952A2"/>
    <w:rsid w:val="00895A3A"/>
    <w:rsid w:val="0089682E"/>
    <w:rsid w:val="00896C68"/>
    <w:rsid w:val="00897EDA"/>
    <w:rsid w:val="008A0925"/>
    <w:rsid w:val="008A1D76"/>
    <w:rsid w:val="008A3AD4"/>
    <w:rsid w:val="008A5FA1"/>
    <w:rsid w:val="008A7430"/>
    <w:rsid w:val="008A784E"/>
    <w:rsid w:val="008A78E7"/>
    <w:rsid w:val="008B1FE9"/>
    <w:rsid w:val="008B28F2"/>
    <w:rsid w:val="008B2ACB"/>
    <w:rsid w:val="008B4601"/>
    <w:rsid w:val="008B5A13"/>
    <w:rsid w:val="008C2BCD"/>
    <w:rsid w:val="008C3A72"/>
    <w:rsid w:val="008C41F3"/>
    <w:rsid w:val="008C56F4"/>
    <w:rsid w:val="008C6701"/>
    <w:rsid w:val="008C76B0"/>
    <w:rsid w:val="008C7F31"/>
    <w:rsid w:val="008D0A89"/>
    <w:rsid w:val="008D14E8"/>
    <w:rsid w:val="008D2BFA"/>
    <w:rsid w:val="008D2E19"/>
    <w:rsid w:val="008D4870"/>
    <w:rsid w:val="008D55AE"/>
    <w:rsid w:val="008D752C"/>
    <w:rsid w:val="008E1DD7"/>
    <w:rsid w:val="008E594A"/>
    <w:rsid w:val="008E5D3E"/>
    <w:rsid w:val="008E5E4D"/>
    <w:rsid w:val="008E629A"/>
    <w:rsid w:val="008F0137"/>
    <w:rsid w:val="008F2707"/>
    <w:rsid w:val="008F319C"/>
    <w:rsid w:val="008F4218"/>
    <w:rsid w:val="008F4221"/>
    <w:rsid w:val="008F4EC3"/>
    <w:rsid w:val="008F56BD"/>
    <w:rsid w:val="008F728E"/>
    <w:rsid w:val="008F75BF"/>
    <w:rsid w:val="008F77BB"/>
    <w:rsid w:val="009016B4"/>
    <w:rsid w:val="00901B74"/>
    <w:rsid w:val="009025E3"/>
    <w:rsid w:val="0090278A"/>
    <w:rsid w:val="0090407B"/>
    <w:rsid w:val="009043C6"/>
    <w:rsid w:val="00910C4C"/>
    <w:rsid w:val="00910F3C"/>
    <w:rsid w:val="00911B08"/>
    <w:rsid w:val="00913E43"/>
    <w:rsid w:val="00913F3E"/>
    <w:rsid w:val="0091671D"/>
    <w:rsid w:val="00917890"/>
    <w:rsid w:val="00921580"/>
    <w:rsid w:val="0092288B"/>
    <w:rsid w:val="00922D17"/>
    <w:rsid w:val="009233D2"/>
    <w:rsid w:val="00923D44"/>
    <w:rsid w:val="00924FB0"/>
    <w:rsid w:val="009252B6"/>
    <w:rsid w:val="00926F58"/>
    <w:rsid w:val="00930F27"/>
    <w:rsid w:val="009311BF"/>
    <w:rsid w:val="00932DB0"/>
    <w:rsid w:val="00933CBA"/>
    <w:rsid w:val="00935D89"/>
    <w:rsid w:val="009402FC"/>
    <w:rsid w:val="00940308"/>
    <w:rsid w:val="00946AB5"/>
    <w:rsid w:val="00946D7F"/>
    <w:rsid w:val="00947580"/>
    <w:rsid w:val="00951764"/>
    <w:rsid w:val="009532E9"/>
    <w:rsid w:val="00955030"/>
    <w:rsid w:val="009576F0"/>
    <w:rsid w:val="009627DF"/>
    <w:rsid w:val="00963508"/>
    <w:rsid w:val="0096384D"/>
    <w:rsid w:val="00964259"/>
    <w:rsid w:val="00964574"/>
    <w:rsid w:val="00965C3A"/>
    <w:rsid w:val="00966FF1"/>
    <w:rsid w:val="00970DCD"/>
    <w:rsid w:val="00971EF6"/>
    <w:rsid w:val="00971FFC"/>
    <w:rsid w:val="00972799"/>
    <w:rsid w:val="00972EAA"/>
    <w:rsid w:val="00976C7A"/>
    <w:rsid w:val="00980BBA"/>
    <w:rsid w:val="00981659"/>
    <w:rsid w:val="00982E72"/>
    <w:rsid w:val="00983081"/>
    <w:rsid w:val="0098379D"/>
    <w:rsid w:val="00983C05"/>
    <w:rsid w:val="009849A1"/>
    <w:rsid w:val="0098747F"/>
    <w:rsid w:val="00990267"/>
    <w:rsid w:val="009904ED"/>
    <w:rsid w:val="009908A2"/>
    <w:rsid w:val="00990C4E"/>
    <w:rsid w:val="00994C98"/>
    <w:rsid w:val="00994D34"/>
    <w:rsid w:val="009A00EC"/>
    <w:rsid w:val="009A0157"/>
    <w:rsid w:val="009A366C"/>
    <w:rsid w:val="009A4C8F"/>
    <w:rsid w:val="009A4DDF"/>
    <w:rsid w:val="009A719E"/>
    <w:rsid w:val="009A74EF"/>
    <w:rsid w:val="009A7708"/>
    <w:rsid w:val="009B1F84"/>
    <w:rsid w:val="009B4C0E"/>
    <w:rsid w:val="009B567D"/>
    <w:rsid w:val="009B5EEE"/>
    <w:rsid w:val="009B7F71"/>
    <w:rsid w:val="009C63C3"/>
    <w:rsid w:val="009C6D9D"/>
    <w:rsid w:val="009D2B6E"/>
    <w:rsid w:val="009D3360"/>
    <w:rsid w:val="009D4FEA"/>
    <w:rsid w:val="009D7585"/>
    <w:rsid w:val="009E1D39"/>
    <w:rsid w:val="009E2059"/>
    <w:rsid w:val="009E2FB7"/>
    <w:rsid w:val="009E35B2"/>
    <w:rsid w:val="009E5486"/>
    <w:rsid w:val="009E5CE0"/>
    <w:rsid w:val="009E6D17"/>
    <w:rsid w:val="009E7DFC"/>
    <w:rsid w:val="009F100C"/>
    <w:rsid w:val="009F2DC0"/>
    <w:rsid w:val="009F3115"/>
    <w:rsid w:val="009F3803"/>
    <w:rsid w:val="009F3927"/>
    <w:rsid w:val="009F6886"/>
    <w:rsid w:val="009F7606"/>
    <w:rsid w:val="00A01D56"/>
    <w:rsid w:val="00A0216E"/>
    <w:rsid w:val="00A02D90"/>
    <w:rsid w:val="00A02F1B"/>
    <w:rsid w:val="00A04763"/>
    <w:rsid w:val="00A059B1"/>
    <w:rsid w:val="00A06BC1"/>
    <w:rsid w:val="00A1095B"/>
    <w:rsid w:val="00A111A3"/>
    <w:rsid w:val="00A14507"/>
    <w:rsid w:val="00A14733"/>
    <w:rsid w:val="00A1539A"/>
    <w:rsid w:val="00A16320"/>
    <w:rsid w:val="00A17837"/>
    <w:rsid w:val="00A2057A"/>
    <w:rsid w:val="00A21AC3"/>
    <w:rsid w:val="00A237A4"/>
    <w:rsid w:val="00A241D7"/>
    <w:rsid w:val="00A2539A"/>
    <w:rsid w:val="00A2589F"/>
    <w:rsid w:val="00A27F90"/>
    <w:rsid w:val="00A34850"/>
    <w:rsid w:val="00A40233"/>
    <w:rsid w:val="00A42EAE"/>
    <w:rsid w:val="00A44D2A"/>
    <w:rsid w:val="00A453A2"/>
    <w:rsid w:val="00A458CB"/>
    <w:rsid w:val="00A47585"/>
    <w:rsid w:val="00A527AE"/>
    <w:rsid w:val="00A53598"/>
    <w:rsid w:val="00A5453E"/>
    <w:rsid w:val="00A5548F"/>
    <w:rsid w:val="00A5766D"/>
    <w:rsid w:val="00A57A10"/>
    <w:rsid w:val="00A57EE5"/>
    <w:rsid w:val="00A6005C"/>
    <w:rsid w:val="00A61C66"/>
    <w:rsid w:val="00A62375"/>
    <w:rsid w:val="00A62E29"/>
    <w:rsid w:val="00A64853"/>
    <w:rsid w:val="00A660B3"/>
    <w:rsid w:val="00A6706A"/>
    <w:rsid w:val="00A714AE"/>
    <w:rsid w:val="00A71A9E"/>
    <w:rsid w:val="00A72FEC"/>
    <w:rsid w:val="00A73136"/>
    <w:rsid w:val="00A73B4D"/>
    <w:rsid w:val="00A8051C"/>
    <w:rsid w:val="00A806D3"/>
    <w:rsid w:val="00A81CF6"/>
    <w:rsid w:val="00A82F8E"/>
    <w:rsid w:val="00A83D04"/>
    <w:rsid w:val="00A85570"/>
    <w:rsid w:val="00A85CFB"/>
    <w:rsid w:val="00A863D0"/>
    <w:rsid w:val="00A90E17"/>
    <w:rsid w:val="00A9193E"/>
    <w:rsid w:val="00A91EC1"/>
    <w:rsid w:val="00A964F2"/>
    <w:rsid w:val="00AA24A2"/>
    <w:rsid w:val="00AB07A3"/>
    <w:rsid w:val="00AB1078"/>
    <w:rsid w:val="00AB66A8"/>
    <w:rsid w:val="00AC03FA"/>
    <w:rsid w:val="00AC257D"/>
    <w:rsid w:val="00AC2C1F"/>
    <w:rsid w:val="00AC42F5"/>
    <w:rsid w:val="00AC5467"/>
    <w:rsid w:val="00AC6B3E"/>
    <w:rsid w:val="00AC7F12"/>
    <w:rsid w:val="00AD1724"/>
    <w:rsid w:val="00AD1B95"/>
    <w:rsid w:val="00AD1F78"/>
    <w:rsid w:val="00AD6A7F"/>
    <w:rsid w:val="00AE0562"/>
    <w:rsid w:val="00AE1151"/>
    <w:rsid w:val="00AE31BB"/>
    <w:rsid w:val="00AE4DAE"/>
    <w:rsid w:val="00AE69D0"/>
    <w:rsid w:val="00AE7D5D"/>
    <w:rsid w:val="00AE7E6B"/>
    <w:rsid w:val="00AF1876"/>
    <w:rsid w:val="00AF26ED"/>
    <w:rsid w:val="00AF381C"/>
    <w:rsid w:val="00AF3CCD"/>
    <w:rsid w:val="00B00438"/>
    <w:rsid w:val="00B01D9A"/>
    <w:rsid w:val="00B0364E"/>
    <w:rsid w:val="00B03779"/>
    <w:rsid w:val="00B03A0E"/>
    <w:rsid w:val="00B03FDE"/>
    <w:rsid w:val="00B04136"/>
    <w:rsid w:val="00B04951"/>
    <w:rsid w:val="00B05BA5"/>
    <w:rsid w:val="00B10D28"/>
    <w:rsid w:val="00B112D4"/>
    <w:rsid w:val="00B113F9"/>
    <w:rsid w:val="00B116ED"/>
    <w:rsid w:val="00B124A9"/>
    <w:rsid w:val="00B1456F"/>
    <w:rsid w:val="00B14A76"/>
    <w:rsid w:val="00B15847"/>
    <w:rsid w:val="00B16E76"/>
    <w:rsid w:val="00B178B7"/>
    <w:rsid w:val="00B204B1"/>
    <w:rsid w:val="00B22580"/>
    <w:rsid w:val="00B24172"/>
    <w:rsid w:val="00B25B46"/>
    <w:rsid w:val="00B2691B"/>
    <w:rsid w:val="00B27E10"/>
    <w:rsid w:val="00B32417"/>
    <w:rsid w:val="00B32BF4"/>
    <w:rsid w:val="00B33600"/>
    <w:rsid w:val="00B34128"/>
    <w:rsid w:val="00B343ED"/>
    <w:rsid w:val="00B35734"/>
    <w:rsid w:val="00B35961"/>
    <w:rsid w:val="00B35C94"/>
    <w:rsid w:val="00B377AB"/>
    <w:rsid w:val="00B37E0C"/>
    <w:rsid w:val="00B41812"/>
    <w:rsid w:val="00B42B70"/>
    <w:rsid w:val="00B44C3D"/>
    <w:rsid w:val="00B45776"/>
    <w:rsid w:val="00B47829"/>
    <w:rsid w:val="00B50F12"/>
    <w:rsid w:val="00B52DB4"/>
    <w:rsid w:val="00B53D32"/>
    <w:rsid w:val="00B54BA5"/>
    <w:rsid w:val="00B564C7"/>
    <w:rsid w:val="00B566E6"/>
    <w:rsid w:val="00B56F2E"/>
    <w:rsid w:val="00B60830"/>
    <w:rsid w:val="00B60917"/>
    <w:rsid w:val="00B60936"/>
    <w:rsid w:val="00B61121"/>
    <w:rsid w:val="00B615BC"/>
    <w:rsid w:val="00B61E06"/>
    <w:rsid w:val="00B61E8A"/>
    <w:rsid w:val="00B62AA3"/>
    <w:rsid w:val="00B630B7"/>
    <w:rsid w:val="00B63D10"/>
    <w:rsid w:val="00B71A05"/>
    <w:rsid w:val="00B74096"/>
    <w:rsid w:val="00B7431D"/>
    <w:rsid w:val="00B7577B"/>
    <w:rsid w:val="00B7638E"/>
    <w:rsid w:val="00B83510"/>
    <w:rsid w:val="00B83DD5"/>
    <w:rsid w:val="00B841B8"/>
    <w:rsid w:val="00B86DFA"/>
    <w:rsid w:val="00B87167"/>
    <w:rsid w:val="00B92EBA"/>
    <w:rsid w:val="00B9366F"/>
    <w:rsid w:val="00B93E2F"/>
    <w:rsid w:val="00B94E38"/>
    <w:rsid w:val="00B95872"/>
    <w:rsid w:val="00B95DD7"/>
    <w:rsid w:val="00B960D9"/>
    <w:rsid w:val="00B961E0"/>
    <w:rsid w:val="00BA1527"/>
    <w:rsid w:val="00BA2D0C"/>
    <w:rsid w:val="00BA3253"/>
    <w:rsid w:val="00BA5FA0"/>
    <w:rsid w:val="00BA7D6E"/>
    <w:rsid w:val="00BB25F2"/>
    <w:rsid w:val="00BB4399"/>
    <w:rsid w:val="00BB6D59"/>
    <w:rsid w:val="00BB78E1"/>
    <w:rsid w:val="00BC091F"/>
    <w:rsid w:val="00BC0A37"/>
    <w:rsid w:val="00BC219B"/>
    <w:rsid w:val="00BC291F"/>
    <w:rsid w:val="00BC2F5A"/>
    <w:rsid w:val="00BC41C5"/>
    <w:rsid w:val="00BC730D"/>
    <w:rsid w:val="00BC79FA"/>
    <w:rsid w:val="00BC7EC7"/>
    <w:rsid w:val="00BD147F"/>
    <w:rsid w:val="00BD225E"/>
    <w:rsid w:val="00BD273B"/>
    <w:rsid w:val="00BD3763"/>
    <w:rsid w:val="00BD37AF"/>
    <w:rsid w:val="00BD3C7E"/>
    <w:rsid w:val="00BD4147"/>
    <w:rsid w:val="00BE2BA7"/>
    <w:rsid w:val="00BE43DE"/>
    <w:rsid w:val="00BE53CA"/>
    <w:rsid w:val="00BE5A32"/>
    <w:rsid w:val="00BF201E"/>
    <w:rsid w:val="00BF3B34"/>
    <w:rsid w:val="00BF54DC"/>
    <w:rsid w:val="00BF5EC5"/>
    <w:rsid w:val="00BF6340"/>
    <w:rsid w:val="00C000AB"/>
    <w:rsid w:val="00C04472"/>
    <w:rsid w:val="00C07512"/>
    <w:rsid w:val="00C07A19"/>
    <w:rsid w:val="00C112A7"/>
    <w:rsid w:val="00C14947"/>
    <w:rsid w:val="00C15692"/>
    <w:rsid w:val="00C17787"/>
    <w:rsid w:val="00C179AF"/>
    <w:rsid w:val="00C22135"/>
    <w:rsid w:val="00C24DC2"/>
    <w:rsid w:val="00C25CF5"/>
    <w:rsid w:val="00C26B14"/>
    <w:rsid w:val="00C2778B"/>
    <w:rsid w:val="00C301B2"/>
    <w:rsid w:val="00C305B9"/>
    <w:rsid w:val="00C3360E"/>
    <w:rsid w:val="00C350C6"/>
    <w:rsid w:val="00C35135"/>
    <w:rsid w:val="00C366BE"/>
    <w:rsid w:val="00C40E0B"/>
    <w:rsid w:val="00C4221C"/>
    <w:rsid w:val="00C43B28"/>
    <w:rsid w:val="00C47A92"/>
    <w:rsid w:val="00C500C4"/>
    <w:rsid w:val="00C526C1"/>
    <w:rsid w:val="00C52F1C"/>
    <w:rsid w:val="00C54FBA"/>
    <w:rsid w:val="00C56ACD"/>
    <w:rsid w:val="00C56F04"/>
    <w:rsid w:val="00C57A21"/>
    <w:rsid w:val="00C600B6"/>
    <w:rsid w:val="00C61074"/>
    <w:rsid w:val="00C61C2E"/>
    <w:rsid w:val="00C67B00"/>
    <w:rsid w:val="00C71E65"/>
    <w:rsid w:val="00C727BA"/>
    <w:rsid w:val="00C7445D"/>
    <w:rsid w:val="00C7470F"/>
    <w:rsid w:val="00C81443"/>
    <w:rsid w:val="00C835D9"/>
    <w:rsid w:val="00C854AA"/>
    <w:rsid w:val="00C85D2B"/>
    <w:rsid w:val="00C920DA"/>
    <w:rsid w:val="00C93814"/>
    <w:rsid w:val="00C93D85"/>
    <w:rsid w:val="00C9408B"/>
    <w:rsid w:val="00C962E8"/>
    <w:rsid w:val="00CA014A"/>
    <w:rsid w:val="00CA1261"/>
    <w:rsid w:val="00CA21A4"/>
    <w:rsid w:val="00CA47AB"/>
    <w:rsid w:val="00CA57E3"/>
    <w:rsid w:val="00CA5BE6"/>
    <w:rsid w:val="00CA6428"/>
    <w:rsid w:val="00CA68E3"/>
    <w:rsid w:val="00CA6FFB"/>
    <w:rsid w:val="00CA71BF"/>
    <w:rsid w:val="00CB018D"/>
    <w:rsid w:val="00CB04CE"/>
    <w:rsid w:val="00CB27D4"/>
    <w:rsid w:val="00CB44BF"/>
    <w:rsid w:val="00CB5272"/>
    <w:rsid w:val="00CB6217"/>
    <w:rsid w:val="00CB78E4"/>
    <w:rsid w:val="00CC00AA"/>
    <w:rsid w:val="00CC0718"/>
    <w:rsid w:val="00CC2B24"/>
    <w:rsid w:val="00CC3D40"/>
    <w:rsid w:val="00CC5048"/>
    <w:rsid w:val="00CC60A4"/>
    <w:rsid w:val="00CC7919"/>
    <w:rsid w:val="00CD4EFA"/>
    <w:rsid w:val="00CD57C1"/>
    <w:rsid w:val="00CE0413"/>
    <w:rsid w:val="00CE170E"/>
    <w:rsid w:val="00CE278F"/>
    <w:rsid w:val="00CE3938"/>
    <w:rsid w:val="00CE4755"/>
    <w:rsid w:val="00CE4EB8"/>
    <w:rsid w:val="00CE6429"/>
    <w:rsid w:val="00CE6516"/>
    <w:rsid w:val="00CE7826"/>
    <w:rsid w:val="00CE7E95"/>
    <w:rsid w:val="00CF0AE6"/>
    <w:rsid w:val="00CF1351"/>
    <w:rsid w:val="00CF17D1"/>
    <w:rsid w:val="00CF1E4C"/>
    <w:rsid w:val="00CF200A"/>
    <w:rsid w:val="00CF206F"/>
    <w:rsid w:val="00CF2B39"/>
    <w:rsid w:val="00CF38E9"/>
    <w:rsid w:val="00CF4E66"/>
    <w:rsid w:val="00CF5FE5"/>
    <w:rsid w:val="00CF6B10"/>
    <w:rsid w:val="00CF7725"/>
    <w:rsid w:val="00CF7904"/>
    <w:rsid w:val="00D00857"/>
    <w:rsid w:val="00D053CB"/>
    <w:rsid w:val="00D05804"/>
    <w:rsid w:val="00D07EF7"/>
    <w:rsid w:val="00D10CD3"/>
    <w:rsid w:val="00D11566"/>
    <w:rsid w:val="00D11576"/>
    <w:rsid w:val="00D127B9"/>
    <w:rsid w:val="00D1283A"/>
    <w:rsid w:val="00D136EF"/>
    <w:rsid w:val="00D14513"/>
    <w:rsid w:val="00D1629E"/>
    <w:rsid w:val="00D17597"/>
    <w:rsid w:val="00D17939"/>
    <w:rsid w:val="00D208B4"/>
    <w:rsid w:val="00D2302F"/>
    <w:rsid w:val="00D24A0B"/>
    <w:rsid w:val="00D322E8"/>
    <w:rsid w:val="00D341AE"/>
    <w:rsid w:val="00D34269"/>
    <w:rsid w:val="00D35E97"/>
    <w:rsid w:val="00D40881"/>
    <w:rsid w:val="00D45B94"/>
    <w:rsid w:val="00D46A10"/>
    <w:rsid w:val="00D503C7"/>
    <w:rsid w:val="00D51C3B"/>
    <w:rsid w:val="00D55EA2"/>
    <w:rsid w:val="00D567B8"/>
    <w:rsid w:val="00D56CAF"/>
    <w:rsid w:val="00D606FF"/>
    <w:rsid w:val="00D61E27"/>
    <w:rsid w:val="00D639E1"/>
    <w:rsid w:val="00D6409A"/>
    <w:rsid w:val="00D64E33"/>
    <w:rsid w:val="00D66C13"/>
    <w:rsid w:val="00D6705C"/>
    <w:rsid w:val="00D711B2"/>
    <w:rsid w:val="00D71C5F"/>
    <w:rsid w:val="00D74740"/>
    <w:rsid w:val="00D74E56"/>
    <w:rsid w:val="00D75A80"/>
    <w:rsid w:val="00D768A2"/>
    <w:rsid w:val="00D77C92"/>
    <w:rsid w:val="00D81803"/>
    <w:rsid w:val="00D82696"/>
    <w:rsid w:val="00D90411"/>
    <w:rsid w:val="00D915E3"/>
    <w:rsid w:val="00D9240A"/>
    <w:rsid w:val="00D93245"/>
    <w:rsid w:val="00D9330C"/>
    <w:rsid w:val="00D95542"/>
    <w:rsid w:val="00D96CAD"/>
    <w:rsid w:val="00D96DFD"/>
    <w:rsid w:val="00D97292"/>
    <w:rsid w:val="00D9762B"/>
    <w:rsid w:val="00DA123F"/>
    <w:rsid w:val="00DA1384"/>
    <w:rsid w:val="00DA18F2"/>
    <w:rsid w:val="00DA4A73"/>
    <w:rsid w:val="00DB3159"/>
    <w:rsid w:val="00DB42C5"/>
    <w:rsid w:val="00DB4B5F"/>
    <w:rsid w:val="00DB72ED"/>
    <w:rsid w:val="00DB7969"/>
    <w:rsid w:val="00DC245B"/>
    <w:rsid w:val="00DC2620"/>
    <w:rsid w:val="00DD1260"/>
    <w:rsid w:val="00DD4143"/>
    <w:rsid w:val="00DD50EE"/>
    <w:rsid w:val="00DD7A86"/>
    <w:rsid w:val="00DE12EF"/>
    <w:rsid w:val="00DE2B3B"/>
    <w:rsid w:val="00DE32F8"/>
    <w:rsid w:val="00DE5F41"/>
    <w:rsid w:val="00DE6B68"/>
    <w:rsid w:val="00DE75B3"/>
    <w:rsid w:val="00DE78A9"/>
    <w:rsid w:val="00DF1307"/>
    <w:rsid w:val="00DF34D7"/>
    <w:rsid w:val="00DF39D3"/>
    <w:rsid w:val="00DF4E53"/>
    <w:rsid w:val="00E00A6F"/>
    <w:rsid w:val="00E0337F"/>
    <w:rsid w:val="00E0387E"/>
    <w:rsid w:val="00E04527"/>
    <w:rsid w:val="00E052E8"/>
    <w:rsid w:val="00E060E4"/>
    <w:rsid w:val="00E1015D"/>
    <w:rsid w:val="00E123DF"/>
    <w:rsid w:val="00E1598C"/>
    <w:rsid w:val="00E16C4A"/>
    <w:rsid w:val="00E23CC4"/>
    <w:rsid w:val="00E26140"/>
    <w:rsid w:val="00E3179C"/>
    <w:rsid w:val="00E31A39"/>
    <w:rsid w:val="00E33538"/>
    <w:rsid w:val="00E33DB1"/>
    <w:rsid w:val="00E4058D"/>
    <w:rsid w:val="00E40624"/>
    <w:rsid w:val="00E40A49"/>
    <w:rsid w:val="00E43CCA"/>
    <w:rsid w:val="00E46026"/>
    <w:rsid w:val="00E46DC2"/>
    <w:rsid w:val="00E535EF"/>
    <w:rsid w:val="00E54160"/>
    <w:rsid w:val="00E541A6"/>
    <w:rsid w:val="00E55ABC"/>
    <w:rsid w:val="00E56FB5"/>
    <w:rsid w:val="00E57FA5"/>
    <w:rsid w:val="00E61142"/>
    <w:rsid w:val="00E636B1"/>
    <w:rsid w:val="00E64659"/>
    <w:rsid w:val="00E6753C"/>
    <w:rsid w:val="00E67FA5"/>
    <w:rsid w:val="00E70F25"/>
    <w:rsid w:val="00E711AA"/>
    <w:rsid w:val="00E71BCD"/>
    <w:rsid w:val="00E72A16"/>
    <w:rsid w:val="00E7349E"/>
    <w:rsid w:val="00E74FFE"/>
    <w:rsid w:val="00E80641"/>
    <w:rsid w:val="00E80765"/>
    <w:rsid w:val="00E81465"/>
    <w:rsid w:val="00E84816"/>
    <w:rsid w:val="00E851C2"/>
    <w:rsid w:val="00E87938"/>
    <w:rsid w:val="00E929B0"/>
    <w:rsid w:val="00E96050"/>
    <w:rsid w:val="00EA0D01"/>
    <w:rsid w:val="00EA3CFE"/>
    <w:rsid w:val="00EA40D8"/>
    <w:rsid w:val="00EA6BB4"/>
    <w:rsid w:val="00EA6CD6"/>
    <w:rsid w:val="00EB0C0F"/>
    <w:rsid w:val="00EB3663"/>
    <w:rsid w:val="00EB37C4"/>
    <w:rsid w:val="00EB39B3"/>
    <w:rsid w:val="00EB6D7B"/>
    <w:rsid w:val="00EC0BDA"/>
    <w:rsid w:val="00EC163D"/>
    <w:rsid w:val="00EC239E"/>
    <w:rsid w:val="00EC5C04"/>
    <w:rsid w:val="00EC5CA7"/>
    <w:rsid w:val="00ED16DF"/>
    <w:rsid w:val="00ED2C45"/>
    <w:rsid w:val="00ED3524"/>
    <w:rsid w:val="00ED3875"/>
    <w:rsid w:val="00ED49E3"/>
    <w:rsid w:val="00ED5BA1"/>
    <w:rsid w:val="00ED6C5B"/>
    <w:rsid w:val="00ED7890"/>
    <w:rsid w:val="00EE0893"/>
    <w:rsid w:val="00EE0BE2"/>
    <w:rsid w:val="00EE0D06"/>
    <w:rsid w:val="00EE3246"/>
    <w:rsid w:val="00EE3A69"/>
    <w:rsid w:val="00EE423E"/>
    <w:rsid w:val="00EE43C6"/>
    <w:rsid w:val="00EE4BDF"/>
    <w:rsid w:val="00EE4C0E"/>
    <w:rsid w:val="00EE5F15"/>
    <w:rsid w:val="00EE7782"/>
    <w:rsid w:val="00EF00BE"/>
    <w:rsid w:val="00EF0E34"/>
    <w:rsid w:val="00EF15A0"/>
    <w:rsid w:val="00EF232E"/>
    <w:rsid w:val="00EF5807"/>
    <w:rsid w:val="00F003BA"/>
    <w:rsid w:val="00F0224F"/>
    <w:rsid w:val="00F0462C"/>
    <w:rsid w:val="00F05126"/>
    <w:rsid w:val="00F05466"/>
    <w:rsid w:val="00F10AC2"/>
    <w:rsid w:val="00F12847"/>
    <w:rsid w:val="00F12B3E"/>
    <w:rsid w:val="00F13DB3"/>
    <w:rsid w:val="00F161B1"/>
    <w:rsid w:val="00F1738A"/>
    <w:rsid w:val="00F2377F"/>
    <w:rsid w:val="00F24F03"/>
    <w:rsid w:val="00F253B6"/>
    <w:rsid w:val="00F26B3F"/>
    <w:rsid w:val="00F26FE3"/>
    <w:rsid w:val="00F30998"/>
    <w:rsid w:val="00F34D84"/>
    <w:rsid w:val="00F356EA"/>
    <w:rsid w:val="00F368FC"/>
    <w:rsid w:val="00F36BFA"/>
    <w:rsid w:val="00F37030"/>
    <w:rsid w:val="00F40E16"/>
    <w:rsid w:val="00F41DA7"/>
    <w:rsid w:val="00F42314"/>
    <w:rsid w:val="00F44902"/>
    <w:rsid w:val="00F44C0A"/>
    <w:rsid w:val="00F44F0F"/>
    <w:rsid w:val="00F45F01"/>
    <w:rsid w:val="00F46648"/>
    <w:rsid w:val="00F505C0"/>
    <w:rsid w:val="00F537A6"/>
    <w:rsid w:val="00F53CED"/>
    <w:rsid w:val="00F5409A"/>
    <w:rsid w:val="00F56255"/>
    <w:rsid w:val="00F573BD"/>
    <w:rsid w:val="00F57BF5"/>
    <w:rsid w:val="00F57E23"/>
    <w:rsid w:val="00F607D6"/>
    <w:rsid w:val="00F614CA"/>
    <w:rsid w:val="00F616BE"/>
    <w:rsid w:val="00F64695"/>
    <w:rsid w:val="00F66218"/>
    <w:rsid w:val="00F67061"/>
    <w:rsid w:val="00F673CD"/>
    <w:rsid w:val="00F711E5"/>
    <w:rsid w:val="00F75257"/>
    <w:rsid w:val="00F77EE1"/>
    <w:rsid w:val="00F817A8"/>
    <w:rsid w:val="00F82EFC"/>
    <w:rsid w:val="00F83574"/>
    <w:rsid w:val="00F84911"/>
    <w:rsid w:val="00F84D38"/>
    <w:rsid w:val="00F8733C"/>
    <w:rsid w:val="00F8791E"/>
    <w:rsid w:val="00F94C47"/>
    <w:rsid w:val="00F94DA7"/>
    <w:rsid w:val="00F94EB7"/>
    <w:rsid w:val="00FA18F7"/>
    <w:rsid w:val="00FA1D18"/>
    <w:rsid w:val="00FA50E7"/>
    <w:rsid w:val="00FA6360"/>
    <w:rsid w:val="00FA6636"/>
    <w:rsid w:val="00FA79E6"/>
    <w:rsid w:val="00FB4491"/>
    <w:rsid w:val="00FB4AC4"/>
    <w:rsid w:val="00FB51EE"/>
    <w:rsid w:val="00FB5673"/>
    <w:rsid w:val="00FB71EC"/>
    <w:rsid w:val="00FC110A"/>
    <w:rsid w:val="00FC4357"/>
    <w:rsid w:val="00FC788A"/>
    <w:rsid w:val="00FD0A87"/>
    <w:rsid w:val="00FD0CE4"/>
    <w:rsid w:val="00FD1158"/>
    <w:rsid w:val="00FD3849"/>
    <w:rsid w:val="00FD631A"/>
    <w:rsid w:val="00FD7739"/>
    <w:rsid w:val="00FE0B25"/>
    <w:rsid w:val="00FE214C"/>
    <w:rsid w:val="00FE59F3"/>
    <w:rsid w:val="00FE615A"/>
    <w:rsid w:val="00FE63CB"/>
    <w:rsid w:val="00FE7560"/>
    <w:rsid w:val="00FF4D5C"/>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ny">
    <w:name w:val="Normal"/>
    <w:qFormat/>
    <w:rsid w:val="00A71A9E"/>
    <w:rPr>
      <w:sz w:val="24"/>
      <w:szCs w:val="24"/>
    </w:rPr>
  </w:style>
  <w:style w:type="paragraph" w:styleId="Nagwek1">
    <w:name w:val="heading 1"/>
    <w:basedOn w:val="Normalny"/>
    <w:next w:val="Normalny"/>
    <w:link w:val="Nagwek1Znak"/>
    <w:qFormat/>
    <w:rsid w:val="00E40A49"/>
    <w:pPr>
      <w:keepNext/>
      <w:outlineLvl w:val="0"/>
    </w:pPr>
    <w:rPr>
      <w:b/>
      <w:bCs/>
      <w:color w:val="FF00FF"/>
    </w:rPr>
  </w:style>
  <w:style w:type="paragraph" w:styleId="Nagwek2">
    <w:name w:val="heading 2"/>
    <w:aliases w:val="heading 3"/>
    <w:basedOn w:val="Normalny"/>
    <w:next w:val="Normalny"/>
    <w:qFormat/>
    <w:rsid w:val="00E40A49"/>
    <w:pPr>
      <w:keepNext/>
      <w:spacing w:before="240" w:after="60"/>
      <w:outlineLvl w:val="1"/>
    </w:pPr>
    <w:rPr>
      <w:rFonts w:ascii="Arial" w:hAnsi="Arial"/>
      <w:b/>
      <w:i/>
      <w:sz w:val="28"/>
      <w:szCs w:val="28"/>
      <w:lang w:val="en-US"/>
    </w:rPr>
  </w:style>
  <w:style w:type="paragraph" w:styleId="Nagwek3">
    <w:name w:val="heading 3"/>
    <w:basedOn w:val="Normalny"/>
    <w:next w:val="Normalny"/>
    <w:qFormat/>
    <w:rsid w:val="00E40A49"/>
    <w:pPr>
      <w:keepNext/>
      <w:spacing w:before="100" w:beforeAutospacing="1" w:after="100" w:afterAutospacing="1"/>
      <w:ind w:left="360"/>
      <w:outlineLvl w:val="2"/>
    </w:pPr>
    <w:rPr>
      <w:b/>
      <w:bCs/>
      <w:color w:val="FF00FF"/>
      <w:lang w:val="en-US"/>
    </w:rPr>
  </w:style>
  <w:style w:type="paragraph" w:styleId="Nagwek4">
    <w:name w:val="heading 4"/>
    <w:basedOn w:val="Normalny"/>
    <w:next w:val="Normalny"/>
    <w:link w:val="Nagwek4Znak"/>
    <w:uiPriority w:val="9"/>
    <w:unhideWhenUsed/>
    <w:qFormat/>
    <w:rsid w:val="00E40A49"/>
    <w:pPr>
      <w:keepNext/>
      <w:keepLines/>
      <w:spacing w:before="200"/>
      <w:outlineLvl w:val="3"/>
    </w:pPr>
    <w:rPr>
      <w:rFonts w:ascii="Cambria" w:hAnsi="Cambria"/>
      <w:b/>
      <w:bCs/>
      <w:i/>
      <w:iCs/>
      <w:color w:val="4F81BD"/>
    </w:rPr>
  </w:style>
  <w:style w:type="character" w:default="1" w:styleId="Domylnaczcionkaakapitu">
    <w:name w:val="Default Paragraph Font"/>
    <w:semiHidden/>
    <w:rsid w:val="00A71A9E"/>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rsid w:val="00A71A9E"/>
  </w:style>
  <w:style w:type="paragraph" w:customStyle="1" w:styleId="ReadingHead">
    <w:name w:val="Reading Head"/>
    <w:basedOn w:val="Text"/>
    <w:rsid w:val="00A71A9E"/>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A71A9E"/>
    <w:rPr>
      <w:rFonts w:ascii="Times New Roman" w:hAnsi="Times New Roman"/>
      <w:i/>
      <w:color w:val="0000FF"/>
      <w:sz w:val="24"/>
    </w:rPr>
  </w:style>
  <w:style w:type="paragraph" w:customStyle="1" w:styleId="ReadingText">
    <w:name w:val="Reading Text"/>
    <w:basedOn w:val="Text"/>
    <w:rsid w:val="00A71A9E"/>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A71A9E"/>
    <w:rPr>
      <w:i/>
      <w:color w:val="003366"/>
      <w:sz w:val="24"/>
      <w:szCs w:val="24"/>
    </w:rPr>
  </w:style>
  <w:style w:type="paragraph" w:customStyle="1" w:styleId="RealiaText">
    <w:name w:val="Realia Text"/>
    <w:rsid w:val="00A71A9E"/>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A71A9E"/>
    <w:pPr>
      <w:ind w:left="0" w:firstLine="0"/>
    </w:pPr>
  </w:style>
  <w:style w:type="paragraph" w:customStyle="1" w:styleId="TextList">
    <w:name w:val="Text List"/>
    <w:rsid w:val="00A71A9E"/>
    <w:pPr>
      <w:tabs>
        <w:tab w:val="left" w:pos="567"/>
      </w:tabs>
      <w:ind w:left="567" w:hanging="567"/>
    </w:pPr>
    <w:rPr>
      <w:rFonts w:ascii="Arial" w:hAnsi="Arial" w:cs="Arial"/>
    </w:rPr>
  </w:style>
  <w:style w:type="paragraph" w:styleId="Tekstdymka">
    <w:name w:val="Balloon Text"/>
    <w:basedOn w:val="Normalny"/>
    <w:link w:val="TekstdymkaZnak"/>
    <w:semiHidden/>
    <w:rsid w:val="00E40A49"/>
    <w:rPr>
      <w:rFonts w:ascii="Lucida Grande" w:hAnsi="Lucida Grande"/>
      <w:sz w:val="18"/>
      <w:szCs w:val="18"/>
    </w:rPr>
  </w:style>
  <w:style w:type="character" w:customStyle="1" w:styleId="TekstdymkaZnak">
    <w:name w:val="Tekst dymka Znak"/>
    <w:link w:val="Tekstdymka"/>
    <w:semiHidden/>
    <w:locked/>
    <w:rsid w:val="00E40A49"/>
    <w:rPr>
      <w:rFonts w:ascii="Lucida Grande" w:hAnsi="Lucida Grande"/>
      <w:sz w:val="18"/>
      <w:szCs w:val="18"/>
    </w:rPr>
  </w:style>
  <w:style w:type="paragraph" w:styleId="Tekstkomentarza">
    <w:name w:val="annotation text"/>
    <w:basedOn w:val="Normalny"/>
    <w:link w:val="TekstkomentarzaZnak"/>
    <w:uiPriority w:val="99"/>
    <w:semiHidden/>
    <w:rsid w:val="00E40A49"/>
    <w:rPr>
      <w:sz w:val="20"/>
      <w:szCs w:val="20"/>
    </w:rPr>
  </w:style>
  <w:style w:type="character" w:customStyle="1" w:styleId="TekstkomentarzaZnak">
    <w:name w:val="Tekst komentarza Znak"/>
    <w:link w:val="Tekstkomentarza"/>
    <w:uiPriority w:val="99"/>
    <w:semiHidden/>
    <w:locked/>
    <w:rsid w:val="00E40A49"/>
  </w:style>
  <w:style w:type="paragraph" w:customStyle="1" w:styleId="BriefPhoto">
    <w:name w:val="Brief Photo"/>
    <w:rsid w:val="00A71A9E"/>
    <w:pPr>
      <w:spacing w:before="120" w:after="120"/>
    </w:pPr>
    <w:rPr>
      <w:i/>
      <w:color w:val="800080"/>
      <w:sz w:val="24"/>
      <w:szCs w:val="24"/>
    </w:rPr>
  </w:style>
  <w:style w:type="character" w:styleId="Odwoaniedokomentarza">
    <w:name w:val="annotation reference"/>
    <w:uiPriority w:val="99"/>
    <w:semiHidden/>
    <w:rsid w:val="00E40A49"/>
    <w:rPr>
      <w:sz w:val="16"/>
      <w:szCs w:val="16"/>
    </w:rPr>
  </w:style>
  <w:style w:type="paragraph" w:styleId="Stopka">
    <w:name w:val="footer"/>
    <w:basedOn w:val="Normalny"/>
    <w:rsid w:val="00E40A49"/>
    <w:pPr>
      <w:tabs>
        <w:tab w:val="center" w:pos="4153"/>
        <w:tab w:val="right" w:pos="8306"/>
      </w:tabs>
    </w:pPr>
    <w:rPr>
      <w:rFonts w:ascii="Arial" w:hAnsi="Arial"/>
      <w:sz w:val="23"/>
    </w:rPr>
  </w:style>
  <w:style w:type="paragraph" w:styleId="Nagwek">
    <w:name w:val="header"/>
    <w:basedOn w:val="Normalny"/>
    <w:link w:val="NagwekZnak"/>
    <w:uiPriority w:val="99"/>
    <w:rsid w:val="00E40A49"/>
    <w:pPr>
      <w:tabs>
        <w:tab w:val="center" w:pos="4153"/>
        <w:tab w:val="right" w:pos="8306"/>
      </w:tabs>
    </w:pPr>
  </w:style>
  <w:style w:type="paragraph" w:customStyle="1" w:styleId="HeadUnit">
    <w:name w:val="Head Unit"/>
    <w:next w:val="HeadLesson"/>
    <w:autoRedefine/>
    <w:rsid w:val="00A71A9E"/>
    <w:pPr>
      <w:shd w:val="clear" w:color="auto" w:fill="EEECE1"/>
      <w:spacing w:before="120"/>
    </w:pPr>
    <w:rPr>
      <w:rFonts w:ascii="Arial" w:hAnsi="Arial" w:cs="Arial"/>
      <w:b/>
      <w:sz w:val="36"/>
      <w:szCs w:val="36"/>
    </w:rPr>
  </w:style>
  <w:style w:type="paragraph" w:customStyle="1" w:styleId="HeadASection">
    <w:name w:val="Head A Section"/>
    <w:next w:val="Normalny"/>
    <w:link w:val="HeadASectionChar"/>
    <w:autoRedefine/>
    <w:qFormat/>
    <w:rsid w:val="00396038"/>
    <w:pPr>
      <w:shd w:val="clear" w:color="auto" w:fill="D9D9D9"/>
    </w:pPr>
    <w:rPr>
      <w:rFonts w:ascii="Arial" w:hAnsi="Arial" w:cs="Arial"/>
      <w:b/>
      <w:sz w:val="28"/>
      <w:szCs w:val="28"/>
      <w:lang w:val="pl-PL" w:eastAsia="pl-PL"/>
    </w:rPr>
  </w:style>
  <w:style w:type="character" w:customStyle="1" w:styleId="HeadASectionChar">
    <w:name w:val="Head A Section Char"/>
    <w:link w:val="HeadASection"/>
    <w:rsid w:val="00396038"/>
    <w:rPr>
      <w:rFonts w:ascii="Arial" w:hAnsi="Arial" w:cs="Arial"/>
      <w:b/>
      <w:sz w:val="28"/>
      <w:szCs w:val="28"/>
      <w:shd w:val="clear" w:color="auto" w:fill="D9D9D9"/>
      <w:lang w:val="pl-PL" w:eastAsia="pl-PL"/>
    </w:rPr>
  </w:style>
  <w:style w:type="character" w:customStyle="1" w:styleId="Phoneticschr">
    <w:name w:val="Phonetics chr"/>
    <w:rsid w:val="00A71A9E"/>
    <w:rPr>
      <w:rFonts w:ascii="Charis SIL" w:hAnsi="Charis SIL"/>
    </w:rPr>
  </w:style>
  <w:style w:type="character" w:customStyle="1" w:styleId="GapFillchr">
    <w:name w:val="Gap Fill chr"/>
    <w:rsid w:val="00A71A9E"/>
    <w:rPr>
      <w:rFonts w:ascii="Courier New" w:hAnsi="Courier New"/>
      <w:b/>
      <w:color w:val="FF6600"/>
      <w:sz w:val="20"/>
      <w:u w:val="dottedHeavy" w:color="000080"/>
    </w:rPr>
  </w:style>
  <w:style w:type="character" w:customStyle="1" w:styleId="Arrowchr">
    <w:name w:val="Arrow chr"/>
    <w:basedOn w:val="Domylnaczcionkaakapitu"/>
    <w:rsid w:val="00A71A9E"/>
  </w:style>
  <w:style w:type="paragraph" w:customStyle="1" w:styleId="RealiaHead">
    <w:name w:val="Realia Head"/>
    <w:basedOn w:val="RealiaText"/>
    <w:rsid w:val="00A71A9E"/>
    <w:pPr>
      <w:spacing w:before="240" w:after="60"/>
    </w:pPr>
    <w:rPr>
      <w:b/>
      <w:u w:val="single"/>
    </w:rPr>
  </w:style>
  <w:style w:type="paragraph" w:styleId="Bezodstpw">
    <w:name w:val="No Spacing"/>
    <w:qFormat/>
    <w:rsid w:val="00E40A49"/>
    <w:rPr>
      <w:sz w:val="24"/>
      <w:szCs w:val="24"/>
    </w:rPr>
  </w:style>
  <w:style w:type="paragraph" w:styleId="Tematkomentarza">
    <w:name w:val="annotation subject"/>
    <w:basedOn w:val="Tekstkomentarza"/>
    <w:next w:val="Tekstkomentarza"/>
    <w:semiHidden/>
    <w:rsid w:val="00E40A49"/>
    <w:rPr>
      <w:sz w:val="24"/>
      <w:szCs w:val="24"/>
    </w:rPr>
  </w:style>
  <w:style w:type="table" w:styleId="Tabela-Siatka">
    <w:name w:val="Table Grid"/>
    <w:basedOn w:val="Standardowy"/>
    <w:rsid w:val="00A71A9E"/>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A71A9E"/>
    <w:pPr>
      <w:spacing w:before="120" w:after="120"/>
    </w:pPr>
    <w:rPr>
      <w:i/>
      <w:color w:val="0000FF"/>
      <w:sz w:val="24"/>
      <w:szCs w:val="24"/>
    </w:rPr>
  </w:style>
  <w:style w:type="paragraph" w:customStyle="1" w:styleId="BriefArtwork">
    <w:name w:val="Brief Artwork"/>
    <w:basedOn w:val="BriefPhoto"/>
    <w:rsid w:val="00A71A9E"/>
    <w:rPr>
      <w:color w:val="333399"/>
    </w:rPr>
  </w:style>
  <w:style w:type="paragraph" w:customStyle="1" w:styleId="Rubric">
    <w:name w:val="Rubric"/>
    <w:rsid w:val="00A71A9E"/>
    <w:pPr>
      <w:spacing w:before="120"/>
      <w:contextualSpacing/>
    </w:pPr>
    <w:rPr>
      <w:rFonts w:ascii="Arial" w:hAnsi="Arial" w:cs="Arial"/>
      <w:b/>
    </w:rPr>
  </w:style>
  <w:style w:type="paragraph" w:customStyle="1" w:styleId="WordBox">
    <w:name w:val="Word Box"/>
    <w:basedOn w:val="Normalny"/>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Nagwek4Znak">
    <w:name w:val="Nagłówek 4 Znak"/>
    <w:basedOn w:val="Domylnaczcionkaakapitu"/>
    <w:link w:val="Nagwek4"/>
    <w:uiPriority w:val="9"/>
    <w:rsid w:val="00E40A49"/>
    <w:rPr>
      <w:rFonts w:ascii="Cambria" w:hAnsi="Cambria"/>
      <w:b/>
      <w:bCs/>
      <w:i/>
      <w:iCs/>
      <w:color w:val="4F81BD"/>
      <w:sz w:val="24"/>
      <w:szCs w:val="24"/>
    </w:rPr>
  </w:style>
  <w:style w:type="character" w:customStyle="1" w:styleId="Nagwek1Znak">
    <w:name w:val="Nagłówek 1 Znak"/>
    <w:link w:val="Nagwek1"/>
    <w:rsid w:val="00E40A49"/>
    <w:rPr>
      <w:b/>
      <w:bCs/>
      <w:color w:val="FF00FF"/>
      <w:sz w:val="24"/>
      <w:szCs w:val="24"/>
    </w:rPr>
  </w:style>
  <w:style w:type="paragraph" w:customStyle="1" w:styleId="AnswerKey">
    <w:name w:val="Answer Key"/>
    <w:basedOn w:val="Normalny"/>
    <w:rsid w:val="00A71A9E"/>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A71A9E"/>
    <w:rPr>
      <w:b/>
    </w:rPr>
  </w:style>
  <w:style w:type="paragraph" w:customStyle="1" w:styleId="TextDialogue">
    <w:name w:val="Text Dialogue"/>
    <w:basedOn w:val="TextList"/>
    <w:rsid w:val="00A71A9E"/>
    <w:pPr>
      <w:tabs>
        <w:tab w:val="clear" w:pos="567"/>
        <w:tab w:val="left" w:pos="1418"/>
      </w:tabs>
      <w:ind w:left="1418" w:hanging="1418"/>
    </w:pPr>
  </w:style>
  <w:style w:type="paragraph" w:customStyle="1" w:styleId="Audioscript">
    <w:name w:val="Audioscript"/>
    <w:basedOn w:val="TextDialogue"/>
    <w:rsid w:val="00A71A9E"/>
  </w:style>
  <w:style w:type="paragraph" w:customStyle="1" w:styleId="AudioscriptHead">
    <w:name w:val="Audioscript Head"/>
    <w:basedOn w:val="Audioscript"/>
    <w:rsid w:val="00A71A9E"/>
    <w:pPr>
      <w:ind w:left="0" w:firstLine="0"/>
    </w:pPr>
    <w:rPr>
      <w:sz w:val="24"/>
      <w:szCs w:val="24"/>
    </w:rPr>
  </w:style>
  <w:style w:type="paragraph" w:customStyle="1" w:styleId="AudioscriptSpeaker">
    <w:name w:val="Audioscript Speaker"/>
    <w:basedOn w:val="Audioscript"/>
    <w:rsid w:val="00A71A9E"/>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A71A9E"/>
    <w:pPr>
      <w:shd w:val="clear" w:color="auto" w:fill="DDD9C3"/>
      <w:spacing w:before="240" w:after="120"/>
    </w:pPr>
    <w:rPr>
      <w:rFonts w:ascii="Arial" w:hAnsi="Arial" w:cs="Arial"/>
      <w:b/>
      <w:sz w:val="32"/>
      <w:szCs w:val="32"/>
    </w:rPr>
  </w:style>
  <w:style w:type="paragraph" w:customStyle="1" w:styleId="RevisionHeadA">
    <w:name w:val="Revision Head A"/>
    <w:next w:val="Normalny"/>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ny"/>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ny"/>
    <w:rsid w:val="00E40A49"/>
    <w:pPr>
      <w:shd w:val="clear" w:color="auto" w:fill="FF5050"/>
      <w:tabs>
        <w:tab w:val="left" w:pos="567"/>
      </w:tabs>
    </w:pPr>
    <w:rPr>
      <w:rFonts w:ascii="Arial" w:hAnsi="Arial"/>
      <w:szCs w:val="20"/>
    </w:rPr>
  </w:style>
  <w:style w:type="paragraph" w:customStyle="1" w:styleId="EXAMTASKTYPE">
    <w:name w:val="EXAM TASK TYPE"/>
    <w:basedOn w:val="Normalny"/>
    <w:qFormat/>
    <w:rsid w:val="00A71A9E"/>
    <w:pPr>
      <w:shd w:val="clear" w:color="auto" w:fill="F2F2F2"/>
      <w:tabs>
        <w:tab w:val="left" w:pos="567"/>
      </w:tabs>
    </w:pPr>
    <w:rPr>
      <w:rFonts w:ascii="Arial" w:hAnsi="Arial"/>
      <w:sz w:val="20"/>
      <w:szCs w:val="20"/>
    </w:rPr>
  </w:style>
  <w:style w:type="paragraph" w:customStyle="1" w:styleId="ComponentNotes">
    <w:name w:val="Component Notes"/>
    <w:basedOn w:val="Text"/>
    <w:rsid w:val="00A71A9E"/>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ny"/>
    <w:rsid w:val="00A71A9E"/>
    <w:pPr>
      <w:spacing w:before="120" w:after="120"/>
    </w:pPr>
    <w:rPr>
      <w:i/>
      <w:color w:val="008000"/>
    </w:rPr>
  </w:style>
  <w:style w:type="paragraph" w:customStyle="1" w:styleId="TextExample">
    <w:name w:val="Text Example"/>
    <w:basedOn w:val="TextList"/>
    <w:rsid w:val="00A71A9E"/>
    <w:rPr>
      <w:i/>
      <w:color w:val="339966"/>
    </w:rPr>
  </w:style>
  <w:style w:type="paragraph" w:customStyle="1" w:styleId="TextReference">
    <w:name w:val="Text Reference"/>
    <w:basedOn w:val="Normalny"/>
    <w:rsid w:val="00A71A9E"/>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A71A9E"/>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omylnaczcionkaakapitu"/>
    <w:rsid w:val="00E40A49"/>
    <w:rPr>
      <w:caps/>
      <w:color w:val="800000"/>
    </w:rPr>
  </w:style>
  <w:style w:type="character" w:customStyle="1" w:styleId="HighlightedTextChr">
    <w:name w:val="Highlighted Text Chr"/>
    <w:basedOn w:val="Domylnaczcionkaakapitu"/>
    <w:rsid w:val="00E40A49"/>
    <w:rPr>
      <w:bdr w:val="none" w:sz="0" w:space="0" w:color="auto"/>
      <w:shd w:val="clear" w:color="auto" w:fill="FFFF00"/>
    </w:rPr>
  </w:style>
  <w:style w:type="character" w:customStyle="1" w:styleId="ExampleChr">
    <w:name w:val="Example Chr"/>
    <w:rsid w:val="00A71A9E"/>
    <w:rPr>
      <w:i/>
      <w:color w:val="339966"/>
    </w:rPr>
  </w:style>
  <w:style w:type="paragraph" w:customStyle="1" w:styleId="ClassBoxHead">
    <w:name w:val="Class Box 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ny"/>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Akapitzlist">
    <w:name w:val="List Paragraph"/>
    <w:basedOn w:val="Normalny"/>
    <w:uiPriority w:val="34"/>
    <w:qFormat/>
    <w:rsid w:val="00E40A49"/>
    <w:pPr>
      <w:ind w:left="720"/>
    </w:pPr>
  </w:style>
  <w:style w:type="paragraph" w:styleId="Tekstpodstawowy">
    <w:name w:val="Body Text"/>
    <w:basedOn w:val="Normalny"/>
    <w:link w:val="TekstpodstawowyZnak"/>
    <w:uiPriority w:val="1"/>
    <w:unhideWhenUsed/>
    <w:qFormat/>
    <w:rsid w:val="00E40A49"/>
    <w:pPr>
      <w:spacing w:before="53"/>
      <w:ind w:left="699" w:hanging="284"/>
    </w:pPr>
    <w:rPr>
      <w:rFonts w:ascii="Century" w:eastAsia="Century" w:hAnsi="Century"/>
      <w:sz w:val="18"/>
      <w:szCs w:val="18"/>
    </w:rPr>
  </w:style>
  <w:style w:type="character" w:customStyle="1" w:styleId="TekstpodstawowyZnak">
    <w:name w:val="Tekst podstawowy Znak"/>
    <w:basedOn w:val="Domylnaczcionkaakapitu"/>
    <w:link w:val="Tekstpodstawowy"/>
    <w:uiPriority w:val="1"/>
    <w:rsid w:val="00E40A49"/>
    <w:rPr>
      <w:rFonts w:ascii="Century" w:eastAsia="Century" w:hAnsi="Century"/>
      <w:sz w:val="18"/>
      <w:szCs w:val="18"/>
    </w:rPr>
  </w:style>
  <w:style w:type="paragraph" w:customStyle="1" w:styleId="TableParagraph">
    <w:name w:val="Table Paragraph"/>
    <w:basedOn w:val="Normalny"/>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Poprawka">
    <w:name w:val="Revision"/>
    <w:hidden/>
    <w:uiPriority w:val="99"/>
    <w:semiHidden/>
    <w:rsid w:val="005B177C"/>
    <w:rPr>
      <w:sz w:val="24"/>
      <w:szCs w:val="24"/>
    </w:rPr>
  </w:style>
  <w:style w:type="paragraph" w:customStyle="1" w:styleId="p1">
    <w:name w:val="p1"/>
    <w:basedOn w:val="Normalny"/>
    <w:rsid w:val="00410F3A"/>
    <w:rPr>
      <w:rFonts w:ascii="Helvetica" w:hAnsi="Helvetica"/>
      <w:sz w:val="11"/>
      <w:szCs w:val="11"/>
      <w:lang w:val="en-US" w:eastAsia="en-US"/>
    </w:rPr>
  </w:style>
  <w:style w:type="character" w:customStyle="1" w:styleId="apple-converted-space">
    <w:name w:val="apple-converted-space"/>
    <w:basedOn w:val="Domylnaczcionkaakapitu"/>
    <w:rsid w:val="00410F3A"/>
  </w:style>
  <w:style w:type="character" w:styleId="Hipercze">
    <w:name w:val="Hyperlink"/>
    <w:basedOn w:val="Domylnaczcionkaakapitu"/>
    <w:unhideWhenUsed/>
    <w:rsid w:val="00426D6E"/>
    <w:rPr>
      <w:color w:val="0000FF" w:themeColor="hyperlink"/>
      <w:u w:val="single"/>
    </w:rPr>
  </w:style>
  <w:style w:type="character" w:styleId="UyteHipercze">
    <w:name w:val="FollowedHyperlink"/>
    <w:basedOn w:val="Domylnaczcionkaakapitu"/>
    <w:semiHidden/>
    <w:unhideWhenUsed/>
    <w:rsid w:val="00426D6E"/>
    <w:rPr>
      <w:color w:val="800080" w:themeColor="followedHyperlink"/>
      <w:u w:val="single"/>
    </w:rPr>
  </w:style>
  <w:style w:type="character" w:customStyle="1" w:styleId="NagwekZnak">
    <w:name w:val="Nagłówek Znak"/>
    <w:basedOn w:val="Domylnaczcionkaakapitu"/>
    <w:link w:val="Nagwek"/>
    <w:uiPriority w:val="99"/>
    <w:rsid w:val="00B05BA5"/>
    <w:rPr>
      <w:sz w:val="24"/>
      <w:szCs w:val="24"/>
    </w:rPr>
  </w:style>
  <w:style w:type="paragraph" w:customStyle="1" w:styleId="VocabularyHead">
    <w:name w:val="Vocabulary Head"/>
    <w:basedOn w:val="Text"/>
    <w:rsid w:val="00A71A9E"/>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A71A9E"/>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A71A9E"/>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A71A9E"/>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A71A9E"/>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A71A9E"/>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A71A9E"/>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A71A9E"/>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A71A9E"/>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A71A9E"/>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ny"/>
    <w:rsid w:val="00A71A9E"/>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A71A9E"/>
    <w:pPr>
      <w:shd w:val="clear" w:color="auto" w:fill="B7C4ED"/>
    </w:pPr>
    <w:rPr>
      <w:sz w:val="20"/>
    </w:rPr>
  </w:style>
  <w:style w:type="paragraph" w:customStyle="1" w:styleId="GrammarBoxText">
    <w:name w:val="Grammar Box Text"/>
    <w:basedOn w:val="Normalny"/>
    <w:rsid w:val="00A71A9E"/>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ny"/>
    <w:autoRedefine/>
    <w:rsid w:val="00A71A9E"/>
    <w:pPr>
      <w:shd w:val="clear" w:color="auto" w:fill="EDEDED"/>
      <w:spacing w:before="120" w:after="60"/>
    </w:pPr>
    <w:rPr>
      <w:rFonts w:ascii="Arial" w:hAnsi="Arial" w:cs="Arial"/>
      <w:b/>
      <w:sz w:val="24"/>
      <w:szCs w:val="24"/>
    </w:rPr>
  </w:style>
  <w:style w:type="paragraph" w:customStyle="1" w:styleId="HeadCSubsubsection">
    <w:name w:val="Head C Subsubsection"/>
    <w:basedOn w:val="Rubric"/>
    <w:rsid w:val="00A71A9E"/>
    <w:pPr>
      <w:shd w:val="clear" w:color="auto" w:fill="CCECFF"/>
    </w:pPr>
  </w:style>
  <w:style w:type="paragraph" w:customStyle="1" w:styleId="UnitObjectives">
    <w:name w:val="Unit Objectives"/>
    <w:rsid w:val="00A71A9E"/>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A71A9E"/>
    <w:rPr>
      <w:b/>
    </w:rPr>
  </w:style>
  <w:style w:type="paragraph" w:customStyle="1" w:styleId="CommonErrorsHead">
    <w:name w:val="Common Errors Head"/>
    <w:basedOn w:val="VocabularyHead"/>
    <w:rsid w:val="00A71A9E"/>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A71A9E"/>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A71A9E"/>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A71A9E"/>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A71A9E"/>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A71A9E"/>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0</TotalTime>
  <Pages>4</Pages>
  <Words>1453</Words>
  <Characters>8723</Characters>
  <Application>Microsoft Office Word</Application>
  <DocSecurity>0</DocSecurity>
  <Lines>72</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1</vt:lpstr>
      <vt:lpstr>1</vt:lpstr>
    </vt:vector>
  </TitlesOfParts>
  <Company>Microsoft</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Zawilinska-Janas, Malgorzata</cp:lastModifiedBy>
  <cp:revision>3</cp:revision>
  <cp:lastPrinted>2019-03-01T12:31:00Z</cp:lastPrinted>
  <dcterms:created xsi:type="dcterms:W3CDTF">2019-05-24T14:09:00Z</dcterms:created>
  <dcterms:modified xsi:type="dcterms:W3CDTF">2019-05-24T14:09:00Z</dcterms:modified>
</cp:coreProperties>
</file>