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55973301" w:rsidR="008573E0" w:rsidRPr="00432CC3" w:rsidRDefault="00687C2D" w:rsidP="00BA7D6E">
      <w:pPr>
        <w:pStyle w:val="HeadASection"/>
        <w:rPr>
          <w:lang w:val="en-GB"/>
        </w:rPr>
      </w:pPr>
      <w:r w:rsidRPr="00432CC3">
        <w:rPr>
          <w:lang w:val="en-GB"/>
        </w:rPr>
        <w:t xml:space="preserve">LCCI </w:t>
      </w:r>
      <w:r w:rsidR="00EB2540" w:rsidRPr="00432CC3">
        <w:rPr>
          <w:lang w:val="en-GB"/>
        </w:rPr>
        <w:t>Writing</w:t>
      </w:r>
    </w:p>
    <w:p w14:paraId="7667C95A" w14:textId="21159132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70320235" w14:textId="77777777" w:rsidR="00CB6A24" w:rsidRPr="002024A0" w:rsidRDefault="00664267" w:rsidP="00CB6A24">
      <w:pPr>
        <w:pStyle w:val="Rubric"/>
        <w:rPr>
          <w:b w:val="0"/>
        </w:rPr>
      </w:pPr>
      <w:r w:rsidRPr="002024A0">
        <w:rPr>
          <w:b w:val="0"/>
        </w:rPr>
        <w:t>You work for a medium-</w:t>
      </w:r>
      <w:r w:rsidR="00F134B4" w:rsidRPr="002024A0">
        <w:rPr>
          <w:b w:val="0"/>
        </w:rPr>
        <w:t>sized property company</w:t>
      </w:r>
      <w:r w:rsidR="00EA0F17" w:rsidRPr="002024A0">
        <w:rPr>
          <w:b w:val="0"/>
        </w:rPr>
        <w:t>, Prime Property,</w:t>
      </w:r>
      <w:r w:rsidR="00F134B4" w:rsidRPr="002024A0">
        <w:rPr>
          <w:b w:val="0"/>
        </w:rPr>
        <w:t xml:space="preserve"> which wants to move into the luxury market</w:t>
      </w:r>
      <w:r w:rsidRPr="002024A0">
        <w:rPr>
          <w:b w:val="0"/>
        </w:rPr>
        <w:t>.</w:t>
      </w:r>
      <w:r w:rsidR="00F134B4" w:rsidRPr="002024A0">
        <w:rPr>
          <w:b w:val="0"/>
        </w:rPr>
        <w:t xml:space="preserve"> </w:t>
      </w:r>
      <w:r w:rsidRPr="002024A0">
        <w:rPr>
          <w:b w:val="0"/>
        </w:rPr>
        <w:t>T</w:t>
      </w:r>
      <w:r w:rsidR="00F134B4" w:rsidRPr="002024A0">
        <w:rPr>
          <w:b w:val="0"/>
        </w:rPr>
        <w:t>he company is interested in changing its image for this move. You have three different images that you are trialling and have received market research on these images.</w:t>
      </w:r>
      <w:r w:rsidR="00CB6A24" w:rsidRPr="002024A0">
        <w:rPr>
          <w:b w:val="0"/>
        </w:rPr>
        <w:t xml:space="preserve"> You have been asked to write </w:t>
      </w:r>
      <w:r w:rsidR="00CB6A24" w:rsidRPr="002024A0">
        <w:rPr>
          <w:b w:val="0"/>
        </w:rPr>
        <w:t>a summary report for the Managing Director, explaining and summarising the findings from your research and indicating recommendations.</w:t>
      </w:r>
    </w:p>
    <w:p w14:paraId="6F08A7FB" w14:textId="51E8A7C5" w:rsidR="00F134B4" w:rsidRDefault="00F134B4" w:rsidP="00687C2D">
      <w:pPr>
        <w:pStyle w:val="Text"/>
      </w:pPr>
    </w:p>
    <w:p w14:paraId="0E2426E3" w14:textId="72CFE1C5" w:rsidR="00B77573" w:rsidRDefault="00B77573" w:rsidP="00DB5400">
      <w:pPr>
        <w:pStyle w:val="Rubric"/>
      </w:pPr>
      <w:r>
        <w:t>Existing customer base survey</w:t>
      </w:r>
    </w:p>
    <w:p w14:paraId="14F0CF26" w14:textId="5BCD7CED" w:rsidR="00B77573" w:rsidRDefault="00B77573" w:rsidP="00B77573">
      <w:pPr>
        <w:pStyle w:val="Text"/>
        <w:rPr>
          <w:i/>
        </w:rPr>
      </w:pPr>
      <w:r w:rsidRPr="00EC694E">
        <w:rPr>
          <w:i/>
        </w:rPr>
        <w:t>1 = Poor  5 = Excellent</w:t>
      </w:r>
    </w:p>
    <w:p w14:paraId="753E7386" w14:textId="77E2DD4D" w:rsidR="001079D4" w:rsidRDefault="001079D4" w:rsidP="00B77573">
      <w:pPr>
        <w:pStyle w:val="Text"/>
        <w:rPr>
          <w:i/>
        </w:rPr>
      </w:pPr>
    </w:p>
    <w:tbl>
      <w:tblPr>
        <w:tblStyle w:val="Tabela-Siatka"/>
        <w:tblpPr w:leftFromText="180" w:rightFromText="180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1589"/>
        <w:gridCol w:w="624"/>
        <w:gridCol w:w="624"/>
        <w:gridCol w:w="624"/>
        <w:gridCol w:w="632"/>
        <w:gridCol w:w="626"/>
      </w:tblGrid>
      <w:tr w:rsidR="001079D4" w14:paraId="53B655A7" w14:textId="77777777" w:rsidTr="00305B09">
        <w:tc>
          <w:tcPr>
            <w:tcW w:w="1589" w:type="dxa"/>
          </w:tcPr>
          <w:p w14:paraId="6AA4BD01" w14:textId="719C8736" w:rsidR="001079D4" w:rsidRPr="00432CC3" w:rsidRDefault="001079D4" w:rsidP="001079D4">
            <w:pPr>
              <w:pStyle w:val="Text"/>
              <w:rPr>
                <w:b/>
                <w:lang w:val="en-GB"/>
              </w:rPr>
            </w:pPr>
            <w:r w:rsidRPr="00432CC3">
              <w:rPr>
                <w:b/>
                <w:lang w:val="en-GB"/>
              </w:rPr>
              <w:t>QUESTION: How would you rate</w:t>
            </w:r>
            <w:r w:rsidR="00305B09" w:rsidRPr="00432CC3">
              <w:rPr>
                <w:b/>
                <w:lang w:val="en-GB"/>
              </w:rPr>
              <w:t xml:space="preserve"> </w:t>
            </w:r>
            <w:r w:rsidRPr="00432CC3">
              <w:rPr>
                <w:b/>
                <w:lang w:val="en-GB"/>
              </w:rPr>
              <w:t>…</w:t>
            </w:r>
          </w:p>
        </w:tc>
        <w:tc>
          <w:tcPr>
            <w:tcW w:w="624" w:type="dxa"/>
            <w:vAlign w:val="center"/>
          </w:tcPr>
          <w:p w14:paraId="4CF3ACCC" w14:textId="77777777" w:rsidR="001079D4" w:rsidRPr="0049672C" w:rsidRDefault="001079D4" w:rsidP="00305B09">
            <w:pPr>
              <w:pStyle w:val="Text"/>
              <w:jc w:val="center"/>
              <w:rPr>
                <w:b/>
              </w:rPr>
            </w:pPr>
            <w:r w:rsidRPr="0049672C">
              <w:rPr>
                <w:b/>
              </w:rPr>
              <w:t>1</w:t>
            </w:r>
          </w:p>
        </w:tc>
        <w:tc>
          <w:tcPr>
            <w:tcW w:w="624" w:type="dxa"/>
            <w:vAlign w:val="center"/>
          </w:tcPr>
          <w:p w14:paraId="3B38FB5B" w14:textId="77777777" w:rsidR="001079D4" w:rsidRPr="0049672C" w:rsidRDefault="001079D4" w:rsidP="00305B09">
            <w:pPr>
              <w:pStyle w:val="Text"/>
              <w:jc w:val="center"/>
              <w:rPr>
                <w:b/>
              </w:rPr>
            </w:pPr>
            <w:r w:rsidRPr="0049672C">
              <w:rPr>
                <w:b/>
              </w:rPr>
              <w:t>2</w:t>
            </w:r>
          </w:p>
        </w:tc>
        <w:tc>
          <w:tcPr>
            <w:tcW w:w="624" w:type="dxa"/>
            <w:vAlign w:val="center"/>
          </w:tcPr>
          <w:p w14:paraId="140FA575" w14:textId="77777777" w:rsidR="001079D4" w:rsidRPr="0049672C" w:rsidRDefault="001079D4" w:rsidP="00305B09">
            <w:pPr>
              <w:pStyle w:val="Text"/>
              <w:jc w:val="center"/>
              <w:rPr>
                <w:b/>
              </w:rPr>
            </w:pPr>
            <w:r w:rsidRPr="0049672C">
              <w:rPr>
                <w:b/>
              </w:rPr>
              <w:t>3</w:t>
            </w:r>
          </w:p>
        </w:tc>
        <w:tc>
          <w:tcPr>
            <w:tcW w:w="632" w:type="dxa"/>
            <w:vAlign w:val="center"/>
          </w:tcPr>
          <w:p w14:paraId="374B3359" w14:textId="77777777" w:rsidR="001079D4" w:rsidRPr="0049672C" w:rsidRDefault="001079D4" w:rsidP="00305B09">
            <w:pPr>
              <w:pStyle w:val="Text"/>
              <w:jc w:val="center"/>
              <w:rPr>
                <w:b/>
              </w:rPr>
            </w:pPr>
            <w:r w:rsidRPr="0049672C">
              <w:rPr>
                <w:b/>
              </w:rPr>
              <w:t>4</w:t>
            </w:r>
          </w:p>
        </w:tc>
        <w:tc>
          <w:tcPr>
            <w:tcW w:w="626" w:type="dxa"/>
            <w:vAlign w:val="center"/>
          </w:tcPr>
          <w:p w14:paraId="5AFDBFDD" w14:textId="77777777" w:rsidR="001079D4" w:rsidRPr="0049672C" w:rsidRDefault="001079D4" w:rsidP="00305B09">
            <w:pPr>
              <w:pStyle w:val="Text"/>
              <w:jc w:val="center"/>
              <w:rPr>
                <w:b/>
              </w:rPr>
            </w:pPr>
            <w:r w:rsidRPr="0049672C">
              <w:rPr>
                <w:b/>
              </w:rPr>
              <w:t>5</w:t>
            </w:r>
          </w:p>
        </w:tc>
      </w:tr>
      <w:tr w:rsidR="001079D4" w14:paraId="468C37A5" w14:textId="77777777" w:rsidTr="00305B09">
        <w:tc>
          <w:tcPr>
            <w:tcW w:w="1589" w:type="dxa"/>
          </w:tcPr>
          <w:p w14:paraId="1500D5BE" w14:textId="77777777" w:rsidR="001079D4" w:rsidRDefault="001079D4" w:rsidP="001079D4">
            <w:pPr>
              <w:pStyle w:val="Text"/>
            </w:pPr>
            <w:r>
              <w:t>DESIGN 1</w:t>
            </w: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5C1486FB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1A8B246D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670129E2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32B0BD76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6" w:type="dxa"/>
            <w:shd w:val="clear" w:color="auto" w:fill="BFBFBF" w:themeFill="background1" w:themeFillShade="BF"/>
            <w:vAlign w:val="center"/>
          </w:tcPr>
          <w:p w14:paraId="41612318" w14:textId="77777777" w:rsidR="001079D4" w:rsidRDefault="001079D4" w:rsidP="00305B09">
            <w:pPr>
              <w:pStyle w:val="Text"/>
              <w:jc w:val="center"/>
            </w:pPr>
          </w:p>
        </w:tc>
      </w:tr>
      <w:tr w:rsidR="001079D4" w14:paraId="3245B4AE" w14:textId="77777777" w:rsidTr="00305B09">
        <w:tc>
          <w:tcPr>
            <w:tcW w:w="1589" w:type="dxa"/>
          </w:tcPr>
          <w:p w14:paraId="0C3F8C50" w14:textId="77777777" w:rsidR="001079D4" w:rsidRDefault="001079D4" w:rsidP="001079D4">
            <w:pPr>
              <w:pStyle w:val="Text"/>
            </w:pPr>
            <w:r>
              <w:t>logo</w:t>
            </w:r>
          </w:p>
        </w:tc>
        <w:tc>
          <w:tcPr>
            <w:tcW w:w="624" w:type="dxa"/>
            <w:vAlign w:val="center"/>
          </w:tcPr>
          <w:p w14:paraId="7CF68498" w14:textId="77777777" w:rsidR="001079D4" w:rsidRDefault="001079D4" w:rsidP="00305B09">
            <w:pPr>
              <w:pStyle w:val="Text"/>
              <w:jc w:val="center"/>
            </w:pPr>
            <w:r>
              <w:t>5%</w:t>
            </w:r>
          </w:p>
        </w:tc>
        <w:tc>
          <w:tcPr>
            <w:tcW w:w="624" w:type="dxa"/>
            <w:vAlign w:val="center"/>
          </w:tcPr>
          <w:p w14:paraId="1849A984" w14:textId="77777777" w:rsidR="001079D4" w:rsidRDefault="001079D4" w:rsidP="00305B09">
            <w:pPr>
              <w:pStyle w:val="Text"/>
              <w:jc w:val="center"/>
            </w:pPr>
            <w:r>
              <w:t>21%</w:t>
            </w:r>
          </w:p>
        </w:tc>
        <w:tc>
          <w:tcPr>
            <w:tcW w:w="624" w:type="dxa"/>
            <w:vAlign w:val="center"/>
          </w:tcPr>
          <w:p w14:paraId="5CF8EED0" w14:textId="77777777" w:rsidR="001079D4" w:rsidRDefault="001079D4" w:rsidP="00305B09">
            <w:pPr>
              <w:pStyle w:val="Text"/>
              <w:jc w:val="center"/>
            </w:pPr>
            <w:r>
              <w:t>38%</w:t>
            </w:r>
          </w:p>
        </w:tc>
        <w:tc>
          <w:tcPr>
            <w:tcW w:w="632" w:type="dxa"/>
            <w:vAlign w:val="center"/>
          </w:tcPr>
          <w:p w14:paraId="54EE94CD" w14:textId="77777777" w:rsidR="001079D4" w:rsidRDefault="001079D4" w:rsidP="00305B09">
            <w:pPr>
              <w:pStyle w:val="Text"/>
              <w:jc w:val="center"/>
            </w:pPr>
            <w:r>
              <w:t>10%</w:t>
            </w:r>
          </w:p>
        </w:tc>
        <w:tc>
          <w:tcPr>
            <w:tcW w:w="626" w:type="dxa"/>
            <w:vAlign w:val="center"/>
          </w:tcPr>
          <w:p w14:paraId="5FCF643F" w14:textId="77777777" w:rsidR="001079D4" w:rsidRDefault="001079D4" w:rsidP="00305B09">
            <w:pPr>
              <w:pStyle w:val="Text"/>
              <w:jc w:val="center"/>
            </w:pPr>
            <w:r>
              <w:t>12%</w:t>
            </w:r>
          </w:p>
        </w:tc>
      </w:tr>
      <w:tr w:rsidR="001079D4" w14:paraId="08DED357" w14:textId="77777777" w:rsidTr="00305B09">
        <w:tc>
          <w:tcPr>
            <w:tcW w:w="1589" w:type="dxa"/>
          </w:tcPr>
          <w:p w14:paraId="3731515A" w14:textId="77777777" w:rsidR="001079D4" w:rsidRDefault="001079D4" w:rsidP="001079D4">
            <w:pPr>
              <w:pStyle w:val="Text"/>
            </w:pPr>
            <w:r>
              <w:t>font and styles</w:t>
            </w:r>
          </w:p>
        </w:tc>
        <w:tc>
          <w:tcPr>
            <w:tcW w:w="624" w:type="dxa"/>
            <w:vAlign w:val="center"/>
          </w:tcPr>
          <w:p w14:paraId="7A0AB0E0" w14:textId="77777777" w:rsidR="001079D4" w:rsidRDefault="001079D4" w:rsidP="00305B09">
            <w:pPr>
              <w:pStyle w:val="Text"/>
              <w:jc w:val="center"/>
            </w:pPr>
            <w:r>
              <w:t>18%</w:t>
            </w:r>
          </w:p>
        </w:tc>
        <w:tc>
          <w:tcPr>
            <w:tcW w:w="624" w:type="dxa"/>
            <w:vAlign w:val="center"/>
          </w:tcPr>
          <w:p w14:paraId="073070A6" w14:textId="77777777" w:rsidR="001079D4" w:rsidRDefault="001079D4" w:rsidP="00305B09">
            <w:pPr>
              <w:pStyle w:val="Text"/>
              <w:jc w:val="center"/>
            </w:pPr>
            <w:r>
              <w:t>42%</w:t>
            </w:r>
          </w:p>
        </w:tc>
        <w:tc>
          <w:tcPr>
            <w:tcW w:w="624" w:type="dxa"/>
            <w:vAlign w:val="center"/>
          </w:tcPr>
          <w:p w14:paraId="685E39BD" w14:textId="77777777" w:rsidR="001079D4" w:rsidRDefault="001079D4" w:rsidP="00305B09">
            <w:pPr>
              <w:pStyle w:val="Text"/>
              <w:jc w:val="center"/>
            </w:pPr>
            <w:r>
              <w:t>36%</w:t>
            </w:r>
          </w:p>
        </w:tc>
        <w:tc>
          <w:tcPr>
            <w:tcW w:w="632" w:type="dxa"/>
            <w:vAlign w:val="center"/>
          </w:tcPr>
          <w:p w14:paraId="01D9F2A9" w14:textId="77777777" w:rsidR="001079D4" w:rsidRDefault="001079D4" w:rsidP="00305B09">
            <w:pPr>
              <w:pStyle w:val="Text"/>
              <w:jc w:val="center"/>
            </w:pPr>
            <w:r>
              <w:t>2%</w:t>
            </w:r>
          </w:p>
        </w:tc>
        <w:tc>
          <w:tcPr>
            <w:tcW w:w="626" w:type="dxa"/>
            <w:vAlign w:val="center"/>
          </w:tcPr>
          <w:p w14:paraId="213EFF8F" w14:textId="77777777" w:rsidR="001079D4" w:rsidRDefault="001079D4" w:rsidP="00305B09">
            <w:pPr>
              <w:pStyle w:val="Text"/>
              <w:jc w:val="center"/>
            </w:pPr>
            <w:r>
              <w:t>0%</w:t>
            </w:r>
          </w:p>
        </w:tc>
      </w:tr>
      <w:tr w:rsidR="001079D4" w14:paraId="7165C876" w14:textId="77777777" w:rsidTr="00305B09">
        <w:tc>
          <w:tcPr>
            <w:tcW w:w="1589" w:type="dxa"/>
          </w:tcPr>
          <w:p w14:paraId="675E7889" w14:textId="77777777" w:rsidR="001079D4" w:rsidRDefault="001079D4" w:rsidP="001079D4">
            <w:pPr>
              <w:pStyle w:val="Text"/>
            </w:pPr>
            <w:r>
              <w:t>DESIGN 2</w:t>
            </w: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2E4307FF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5C968E83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16E61F5E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154E2295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6" w:type="dxa"/>
            <w:shd w:val="clear" w:color="auto" w:fill="BFBFBF" w:themeFill="background1" w:themeFillShade="BF"/>
            <w:vAlign w:val="center"/>
          </w:tcPr>
          <w:p w14:paraId="719161E7" w14:textId="77777777" w:rsidR="001079D4" w:rsidRDefault="001079D4" w:rsidP="00305B09">
            <w:pPr>
              <w:pStyle w:val="Text"/>
              <w:jc w:val="center"/>
            </w:pPr>
          </w:p>
        </w:tc>
      </w:tr>
      <w:tr w:rsidR="001079D4" w14:paraId="58BA494F" w14:textId="77777777" w:rsidTr="00305B09">
        <w:tc>
          <w:tcPr>
            <w:tcW w:w="1589" w:type="dxa"/>
          </w:tcPr>
          <w:p w14:paraId="68C84649" w14:textId="77777777" w:rsidR="001079D4" w:rsidRDefault="001079D4" w:rsidP="001079D4">
            <w:pPr>
              <w:pStyle w:val="Text"/>
            </w:pPr>
            <w:r>
              <w:t>logo</w:t>
            </w:r>
          </w:p>
        </w:tc>
        <w:tc>
          <w:tcPr>
            <w:tcW w:w="624" w:type="dxa"/>
            <w:vAlign w:val="center"/>
          </w:tcPr>
          <w:p w14:paraId="663D3C41" w14:textId="77777777" w:rsidR="001079D4" w:rsidRDefault="001079D4" w:rsidP="00305B09">
            <w:pPr>
              <w:pStyle w:val="Text"/>
              <w:jc w:val="center"/>
            </w:pPr>
            <w:r>
              <w:t>7%</w:t>
            </w:r>
          </w:p>
        </w:tc>
        <w:tc>
          <w:tcPr>
            <w:tcW w:w="624" w:type="dxa"/>
            <w:vAlign w:val="center"/>
          </w:tcPr>
          <w:p w14:paraId="563D6C5E" w14:textId="77777777" w:rsidR="001079D4" w:rsidRDefault="001079D4" w:rsidP="00305B09">
            <w:pPr>
              <w:pStyle w:val="Text"/>
              <w:jc w:val="center"/>
            </w:pPr>
            <w:r>
              <w:t>12%</w:t>
            </w:r>
          </w:p>
        </w:tc>
        <w:tc>
          <w:tcPr>
            <w:tcW w:w="624" w:type="dxa"/>
            <w:vAlign w:val="center"/>
          </w:tcPr>
          <w:p w14:paraId="0D733B6D" w14:textId="77777777" w:rsidR="001079D4" w:rsidRDefault="001079D4" w:rsidP="00305B09">
            <w:pPr>
              <w:pStyle w:val="Text"/>
              <w:jc w:val="center"/>
            </w:pPr>
            <w:r>
              <w:t>33%</w:t>
            </w:r>
          </w:p>
        </w:tc>
        <w:tc>
          <w:tcPr>
            <w:tcW w:w="632" w:type="dxa"/>
            <w:vAlign w:val="center"/>
          </w:tcPr>
          <w:p w14:paraId="18BB7FF2" w14:textId="77777777" w:rsidR="001079D4" w:rsidRDefault="001079D4" w:rsidP="00305B09">
            <w:pPr>
              <w:pStyle w:val="Text"/>
              <w:jc w:val="center"/>
            </w:pPr>
            <w:r>
              <w:t>28%</w:t>
            </w:r>
          </w:p>
        </w:tc>
        <w:tc>
          <w:tcPr>
            <w:tcW w:w="626" w:type="dxa"/>
            <w:vAlign w:val="center"/>
          </w:tcPr>
          <w:p w14:paraId="6C2814FE" w14:textId="77777777" w:rsidR="001079D4" w:rsidRDefault="001079D4" w:rsidP="00305B09">
            <w:pPr>
              <w:pStyle w:val="Text"/>
              <w:jc w:val="center"/>
            </w:pPr>
            <w:r>
              <w:t>20%</w:t>
            </w:r>
          </w:p>
        </w:tc>
      </w:tr>
      <w:tr w:rsidR="001079D4" w14:paraId="1825FE93" w14:textId="77777777" w:rsidTr="00305B09">
        <w:tc>
          <w:tcPr>
            <w:tcW w:w="1589" w:type="dxa"/>
          </w:tcPr>
          <w:p w14:paraId="7D9B5168" w14:textId="77777777" w:rsidR="001079D4" w:rsidRDefault="001079D4" w:rsidP="001079D4">
            <w:pPr>
              <w:pStyle w:val="Text"/>
            </w:pPr>
            <w:r>
              <w:t>font and styles</w:t>
            </w:r>
          </w:p>
        </w:tc>
        <w:tc>
          <w:tcPr>
            <w:tcW w:w="624" w:type="dxa"/>
            <w:vAlign w:val="center"/>
          </w:tcPr>
          <w:p w14:paraId="4A8F10B2" w14:textId="77777777" w:rsidR="001079D4" w:rsidRDefault="001079D4" w:rsidP="00305B09">
            <w:pPr>
              <w:pStyle w:val="Text"/>
              <w:jc w:val="center"/>
            </w:pPr>
            <w:r>
              <w:t>6%</w:t>
            </w:r>
          </w:p>
        </w:tc>
        <w:tc>
          <w:tcPr>
            <w:tcW w:w="624" w:type="dxa"/>
            <w:vAlign w:val="center"/>
          </w:tcPr>
          <w:p w14:paraId="6D8057B3" w14:textId="77777777" w:rsidR="001079D4" w:rsidRDefault="001079D4" w:rsidP="00305B09">
            <w:pPr>
              <w:pStyle w:val="Text"/>
              <w:jc w:val="center"/>
            </w:pPr>
            <w:r>
              <w:t>11%</w:t>
            </w:r>
          </w:p>
        </w:tc>
        <w:tc>
          <w:tcPr>
            <w:tcW w:w="624" w:type="dxa"/>
            <w:vAlign w:val="center"/>
          </w:tcPr>
          <w:p w14:paraId="6FB16277" w14:textId="77777777" w:rsidR="001079D4" w:rsidRDefault="001079D4" w:rsidP="00305B09">
            <w:pPr>
              <w:pStyle w:val="Text"/>
              <w:jc w:val="center"/>
            </w:pPr>
            <w:r>
              <w:t>31%</w:t>
            </w:r>
          </w:p>
        </w:tc>
        <w:tc>
          <w:tcPr>
            <w:tcW w:w="632" w:type="dxa"/>
            <w:vAlign w:val="center"/>
          </w:tcPr>
          <w:p w14:paraId="031B5390" w14:textId="77777777" w:rsidR="001079D4" w:rsidRDefault="001079D4" w:rsidP="00305B09">
            <w:pPr>
              <w:pStyle w:val="Text"/>
              <w:jc w:val="center"/>
            </w:pPr>
            <w:r>
              <w:t>35%</w:t>
            </w:r>
          </w:p>
        </w:tc>
        <w:tc>
          <w:tcPr>
            <w:tcW w:w="626" w:type="dxa"/>
            <w:vAlign w:val="center"/>
          </w:tcPr>
          <w:p w14:paraId="4A61772E" w14:textId="77777777" w:rsidR="001079D4" w:rsidRDefault="001079D4" w:rsidP="00305B09">
            <w:pPr>
              <w:pStyle w:val="Text"/>
              <w:jc w:val="center"/>
            </w:pPr>
            <w:r>
              <w:t>17%</w:t>
            </w:r>
          </w:p>
        </w:tc>
      </w:tr>
      <w:tr w:rsidR="001079D4" w14:paraId="278CDA51" w14:textId="77777777" w:rsidTr="00305B09">
        <w:tc>
          <w:tcPr>
            <w:tcW w:w="1589" w:type="dxa"/>
          </w:tcPr>
          <w:p w14:paraId="04A4163D" w14:textId="77777777" w:rsidR="001079D4" w:rsidRDefault="001079D4" w:rsidP="001079D4">
            <w:pPr>
              <w:pStyle w:val="Text"/>
            </w:pPr>
            <w:r>
              <w:t>DESIGN 3</w:t>
            </w: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25F5C48E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60823D5F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7F7951C8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6C43518D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6" w:type="dxa"/>
            <w:shd w:val="clear" w:color="auto" w:fill="BFBFBF" w:themeFill="background1" w:themeFillShade="BF"/>
            <w:vAlign w:val="center"/>
          </w:tcPr>
          <w:p w14:paraId="6D9C7DA3" w14:textId="77777777" w:rsidR="001079D4" w:rsidRDefault="001079D4" w:rsidP="00305B09">
            <w:pPr>
              <w:pStyle w:val="Text"/>
              <w:jc w:val="center"/>
            </w:pPr>
          </w:p>
        </w:tc>
      </w:tr>
      <w:tr w:rsidR="001079D4" w14:paraId="216F8936" w14:textId="77777777" w:rsidTr="00305B09">
        <w:tc>
          <w:tcPr>
            <w:tcW w:w="1589" w:type="dxa"/>
          </w:tcPr>
          <w:p w14:paraId="61A011E4" w14:textId="77777777" w:rsidR="001079D4" w:rsidRDefault="001079D4" w:rsidP="001079D4">
            <w:pPr>
              <w:pStyle w:val="Text"/>
            </w:pPr>
            <w:r>
              <w:t>logo</w:t>
            </w:r>
          </w:p>
        </w:tc>
        <w:tc>
          <w:tcPr>
            <w:tcW w:w="624" w:type="dxa"/>
            <w:vAlign w:val="center"/>
          </w:tcPr>
          <w:p w14:paraId="54DB4812" w14:textId="77777777" w:rsidR="001079D4" w:rsidRDefault="001079D4" w:rsidP="00305B09">
            <w:pPr>
              <w:pStyle w:val="Text"/>
              <w:jc w:val="center"/>
            </w:pPr>
            <w:r>
              <w:t>0%</w:t>
            </w:r>
          </w:p>
        </w:tc>
        <w:tc>
          <w:tcPr>
            <w:tcW w:w="624" w:type="dxa"/>
            <w:vAlign w:val="center"/>
          </w:tcPr>
          <w:p w14:paraId="7B68B81F" w14:textId="77777777" w:rsidR="001079D4" w:rsidRDefault="001079D4" w:rsidP="00305B09">
            <w:pPr>
              <w:pStyle w:val="Text"/>
              <w:jc w:val="center"/>
            </w:pPr>
            <w:r>
              <w:t>32%</w:t>
            </w:r>
          </w:p>
        </w:tc>
        <w:tc>
          <w:tcPr>
            <w:tcW w:w="624" w:type="dxa"/>
            <w:vAlign w:val="center"/>
          </w:tcPr>
          <w:p w14:paraId="7B6C7871" w14:textId="77777777" w:rsidR="001079D4" w:rsidRDefault="001079D4" w:rsidP="00305B09">
            <w:pPr>
              <w:pStyle w:val="Text"/>
              <w:jc w:val="center"/>
            </w:pPr>
            <w:r>
              <w:t>41%</w:t>
            </w:r>
          </w:p>
        </w:tc>
        <w:tc>
          <w:tcPr>
            <w:tcW w:w="632" w:type="dxa"/>
            <w:vAlign w:val="center"/>
          </w:tcPr>
          <w:p w14:paraId="0B557892" w14:textId="77777777" w:rsidR="001079D4" w:rsidRDefault="001079D4" w:rsidP="00305B09">
            <w:pPr>
              <w:pStyle w:val="Text"/>
              <w:jc w:val="center"/>
            </w:pPr>
            <w:r>
              <w:t>26%</w:t>
            </w:r>
          </w:p>
        </w:tc>
        <w:tc>
          <w:tcPr>
            <w:tcW w:w="626" w:type="dxa"/>
            <w:vAlign w:val="center"/>
          </w:tcPr>
          <w:p w14:paraId="68FF33B5" w14:textId="77777777" w:rsidR="001079D4" w:rsidRDefault="001079D4" w:rsidP="00305B09">
            <w:pPr>
              <w:pStyle w:val="Text"/>
              <w:jc w:val="center"/>
            </w:pPr>
            <w:r>
              <w:t>1%</w:t>
            </w:r>
          </w:p>
        </w:tc>
      </w:tr>
      <w:tr w:rsidR="001079D4" w14:paraId="5CCF5008" w14:textId="77777777" w:rsidTr="00305B09">
        <w:tc>
          <w:tcPr>
            <w:tcW w:w="1589" w:type="dxa"/>
          </w:tcPr>
          <w:p w14:paraId="4EEFAA04" w14:textId="77777777" w:rsidR="001079D4" w:rsidRDefault="001079D4" w:rsidP="001079D4">
            <w:pPr>
              <w:pStyle w:val="Text"/>
            </w:pPr>
            <w:r>
              <w:t>font and styles</w:t>
            </w:r>
          </w:p>
        </w:tc>
        <w:tc>
          <w:tcPr>
            <w:tcW w:w="624" w:type="dxa"/>
            <w:vAlign w:val="center"/>
          </w:tcPr>
          <w:p w14:paraId="5B5A4DA4" w14:textId="77777777" w:rsidR="001079D4" w:rsidRDefault="001079D4" w:rsidP="00305B09">
            <w:pPr>
              <w:pStyle w:val="Text"/>
              <w:jc w:val="center"/>
            </w:pPr>
            <w:r>
              <w:t>0%</w:t>
            </w:r>
          </w:p>
        </w:tc>
        <w:tc>
          <w:tcPr>
            <w:tcW w:w="624" w:type="dxa"/>
            <w:vAlign w:val="center"/>
          </w:tcPr>
          <w:p w14:paraId="326185E3" w14:textId="77777777" w:rsidR="001079D4" w:rsidRDefault="001079D4" w:rsidP="00305B09">
            <w:pPr>
              <w:pStyle w:val="Text"/>
              <w:jc w:val="center"/>
            </w:pPr>
            <w:r>
              <w:t>33%</w:t>
            </w:r>
          </w:p>
        </w:tc>
        <w:tc>
          <w:tcPr>
            <w:tcW w:w="624" w:type="dxa"/>
            <w:vAlign w:val="center"/>
          </w:tcPr>
          <w:p w14:paraId="625A3239" w14:textId="77777777" w:rsidR="001079D4" w:rsidRDefault="001079D4" w:rsidP="00305B09">
            <w:pPr>
              <w:pStyle w:val="Text"/>
              <w:jc w:val="center"/>
            </w:pPr>
            <w:r>
              <w:t>36%</w:t>
            </w:r>
          </w:p>
        </w:tc>
        <w:tc>
          <w:tcPr>
            <w:tcW w:w="632" w:type="dxa"/>
            <w:vAlign w:val="center"/>
          </w:tcPr>
          <w:p w14:paraId="3945AFF7" w14:textId="77777777" w:rsidR="001079D4" w:rsidRDefault="001079D4" w:rsidP="00305B09">
            <w:pPr>
              <w:pStyle w:val="Text"/>
              <w:jc w:val="center"/>
            </w:pPr>
            <w:r>
              <w:t>31%</w:t>
            </w:r>
          </w:p>
        </w:tc>
        <w:tc>
          <w:tcPr>
            <w:tcW w:w="626" w:type="dxa"/>
            <w:vAlign w:val="center"/>
          </w:tcPr>
          <w:p w14:paraId="417C68DA" w14:textId="77777777" w:rsidR="001079D4" w:rsidRDefault="001079D4" w:rsidP="00305B09">
            <w:pPr>
              <w:pStyle w:val="Text"/>
              <w:jc w:val="center"/>
            </w:pPr>
            <w:r>
              <w:t>0%</w:t>
            </w:r>
          </w:p>
        </w:tc>
      </w:tr>
    </w:tbl>
    <w:p w14:paraId="5550DC77" w14:textId="1A26A710" w:rsidR="001079D4" w:rsidRDefault="001079D4" w:rsidP="00B77573">
      <w:pPr>
        <w:pStyle w:val="Text"/>
        <w:rPr>
          <w:i/>
        </w:rPr>
      </w:pPr>
    </w:p>
    <w:p w14:paraId="57E3BE85" w14:textId="5710C683" w:rsidR="001079D4" w:rsidRDefault="001079D4" w:rsidP="00B77573">
      <w:pPr>
        <w:pStyle w:val="Text"/>
        <w:rPr>
          <w:i/>
        </w:rPr>
      </w:pPr>
    </w:p>
    <w:p w14:paraId="399C7365" w14:textId="778BCAB9" w:rsidR="001079D4" w:rsidRPr="001079D4" w:rsidRDefault="001079D4" w:rsidP="00B77573">
      <w:pPr>
        <w:pStyle w:val="Text"/>
        <w:rPr>
          <w:b/>
        </w:rPr>
      </w:pPr>
      <w:r w:rsidRPr="001079D4">
        <w:rPr>
          <w:b/>
        </w:rPr>
        <w:t>Focus group opinions</w:t>
      </w:r>
    </w:p>
    <w:p w14:paraId="25208DB4" w14:textId="658880A3" w:rsidR="001079D4" w:rsidRPr="00C56655" w:rsidRDefault="001079D4" w:rsidP="00B77573">
      <w:pPr>
        <w:pStyle w:val="Text"/>
      </w:pPr>
      <w:r w:rsidRPr="00C56655">
        <w:t>High</w:t>
      </w:r>
      <w:r w:rsidR="00CB6A24">
        <w:t>-</w:t>
      </w:r>
      <w:r w:rsidRPr="00C56655">
        <w:t xml:space="preserve">income earner group consisting of </w:t>
      </w:r>
      <w:r w:rsidR="00305B09">
        <w:t>twelve</w:t>
      </w:r>
      <w:r w:rsidRPr="00C56655">
        <w:t xml:space="preserve"> people in the income bracket the company wishes to</w:t>
      </w:r>
      <w:r w:rsidR="00CB6A24">
        <w:t> </w:t>
      </w:r>
      <w:r w:rsidRPr="00C56655">
        <w:t>move towards</w:t>
      </w:r>
      <w:r w:rsidR="004325F2">
        <w:t>:</w:t>
      </w:r>
    </w:p>
    <w:p w14:paraId="578CC091" w14:textId="4DC44EE5" w:rsidR="001079D4" w:rsidRDefault="001079D4" w:rsidP="00B77573">
      <w:pPr>
        <w:pStyle w:val="Text"/>
        <w:rPr>
          <w:i/>
        </w:rPr>
      </w:pPr>
    </w:p>
    <w:p w14:paraId="7F138752" w14:textId="03CC7C57" w:rsidR="001079D4" w:rsidRDefault="001079D4" w:rsidP="00B77573">
      <w:pPr>
        <w:pStyle w:val="Text"/>
        <w:rPr>
          <w:i/>
        </w:rPr>
      </w:pPr>
      <w:r>
        <w:rPr>
          <w:i/>
        </w:rPr>
        <w:t xml:space="preserve">“The image of design </w:t>
      </w:r>
      <w:r w:rsidR="004325F2">
        <w:rPr>
          <w:i/>
        </w:rPr>
        <w:t>2</w:t>
      </w:r>
      <w:r w:rsidR="004325F2">
        <w:rPr>
          <w:i/>
        </w:rPr>
        <w:t xml:space="preserve"> </w:t>
      </w:r>
      <w:r>
        <w:rPr>
          <w:i/>
        </w:rPr>
        <w:t>looks rather cheap to me</w:t>
      </w:r>
      <w:r w:rsidR="00305B09">
        <w:rPr>
          <w:i/>
        </w:rPr>
        <w:t xml:space="preserve"> </w:t>
      </w:r>
      <w:r>
        <w:rPr>
          <w:i/>
        </w:rPr>
        <w:t>… I</w:t>
      </w:r>
      <w:r w:rsidR="004325F2">
        <w:rPr>
          <w:i/>
        </w:rPr>
        <w:t> </w:t>
      </w:r>
      <w:r>
        <w:rPr>
          <w:i/>
        </w:rPr>
        <w:t xml:space="preserve">wouldn’t </w:t>
      </w:r>
      <w:r w:rsidR="00DC65FC">
        <w:rPr>
          <w:i/>
        </w:rPr>
        <w:t>want to be associated with it.”</w:t>
      </w:r>
    </w:p>
    <w:p w14:paraId="0A0E8936" w14:textId="6AB29C9B" w:rsidR="00DC65FC" w:rsidRDefault="00DC65FC" w:rsidP="00B77573">
      <w:pPr>
        <w:pStyle w:val="Text"/>
        <w:rPr>
          <w:i/>
        </w:rPr>
      </w:pPr>
    </w:p>
    <w:p w14:paraId="612EC4CB" w14:textId="70F96590" w:rsidR="00DC65FC" w:rsidRDefault="00305B09" w:rsidP="00B77573">
      <w:pPr>
        <w:pStyle w:val="Text"/>
        <w:rPr>
          <w:i/>
        </w:rPr>
      </w:pPr>
      <w:r>
        <w:rPr>
          <w:i/>
        </w:rPr>
        <w:t>“T</w:t>
      </w:r>
      <w:r w:rsidR="00DC65FC">
        <w:rPr>
          <w:i/>
        </w:rPr>
        <w:t xml:space="preserve">he second logo looks like it’s done </w:t>
      </w:r>
      <w:r w:rsidR="00792153">
        <w:rPr>
          <w:i/>
        </w:rPr>
        <w:t>cheaply.</w:t>
      </w:r>
      <w:r w:rsidR="00DC65FC">
        <w:rPr>
          <w:i/>
        </w:rPr>
        <w:t xml:space="preserve"> I don’t know if I would trust a company like that.”</w:t>
      </w:r>
    </w:p>
    <w:p w14:paraId="22308AA5" w14:textId="3B43A167" w:rsidR="00DC65FC" w:rsidRDefault="00DC65FC" w:rsidP="00B77573">
      <w:pPr>
        <w:pStyle w:val="Text"/>
        <w:rPr>
          <w:i/>
        </w:rPr>
      </w:pPr>
    </w:p>
    <w:p w14:paraId="2C93AE82" w14:textId="56CAD452" w:rsidR="00DC65FC" w:rsidRDefault="00305B09" w:rsidP="00B77573">
      <w:pPr>
        <w:pStyle w:val="Text"/>
        <w:rPr>
          <w:i/>
        </w:rPr>
      </w:pPr>
      <w:r>
        <w:rPr>
          <w:i/>
        </w:rPr>
        <w:t>“L</w:t>
      </w:r>
      <w:r w:rsidR="00DC65FC">
        <w:rPr>
          <w:i/>
        </w:rPr>
        <w:t>ogo 1 looks serious</w:t>
      </w:r>
      <w:r>
        <w:rPr>
          <w:i/>
        </w:rPr>
        <w:t xml:space="preserve"> </w:t>
      </w:r>
      <w:r w:rsidR="00DC65FC">
        <w:rPr>
          <w:i/>
        </w:rPr>
        <w:t>… I quite like it. But perhaps it</w:t>
      </w:r>
      <w:r w:rsidR="00CB6A24">
        <w:rPr>
          <w:i/>
        </w:rPr>
        <w:t> </w:t>
      </w:r>
      <w:r w:rsidR="00DC65FC">
        <w:rPr>
          <w:i/>
        </w:rPr>
        <w:t>needs a little more colour</w:t>
      </w:r>
      <w:r>
        <w:rPr>
          <w:i/>
        </w:rPr>
        <w:t>.</w:t>
      </w:r>
      <w:r w:rsidR="00DC65FC">
        <w:rPr>
          <w:i/>
        </w:rPr>
        <w:t>”</w:t>
      </w:r>
    </w:p>
    <w:p w14:paraId="52F1299B" w14:textId="08D60AAF" w:rsidR="00DC65FC" w:rsidRDefault="00DC65FC" w:rsidP="00B77573">
      <w:pPr>
        <w:pStyle w:val="Text"/>
        <w:rPr>
          <w:i/>
        </w:rPr>
      </w:pPr>
    </w:p>
    <w:p w14:paraId="16649A38" w14:textId="10BABB6E" w:rsidR="00DC65FC" w:rsidRDefault="00DC65FC" w:rsidP="00B77573">
      <w:pPr>
        <w:pStyle w:val="Text"/>
        <w:rPr>
          <w:i/>
        </w:rPr>
      </w:pPr>
      <w:r>
        <w:rPr>
          <w:i/>
        </w:rPr>
        <w:t>“I don’t think design 3 stands out from other designs of other companies. It looks exactly the same</w:t>
      </w:r>
      <w:r w:rsidR="00305B09">
        <w:rPr>
          <w:i/>
        </w:rPr>
        <w:t>.</w:t>
      </w:r>
      <w:r>
        <w:rPr>
          <w:i/>
        </w:rPr>
        <w:t>”</w:t>
      </w:r>
    </w:p>
    <w:p w14:paraId="1CEA1320" w14:textId="5AEC760F" w:rsidR="00DC65FC" w:rsidRDefault="00DC65FC" w:rsidP="00B77573">
      <w:pPr>
        <w:pStyle w:val="Text"/>
        <w:rPr>
          <w:i/>
        </w:rPr>
      </w:pPr>
    </w:p>
    <w:p w14:paraId="3C7A0992" w14:textId="525F69F3" w:rsidR="00DC65FC" w:rsidRDefault="00DC65FC" w:rsidP="00B77573">
      <w:pPr>
        <w:pStyle w:val="Text"/>
        <w:rPr>
          <w:i/>
        </w:rPr>
      </w:pPr>
      <w:r>
        <w:rPr>
          <w:i/>
        </w:rPr>
        <w:t>“I quite like design 3. It’s the kind of look that I am familiar with.”</w:t>
      </w:r>
    </w:p>
    <w:p w14:paraId="31707E53" w14:textId="43AAF0F9" w:rsidR="00DC65FC" w:rsidRDefault="00DC65FC" w:rsidP="00B77573">
      <w:pPr>
        <w:pStyle w:val="Text"/>
        <w:rPr>
          <w:i/>
        </w:rPr>
      </w:pPr>
    </w:p>
    <w:p w14:paraId="1306906B" w14:textId="3E4028E7" w:rsidR="003F30C5" w:rsidRDefault="00DC65FC" w:rsidP="00B77573">
      <w:pPr>
        <w:pStyle w:val="Text"/>
        <w:rPr>
          <w:i/>
        </w:rPr>
      </w:pPr>
      <w:r>
        <w:rPr>
          <w:i/>
        </w:rPr>
        <w:t>“I think logo 2 stands out from all the bright colours. The font is terrible though. I’d expect to see it in a</w:t>
      </w:r>
      <w:r w:rsidR="00CB6A24">
        <w:rPr>
          <w:i/>
        </w:rPr>
        <w:t> </w:t>
      </w:r>
      <w:r>
        <w:rPr>
          <w:i/>
        </w:rPr>
        <w:t>school.”</w:t>
      </w:r>
    </w:p>
    <w:p w14:paraId="48B1D6CC" w14:textId="77777777" w:rsidR="003F30C5" w:rsidRDefault="003F30C5" w:rsidP="00B77573">
      <w:pPr>
        <w:pStyle w:val="Text"/>
        <w:rPr>
          <w:i/>
        </w:rPr>
      </w:pPr>
    </w:p>
    <w:p w14:paraId="19AF9854" w14:textId="007392EE" w:rsidR="00CB6A24" w:rsidRPr="002024A0" w:rsidRDefault="00CB6A24" w:rsidP="002024A0">
      <w:pPr>
        <w:pStyle w:val="Rubric"/>
      </w:pPr>
      <w:r>
        <w:br w:type="column"/>
      </w:r>
      <w:r w:rsidRPr="002024A0">
        <w:t>Task</w:t>
      </w:r>
    </w:p>
    <w:p w14:paraId="595DBE7B" w14:textId="0FF4BD6A" w:rsidR="0023102F" w:rsidRPr="002024A0" w:rsidRDefault="00E87589" w:rsidP="002024A0">
      <w:pPr>
        <w:pStyle w:val="Rubric"/>
      </w:pPr>
      <w:r w:rsidRPr="002024A0">
        <w:t xml:space="preserve">Write </w:t>
      </w:r>
      <w:r w:rsidR="009918C8" w:rsidRPr="002024A0">
        <w:t>your summary</w:t>
      </w:r>
      <w:r w:rsidR="00CB6A24">
        <w:t xml:space="preserve"> report</w:t>
      </w:r>
      <w:r w:rsidRPr="002024A0">
        <w:t>.</w:t>
      </w:r>
      <w:r w:rsidR="00432CC3" w:rsidRPr="002024A0">
        <w:t xml:space="preserve"> </w:t>
      </w:r>
      <w:r w:rsidR="0023102F" w:rsidRPr="002024A0">
        <w:t>Write 250</w:t>
      </w:r>
      <w:r w:rsidR="00305B09" w:rsidRPr="002024A0">
        <w:t>–</w:t>
      </w:r>
      <w:r w:rsidR="00EA0F17" w:rsidRPr="002024A0">
        <w:t>300</w:t>
      </w:r>
      <w:r w:rsidR="00305B09" w:rsidRPr="002024A0">
        <w:t xml:space="preserve"> words.</w:t>
      </w:r>
    </w:p>
    <w:p w14:paraId="3E390364" w14:textId="77777777" w:rsidR="0023102F" w:rsidRDefault="0023102F" w:rsidP="008229C9">
      <w:pPr>
        <w:pStyle w:val="Rubric"/>
        <w:spacing w:line="360" w:lineRule="auto"/>
        <w:rPr>
          <w:b w:val="0"/>
        </w:rPr>
      </w:pPr>
    </w:p>
    <w:p w14:paraId="0E6CEE65" w14:textId="7C615CFB" w:rsidR="008229C9" w:rsidRPr="00931D9A" w:rsidRDefault="008229C9" w:rsidP="008229C9">
      <w:pPr>
        <w:pStyle w:val="Rubric"/>
        <w:spacing w:line="360" w:lineRule="auto"/>
      </w:pPr>
      <w:r w:rsidRPr="00931D9A">
        <w:t>________________________________________________________________________________________________________________________________________________________________________</w:t>
      </w:r>
    </w:p>
    <w:p w14:paraId="040256A9" w14:textId="0936D2A7" w:rsidR="008229C9" w:rsidRPr="00931D9A" w:rsidRDefault="008229C9" w:rsidP="008229C9">
      <w:pPr>
        <w:pStyle w:val="Rubric"/>
        <w:spacing w:line="360" w:lineRule="auto"/>
      </w:pPr>
      <w:r w:rsidRPr="00931D9A">
        <w:t>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931D9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9B64EB" w14:textId="6F4F7997" w:rsidR="00A107F5" w:rsidRPr="00931D9A" w:rsidRDefault="00A107F5">
      <w:pPr>
        <w:rPr>
          <w:b/>
        </w:rPr>
      </w:pPr>
      <w:r w:rsidRPr="00931D9A">
        <w:rPr>
          <w:b/>
        </w:rPr>
        <w:t>_______________________________________</w:t>
      </w:r>
    </w:p>
    <w:p w14:paraId="29A6D8C8" w14:textId="1C9FB050" w:rsidR="007A4F39" w:rsidRDefault="007A4F39" w:rsidP="002024A0"/>
    <w:sectPr w:rsidR="007A4F39" w:rsidSect="00B41F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EF602" w14:textId="77777777" w:rsidR="00A24892" w:rsidRDefault="00A24892">
      <w:r>
        <w:separator/>
      </w:r>
    </w:p>
    <w:p w14:paraId="08D09667" w14:textId="77777777" w:rsidR="00A24892" w:rsidRDefault="00A24892"/>
    <w:p w14:paraId="4526A191" w14:textId="77777777" w:rsidR="00A24892" w:rsidRDefault="00A24892"/>
    <w:p w14:paraId="761121B2" w14:textId="77777777" w:rsidR="00A24892" w:rsidRDefault="00A24892"/>
    <w:p w14:paraId="0A46AAB2" w14:textId="77777777" w:rsidR="00A24892" w:rsidRDefault="00A24892"/>
    <w:p w14:paraId="540F1A0C" w14:textId="77777777" w:rsidR="00A24892" w:rsidRDefault="00A24892"/>
  </w:endnote>
  <w:endnote w:type="continuationSeparator" w:id="0">
    <w:p w14:paraId="291242F3" w14:textId="77777777" w:rsidR="00A24892" w:rsidRDefault="00A24892">
      <w:r>
        <w:continuationSeparator/>
      </w:r>
    </w:p>
    <w:p w14:paraId="3C9F3068" w14:textId="77777777" w:rsidR="00A24892" w:rsidRDefault="00A24892"/>
    <w:p w14:paraId="4210CE3D" w14:textId="77777777" w:rsidR="00A24892" w:rsidRDefault="00A24892"/>
    <w:p w14:paraId="19C4C671" w14:textId="77777777" w:rsidR="00A24892" w:rsidRDefault="00A24892"/>
    <w:p w14:paraId="2CFD8D15" w14:textId="77777777" w:rsidR="00A24892" w:rsidRDefault="00A24892"/>
    <w:p w14:paraId="161A22AB" w14:textId="77777777" w:rsidR="00A24892" w:rsidRDefault="00A248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07224" w14:textId="1F493E74" w:rsidR="00B41F63" w:rsidRPr="00B60917" w:rsidRDefault="00B41F63" w:rsidP="002024A0">
    <w:pPr>
      <w:pStyle w:val="Text"/>
      <w:tabs>
        <w:tab w:val="right" w:pos="9720"/>
      </w:tabs>
    </w:pPr>
    <w:r w:rsidRPr="00B60917">
      <w:t>© Pearson</w:t>
    </w:r>
    <w:r w:rsidR="004325F2">
      <w:t xml:space="preserve"> Education 2019</w:t>
    </w:r>
    <w:r w:rsidRPr="00B60917">
      <w:t xml:space="preserve">       </w:t>
    </w:r>
    <w:r w:rsidRPr="00B60917">
      <w:rPr>
        <w:b/>
      </w:rPr>
      <w:t>PHOTOCOPIABLE</w:t>
    </w: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A172A" w14:textId="77777777" w:rsidR="00A24892" w:rsidRDefault="00A24892">
      <w:r>
        <w:separator/>
      </w:r>
    </w:p>
    <w:p w14:paraId="78D76711" w14:textId="77777777" w:rsidR="00A24892" w:rsidRDefault="00A24892"/>
    <w:p w14:paraId="7A99FBF2" w14:textId="77777777" w:rsidR="00A24892" w:rsidRDefault="00A24892"/>
    <w:p w14:paraId="00636E07" w14:textId="77777777" w:rsidR="00A24892" w:rsidRDefault="00A24892"/>
    <w:p w14:paraId="0180A072" w14:textId="77777777" w:rsidR="00A24892" w:rsidRDefault="00A24892"/>
    <w:p w14:paraId="3E97D4BC" w14:textId="77777777" w:rsidR="00A24892" w:rsidRDefault="00A24892"/>
  </w:footnote>
  <w:footnote w:type="continuationSeparator" w:id="0">
    <w:p w14:paraId="7A50DFFD" w14:textId="77777777" w:rsidR="00A24892" w:rsidRDefault="00A24892">
      <w:r>
        <w:continuationSeparator/>
      </w:r>
    </w:p>
    <w:p w14:paraId="0BADE6D2" w14:textId="77777777" w:rsidR="00A24892" w:rsidRDefault="00A24892"/>
    <w:p w14:paraId="297CCE26" w14:textId="77777777" w:rsidR="00A24892" w:rsidRDefault="00A24892"/>
    <w:p w14:paraId="33FD42B3" w14:textId="77777777" w:rsidR="00A24892" w:rsidRDefault="00A24892"/>
    <w:p w14:paraId="15F49E07" w14:textId="77777777" w:rsidR="00A24892" w:rsidRDefault="00A24892"/>
    <w:p w14:paraId="645F3394" w14:textId="77777777" w:rsidR="00A24892" w:rsidRDefault="00A248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17BB5A2A">
              <wp:simplePos x="0" y="0"/>
              <wp:positionH relativeFrom="column">
                <wp:posOffset>3474085</wp:posOffset>
              </wp:positionH>
              <wp:positionV relativeFrom="paragraph">
                <wp:posOffset>57150</wp:posOffset>
              </wp:positionV>
              <wp:extent cx="3380105" cy="83629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0105" cy="836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043E2C7F" w:rsidR="00B41F63" w:rsidRPr="004A4A63" w:rsidRDefault="00B41F63" w:rsidP="00432CC3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367CC0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2A05C6BF" w14:textId="4DF35A20" w:rsidR="00432CC3" w:rsidRDefault="00432CC3" w:rsidP="00432CC3">
                          <w:pPr>
                            <w:pStyle w:val="Text"/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_________________________</w:t>
                          </w:r>
                          <w:r>
                            <w:rPr>
                              <w:b/>
                              <w:bCs/>
                            </w:rPr>
                            <w:t>________</w:t>
                          </w:r>
                          <w:r>
                            <w:rPr>
                              <w:b/>
                              <w:bCs/>
                            </w:rPr>
                            <w:t>__</w:t>
                          </w:r>
                        </w:p>
                        <w:p w14:paraId="1D7EAC75" w14:textId="77777777" w:rsidR="00B41F63" w:rsidRDefault="00B41F63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3.55pt;margin-top:4.5pt;width:266.15pt;height:65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" filled="f" stroked="f">
              <v:textbox inset=",7.2pt,,7.2pt">
                <w:txbxContent>
                  <w:p w14:paraId="005A265F" w14:textId="043E2C7F" w:rsidR="00B41F63" w:rsidRPr="004A4A63" w:rsidRDefault="00B41F63" w:rsidP="00432CC3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367CC0">
                      <w:rPr>
                        <w:rFonts w:ascii="Arial" w:hAnsi="Arial"/>
                        <w:b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2A05C6BF" w14:textId="4DF35A20" w:rsidR="00432CC3" w:rsidRDefault="00432CC3" w:rsidP="00432CC3">
                    <w:pPr>
                      <w:pStyle w:val="Text"/>
                      <w:spacing w:line="36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_________________________</w:t>
                    </w:r>
                    <w:r>
                      <w:rPr>
                        <w:b/>
                        <w:bCs/>
                      </w:rPr>
                      <w:t>________</w:t>
                    </w:r>
                    <w:r>
                      <w:rPr>
                        <w:b/>
                        <w:bCs/>
                      </w:rPr>
                      <w:t>__</w:t>
                    </w:r>
                  </w:p>
                  <w:p w14:paraId="1D7EAC75" w14:textId="77777777" w:rsidR="00B41F63" w:rsidRDefault="00B41F63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8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6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1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2"/>
  </w:num>
  <w:num w:numId="3">
    <w:abstractNumId w:val="16"/>
  </w:num>
  <w:num w:numId="4">
    <w:abstractNumId w:val="29"/>
  </w:num>
  <w:num w:numId="5">
    <w:abstractNumId w:val="35"/>
  </w:num>
  <w:num w:numId="6">
    <w:abstractNumId w:val="31"/>
  </w:num>
  <w:num w:numId="7">
    <w:abstractNumId w:val="24"/>
  </w:num>
  <w:num w:numId="8">
    <w:abstractNumId w:val="33"/>
  </w:num>
  <w:num w:numId="9">
    <w:abstractNumId w:val="7"/>
  </w:num>
  <w:num w:numId="10">
    <w:abstractNumId w:val="34"/>
  </w:num>
  <w:num w:numId="11">
    <w:abstractNumId w:val="3"/>
  </w:num>
  <w:num w:numId="12">
    <w:abstractNumId w:val="4"/>
  </w:num>
  <w:num w:numId="13">
    <w:abstractNumId w:val="27"/>
  </w:num>
  <w:num w:numId="14">
    <w:abstractNumId w:val="5"/>
  </w:num>
  <w:num w:numId="15">
    <w:abstractNumId w:val="28"/>
  </w:num>
  <w:num w:numId="16">
    <w:abstractNumId w:val="30"/>
  </w:num>
  <w:num w:numId="17">
    <w:abstractNumId w:val="25"/>
  </w:num>
  <w:num w:numId="18">
    <w:abstractNumId w:val="15"/>
  </w:num>
  <w:num w:numId="19">
    <w:abstractNumId w:val="0"/>
  </w:num>
  <w:num w:numId="20">
    <w:abstractNumId w:val="10"/>
  </w:num>
  <w:num w:numId="21">
    <w:abstractNumId w:val="13"/>
  </w:num>
  <w:num w:numId="22">
    <w:abstractNumId w:val="2"/>
  </w:num>
  <w:num w:numId="23">
    <w:abstractNumId w:val="1"/>
  </w:num>
  <w:num w:numId="24">
    <w:abstractNumId w:val="14"/>
  </w:num>
  <w:num w:numId="25">
    <w:abstractNumId w:val="9"/>
  </w:num>
  <w:num w:numId="26">
    <w:abstractNumId w:val="20"/>
  </w:num>
  <w:num w:numId="27">
    <w:abstractNumId w:val="8"/>
  </w:num>
  <w:num w:numId="28">
    <w:abstractNumId w:val="11"/>
  </w:num>
  <w:num w:numId="29">
    <w:abstractNumId w:val="23"/>
  </w:num>
  <w:num w:numId="30">
    <w:abstractNumId w:val="22"/>
  </w:num>
  <w:num w:numId="31">
    <w:abstractNumId w:val="12"/>
  </w:num>
  <w:num w:numId="32">
    <w:abstractNumId w:val="21"/>
  </w:num>
  <w:num w:numId="33">
    <w:abstractNumId w:val="26"/>
  </w:num>
  <w:num w:numId="34">
    <w:abstractNumId w:val="17"/>
  </w:num>
  <w:num w:numId="35">
    <w:abstractNumId w:val="18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657E"/>
    <w:rsid w:val="00037894"/>
    <w:rsid w:val="00044A08"/>
    <w:rsid w:val="00044E0B"/>
    <w:rsid w:val="0005139E"/>
    <w:rsid w:val="00053231"/>
    <w:rsid w:val="00054F23"/>
    <w:rsid w:val="000553DC"/>
    <w:rsid w:val="00055BAA"/>
    <w:rsid w:val="00062318"/>
    <w:rsid w:val="00067AA9"/>
    <w:rsid w:val="00071A9C"/>
    <w:rsid w:val="000737A6"/>
    <w:rsid w:val="00074226"/>
    <w:rsid w:val="00075862"/>
    <w:rsid w:val="00077D33"/>
    <w:rsid w:val="00087998"/>
    <w:rsid w:val="00093528"/>
    <w:rsid w:val="000A32BD"/>
    <w:rsid w:val="000A37D1"/>
    <w:rsid w:val="000A3A73"/>
    <w:rsid w:val="000A6038"/>
    <w:rsid w:val="000A7BFC"/>
    <w:rsid w:val="000C04B7"/>
    <w:rsid w:val="000C0F68"/>
    <w:rsid w:val="000C23E2"/>
    <w:rsid w:val="000C27B3"/>
    <w:rsid w:val="000C352E"/>
    <w:rsid w:val="000D00CA"/>
    <w:rsid w:val="000D56F5"/>
    <w:rsid w:val="000E03F1"/>
    <w:rsid w:val="000F07D2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37B35"/>
    <w:rsid w:val="00144336"/>
    <w:rsid w:val="001449F4"/>
    <w:rsid w:val="00147707"/>
    <w:rsid w:val="00150A21"/>
    <w:rsid w:val="00154E87"/>
    <w:rsid w:val="001571DC"/>
    <w:rsid w:val="001574DA"/>
    <w:rsid w:val="00157E4C"/>
    <w:rsid w:val="001622D5"/>
    <w:rsid w:val="00163C14"/>
    <w:rsid w:val="00167FE6"/>
    <w:rsid w:val="00171144"/>
    <w:rsid w:val="00174DCF"/>
    <w:rsid w:val="00176548"/>
    <w:rsid w:val="00177A57"/>
    <w:rsid w:val="00186272"/>
    <w:rsid w:val="00186277"/>
    <w:rsid w:val="001910AD"/>
    <w:rsid w:val="00191D33"/>
    <w:rsid w:val="001920AC"/>
    <w:rsid w:val="00192A68"/>
    <w:rsid w:val="0019684A"/>
    <w:rsid w:val="00197C7F"/>
    <w:rsid w:val="001A7D22"/>
    <w:rsid w:val="001B177E"/>
    <w:rsid w:val="001B4052"/>
    <w:rsid w:val="001B582A"/>
    <w:rsid w:val="001C3B81"/>
    <w:rsid w:val="001C3ED6"/>
    <w:rsid w:val="001D0B3E"/>
    <w:rsid w:val="001D1F1F"/>
    <w:rsid w:val="001E3D50"/>
    <w:rsid w:val="001E47B9"/>
    <w:rsid w:val="001E5B67"/>
    <w:rsid w:val="001F1CDF"/>
    <w:rsid w:val="002005B0"/>
    <w:rsid w:val="002024A0"/>
    <w:rsid w:val="002062FD"/>
    <w:rsid w:val="00210220"/>
    <w:rsid w:val="002142B4"/>
    <w:rsid w:val="002153D5"/>
    <w:rsid w:val="00215C46"/>
    <w:rsid w:val="00221A21"/>
    <w:rsid w:val="00222859"/>
    <w:rsid w:val="0023102F"/>
    <w:rsid w:val="0023171E"/>
    <w:rsid w:val="002370A3"/>
    <w:rsid w:val="00240665"/>
    <w:rsid w:val="00242B69"/>
    <w:rsid w:val="002444C0"/>
    <w:rsid w:val="002462F0"/>
    <w:rsid w:val="00253787"/>
    <w:rsid w:val="00262805"/>
    <w:rsid w:val="00265A5C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FD8"/>
    <w:rsid w:val="0029215B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50AB"/>
    <w:rsid w:val="002C74D7"/>
    <w:rsid w:val="002C7589"/>
    <w:rsid w:val="002D2423"/>
    <w:rsid w:val="002D40D8"/>
    <w:rsid w:val="002E07B9"/>
    <w:rsid w:val="002E11E3"/>
    <w:rsid w:val="002F4215"/>
    <w:rsid w:val="002F59F7"/>
    <w:rsid w:val="00300765"/>
    <w:rsid w:val="00303D11"/>
    <w:rsid w:val="00305B09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FDF"/>
    <w:rsid w:val="00355D60"/>
    <w:rsid w:val="0036623F"/>
    <w:rsid w:val="00367CC0"/>
    <w:rsid w:val="0037155B"/>
    <w:rsid w:val="00377A1D"/>
    <w:rsid w:val="00380848"/>
    <w:rsid w:val="00384C25"/>
    <w:rsid w:val="003868E2"/>
    <w:rsid w:val="003879A7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724A"/>
    <w:rsid w:val="003C2BB7"/>
    <w:rsid w:val="003C414E"/>
    <w:rsid w:val="003C644F"/>
    <w:rsid w:val="003D02FC"/>
    <w:rsid w:val="003D3173"/>
    <w:rsid w:val="003E28C9"/>
    <w:rsid w:val="003E2B47"/>
    <w:rsid w:val="003F0681"/>
    <w:rsid w:val="003F30C5"/>
    <w:rsid w:val="003F37F9"/>
    <w:rsid w:val="003F3908"/>
    <w:rsid w:val="00407853"/>
    <w:rsid w:val="00412FA2"/>
    <w:rsid w:val="00413A1A"/>
    <w:rsid w:val="00414647"/>
    <w:rsid w:val="00415740"/>
    <w:rsid w:val="004220B7"/>
    <w:rsid w:val="00431833"/>
    <w:rsid w:val="004325F2"/>
    <w:rsid w:val="00432CC3"/>
    <w:rsid w:val="00440ECC"/>
    <w:rsid w:val="00441D54"/>
    <w:rsid w:val="00445C3D"/>
    <w:rsid w:val="00446263"/>
    <w:rsid w:val="00447F0A"/>
    <w:rsid w:val="004569FA"/>
    <w:rsid w:val="00461FA9"/>
    <w:rsid w:val="00464F76"/>
    <w:rsid w:val="004666E1"/>
    <w:rsid w:val="0046672F"/>
    <w:rsid w:val="00473561"/>
    <w:rsid w:val="0048606D"/>
    <w:rsid w:val="00490134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3BC3"/>
    <w:rsid w:val="004B528A"/>
    <w:rsid w:val="004C1358"/>
    <w:rsid w:val="004C7AC0"/>
    <w:rsid w:val="004D3E99"/>
    <w:rsid w:val="004D459C"/>
    <w:rsid w:val="004D4728"/>
    <w:rsid w:val="004D6AC4"/>
    <w:rsid w:val="004D78EB"/>
    <w:rsid w:val="004E4923"/>
    <w:rsid w:val="004E75A3"/>
    <w:rsid w:val="004E75EF"/>
    <w:rsid w:val="004F1073"/>
    <w:rsid w:val="004F1C3C"/>
    <w:rsid w:val="004F4AB1"/>
    <w:rsid w:val="00516608"/>
    <w:rsid w:val="00522DB2"/>
    <w:rsid w:val="00523A94"/>
    <w:rsid w:val="00524D72"/>
    <w:rsid w:val="005263C3"/>
    <w:rsid w:val="005300E0"/>
    <w:rsid w:val="00533D10"/>
    <w:rsid w:val="00540962"/>
    <w:rsid w:val="00541516"/>
    <w:rsid w:val="00541B26"/>
    <w:rsid w:val="0054584B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B1ACB"/>
    <w:rsid w:val="005B4BCA"/>
    <w:rsid w:val="005B4F82"/>
    <w:rsid w:val="005B5FCF"/>
    <w:rsid w:val="005C0685"/>
    <w:rsid w:val="005C4185"/>
    <w:rsid w:val="005C4DF4"/>
    <w:rsid w:val="005C52E9"/>
    <w:rsid w:val="005C7424"/>
    <w:rsid w:val="005D55FA"/>
    <w:rsid w:val="005D76F0"/>
    <w:rsid w:val="005E323C"/>
    <w:rsid w:val="005E4F65"/>
    <w:rsid w:val="005E6F23"/>
    <w:rsid w:val="005F3671"/>
    <w:rsid w:val="00600167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A23"/>
    <w:rsid w:val="00664267"/>
    <w:rsid w:val="00665084"/>
    <w:rsid w:val="0066687A"/>
    <w:rsid w:val="006703A9"/>
    <w:rsid w:val="00670AA5"/>
    <w:rsid w:val="006765DB"/>
    <w:rsid w:val="0067702E"/>
    <w:rsid w:val="00687C2D"/>
    <w:rsid w:val="00693611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0A32"/>
    <w:rsid w:val="007057BC"/>
    <w:rsid w:val="007104D2"/>
    <w:rsid w:val="00715DBE"/>
    <w:rsid w:val="00716366"/>
    <w:rsid w:val="00722A14"/>
    <w:rsid w:val="00727767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6566B"/>
    <w:rsid w:val="007672B5"/>
    <w:rsid w:val="007675DC"/>
    <w:rsid w:val="00767F31"/>
    <w:rsid w:val="0078074E"/>
    <w:rsid w:val="00782162"/>
    <w:rsid w:val="00785E52"/>
    <w:rsid w:val="00790C82"/>
    <w:rsid w:val="00790D92"/>
    <w:rsid w:val="0079206C"/>
    <w:rsid w:val="00792153"/>
    <w:rsid w:val="007930D4"/>
    <w:rsid w:val="007977BE"/>
    <w:rsid w:val="007A1758"/>
    <w:rsid w:val="007A3EE9"/>
    <w:rsid w:val="007A4C0B"/>
    <w:rsid w:val="007A4F39"/>
    <w:rsid w:val="007A6E6F"/>
    <w:rsid w:val="007B61C4"/>
    <w:rsid w:val="007B7397"/>
    <w:rsid w:val="007D0896"/>
    <w:rsid w:val="007D74D5"/>
    <w:rsid w:val="007E7660"/>
    <w:rsid w:val="007E76E1"/>
    <w:rsid w:val="007F0619"/>
    <w:rsid w:val="007F07A8"/>
    <w:rsid w:val="007F28CD"/>
    <w:rsid w:val="008045A0"/>
    <w:rsid w:val="00806BD4"/>
    <w:rsid w:val="0081360A"/>
    <w:rsid w:val="008173AC"/>
    <w:rsid w:val="00821E51"/>
    <w:rsid w:val="00822796"/>
    <w:rsid w:val="008229C9"/>
    <w:rsid w:val="00824B66"/>
    <w:rsid w:val="00826986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92771"/>
    <w:rsid w:val="008952A2"/>
    <w:rsid w:val="00895A3A"/>
    <w:rsid w:val="0089682E"/>
    <w:rsid w:val="00896C68"/>
    <w:rsid w:val="008A1D76"/>
    <w:rsid w:val="008A2388"/>
    <w:rsid w:val="008A3AD4"/>
    <w:rsid w:val="008A4DF8"/>
    <w:rsid w:val="008A5BD1"/>
    <w:rsid w:val="008A764A"/>
    <w:rsid w:val="008B1FE9"/>
    <w:rsid w:val="008B2ACB"/>
    <w:rsid w:val="008C0B13"/>
    <w:rsid w:val="008C6701"/>
    <w:rsid w:val="008C7F31"/>
    <w:rsid w:val="008D14E8"/>
    <w:rsid w:val="008D2E19"/>
    <w:rsid w:val="008D4870"/>
    <w:rsid w:val="008D55AE"/>
    <w:rsid w:val="008E1DD7"/>
    <w:rsid w:val="008E4A68"/>
    <w:rsid w:val="008E594A"/>
    <w:rsid w:val="008E5D3E"/>
    <w:rsid w:val="008E753E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11D34"/>
    <w:rsid w:val="00911D36"/>
    <w:rsid w:val="0091313D"/>
    <w:rsid w:val="0091323C"/>
    <w:rsid w:val="00913E43"/>
    <w:rsid w:val="00913F3E"/>
    <w:rsid w:val="009144EB"/>
    <w:rsid w:val="0091671D"/>
    <w:rsid w:val="00917890"/>
    <w:rsid w:val="00921580"/>
    <w:rsid w:val="0092162E"/>
    <w:rsid w:val="00922D17"/>
    <w:rsid w:val="009311BF"/>
    <w:rsid w:val="00931D6C"/>
    <w:rsid w:val="00931D9A"/>
    <w:rsid w:val="00933CBA"/>
    <w:rsid w:val="00935D89"/>
    <w:rsid w:val="00940308"/>
    <w:rsid w:val="00941FF4"/>
    <w:rsid w:val="00946D7F"/>
    <w:rsid w:val="00947DC4"/>
    <w:rsid w:val="00955030"/>
    <w:rsid w:val="00963508"/>
    <w:rsid w:val="0096384D"/>
    <w:rsid w:val="00964574"/>
    <w:rsid w:val="00965C3A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4C0E"/>
    <w:rsid w:val="009B7B50"/>
    <w:rsid w:val="009C63C3"/>
    <w:rsid w:val="009D3360"/>
    <w:rsid w:val="009D5AB9"/>
    <w:rsid w:val="009D7585"/>
    <w:rsid w:val="009E2059"/>
    <w:rsid w:val="009E6D17"/>
    <w:rsid w:val="009F7606"/>
    <w:rsid w:val="00A01D56"/>
    <w:rsid w:val="00A04228"/>
    <w:rsid w:val="00A04763"/>
    <w:rsid w:val="00A052B3"/>
    <w:rsid w:val="00A107F5"/>
    <w:rsid w:val="00A14733"/>
    <w:rsid w:val="00A1539A"/>
    <w:rsid w:val="00A15402"/>
    <w:rsid w:val="00A17022"/>
    <w:rsid w:val="00A241D7"/>
    <w:rsid w:val="00A24892"/>
    <w:rsid w:val="00A2539A"/>
    <w:rsid w:val="00A30DEB"/>
    <w:rsid w:val="00A458CB"/>
    <w:rsid w:val="00A47585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5570"/>
    <w:rsid w:val="00A863D0"/>
    <w:rsid w:val="00A90E17"/>
    <w:rsid w:val="00AA3977"/>
    <w:rsid w:val="00AA5A43"/>
    <w:rsid w:val="00AB07A3"/>
    <w:rsid w:val="00AB1078"/>
    <w:rsid w:val="00AC2C1F"/>
    <w:rsid w:val="00AC37DC"/>
    <w:rsid w:val="00AC5467"/>
    <w:rsid w:val="00AC6B3E"/>
    <w:rsid w:val="00AD55B6"/>
    <w:rsid w:val="00AD6A7F"/>
    <w:rsid w:val="00AE1151"/>
    <w:rsid w:val="00AE675B"/>
    <w:rsid w:val="00AE69D0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3B39"/>
    <w:rsid w:val="00B31576"/>
    <w:rsid w:val="00B319E0"/>
    <w:rsid w:val="00B32417"/>
    <w:rsid w:val="00B343ED"/>
    <w:rsid w:val="00B3749C"/>
    <w:rsid w:val="00B41F63"/>
    <w:rsid w:val="00B45776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2590"/>
    <w:rsid w:val="00B7372E"/>
    <w:rsid w:val="00B74096"/>
    <w:rsid w:val="00B77573"/>
    <w:rsid w:val="00B83510"/>
    <w:rsid w:val="00B841B8"/>
    <w:rsid w:val="00B84C29"/>
    <w:rsid w:val="00B961E0"/>
    <w:rsid w:val="00BA2D0C"/>
    <w:rsid w:val="00BA7D6E"/>
    <w:rsid w:val="00BA7EBD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2BA7"/>
    <w:rsid w:val="00BE5A32"/>
    <w:rsid w:val="00BE658E"/>
    <w:rsid w:val="00BF1837"/>
    <w:rsid w:val="00BF3B34"/>
    <w:rsid w:val="00BF54DC"/>
    <w:rsid w:val="00BF5EC5"/>
    <w:rsid w:val="00C04472"/>
    <w:rsid w:val="00C0741D"/>
    <w:rsid w:val="00C112A7"/>
    <w:rsid w:val="00C17787"/>
    <w:rsid w:val="00C32DF1"/>
    <w:rsid w:val="00C3360E"/>
    <w:rsid w:val="00C356E2"/>
    <w:rsid w:val="00C4221C"/>
    <w:rsid w:val="00C526C1"/>
    <w:rsid w:val="00C52F1C"/>
    <w:rsid w:val="00C54FBA"/>
    <w:rsid w:val="00C56655"/>
    <w:rsid w:val="00C600B6"/>
    <w:rsid w:val="00C61074"/>
    <w:rsid w:val="00C61AD6"/>
    <w:rsid w:val="00C61C2E"/>
    <w:rsid w:val="00C67B00"/>
    <w:rsid w:val="00C727BA"/>
    <w:rsid w:val="00C7470F"/>
    <w:rsid w:val="00C81443"/>
    <w:rsid w:val="00C92FE0"/>
    <w:rsid w:val="00C93814"/>
    <w:rsid w:val="00C962E8"/>
    <w:rsid w:val="00CA014A"/>
    <w:rsid w:val="00CA1261"/>
    <w:rsid w:val="00CA6428"/>
    <w:rsid w:val="00CA68E3"/>
    <w:rsid w:val="00CA71BF"/>
    <w:rsid w:val="00CB020F"/>
    <w:rsid w:val="00CB04CE"/>
    <w:rsid w:val="00CB27D4"/>
    <w:rsid w:val="00CB5272"/>
    <w:rsid w:val="00CB6A24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5FE5"/>
    <w:rsid w:val="00CF7725"/>
    <w:rsid w:val="00D10CD3"/>
    <w:rsid w:val="00D11566"/>
    <w:rsid w:val="00D127B9"/>
    <w:rsid w:val="00D1475F"/>
    <w:rsid w:val="00D149E3"/>
    <w:rsid w:val="00D15CDB"/>
    <w:rsid w:val="00D2220F"/>
    <w:rsid w:val="00D24A0B"/>
    <w:rsid w:val="00D322E8"/>
    <w:rsid w:val="00D40881"/>
    <w:rsid w:val="00D45B94"/>
    <w:rsid w:val="00D46099"/>
    <w:rsid w:val="00D55EA2"/>
    <w:rsid w:val="00D61E27"/>
    <w:rsid w:val="00D62302"/>
    <w:rsid w:val="00D6409A"/>
    <w:rsid w:val="00D64E33"/>
    <w:rsid w:val="00D77C92"/>
    <w:rsid w:val="00D81F37"/>
    <w:rsid w:val="00D86978"/>
    <w:rsid w:val="00D90411"/>
    <w:rsid w:val="00D93245"/>
    <w:rsid w:val="00D96CAD"/>
    <w:rsid w:val="00D97292"/>
    <w:rsid w:val="00D9762B"/>
    <w:rsid w:val="00DA0F8F"/>
    <w:rsid w:val="00DA123F"/>
    <w:rsid w:val="00DA4A73"/>
    <w:rsid w:val="00DB3159"/>
    <w:rsid w:val="00DB4B5F"/>
    <w:rsid w:val="00DB5400"/>
    <w:rsid w:val="00DB72ED"/>
    <w:rsid w:val="00DB7969"/>
    <w:rsid w:val="00DC2031"/>
    <w:rsid w:val="00DC65FC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E00A6F"/>
    <w:rsid w:val="00E00FCC"/>
    <w:rsid w:val="00E03562"/>
    <w:rsid w:val="00E04885"/>
    <w:rsid w:val="00E052E8"/>
    <w:rsid w:val="00E1015D"/>
    <w:rsid w:val="00E10171"/>
    <w:rsid w:val="00E11DE5"/>
    <w:rsid w:val="00E11F3E"/>
    <w:rsid w:val="00E123DF"/>
    <w:rsid w:val="00E21A75"/>
    <w:rsid w:val="00E23CC4"/>
    <w:rsid w:val="00E24521"/>
    <w:rsid w:val="00E24B3B"/>
    <w:rsid w:val="00E310BE"/>
    <w:rsid w:val="00E3179C"/>
    <w:rsid w:val="00E33538"/>
    <w:rsid w:val="00E33DB1"/>
    <w:rsid w:val="00E40A49"/>
    <w:rsid w:val="00E46389"/>
    <w:rsid w:val="00E46AD2"/>
    <w:rsid w:val="00E535EF"/>
    <w:rsid w:val="00E54160"/>
    <w:rsid w:val="00E57FA5"/>
    <w:rsid w:val="00E6075C"/>
    <w:rsid w:val="00E6665E"/>
    <w:rsid w:val="00E70F25"/>
    <w:rsid w:val="00E711AA"/>
    <w:rsid w:val="00E71BCD"/>
    <w:rsid w:val="00E7349E"/>
    <w:rsid w:val="00E80641"/>
    <w:rsid w:val="00E81465"/>
    <w:rsid w:val="00E87589"/>
    <w:rsid w:val="00E87938"/>
    <w:rsid w:val="00E929B0"/>
    <w:rsid w:val="00EA0F17"/>
    <w:rsid w:val="00EA40D8"/>
    <w:rsid w:val="00EA4A53"/>
    <w:rsid w:val="00EA6BB4"/>
    <w:rsid w:val="00EB0C0F"/>
    <w:rsid w:val="00EB2540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775"/>
    <w:rsid w:val="00EF0E34"/>
    <w:rsid w:val="00F0224F"/>
    <w:rsid w:val="00F134B4"/>
    <w:rsid w:val="00F23E43"/>
    <w:rsid w:val="00F253B6"/>
    <w:rsid w:val="00F26B3F"/>
    <w:rsid w:val="00F30998"/>
    <w:rsid w:val="00F34D84"/>
    <w:rsid w:val="00F356EA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75257"/>
    <w:rsid w:val="00F7762E"/>
    <w:rsid w:val="00F806A1"/>
    <w:rsid w:val="00F817A8"/>
    <w:rsid w:val="00F82EFC"/>
    <w:rsid w:val="00F84911"/>
    <w:rsid w:val="00F84D38"/>
    <w:rsid w:val="00F8733C"/>
    <w:rsid w:val="00F92159"/>
    <w:rsid w:val="00F939BB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432CC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0A49"/>
    <w:pPr>
      <w:keepNext/>
      <w:outlineLvl w:val="0"/>
    </w:pPr>
    <w:rPr>
      <w:b/>
      <w:bCs/>
      <w:color w:val="FF00FF"/>
    </w:rPr>
  </w:style>
  <w:style w:type="paragraph" w:styleId="Nagwek2">
    <w:name w:val="heading 2"/>
    <w:aliases w:val="heading 3"/>
    <w:basedOn w:val="Normalny"/>
    <w:next w:val="Normalny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semiHidden/>
    <w:rsid w:val="00432CC3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432CC3"/>
  </w:style>
  <w:style w:type="paragraph" w:customStyle="1" w:styleId="ReadingHead">
    <w:name w:val="Reading Head"/>
    <w:basedOn w:val="Text"/>
    <w:rsid w:val="00432CC3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432CC3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432CC3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432CC3"/>
    <w:rPr>
      <w:i/>
      <w:color w:val="003366"/>
      <w:sz w:val="24"/>
      <w:szCs w:val="24"/>
    </w:rPr>
  </w:style>
  <w:style w:type="paragraph" w:customStyle="1" w:styleId="RealiaText">
    <w:name w:val="Realia Text"/>
    <w:rsid w:val="00432CC3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432CC3"/>
    <w:pPr>
      <w:ind w:left="0" w:firstLine="0"/>
    </w:pPr>
  </w:style>
  <w:style w:type="paragraph" w:customStyle="1" w:styleId="TextList">
    <w:name w:val="Text List"/>
    <w:rsid w:val="00432CC3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rsid w:val="00E40A4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E40A49"/>
    <w:rPr>
      <w:rFonts w:ascii="Lucida Grande" w:hAnsi="Lucida Grand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E40A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40A49"/>
  </w:style>
  <w:style w:type="paragraph" w:customStyle="1" w:styleId="BriefPhoto">
    <w:name w:val="Brief Photo"/>
    <w:rsid w:val="00432CC3"/>
    <w:pPr>
      <w:spacing w:before="120" w:after="120"/>
    </w:pPr>
    <w:rPr>
      <w:i/>
      <w:color w:val="800080"/>
      <w:sz w:val="24"/>
      <w:szCs w:val="24"/>
    </w:rPr>
  </w:style>
  <w:style w:type="character" w:styleId="Odwoaniedokomentarza">
    <w:name w:val="annotation reference"/>
    <w:uiPriority w:val="99"/>
    <w:semiHidden/>
    <w:rsid w:val="00E40A49"/>
    <w:rPr>
      <w:sz w:val="16"/>
      <w:szCs w:val="16"/>
    </w:rPr>
  </w:style>
  <w:style w:type="paragraph" w:styleId="Stopka">
    <w:name w:val="footer"/>
    <w:basedOn w:val="Normalny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Nagwek">
    <w:name w:val="header"/>
    <w:basedOn w:val="Normalny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432CC3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ny"/>
    <w:link w:val="HeadASectionChar"/>
    <w:autoRedefine/>
    <w:rsid w:val="00432CC3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432CC3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432CC3"/>
    <w:rPr>
      <w:rFonts w:ascii="Charis SIL" w:hAnsi="Charis SIL"/>
    </w:rPr>
  </w:style>
  <w:style w:type="character" w:customStyle="1" w:styleId="GapFillchr">
    <w:name w:val="Gap Fill chr"/>
    <w:rsid w:val="00432CC3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omylnaczcionkaakapitu"/>
    <w:rsid w:val="00432CC3"/>
  </w:style>
  <w:style w:type="paragraph" w:customStyle="1" w:styleId="RealiaHead">
    <w:name w:val="Realia Head"/>
    <w:basedOn w:val="RealiaText"/>
    <w:rsid w:val="00432CC3"/>
    <w:pPr>
      <w:spacing w:before="240" w:after="60"/>
    </w:pPr>
    <w:rPr>
      <w:b/>
      <w:u w:val="single"/>
    </w:rPr>
  </w:style>
  <w:style w:type="paragraph" w:styleId="Bezodstpw">
    <w:name w:val="No Spacing"/>
    <w:qFormat/>
    <w:rsid w:val="00E40A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rsid w:val="00E40A49"/>
    <w:rPr>
      <w:sz w:val="24"/>
      <w:szCs w:val="24"/>
    </w:rPr>
  </w:style>
  <w:style w:type="table" w:styleId="Tabela-Siatka">
    <w:name w:val="Table Grid"/>
    <w:basedOn w:val="Standardowy"/>
    <w:rsid w:val="00432CC3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432CC3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432CC3"/>
    <w:rPr>
      <w:color w:val="333399"/>
    </w:rPr>
  </w:style>
  <w:style w:type="paragraph" w:customStyle="1" w:styleId="Rubric">
    <w:name w:val="Rubric"/>
    <w:rsid w:val="00432CC3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ny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Nagwek4Znak">
    <w:name w:val="Nagłówek 4 Znak"/>
    <w:basedOn w:val="Domylnaczcionkaakapitu"/>
    <w:link w:val="Nagwek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Nagwek1Znak">
    <w:name w:val="Nagłówek 1 Znak"/>
    <w:link w:val="Nagwek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ny"/>
    <w:rsid w:val="00432CC3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432CC3"/>
    <w:rPr>
      <w:b/>
    </w:rPr>
  </w:style>
  <w:style w:type="paragraph" w:customStyle="1" w:styleId="TextDialogue">
    <w:name w:val="Text Dialogue"/>
    <w:basedOn w:val="TextList"/>
    <w:rsid w:val="00432CC3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432CC3"/>
  </w:style>
  <w:style w:type="paragraph" w:customStyle="1" w:styleId="AudioscriptHead">
    <w:name w:val="Audioscript Head"/>
    <w:basedOn w:val="Audioscript"/>
    <w:rsid w:val="00432CC3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432CC3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432CC3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ny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ny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ny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ny"/>
    <w:qFormat/>
    <w:rsid w:val="00432CC3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432CC3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ny"/>
    <w:rsid w:val="00432CC3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432CC3"/>
    <w:rPr>
      <w:i/>
      <w:color w:val="339966"/>
    </w:rPr>
  </w:style>
  <w:style w:type="paragraph" w:customStyle="1" w:styleId="TextReference">
    <w:name w:val="Text Reference"/>
    <w:basedOn w:val="Normalny"/>
    <w:rsid w:val="00432CC3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432CC3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omylnaczcionkaakapitu"/>
    <w:rsid w:val="00E40A49"/>
    <w:rPr>
      <w:caps/>
      <w:color w:val="800000"/>
    </w:rPr>
  </w:style>
  <w:style w:type="character" w:customStyle="1" w:styleId="HighlightedTextChr">
    <w:name w:val="Highlighted Text Chr"/>
    <w:basedOn w:val="Domylnaczcionkaakapitu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432CC3"/>
    <w:rPr>
      <w:i/>
      <w:color w:val="339966"/>
    </w:rPr>
  </w:style>
  <w:style w:type="paragraph" w:customStyle="1" w:styleId="ClassBoxHead">
    <w:name w:val="Class Box 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E40A49"/>
    <w:pPr>
      <w:ind w:left="720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2153D5"/>
    <w:rPr>
      <w:sz w:val="24"/>
      <w:szCs w:val="24"/>
    </w:rPr>
  </w:style>
  <w:style w:type="paragraph" w:customStyle="1" w:styleId="VocabularyHead">
    <w:name w:val="Vocabulary Head"/>
    <w:basedOn w:val="Text"/>
    <w:rsid w:val="00432CC3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432CC3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432CC3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432CC3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432CC3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432CC3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432CC3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432CC3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432CC3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432CC3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ny"/>
    <w:rsid w:val="00432CC3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432CC3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ny"/>
    <w:rsid w:val="00432CC3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ny"/>
    <w:autoRedefine/>
    <w:rsid w:val="00432CC3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432CC3"/>
    <w:pPr>
      <w:shd w:val="clear" w:color="auto" w:fill="CCECFF"/>
    </w:pPr>
  </w:style>
  <w:style w:type="paragraph" w:customStyle="1" w:styleId="UnitObjectives">
    <w:name w:val="Unit Objectives"/>
    <w:rsid w:val="00432CC3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432CC3"/>
    <w:rPr>
      <w:b/>
    </w:rPr>
  </w:style>
  <w:style w:type="paragraph" w:customStyle="1" w:styleId="CommonErrorsHead">
    <w:name w:val="Common Errors Head"/>
    <w:basedOn w:val="VocabularyHead"/>
    <w:rsid w:val="00432CC3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432CC3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432CC3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432CC3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432CC3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432CC3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D6E298-48BD-4614-82C9-E2E4FD185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1</TotalTime>
  <Pages>1</Pages>
  <Words>431</Words>
  <Characters>2592</Characters>
  <Application>Microsoft Office Word</Application>
  <DocSecurity>0</DocSecurity>
  <Lines>21</Lines>
  <Paragraphs>6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Zawilinska-Janas, Malgorzata</cp:lastModifiedBy>
  <cp:revision>3</cp:revision>
  <cp:lastPrinted>2019-05-28T15:35:00Z</cp:lastPrinted>
  <dcterms:created xsi:type="dcterms:W3CDTF">2019-05-30T09:00:00Z</dcterms:created>
  <dcterms:modified xsi:type="dcterms:W3CDTF">2019-05-30T09:00:00Z</dcterms:modified>
</cp:coreProperties>
</file>