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F5CE" w14:textId="77777777" w:rsidR="00DA18F2" w:rsidRPr="00492D51" w:rsidRDefault="00DA18F2" w:rsidP="00DA18F2">
      <w:pPr>
        <w:pStyle w:val="HeadUnit"/>
      </w:pPr>
      <w:r>
        <w:t>LANGUAGE</w:t>
      </w:r>
    </w:p>
    <w:p w14:paraId="6A7E583B" w14:textId="34E3C48D" w:rsidR="008573E0" w:rsidRPr="007E3E05" w:rsidRDefault="00F368FC" w:rsidP="007E3E05">
      <w:pPr>
        <w:pStyle w:val="HeadASection"/>
        <w:rPr>
          <w:lang w:val="en-GB"/>
        </w:rPr>
      </w:pPr>
      <w:r w:rsidRPr="007E3E05">
        <w:rPr>
          <w:lang w:val="en-GB"/>
        </w:rPr>
        <w:t xml:space="preserve">Lesson </w:t>
      </w:r>
      <w:r w:rsidR="00D46EA8" w:rsidRPr="007E3E05">
        <w:rPr>
          <w:lang w:val="en-GB"/>
        </w:rPr>
        <w:t>1</w:t>
      </w:r>
      <w:r w:rsidR="00955030" w:rsidRPr="007E3E05">
        <w:rPr>
          <w:lang w:val="en-GB"/>
        </w:rPr>
        <w:t>.1 Vocabulary</w:t>
      </w:r>
      <w:r w:rsidR="00E23CC4" w:rsidRPr="007E3E05">
        <w:rPr>
          <w:spacing w:val="11"/>
          <w:lang w:val="en-GB"/>
        </w:rPr>
        <w:t xml:space="preserve"> </w:t>
      </w:r>
    </w:p>
    <w:p w14:paraId="3B94FFD7" w14:textId="4A85B870" w:rsidR="0093100B" w:rsidRDefault="005F0FB0" w:rsidP="007E3E05">
      <w:pPr>
        <w:pStyle w:val="Rubric"/>
      </w:pPr>
      <w:r w:rsidRPr="00E31AEF">
        <w:t>1</w:t>
      </w:r>
      <w:r w:rsidRPr="009E221F">
        <w:t xml:space="preserve"> </w:t>
      </w:r>
      <w:r w:rsidR="0093100B" w:rsidRPr="009E221F">
        <w:t>Choose the correct option</w:t>
      </w:r>
      <w:r w:rsidR="006B4C47">
        <w:t>.</w:t>
      </w:r>
    </w:p>
    <w:p w14:paraId="61D07626" w14:textId="77777777" w:rsidR="00E31AEF" w:rsidRPr="007E3E05" w:rsidRDefault="00E31AEF" w:rsidP="007E3E05">
      <w:pPr>
        <w:pStyle w:val="Rubric"/>
        <w:tabs>
          <w:tab w:val="left" w:pos="3261"/>
        </w:tabs>
        <w:rPr>
          <w:b w:val="0"/>
        </w:rPr>
      </w:pPr>
    </w:p>
    <w:p w14:paraId="3FFE11EB" w14:textId="0DBEAE3E" w:rsidR="00D711B2" w:rsidRDefault="008573E0" w:rsidP="008D2BFA">
      <w:pPr>
        <w:pStyle w:val="Rubric"/>
        <w:rPr>
          <w:b w:val="0"/>
        </w:rPr>
      </w:pPr>
      <w:r w:rsidRPr="00E84816">
        <w:t xml:space="preserve">1 </w:t>
      </w:r>
      <w:r w:rsidR="00BA7D6E" w:rsidRPr="00E84816">
        <w:tab/>
      </w:r>
      <w:r w:rsidR="00EB6974">
        <w:rPr>
          <w:b w:val="0"/>
        </w:rPr>
        <w:t>The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 w:rsidR="00EB6974">
        <w:rPr>
          <w:b w:val="0"/>
        </w:rPr>
        <w:t xml:space="preserve"> audience for the car is young professional women.</w:t>
      </w:r>
    </w:p>
    <w:p w14:paraId="25D3EE9D" w14:textId="4E8FEE86" w:rsidR="00EB6974" w:rsidRPr="00EB6974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>
        <w:t xml:space="preserve">a </w:t>
      </w:r>
      <w:r>
        <w:rPr>
          <w:b w:val="0"/>
        </w:rPr>
        <w:t>customer</w:t>
      </w:r>
      <w:r w:rsidR="00E31AEF">
        <w:rPr>
          <w:b w:val="0"/>
        </w:rPr>
        <w:tab/>
      </w:r>
      <w:r w:rsidRPr="00EB6974">
        <w:t>b</w:t>
      </w:r>
      <w:r>
        <w:t xml:space="preserve"> </w:t>
      </w:r>
      <w:r>
        <w:rPr>
          <w:b w:val="0"/>
        </w:rPr>
        <w:t>focus</w:t>
      </w:r>
      <w:r w:rsidR="00E31AEF">
        <w:rPr>
          <w:b w:val="0"/>
        </w:rPr>
        <w:tab/>
      </w:r>
      <w:r w:rsidRPr="00EB6974">
        <w:t>c</w:t>
      </w:r>
      <w:r>
        <w:t xml:space="preserve"> </w:t>
      </w:r>
      <w:r>
        <w:rPr>
          <w:b w:val="0"/>
        </w:rPr>
        <w:t>target</w:t>
      </w:r>
      <w:r w:rsidR="00E31AEF">
        <w:rPr>
          <w:b w:val="0"/>
        </w:rPr>
        <w:tab/>
      </w:r>
      <w:r w:rsidRPr="00EB6974">
        <w:t>d</w:t>
      </w:r>
      <w:r>
        <w:t xml:space="preserve"> </w:t>
      </w:r>
      <w:r>
        <w:rPr>
          <w:b w:val="0"/>
        </w:rPr>
        <w:t xml:space="preserve">respondent </w:t>
      </w:r>
    </w:p>
    <w:p w14:paraId="27B6D588" w14:textId="77777777" w:rsidR="00E31AEF" w:rsidRDefault="00E31AEF" w:rsidP="00EB6974">
      <w:pPr>
        <w:pStyle w:val="Rubric"/>
      </w:pPr>
    </w:p>
    <w:p w14:paraId="4DCB1A6F" w14:textId="5DF7E16B" w:rsidR="00EB6974" w:rsidRPr="00EB6974" w:rsidRDefault="00EB6974" w:rsidP="00EB6974">
      <w:pPr>
        <w:pStyle w:val="Rubric"/>
      </w:pPr>
      <w:r>
        <w:t xml:space="preserve">2 </w:t>
      </w:r>
      <w:r>
        <w:rPr>
          <w:b w:val="0"/>
        </w:rPr>
        <w:t xml:space="preserve">There will be six people in each </w:t>
      </w:r>
      <w:r w:rsidR="00CF3AA8" w:rsidRPr="00CF3AA8">
        <w:rPr>
          <w:rStyle w:val="GapFillchr"/>
        </w:rPr>
        <w:t>     </w:t>
      </w:r>
      <w:r>
        <w:rPr>
          <w:b w:val="0"/>
        </w:rPr>
        <w:t xml:space="preserve"> group.</w:t>
      </w:r>
    </w:p>
    <w:p w14:paraId="30AC27B1" w14:textId="25CACA22" w:rsidR="00EB6974" w:rsidRPr="00C02B73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>
        <w:t xml:space="preserve"> </w:t>
      </w:r>
      <w:r>
        <w:rPr>
          <w:b w:val="0"/>
        </w:rPr>
        <w:t>focus</w:t>
      </w:r>
      <w:r>
        <w:rPr>
          <w:b w:val="0"/>
        </w:rPr>
        <w:tab/>
      </w:r>
      <w:r w:rsidRPr="00EB6974">
        <w:t>b</w:t>
      </w:r>
      <w:r>
        <w:t xml:space="preserve"> </w:t>
      </w:r>
      <w:r w:rsidR="00C02B73">
        <w:rPr>
          <w:b w:val="0"/>
        </w:rPr>
        <w:t>data</w:t>
      </w:r>
      <w:r w:rsidR="00E31AEF">
        <w:rPr>
          <w:b w:val="0"/>
        </w:rPr>
        <w:tab/>
      </w:r>
      <w:r w:rsidRPr="00EB6974">
        <w:t>c</w:t>
      </w:r>
      <w:r w:rsidR="00C02B73">
        <w:t xml:space="preserve"> </w:t>
      </w:r>
      <w:r w:rsidR="00C02B73">
        <w:rPr>
          <w:b w:val="0"/>
        </w:rPr>
        <w:t>desk</w:t>
      </w:r>
      <w:r w:rsidR="00095204">
        <w:rPr>
          <w:b w:val="0"/>
        </w:rPr>
        <w:tab/>
      </w:r>
      <w:r w:rsidRPr="00EB6974">
        <w:t>d</w:t>
      </w:r>
      <w:r w:rsidR="00C02B73">
        <w:t xml:space="preserve"> </w:t>
      </w:r>
      <w:r w:rsidR="00C02B73">
        <w:rPr>
          <w:b w:val="0"/>
        </w:rPr>
        <w:t>impact</w:t>
      </w:r>
    </w:p>
    <w:p w14:paraId="2C2A7762" w14:textId="77777777" w:rsidR="00E31AEF" w:rsidRDefault="00E31AEF" w:rsidP="00EB6974">
      <w:pPr>
        <w:pStyle w:val="Rubric"/>
      </w:pPr>
    </w:p>
    <w:p w14:paraId="4E9AFB40" w14:textId="3255DF31" w:rsidR="00C02B73" w:rsidRPr="00C02B73" w:rsidRDefault="00C02B73" w:rsidP="00EB6974">
      <w:pPr>
        <w:pStyle w:val="Rubric"/>
        <w:rPr>
          <w:b w:val="0"/>
        </w:rPr>
      </w:pPr>
      <w:r>
        <w:t xml:space="preserve">3 </w:t>
      </w:r>
      <w:r>
        <w:rPr>
          <w:b w:val="0"/>
        </w:rPr>
        <w:t xml:space="preserve">Laura sent an online </w:t>
      </w:r>
      <w:r w:rsidR="00CF3AA8" w:rsidRPr="00CF3AA8">
        <w:rPr>
          <w:rStyle w:val="GapFillchr"/>
        </w:rPr>
        <w:t>     </w:t>
      </w:r>
      <w:r>
        <w:rPr>
          <w:b w:val="0"/>
        </w:rPr>
        <w:t xml:space="preserve"> to two hundred customers.</w:t>
      </w:r>
    </w:p>
    <w:p w14:paraId="577B6E37" w14:textId="1B4F133E" w:rsidR="00EB6974" w:rsidRPr="00C02B73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C02B73">
        <w:t xml:space="preserve"> </w:t>
      </w:r>
      <w:r w:rsidR="00C02B73">
        <w:rPr>
          <w:b w:val="0"/>
        </w:rPr>
        <w:t>research</w:t>
      </w:r>
      <w:r w:rsidR="00E31AEF">
        <w:tab/>
      </w:r>
      <w:r w:rsidRPr="00EB6974">
        <w:t>b</w:t>
      </w:r>
      <w:r w:rsidR="00C02B73">
        <w:t xml:space="preserve"> </w:t>
      </w:r>
      <w:r w:rsidR="00C02B73">
        <w:rPr>
          <w:b w:val="0"/>
        </w:rPr>
        <w:t>tester</w:t>
      </w:r>
      <w:r w:rsidR="00E31AEF">
        <w:rPr>
          <w:b w:val="0"/>
        </w:rPr>
        <w:tab/>
      </w:r>
      <w:r w:rsidRPr="00EB6974">
        <w:t>c</w:t>
      </w:r>
      <w:r w:rsidR="00C02B73">
        <w:t xml:space="preserve"> </w:t>
      </w:r>
      <w:r w:rsidR="00C02B73">
        <w:rPr>
          <w:b w:val="0"/>
        </w:rPr>
        <w:t>analysis</w:t>
      </w:r>
      <w:r w:rsidR="00E31AEF">
        <w:tab/>
      </w:r>
      <w:r w:rsidRPr="00EB6974">
        <w:t>d</w:t>
      </w:r>
      <w:r w:rsidR="00C02B73">
        <w:t xml:space="preserve"> </w:t>
      </w:r>
      <w:r w:rsidR="00C02B73">
        <w:rPr>
          <w:b w:val="0"/>
        </w:rPr>
        <w:t>survey</w:t>
      </w:r>
    </w:p>
    <w:p w14:paraId="7432AE2F" w14:textId="77777777" w:rsidR="00E31AEF" w:rsidRDefault="00E31AEF" w:rsidP="00EB6974">
      <w:pPr>
        <w:pStyle w:val="Rubric"/>
      </w:pPr>
    </w:p>
    <w:p w14:paraId="3988ACA0" w14:textId="40B33367" w:rsidR="00C02B73" w:rsidRPr="00C02B73" w:rsidRDefault="00C02B73" w:rsidP="00EB6974">
      <w:pPr>
        <w:pStyle w:val="Rubric"/>
        <w:rPr>
          <w:b w:val="0"/>
        </w:rPr>
      </w:pPr>
      <w:r>
        <w:t xml:space="preserve">4 </w:t>
      </w:r>
      <w:r>
        <w:rPr>
          <w:b w:val="0"/>
        </w:rPr>
        <w:t>The hotel’s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 w:rsidR="00CF3AA8" w:rsidRPr="00CF3AA8">
        <w:rPr>
          <w:b w:val="0"/>
        </w:rPr>
        <w:t xml:space="preserve"> </w:t>
      </w:r>
      <w:r>
        <w:rPr>
          <w:b w:val="0"/>
        </w:rPr>
        <w:t xml:space="preserve">satisfaction </w:t>
      </w:r>
      <w:r w:rsidR="003A34FF">
        <w:rPr>
          <w:b w:val="0"/>
        </w:rPr>
        <w:t xml:space="preserve">level </w:t>
      </w:r>
      <w:r>
        <w:rPr>
          <w:b w:val="0"/>
        </w:rPr>
        <w:t xml:space="preserve">is very </w:t>
      </w:r>
      <w:r w:rsidR="00B627C4">
        <w:rPr>
          <w:b w:val="0"/>
        </w:rPr>
        <w:t>high</w:t>
      </w:r>
      <w:r>
        <w:rPr>
          <w:b w:val="0"/>
        </w:rPr>
        <w:t xml:space="preserve">. </w:t>
      </w:r>
    </w:p>
    <w:p w14:paraId="354027AC" w14:textId="71129491" w:rsidR="00EB6974" w:rsidRPr="008363A2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C02B73">
        <w:t xml:space="preserve"> </w:t>
      </w:r>
      <w:r w:rsidR="008363A2">
        <w:rPr>
          <w:b w:val="0"/>
        </w:rPr>
        <w:t>sample</w:t>
      </w:r>
      <w:r w:rsidR="008363A2">
        <w:rPr>
          <w:b w:val="0"/>
        </w:rPr>
        <w:tab/>
      </w:r>
      <w:r w:rsidRPr="00EB6974">
        <w:t>b</w:t>
      </w:r>
      <w:r w:rsidR="008363A2">
        <w:t xml:space="preserve"> </w:t>
      </w:r>
      <w:r w:rsidR="008363A2">
        <w:rPr>
          <w:b w:val="0"/>
        </w:rPr>
        <w:t>tester</w:t>
      </w:r>
      <w:r w:rsidR="00E31AEF">
        <w:rPr>
          <w:b w:val="0"/>
        </w:rPr>
        <w:tab/>
      </w:r>
      <w:r w:rsidRPr="00EB6974">
        <w:t>c</w:t>
      </w:r>
      <w:r w:rsidR="00C02B73">
        <w:t xml:space="preserve"> </w:t>
      </w:r>
      <w:r w:rsidR="00C02B73">
        <w:rPr>
          <w:b w:val="0"/>
        </w:rPr>
        <w:t>customer</w:t>
      </w:r>
      <w:r w:rsidR="00095204">
        <w:rPr>
          <w:b w:val="0"/>
        </w:rPr>
        <w:tab/>
      </w:r>
      <w:r w:rsidRPr="00EB6974">
        <w:t>d</w:t>
      </w:r>
      <w:r w:rsidR="008363A2">
        <w:t xml:space="preserve"> </w:t>
      </w:r>
      <w:r w:rsidR="008363A2">
        <w:rPr>
          <w:b w:val="0"/>
        </w:rPr>
        <w:t>respondent</w:t>
      </w:r>
    </w:p>
    <w:p w14:paraId="57513B22" w14:textId="77777777" w:rsidR="00E31AEF" w:rsidRDefault="00E31AEF" w:rsidP="00EB6974">
      <w:pPr>
        <w:pStyle w:val="Rubric"/>
      </w:pPr>
    </w:p>
    <w:p w14:paraId="0F7A9224" w14:textId="3CB9E03C" w:rsidR="008363A2" w:rsidRDefault="008363A2" w:rsidP="00EB6974">
      <w:pPr>
        <w:pStyle w:val="Rubric"/>
      </w:pPr>
      <w:r>
        <w:t xml:space="preserve">5 </w:t>
      </w:r>
      <w:r>
        <w:rPr>
          <w:b w:val="0"/>
        </w:rPr>
        <w:t>We prefer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 w:rsidR="00CF3AA8" w:rsidRPr="00CF3AA8">
        <w:rPr>
          <w:b w:val="0"/>
        </w:rPr>
        <w:t xml:space="preserve"> </w:t>
      </w:r>
      <w:r>
        <w:rPr>
          <w:b w:val="0"/>
        </w:rPr>
        <w:t xml:space="preserve">interviews </w:t>
      </w:r>
      <w:r w:rsidR="00EC738C">
        <w:rPr>
          <w:b w:val="0"/>
        </w:rPr>
        <w:t>that last an</w:t>
      </w:r>
      <w:r>
        <w:rPr>
          <w:b w:val="0"/>
        </w:rPr>
        <w:t xml:space="preserve"> hour with</w:t>
      </w:r>
      <w:r w:rsidR="00EC738C">
        <w:rPr>
          <w:b w:val="0"/>
        </w:rPr>
        <w:t> </w:t>
      </w:r>
      <w:r>
        <w:rPr>
          <w:b w:val="0"/>
        </w:rPr>
        <w:t xml:space="preserve">each person. </w:t>
      </w:r>
      <w:r>
        <w:t xml:space="preserve"> </w:t>
      </w:r>
    </w:p>
    <w:p w14:paraId="793EB657" w14:textId="17E87BA8" w:rsidR="00EB6974" w:rsidRPr="008363A2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8363A2">
        <w:t xml:space="preserve"> </w:t>
      </w:r>
      <w:r w:rsidR="00C83BB5" w:rsidRPr="00B627C4">
        <w:rPr>
          <w:b w:val="0"/>
        </w:rPr>
        <w:t>launch</w:t>
      </w:r>
      <w:r w:rsidR="00E31AEF">
        <w:tab/>
      </w:r>
      <w:r w:rsidRPr="00EB6974">
        <w:t>b</w:t>
      </w:r>
      <w:r w:rsidR="008363A2">
        <w:t xml:space="preserve"> </w:t>
      </w:r>
      <w:r w:rsidR="008363A2">
        <w:rPr>
          <w:b w:val="0"/>
        </w:rPr>
        <w:t>viable</w:t>
      </w:r>
      <w:r w:rsidR="00E31AEF">
        <w:rPr>
          <w:b w:val="0"/>
        </w:rPr>
        <w:tab/>
      </w:r>
      <w:r w:rsidRPr="00EB6974">
        <w:t>c</w:t>
      </w:r>
      <w:r w:rsidR="008363A2">
        <w:t xml:space="preserve"> </w:t>
      </w:r>
      <w:r w:rsidR="008363A2">
        <w:rPr>
          <w:b w:val="0"/>
        </w:rPr>
        <w:t>desk</w:t>
      </w:r>
      <w:r w:rsidR="00095204">
        <w:rPr>
          <w:b w:val="0"/>
        </w:rPr>
        <w:tab/>
      </w:r>
      <w:r w:rsidRPr="00EB6974">
        <w:t>d</w:t>
      </w:r>
      <w:r w:rsidR="008363A2">
        <w:t xml:space="preserve"> </w:t>
      </w:r>
      <w:r w:rsidR="008363A2">
        <w:rPr>
          <w:b w:val="0"/>
        </w:rPr>
        <w:t>in-depth</w:t>
      </w:r>
    </w:p>
    <w:p w14:paraId="62565D25" w14:textId="77777777" w:rsidR="00E31AEF" w:rsidRDefault="00E31AEF" w:rsidP="00EB6974">
      <w:pPr>
        <w:pStyle w:val="Rubric"/>
      </w:pPr>
    </w:p>
    <w:p w14:paraId="0D0CF725" w14:textId="16E6B8D4" w:rsidR="008363A2" w:rsidRDefault="008363A2" w:rsidP="00EB6974">
      <w:pPr>
        <w:pStyle w:val="Rubric"/>
      </w:pPr>
      <w:r>
        <w:t>6</w:t>
      </w:r>
      <w:r w:rsidR="00A9751D">
        <w:t xml:space="preserve"> </w:t>
      </w:r>
      <w:r w:rsidR="00A9751D">
        <w:rPr>
          <w:b w:val="0"/>
        </w:rPr>
        <w:t>The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 w:rsidR="00CF3AA8" w:rsidRPr="00CF3AA8">
        <w:rPr>
          <w:b w:val="0"/>
        </w:rPr>
        <w:t xml:space="preserve"> </w:t>
      </w:r>
      <w:r w:rsidR="00A9751D">
        <w:rPr>
          <w:b w:val="0"/>
        </w:rPr>
        <w:t xml:space="preserve">size must be larger to </w:t>
      </w:r>
      <w:r w:rsidR="00B627C4">
        <w:rPr>
          <w:b w:val="0"/>
        </w:rPr>
        <w:t>be fully representative of the market</w:t>
      </w:r>
      <w:r w:rsidR="00A9751D">
        <w:rPr>
          <w:b w:val="0"/>
        </w:rPr>
        <w:t xml:space="preserve">. </w:t>
      </w:r>
      <w:r>
        <w:t xml:space="preserve"> </w:t>
      </w:r>
    </w:p>
    <w:p w14:paraId="75E62508" w14:textId="69A21288" w:rsidR="00EB6974" w:rsidRPr="00A9751D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A9751D">
        <w:t xml:space="preserve"> </w:t>
      </w:r>
      <w:r w:rsidR="00A9751D">
        <w:rPr>
          <w:b w:val="0"/>
        </w:rPr>
        <w:t>target</w:t>
      </w:r>
      <w:r w:rsidR="00A9751D">
        <w:rPr>
          <w:b w:val="0"/>
        </w:rPr>
        <w:tab/>
      </w:r>
      <w:r w:rsidRPr="00EB6974">
        <w:t>b</w:t>
      </w:r>
      <w:r w:rsidR="00A9751D">
        <w:t xml:space="preserve"> </w:t>
      </w:r>
      <w:r w:rsidR="00A9751D">
        <w:rPr>
          <w:b w:val="0"/>
        </w:rPr>
        <w:t>sample</w:t>
      </w:r>
      <w:r w:rsidR="00E31AEF">
        <w:rPr>
          <w:b w:val="0"/>
        </w:rPr>
        <w:tab/>
      </w:r>
      <w:r w:rsidRPr="00EB6974">
        <w:t>c</w:t>
      </w:r>
      <w:r w:rsidR="00A9751D">
        <w:t xml:space="preserve"> </w:t>
      </w:r>
      <w:r w:rsidR="00A9751D">
        <w:rPr>
          <w:b w:val="0"/>
        </w:rPr>
        <w:t>focus</w:t>
      </w:r>
      <w:r w:rsidR="00095204">
        <w:rPr>
          <w:b w:val="0"/>
        </w:rPr>
        <w:tab/>
      </w:r>
      <w:r w:rsidRPr="00EB6974">
        <w:t>d</w:t>
      </w:r>
      <w:r w:rsidR="00A9751D">
        <w:t xml:space="preserve"> </w:t>
      </w:r>
      <w:r w:rsidR="00A9751D">
        <w:rPr>
          <w:b w:val="0"/>
        </w:rPr>
        <w:t xml:space="preserve">customer </w:t>
      </w:r>
    </w:p>
    <w:p w14:paraId="26402D75" w14:textId="77777777" w:rsidR="00E31AEF" w:rsidRDefault="00E31AEF" w:rsidP="00EB6974">
      <w:pPr>
        <w:pStyle w:val="Rubric"/>
      </w:pPr>
    </w:p>
    <w:p w14:paraId="3DCD8339" w14:textId="3DEEC0E5" w:rsidR="00A9751D" w:rsidRDefault="00A9751D" w:rsidP="00EB6974">
      <w:pPr>
        <w:pStyle w:val="Rubric"/>
      </w:pPr>
      <w:r>
        <w:t xml:space="preserve">7 </w:t>
      </w:r>
      <w:r>
        <w:rPr>
          <w:b w:val="0"/>
        </w:rPr>
        <w:t>Th</w:t>
      </w:r>
      <w:r w:rsidR="000F3DC4">
        <w:rPr>
          <w:b w:val="0"/>
        </w:rPr>
        <w:t>at</w:t>
      </w:r>
      <w:r>
        <w:rPr>
          <w:b w:val="0"/>
        </w:rPr>
        <w:t xml:space="preserve"> </w:t>
      </w:r>
      <w:r w:rsidR="000F3DC4">
        <w:rPr>
          <w:b w:val="0"/>
        </w:rPr>
        <w:t xml:space="preserve">software </w:t>
      </w:r>
      <w:r>
        <w:rPr>
          <w:b w:val="0"/>
        </w:rPr>
        <w:t>company tries to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>
        <w:rPr>
          <w:b w:val="0"/>
        </w:rPr>
        <w:t xml:space="preserve"> a new </w:t>
      </w:r>
      <w:r w:rsidR="000F3DC4">
        <w:rPr>
          <w:b w:val="0"/>
        </w:rPr>
        <w:t>product</w:t>
      </w:r>
      <w:r>
        <w:rPr>
          <w:b w:val="0"/>
        </w:rPr>
        <w:t xml:space="preserve"> every two years. </w:t>
      </w:r>
      <w:r>
        <w:t xml:space="preserve"> </w:t>
      </w:r>
    </w:p>
    <w:p w14:paraId="1927A6CF" w14:textId="2921E22B" w:rsidR="00EB6974" w:rsidRPr="00A9751D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A9751D">
        <w:t xml:space="preserve"> </w:t>
      </w:r>
      <w:r w:rsidR="00A9751D" w:rsidRPr="00A9751D">
        <w:rPr>
          <w:b w:val="0"/>
        </w:rPr>
        <w:t>gather</w:t>
      </w:r>
      <w:r w:rsidR="00E31AEF">
        <w:tab/>
      </w:r>
      <w:r w:rsidRPr="00EB6974">
        <w:t>b</w:t>
      </w:r>
      <w:r w:rsidR="00A9751D">
        <w:t xml:space="preserve"> </w:t>
      </w:r>
      <w:r w:rsidR="00A9751D">
        <w:rPr>
          <w:b w:val="0"/>
        </w:rPr>
        <w:t>impact</w:t>
      </w:r>
      <w:r w:rsidR="00E31AEF">
        <w:rPr>
          <w:b w:val="0"/>
        </w:rPr>
        <w:tab/>
      </w:r>
      <w:r w:rsidRPr="00EB6974">
        <w:t>c</w:t>
      </w:r>
      <w:r w:rsidR="00A9751D">
        <w:t xml:space="preserve"> </w:t>
      </w:r>
      <w:r w:rsidR="00A9751D">
        <w:rPr>
          <w:b w:val="0"/>
        </w:rPr>
        <w:t>gauge</w:t>
      </w:r>
      <w:r w:rsidR="00095204">
        <w:rPr>
          <w:b w:val="0"/>
        </w:rPr>
        <w:tab/>
      </w:r>
      <w:r w:rsidRPr="00EB6974">
        <w:t>d</w:t>
      </w:r>
      <w:r w:rsidR="00A9751D">
        <w:t xml:space="preserve"> </w:t>
      </w:r>
      <w:r w:rsidR="00A9751D">
        <w:rPr>
          <w:b w:val="0"/>
        </w:rPr>
        <w:t>launch</w:t>
      </w:r>
    </w:p>
    <w:p w14:paraId="071CB341" w14:textId="77777777" w:rsidR="00E31AEF" w:rsidRDefault="00E31AEF" w:rsidP="00EB6974">
      <w:pPr>
        <w:pStyle w:val="Rubric"/>
      </w:pPr>
    </w:p>
    <w:p w14:paraId="7379F1DC" w14:textId="2D8B87C4" w:rsidR="00A9751D" w:rsidRPr="00A9751D" w:rsidRDefault="00A9751D" w:rsidP="00EB6974">
      <w:pPr>
        <w:pStyle w:val="Rubric"/>
        <w:rPr>
          <w:b w:val="0"/>
        </w:rPr>
      </w:pPr>
      <w:r>
        <w:t xml:space="preserve">8 </w:t>
      </w:r>
      <w:r w:rsidRPr="00A9751D">
        <w:rPr>
          <w:b w:val="0"/>
        </w:rPr>
        <w:t>My job involves a lot of</w:t>
      </w:r>
      <w:r>
        <w:t xml:space="preserve"> </w:t>
      </w:r>
      <w:r>
        <w:rPr>
          <w:b w:val="0"/>
        </w:rPr>
        <w:t>desk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>
        <w:rPr>
          <w:b w:val="0"/>
        </w:rPr>
        <w:t xml:space="preserve"> into our competitors. </w:t>
      </w:r>
    </w:p>
    <w:p w14:paraId="21371344" w14:textId="09788BB8" w:rsidR="00EB6974" w:rsidRPr="00A9751D" w:rsidRDefault="00EB6974" w:rsidP="00095204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A9751D">
        <w:t xml:space="preserve"> </w:t>
      </w:r>
      <w:r w:rsidR="00A9751D">
        <w:rPr>
          <w:b w:val="0"/>
        </w:rPr>
        <w:t>research</w:t>
      </w:r>
      <w:r w:rsidR="00E31AEF">
        <w:rPr>
          <w:b w:val="0"/>
        </w:rPr>
        <w:tab/>
      </w:r>
      <w:r w:rsidRPr="00EB6974">
        <w:t>b</w:t>
      </w:r>
      <w:r w:rsidR="00A9751D">
        <w:t xml:space="preserve"> </w:t>
      </w:r>
      <w:r w:rsidR="00A9751D">
        <w:rPr>
          <w:b w:val="0"/>
        </w:rPr>
        <w:t>focus</w:t>
      </w:r>
      <w:r w:rsidR="00E31AEF">
        <w:rPr>
          <w:b w:val="0"/>
        </w:rPr>
        <w:tab/>
      </w:r>
      <w:r w:rsidRPr="00EB6974">
        <w:t>c</w:t>
      </w:r>
      <w:r w:rsidR="00A9751D">
        <w:t xml:space="preserve"> </w:t>
      </w:r>
      <w:r w:rsidR="00A9751D">
        <w:rPr>
          <w:b w:val="0"/>
        </w:rPr>
        <w:t>audience</w:t>
      </w:r>
      <w:r w:rsidR="00095204">
        <w:rPr>
          <w:b w:val="0"/>
        </w:rPr>
        <w:tab/>
      </w:r>
      <w:r w:rsidRPr="00EB6974">
        <w:t>d</w:t>
      </w:r>
      <w:r w:rsidR="00A9751D">
        <w:t xml:space="preserve"> </w:t>
      </w:r>
      <w:r w:rsidR="00A9751D">
        <w:rPr>
          <w:b w:val="0"/>
        </w:rPr>
        <w:t>analysis</w:t>
      </w:r>
    </w:p>
    <w:p w14:paraId="73157E9B" w14:textId="77777777" w:rsidR="00E31AEF" w:rsidRDefault="00E31AEF" w:rsidP="00EB6974">
      <w:pPr>
        <w:pStyle w:val="Rubric"/>
      </w:pPr>
    </w:p>
    <w:p w14:paraId="37A37722" w14:textId="09395BA0" w:rsidR="00A9751D" w:rsidRPr="00A9751D" w:rsidRDefault="00A9751D" w:rsidP="00EB6974">
      <w:pPr>
        <w:pStyle w:val="Rubric"/>
        <w:rPr>
          <w:b w:val="0"/>
        </w:rPr>
      </w:pPr>
      <w:r>
        <w:t xml:space="preserve">9 </w:t>
      </w:r>
      <w:r>
        <w:rPr>
          <w:b w:val="0"/>
        </w:rPr>
        <w:t>Employing product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>
        <w:rPr>
          <w:b w:val="0"/>
        </w:rPr>
        <w:t xml:space="preserve"> is a good investment for</w:t>
      </w:r>
      <w:r w:rsidR="00EC738C">
        <w:rPr>
          <w:b w:val="0"/>
        </w:rPr>
        <w:t> </w:t>
      </w:r>
      <w:r>
        <w:rPr>
          <w:b w:val="0"/>
        </w:rPr>
        <w:t>technology companies.</w:t>
      </w:r>
    </w:p>
    <w:p w14:paraId="58EAD6CB" w14:textId="4BCE20C0" w:rsidR="00EB6974" w:rsidRPr="0052070E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52070E">
        <w:t xml:space="preserve"> </w:t>
      </w:r>
      <w:r w:rsidR="0052070E">
        <w:rPr>
          <w:b w:val="0"/>
        </w:rPr>
        <w:t>testers</w:t>
      </w:r>
      <w:r w:rsidR="00E31AEF">
        <w:rPr>
          <w:b w:val="0"/>
        </w:rPr>
        <w:tab/>
      </w:r>
      <w:r w:rsidRPr="0052070E">
        <w:t>b</w:t>
      </w:r>
      <w:r w:rsidR="0052070E">
        <w:t xml:space="preserve"> </w:t>
      </w:r>
      <w:r w:rsidR="0052070E">
        <w:rPr>
          <w:b w:val="0"/>
        </w:rPr>
        <w:t>groups</w:t>
      </w:r>
      <w:r w:rsidR="00E31AEF">
        <w:rPr>
          <w:b w:val="0"/>
        </w:rPr>
        <w:tab/>
      </w:r>
      <w:r w:rsidRPr="0052070E">
        <w:t>c</w:t>
      </w:r>
      <w:r w:rsidR="0052070E">
        <w:t xml:space="preserve"> </w:t>
      </w:r>
      <w:r w:rsidR="0052070E">
        <w:rPr>
          <w:b w:val="0"/>
        </w:rPr>
        <w:t>surveys</w:t>
      </w:r>
      <w:r w:rsidR="00095204">
        <w:rPr>
          <w:b w:val="0"/>
        </w:rPr>
        <w:tab/>
      </w:r>
      <w:r w:rsidRPr="0052070E">
        <w:t>d</w:t>
      </w:r>
      <w:r w:rsidR="0052070E">
        <w:t xml:space="preserve"> </w:t>
      </w:r>
      <w:r w:rsidR="0052070E">
        <w:rPr>
          <w:b w:val="0"/>
        </w:rPr>
        <w:t>audiences</w:t>
      </w:r>
      <w:r w:rsidR="0052070E">
        <w:tab/>
      </w:r>
    </w:p>
    <w:p w14:paraId="1AA6F0C7" w14:textId="77777777" w:rsidR="00E31AEF" w:rsidRDefault="00E31AEF" w:rsidP="00EB6974">
      <w:pPr>
        <w:pStyle w:val="Rubric"/>
      </w:pPr>
    </w:p>
    <w:p w14:paraId="4463FCBB" w14:textId="6308C818" w:rsidR="0052070E" w:rsidRPr="00DF5225" w:rsidRDefault="0052070E" w:rsidP="00EB6974">
      <w:pPr>
        <w:pStyle w:val="Rubric"/>
        <w:rPr>
          <w:b w:val="0"/>
        </w:rPr>
      </w:pPr>
      <w:r>
        <w:t xml:space="preserve">10 </w:t>
      </w:r>
      <w:r w:rsidR="00DF5225">
        <w:rPr>
          <w:b w:val="0"/>
        </w:rPr>
        <w:t>Market research companies do a lot of</w:t>
      </w:r>
      <w:r w:rsidR="00CF3AA8" w:rsidRPr="00CF3AA8">
        <w:rPr>
          <w:b w:val="0"/>
        </w:rPr>
        <w:t xml:space="preserve"> </w:t>
      </w:r>
      <w:r w:rsidR="00CF3AA8">
        <w:rPr>
          <w:b w:val="0"/>
        </w:rPr>
        <w:br/>
      </w:r>
      <w:r w:rsidR="00CF3AA8" w:rsidRPr="00CF3AA8">
        <w:rPr>
          <w:rStyle w:val="GapFillchr"/>
          <w:b/>
        </w:rPr>
        <w:t>     </w:t>
      </w:r>
      <w:r w:rsidR="00DF5225">
        <w:rPr>
          <w:b w:val="0"/>
        </w:rPr>
        <w:t xml:space="preserve"> analysis.</w:t>
      </w:r>
    </w:p>
    <w:p w14:paraId="443F0156" w14:textId="715B527A" w:rsidR="00EB6974" w:rsidRPr="00DF5225" w:rsidRDefault="00EB6974" w:rsidP="007E3E05">
      <w:pPr>
        <w:pStyle w:val="Rubric"/>
        <w:tabs>
          <w:tab w:val="left" w:pos="1134"/>
          <w:tab w:val="left" w:pos="2127"/>
          <w:tab w:val="left" w:pos="3261"/>
          <w:tab w:val="left" w:pos="3402"/>
        </w:tabs>
        <w:rPr>
          <w:b w:val="0"/>
        </w:rPr>
      </w:pPr>
      <w:r w:rsidRPr="00EB6974">
        <w:t>a</w:t>
      </w:r>
      <w:r w:rsidR="00DF5225">
        <w:t xml:space="preserve"> </w:t>
      </w:r>
      <w:r w:rsidR="00DF5225">
        <w:rPr>
          <w:b w:val="0"/>
        </w:rPr>
        <w:t>group</w:t>
      </w:r>
      <w:r w:rsidR="00DF5225">
        <w:rPr>
          <w:b w:val="0"/>
        </w:rPr>
        <w:tab/>
      </w:r>
      <w:r w:rsidRPr="00EB6974">
        <w:t>b</w:t>
      </w:r>
      <w:r w:rsidR="00DF5225">
        <w:t xml:space="preserve"> </w:t>
      </w:r>
      <w:r w:rsidR="00DF5225">
        <w:rPr>
          <w:b w:val="0"/>
        </w:rPr>
        <w:t>data</w:t>
      </w:r>
      <w:r w:rsidR="00E31AEF">
        <w:rPr>
          <w:b w:val="0"/>
        </w:rPr>
        <w:tab/>
      </w:r>
      <w:r w:rsidRPr="00EB6974">
        <w:t>c</w:t>
      </w:r>
      <w:r w:rsidR="00DF5225">
        <w:t xml:space="preserve"> </w:t>
      </w:r>
      <w:r w:rsidR="00DF5225">
        <w:rPr>
          <w:b w:val="0"/>
        </w:rPr>
        <w:t>desk</w:t>
      </w:r>
      <w:r w:rsidR="00095204">
        <w:rPr>
          <w:b w:val="0"/>
        </w:rPr>
        <w:tab/>
      </w:r>
      <w:r w:rsidRPr="00EB6974">
        <w:t>d</w:t>
      </w:r>
      <w:r w:rsidR="00DF5225">
        <w:t xml:space="preserve"> </w:t>
      </w:r>
      <w:r w:rsidR="00DF5225">
        <w:rPr>
          <w:b w:val="0"/>
        </w:rPr>
        <w:t>impact</w:t>
      </w:r>
    </w:p>
    <w:p w14:paraId="45874F18" w14:textId="577810CC" w:rsidR="006B44EB" w:rsidRDefault="00472DDD" w:rsidP="00D711B2">
      <w:pPr>
        <w:pStyle w:val="ScoreBox"/>
      </w:pPr>
      <w:r>
        <w:t>__</w:t>
      </w:r>
      <w:r w:rsidR="00BA7D6E" w:rsidRPr="00E84816">
        <w:t>/</w:t>
      </w:r>
      <w:r w:rsidR="00955030" w:rsidRPr="00E84816">
        <w:t>10</w:t>
      </w:r>
    </w:p>
    <w:p w14:paraId="7C4C9601" w14:textId="34295354" w:rsidR="007C15D3" w:rsidRDefault="007C15D3" w:rsidP="007E3E05">
      <w:pPr>
        <w:pStyle w:val="Text"/>
      </w:pPr>
    </w:p>
    <w:p w14:paraId="1F0DCBEE" w14:textId="69274D88" w:rsidR="00955030" w:rsidRPr="007E3E05" w:rsidRDefault="00F368FC" w:rsidP="007E3E05">
      <w:pPr>
        <w:pStyle w:val="HeadASection"/>
        <w:rPr>
          <w:lang w:val="en-GB"/>
        </w:rPr>
      </w:pPr>
      <w:r w:rsidRPr="007E3E05">
        <w:rPr>
          <w:lang w:val="en-GB"/>
        </w:rPr>
        <w:t xml:space="preserve">Lesson </w:t>
      </w:r>
      <w:r w:rsidR="00D46EA8" w:rsidRPr="007E3E05">
        <w:rPr>
          <w:lang w:val="en-GB"/>
        </w:rPr>
        <w:t>1</w:t>
      </w:r>
      <w:r w:rsidR="00955030" w:rsidRPr="007E3E05">
        <w:rPr>
          <w:lang w:val="en-GB"/>
        </w:rPr>
        <w:t>.2 Grammar</w:t>
      </w:r>
    </w:p>
    <w:p w14:paraId="41057CD7" w14:textId="306E829A" w:rsidR="0093100B" w:rsidRDefault="008573E0" w:rsidP="008D2BFA">
      <w:pPr>
        <w:pStyle w:val="Rubric"/>
      </w:pPr>
      <w:r w:rsidRPr="00E84816">
        <w:t>2</w:t>
      </w:r>
      <w:r w:rsidR="0093100B">
        <w:t xml:space="preserve"> </w:t>
      </w:r>
      <w:r w:rsidR="0076084A">
        <w:t>Write</w:t>
      </w:r>
      <w:r w:rsidR="0093100B">
        <w:t xml:space="preserve"> the correct </w:t>
      </w:r>
      <w:r w:rsidR="00997B58">
        <w:t xml:space="preserve">form of the </w:t>
      </w:r>
      <w:r w:rsidR="00AB31F2">
        <w:t>question</w:t>
      </w:r>
      <w:r w:rsidR="00EC738C">
        <w:t xml:space="preserve"> tag</w:t>
      </w:r>
      <w:r w:rsidR="0093100B">
        <w:t xml:space="preserve">. </w:t>
      </w:r>
    </w:p>
    <w:p w14:paraId="27D50EEA" w14:textId="33A9E0EE" w:rsidR="00AB31F2" w:rsidRDefault="00AB31F2" w:rsidP="008D2BFA">
      <w:pPr>
        <w:pStyle w:val="Rubric"/>
      </w:pPr>
    </w:p>
    <w:p w14:paraId="1726CD99" w14:textId="21038037" w:rsidR="00AB31F2" w:rsidRPr="00AB31F2" w:rsidRDefault="00AB31F2" w:rsidP="008D2BFA">
      <w:pPr>
        <w:pStyle w:val="Rubric"/>
        <w:rPr>
          <w:b w:val="0"/>
        </w:rPr>
      </w:pPr>
      <w:bookmarkStart w:id="0" w:name="_Hlk528139894"/>
      <w:r>
        <w:t xml:space="preserve">1 </w:t>
      </w:r>
      <w:r>
        <w:rPr>
          <w:b w:val="0"/>
        </w:rPr>
        <w:t>The meeting starts at 9.30,</w:t>
      </w:r>
      <w:r w:rsidR="005938B5">
        <w:rPr>
          <w:b w:val="0"/>
        </w:rPr>
        <w:t xml:space="preserve">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Pr="00997B58">
        <w:rPr>
          <w:b w:val="0"/>
        </w:rPr>
        <w:t>?</w:t>
      </w:r>
    </w:p>
    <w:p w14:paraId="0C6FEBAB" w14:textId="79510491" w:rsidR="00AB31F2" w:rsidRPr="00B9464D" w:rsidRDefault="00AB31F2" w:rsidP="008D2BFA">
      <w:pPr>
        <w:pStyle w:val="Rubric"/>
        <w:rPr>
          <w:b w:val="0"/>
        </w:rPr>
      </w:pPr>
      <w:r>
        <w:t xml:space="preserve">2 </w:t>
      </w:r>
      <w:r w:rsidR="00997B58" w:rsidRPr="00AB31F2">
        <w:rPr>
          <w:b w:val="0"/>
        </w:rPr>
        <w:t xml:space="preserve">Marie </w:t>
      </w:r>
      <w:r w:rsidR="00997B58">
        <w:rPr>
          <w:b w:val="0"/>
        </w:rPr>
        <w:t>has left the office</w:t>
      </w:r>
      <w:r w:rsidR="005938B5">
        <w:rPr>
          <w:b w:val="0"/>
        </w:rPr>
        <w:t xml:space="preserve">, </w:t>
      </w:r>
      <w:r w:rsidR="003C390C" w:rsidRPr="003C390C">
        <w:rPr>
          <w:rStyle w:val="GapFillchr"/>
        </w:rPr>
        <w:t>          </w:t>
      </w:r>
      <w:r w:rsidR="003C390C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528F74F7" w14:textId="0EDE5E61" w:rsidR="00AB31F2" w:rsidRPr="00997B58" w:rsidRDefault="00AB31F2" w:rsidP="008D2BFA">
      <w:pPr>
        <w:pStyle w:val="Rubric"/>
        <w:rPr>
          <w:b w:val="0"/>
        </w:rPr>
      </w:pPr>
      <w:r>
        <w:t>3</w:t>
      </w:r>
      <w:r w:rsidR="00997B58">
        <w:t xml:space="preserve"> </w:t>
      </w:r>
      <w:r w:rsidR="00997B58">
        <w:rPr>
          <w:b w:val="0"/>
        </w:rPr>
        <w:t xml:space="preserve">This isn’t Jon’s desk,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50918239" w14:textId="5D6A3E1F" w:rsidR="00AB31F2" w:rsidRDefault="00AB31F2" w:rsidP="008D2BFA">
      <w:pPr>
        <w:pStyle w:val="Rubric"/>
      </w:pPr>
      <w:r>
        <w:t>4</w:t>
      </w:r>
      <w:r w:rsidRPr="00AB31F2">
        <w:rPr>
          <w:b w:val="0"/>
        </w:rPr>
        <w:t xml:space="preserve"> </w:t>
      </w:r>
      <w:r w:rsidR="00997B58">
        <w:rPr>
          <w:b w:val="0"/>
        </w:rPr>
        <w:t>They went to lunch at 1.30,</w:t>
      </w:r>
      <w:r w:rsidR="005938B5">
        <w:rPr>
          <w:b w:val="0"/>
        </w:rPr>
        <w:t xml:space="preserve">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1926BE6D" w14:textId="406A3BDB" w:rsidR="00AB31F2" w:rsidRDefault="00AB31F2" w:rsidP="008D2BFA">
      <w:pPr>
        <w:pStyle w:val="Rubric"/>
      </w:pPr>
      <w:r>
        <w:t>5</w:t>
      </w:r>
      <w:r w:rsidR="00997B58" w:rsidRPr="00997B58">
        <w:rPr>
          <w:b w:val="0"/>
        </w:rPr>
        <w:t xml:space="preserve"> </w:t>
      </w:r>
      <w:r w:rsidR="0076084A">
        <w:rPr>
          <w:b w:val="0"/>
        </w:rPr>
        <w:t xml:space="preserve">Let’s leave now,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10FDBC66" w14:textId="4C41FFC7" w:rsidR="00AB31F2" w:rsidRDefault="00AB31F2" w:rsidP="008D2BFA">
      <w:pPr>
        <w:pStyle w:val="Rubric"/>
      </w:pPr>
      <w:r>
        <w:t xml:space="preserve">6 </w:t>
      </w:r>
      <w:r w:rsidR="00997B58" w:rsidRPr="00997B58">
        <w:rPr>
          <w:b w:val="0"/>
        </w:rPr>
        <w:t>Tom didn’t go to the party,</w:t>
      </w:r>
      <w:r w:rsidR="005938B5">
        <w:rPr>
          <w:b w:val="0"/>
        </w:rPr>
        <w:t xml:space="preserve">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087A871A" w14:textId="0DAC7B7A" w:rsidR="00AB31F2" w:rsidRDefault="006B44EB" w:rsidP="008D2BFA">
      <w:pPr>
        <w:pStyle w:val="Rubric"/>
      </w:pPr>
      <w:r>
        <w:br w:type="column"/>
      </w:r>
      <w:r w:rsidR="00AB31F2">
        <w:t>7</w:t>
      </w:r>
      <w:r w:rsidR="00997B58">
        <w:t xml:space="preserve"> </w:t>
      </w:r>
      <w:r w:rsidR="00997B58">
        <w:rPr>
          <w:b w:val="0"/>
        </w:rPr>
        <w:t>They aren’t students</w:t>
      </w:r>
      <w:r w:rsidR="005938B5">
        <w:rPr>
          <w:b w:val="0"/>
        </w:rPr>
        <w:t xml:space="preserve">, </w:t>
      </w:r>
      <w:r w:rsidR="00D74D15" w:rsidRPr="003C390C">
        <w:rPr>
          <w:rStyle w:val="GapFillchr"/>
        </w:rPr>
        <w:t>          </w:t>
      </w:r>
      <w:r w:rsidR="00D74D15">
        <w:rPr>
          <w:b w:val="0"/>
        </w:rPr>
        <w:t xml:space="preserve"> </w:t>
      </w:r>
      <w:r w:rsidR="005938B5" w:rsidRPr="00997B58">
        <w:rPr>
          <w:b w:val="0"/>
        </w:rPr>
        <w:t>?</w:t>
      </w:r>
      <w:bookmarkStart w:id="1" w:name="_GoBack"/>
      <w:bookmarkEnd w:id="1"/>
    </w:p>
    <w:p w14:paraId="3BAC64BF" w14:textId="5ADB5540" w:rsidR="00AB31F2" w:rsidRDefault="00AB31F2" w:rsidP="008D2BFA">
      <w:pPr>
        <w:pStyle w:val="Rubric"/>
      </w:pPr>
      <w:r>
        <w:t>8</w:t>
      </w:r>
      <w:r w:rsidR="00997B58" w:rsidRPr="00997B58">
        <w:rPr>
          <w:b w:val="0"/>
        </w:rPr>
        <w:t xml:space="preserve"> </w:t>
      </w:r>
      <w:r w:rsidR="0076084A">
        <w:rPr>
          <w:b w:val="0"/>
        </w:rPr>
        <w:t xml:space="preserve">Please wait here,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255500B0" w14:textId="396020DA" w:rsidR="00AB31F2" w:rsidRPr="00706C65" w:rsidRDefault="00AB31F2" w:rsidP="008D2BFA">
      <w:pPr>
        <w:pStyle w:val="Rubric"/>
        <w:rPr>
          <w:b w:val="0"/>
        </w:rPr>
      </w:pPr>
      <w:r>
        <w:t xml:space="preserve">9 </w:t>
      </w:r>
      <w:r w:rsidR="00706C65">
        <w:rPr>
          <w:b w:val="0"/>
        </w:rPr>
        <w:t>Sam</w:t>
      </w:r>
      <w:r w:rsidR="00BD2B81">
        <w:rPr>
          <w:b w:val="0"/>
        </w:rPr>
        <w:t xml:space="preserve"> </w:t>
      </w:r>
      <w:r w:rsidR="00706C65">
        <w:rPr>
          <w:b w:val="0"/>
        </w:rPr>
        <w:t xml:space="preserve">and </w:t>
      </w:r>
      <w:r w:rsidR="00BD2B81">
        <w:rPr>
          <w:b w:val="0"/>
        </w:rPr>
        <w:t>K</w:t>
      </w:r>
      <w:r w:rsidR="0076084A">
        <w:rPr>
          <w:b w:val="0"/>
        </w:rPr>
        <w:t>im</w:t>
      </w:r>
      <w:r w:rsidR="00BD2B81">
        <w:rPr>
          <w:b w:val="0"/>
        </w:rPr>
        <w:t xml:space="preserve"> won’t be at the meeting,</w:t>
      </w:r>
      <w:r w:rsidR="005938B5">
        <w:rPr>
          <w:b w:val="0"/>
        </w:rPr>
        <w:t xml:space="preserve"> </w:t>
      </w:r>
      <w:r w:rsidR="005727BA">
        <w:rPr>
          <w:b w:val="0"/>
        </w:rPr>
        <w:br/>
      </w:r>
      <w:r w:rsidR="003C390C" w:rsidRPr="003C390C">
        <w:rPr>
          <w:rStyle w:val="GapFillchr"/>
        </w:rPr>
        <w:t>          </w:t>
      </w:r>
      <w:r w:rsidR="003C390C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6C2CFA1B" w14:textId="20E75683" w:rsidR="005938B5" w:rsidRDefault="00AB31F2" w:rsidP="008D2BFA">
      <w:pPr>
        <w:pStyle w:val="Rubric"/>
        <w:rPr>
          <w:b w:val="0"/>
        </w:rPr>
      </w:pPr>
      <w:r>
        <w:t>10</w:t>
      </w:r>
      <w:r w:rsidR="00BD2B81">
        <w:t xml:space="preserve"> </w:t>
      </w:r>
      <w:r w:rsidR="005A09E5">
        <w:rPr>
          <w:b w:val="0"/>
        </w:rPr>
        <w:t>You can do the presentation</w:t>
      </w:r>
      <w:r w:rsidR="005938B5">
        <w:rPr>
          <w:b w:val="0"/>
        </w:rPr>
        <w:t xml:space="preserve">,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bookmarkEnd w:id="0"/>
    <w:p w14:paraId="07454A8C" w14:textId="7E7B1C29" w:rsidR="00F2377F" w:rsidRPr="00E84816" w:rsidRDefault="00472DDD" w:rsidP="00FD0CE4">
      <w:pPr>
        <w:pStyle w:val="ScoreBox"/>
      </w:pPr>
      <w:r>
        <w:t>__</w:t>
      </w:r>
      <w:r w:rsidR="00F2377F" w:rsidRPr="00E84816">
        <w:t>/10</w:t>
      </w:r>
    </w:p>
    <w:p w14:paraId="3D7725D6" w14:textId="775F06E1" w:rsidR="002E188C" w:rsidRDefault="002E188C" w:rsidP="008D2BFA">
      <w:pPr>
        <w:pStyle w:val="Rubric"/>
      </w:pPr>
    </w:p>
    <w:p w14:paraId="427A619C" w14:textId="77777777" w:rsidR="002E188C" w:rsidRPr="007E3E05" w:rsidRDefault="002E188C" w:rsidP="007E3E05">
      <w:pPr>
        <w:pStyle w:val="HeadASection"/>
        <w:rPr>
          <w:lang w:val="en-GB"/>
        </w:rPr>
      </w:pPr>
      <w:r w:rsidRPr="007E3E05">
        <w:rPr>
          <w:lang w:val="en-GB"/>
        </w:rPr>
        <w:t>Lesson 1.3 Functional language</w:t>
      </w:r>
    </w:p>
    <w:p w14:paraId="425C50FA" w14:textId="3B395A98" w:rsidR="002E188C" w:rsidRDefault="002E188C" w:rsidP="002E188C">
      <w:pPr>
        <w:pStyle w:val="Rubric"/>
      </w:pPr>
      <w:r>
        <w:t xml:space="preserve">3 </w:t>
      </w:r>
      <w:r w:rsidRPr="00B605B1">
        <w:t>[BP_B2</w:t>
      </w:r>
      <w:r>
        <w:t>+</w:t>
      </w:r>
      <w:r w:rsidRPr="00B605B1">
        <w:t>_Test_</w:t>
      </w:r>
      <w:r>
        <w:t>01_</w:t>
      </w:r>
      <w:r w:rsidRPr="007E3E05">
        <w:t>01.</w:t>
      </w:r>
      <w:r w:rsidRPr="00B605B1">
        <w:t>mp3] Listen to the speaker and choose the correct answer.</w:t>
      </w:r>
    </w:p>
    <w:p w14:paraId="6A9B6A19" w14:textId="77777777" w:rsidR="002E188C" w:rsidRPr="00DD5FC0" w:rsidRDefault="002E188C" w:rsidP="002E188C">
      <w:pPr>
        <w:pStyle w:val="Rubric"/>
        <w:rPr>
          <w:b w:val="0"/>
        </w:rPr>
      </w:pPr>
    </w:p>
    <w:p w14:paraId="674234C5" w14:textId="2FE81FFA" w:rsidR="002E188C" w:rsidRDefault="002E188C" w:rsidP="007E3E05">
      <w:pPr>
        <w:pStyle w:val="Text"/>
        <w:tabs>
          <w:tab w:val="left" w:pos="993"/>
        </w:tabs>
      </w:pPr>
      <w:r w:rsidRPr="007E3E05">
        <w:rPr>
          <w:b/>
        </w:rPr>
        <w:t>1</w:t>
      </w:r>
      <w:r>
        <w:t xml:space="preserve"> a</w:t>
      </w:r>
      <w:r w:rsidR="005727BA">
        <w:tab/>
      </w:r>
      <w:r>
        <w:t>b</w:t>
      </w:r>
      <w:r w:rsidR="00F66FCB">
        <w:tab/>
      </w:r>
      <w:r>
        <w:t>c</w:t>
      </w:r>
    </w:p>
    <w:p w14:paraId="71EF54C9" w14:textId="1FC75B2A" w:rsidR="002E188C" w:rsidRDefault="002E188C" w:rsidP="00F66FCB">
      <w:pPr>
        <w:pStyle w:val="Text"/>
        <w:tabs>
          <w:tab w:val="left" w:pos="993"/>
        </w:tabs>
      </w:pPr>
      <w:r w:rsidRPr="007E3E05">
        <w:rPr>
          <w:b/>
        </w:rPr>
        <w:t>2</w:t>
      </w:r>
      <w:r>
        <w:t xml:space="preserve"> a</w:t>
      </w:r>
      <w:r w:rsidR="005727BA">
        <w:tab/>
      </w:r>
      <w:r>
        <w:t>b</w:t>
      </w:r>
      <w:r w:rsidR="00F66FCB">
        <w:tab/>
      </w:r>
      <w:r>
        <w:t>c</w:t>
      </w:r>
    </w:p>
    <w:p w14:paraId="0594A074" w14:textId="54AF8467" w:rsidR="002E188C" w:rsidRDefault="002E188C" w:rsidP="00F66FCB">
      <w:pPr>
        <w:pStyle w:val="Text"/>
        <w:tabs>
          <w:tab w:val="left" w:pos="993"/>
        </w:tabs>
      </w:pPr>
      <w:r w:rsidRPr="007E3E05">
        <w:rPr>
          <w:b/>
        </w:rPr>
        <w:t>3</w:t>
      </w:r>
      <w:r>
        <w:t xml:space="preserve"> a</w:t>
      </w:r>
      <w:r w:rsidR="005727BA">
        <w:tab/>
      </w:r>
      <w:r>
        <w:t>b</w:t>
      </w:r>
      <w:r w:rsidR="00F66FCB">
        <w:tab/>
      </w:r>
      <w:r>
        <w:t>c</w:t>
      </w:r>
    </w:p>
    <w:p w14:paraId="31DC3851" w14:textId="6239F969" w:rsidR="002E188C" w:rsidRDefault="002E188C" w:rsidP="00F66FCB">
      <w:pPr>
        <w:pStyle w:val="Text"/>
        <w:tabs>
          <w:tab w:val="left" w:pos="993"/>
        </w:tabs>
      </w:pPr>
      <w:r w:rsidRPr="007E3E05">
        <w:rPr>
          <w:b/>
        </w:rPr>
        <w:t>4</w:t>
      </w:r>
      <w:r>
        <w:t xml:space="preserve"> a</w:t>
      </w:r>
      <w:r w:rsidR="005727BA">
        <w:tab/>
      </w:r>
      <w:r>
        <w:t>b</w:t>
      </w:r>
      <w:r w:rsidR="00F66FCB">
        <w:tab/>
      </w:r>
      <w:r>
        <w:t>c</w:t>
      </w:r>
    </w:p>
    <w:p w14:paraId="1397D2B0" w14:textId="18EB432A" w:rsidR="002E188C" w:rsidRPr="00E84816" w:rsidRDefault="002E188C" w:rsidP="00F66FCB">
      <w:pPr>
        <w:pStyle w:val="Text"/>
        <w:tabs>
          <w:tab w:val="left" w:pos="993"/>
        </w:tabs>
      </w:pPr>
      <w:r w:rsidRPr="007E3E05">
        <w:rPr>
          <w:b/>
        </w:rPr>
        <w:t>5</w:t>
      </w:r>
      <w:r>
        <w:t xml:space="preserve"> a</w:t>
      </w:r>
      <w:r w:rsidR="005727BA">
        <w:tab/>
      </w:r>
      <w:r>
        <w:t>b</w:t>
      </w:r>
      <w:r w:rsidR="00F66FCB">
        <w:tab/>
      </w:r>
      <w:r>
        <w:t>c</w:t>
      </w:r>
    </w:p>
    <w:p w14:paraId="199E212F" w14:textId="55CF1E5E" w:rsidR="00C26B14" w:rsidRDefault="00472DDD" w:rsidP="00FD0CE4">
      <w:pPr>
        <w:pStyle w:val="ScoreBox"/>
      </w:pPr>
      <w:r>
        <w:t>__</w:t>
      </w:r>
      <w:r w:rsidR="00C26B14" w:rsidRPr="00E84816">
        <w:t>/5</w:t>
      </w:r>
    </w:p>
    <w:p w14:paraId="05CCE7D3" w14:textId="77777777" w:rsidR="002E188C" w:rsidRPr="00E84816" w:rsidRDefault="002E188C" w:rsidP="007E3E05">
      <w:pPr>
        <w:pStyle w:val="Text"/>
      </w:pPr>
    </w:p>
    <w:p w14:paraId="7CAD71D6" w14:textId="77777777" w:rsidR="002942A1" w:rsidRPr="007E3E05" w:rsidRDefault="002942A1" w:rsidP="007E3E05">
      <w:pPr>
        <w:pStyle w:val="HeadASection"/>
        <w:rPr>
          <w:lang w:val="en-GB"/>
        </w:rPr>
      </w:pPr>
      <w:r w:rsidRPr="007E3E05">
        <w:rPr>
          <w:lang w:val="en-GB"/>
        </w:rPr>
        <w:t>Lesson 1.4 Functional language</w:t>
      </w:r>
    </w:p>
    <w:p w14:paraId="6C9C859E" w14:textId="49813681" w:rsidR="002942A1" w:rsidRPr="00E84816" w:rsidRDefault="002942A1" w:rsidP="002942A1">
      <w:pPr>
        <w:pStyle w:val="Rubric"/>
      </w:pPr>
      <w:r>
        <w:t xml:space="preserve">4 </w:t>
      </w:r>
      <w:r w:rsidR="00AE760F" w:rsidRPr="00B605B1">
        <w:t>[BP_B2</w:t>
      </w:r>
      <w:r w:rsidR="00AE760F">
        <w:t>+</w:t>
      </w:r>
      <w:r w:rsidR="00AE760F" w:rsidRPr="00B605B1">
        <w:t>_Test_</w:t>
      </w:r>
      <w:r w:rsidR="00AE760F">
        <w:t>01_</w:t>
      </w:r>
      <w:r w:rsidR="00AE760F" w:rsidRPr="007E3E05">
        <w:t>02.</w:t>
      </w:r>
      <w:r w:rsidR="00AE760F" w:rsidRPr="00B605B1">
        <w:t xml:space="preserve">mp3] </w:t>
      </w:r>
      <w:r>
        <w:t xml:space="preserve">Complete the sentences with </w:t>
      </w:r>
      <w:r w:rsidR="00EF6C53">
        <w:t>the words you hear.</w:t>
      </w:r>
      <w:r>
        <w:t xml:space="preserve"> </w:t>
      </w:r>
    </w:p>
    <w:p w14:paraId="4BBEFDED" w14:textId="77777777" w:rsidR="002942A1" w:rsidRDefault="002942A1" w:rsidP="002942A1">
      <w:pPr>
        <w:pStyle w:val="Text"/>
      </w:pPr>
    </w:p>
    <w:p w14:paraId="79204CEE" w14:textId="0BA0DD16" w:rsidR="002942A1" w:rsidRDefault="002942A1" w:rsidP="002942A1">
      <w:pPr>
        <w:pStyle w:val="Text"/>
      </w:pPr>
      <w:r>
        <w:rPr>
          <w:b/>
        </w:rPr>
        <w:t xml:space="preserve">1 </w:t>
      </w:r>
      <w:r w:rsidR="003C390C" w:rsidRPr="003C390C">
        <w:rPr>
          <w:rStyle w:val="GapFillchr"/>
        </w:rPr>
        <w:t>                    </w:t>
      </w:r>
      <w:r>
        <w:t xml:space="preserve"> </w:t>
      </w:r>
      <w:bookmarkStart w:id="2" w:name="_Hlk532742163"/>
      <w:r w:rsidR="007F2BF4">
        <w:t xml:space="preserve">, </w:t>
      </w:r>
      <w:r>
        <w:t>but I have the figures to</w:t>
      </w:r>
      <w:r w:rsidR="003C390C">
        <w:t> </w:t>
      </w:r>
      <w:r>
        <w:t xml:space="preserve">answer your question. </w:t>
      </w:r>
      <w:bookmarkEnd w:id="2"/>
    </w:p>
    <w:p w14:paraId="579C86B7" w14:textId="0333D619" w:rsidR="002942A1" w:rsidRDefault="002942A1" w:rsidP="002942A1">
      <w:pPr>
        <w:pStyle w:val="Text"/>
      </w:pPr>
      <w:r>
        <w:rPr>
          <w:b/>
        </w:rPr>
        <w:t xml:space="preserve">2 </w:t>
      </w:r>
      <w:bookmarkStart w:id="3" w:name="_Hlk532742202"/>
      <w:r>
        <w:t xml:space="preserve">That’s a good question, but I’m </w:t>
      </w:r>
      <w:bookmarkEnd w:id="3"/>
      <w:r w:rsidR="005727BA">
        <w:br/>
      </w:r>
      <w:r w:rsidR="003C390C" w:rsidRPr="003C390C">
        <w:rPr>
          <w:rStyle w:val="GapFillchr"/>
        </w:rPr>
        <w:t>                    </w:t>
      </w:r>
      <w:r w:rsidR="003C390C">
        <w:t xml:space="preserve"> </w:t>
      </w:r>
      <w:r>
        <w:t>the answer.</w:t>
      </w:r>
    </w:p>
    <w:p w14:paraId="4508E9F0" w14:textId="255CCF3F" w:rsidR="002942A1" w:rsidRDefault="002942A1" w:rsidP="002942A1">
      <w:pPr>
        <w:pStyle w:val="Text"/>
      </w:pPr>
      <w:r>
        <w:rPr>
          <w:b/>
        </w:rPr>
        <w:t xml:space="preserve">3 </w:t>
      </w:r>
      <w:r>
        <w:t xml:space="preserve">Let me </w:t>
      </w:r>
      <w:r w:rsidR="003C390C" w:rsidRPr="003C390C">
        <w:rPr>
          <w:rStyle w:val="GapFillchr"/>
        </w:rPr>
        <w:t>                    </w:t>
      </w:r>
      <w:r w:rsidR="003C390C">
        <w:t xml:space="preserve"> </w:t>
      </w:r>
      <w:bookmarkStart w:id="4" w:name="_Hlk532742229"/>
      <w:r>
        <w:t>James in Sales to answer that.</w:t>
      </w:r>
      <w:bookmarkEnd w:id="4"/>
    </w:p>
    <w:p w14:paraId="580AB0C7" w14:textId="10FD92D8" w:rsidR="002942A1" w:rsidRDefault="002942A1" w:rsidP="002942A1">
      <w:pPr>
        <w:pStyle w:val="Text"/>
      </w:pPr>
      <w:r>
        <w:rPr>
          <w:b/>
        </w:rPr>
        <w:t xml:space="preserve">4 </w:t>
      </w:r>
      <w:bookmarkStart w:id="5" w:name="_Hlk532742253"/>
      <w:r w:rsidRPr="001C29EC">
        <w:t>I’m sorry. I didn’t understand you.</w:t>
      </w:r>
      <w:r w:rsidR="005727BA">
        <w:t xml:space="preserve"> </w:t>
      </w:r>
      <w:r w:rsidR="005727BA">
        <w:br/>
      </w:r>
      <w:bookmarkEnd w:id="5"/>
      <w:r w:rsidR="003C390C" w:rsidRPr="003C390C">
        <w:rPr>
          <w:rStyle w:val="GapFillchr"/>
        </w:rPr>
        <w:t>                    </w:t>
      </w:r>
      <w:r w:rsidR="003C390C">
        <w:t xml:space="preserve"> </w:t>
      </w:r>
      <w:r w:rsidRPr="001C29EC">
        <w:t>?</w:t>
      </w:r>
    </w:p>
    <w:p w14:paraId="23D34881" w14:textId="749D70F6" w:rsidR="002942A1" w:rsidRDefault="002942A1" w:rsidP="002942A1">
      <w:pPr>
        <w:pStyle w:val="Text"/>
      </w:pPr>
      <w:r>
        <w:rPr>
          <w:b/>
        </w:rPr>
        <w:t xml:space="preserve">5 </w:t>
      </w:r>
      <w:r w:rsidR="003C390C" w:rsidRPr="003C390C">
        <w:rPr>
          <w:rStyle w:val="GapFillchr"/>
        </w:rPr>
        <w:t>                    </w:t>
      </w:r>
      <w:r w:rsidR="003C390C">
        <w:t xml:space="preserve"> </w:t>
      </w:r>
      <w:bookmarkStart w:id="6" w:name="_Hlk532742274"/>
      <w:r>
        <w:t>what you mean by</w:t>
      </w:r>
      <w:r w:rsidR="004A140F">
        <w:t> </w:t>
      </w:r>
      <w:r>
        <w:t>that?</w:t>
      </w:r>
      <w:bookmarkEnd w:id="6"/>
    </w:p>
    <w:p w14:paraId="4D897CC7" w14:textId="570372AB" w:rsidR="006B44EB" w:rsidRDefault="00472DDD" w:rsidP="00C26B14">
      <w:pPr>
        <w:pStyle w:val="ScoreBox"/>
      </w:pPr>
      <w:r>
        <w:t>__</w:t>
      </w:r>
      <w:r w:rsidR="00C26B14" w:rsidRPr="00E84816">
        <w:t>/5</w:t>
      </w:r>
    </w:p>
    <w:p w14:paraId="6E5E824C" w14:textId="3A52FA24" w:rsidR="00F66FCB" w:rsidRDefault="00F66FCB" w:rsidP="007E3E05">
      <w:pPr>
        <w:pStyle w:val="Text"/>
        <w:rPr>
          <w:b/>
        </w:rPr>
      </w:pPr>
    </w:p>
    <w:p w14:paraId="57723BB2" w14:textId="0AC2CDD1" w:rsidR="00955030" w:rsidRPr="007E3E05" w:rsidRDefault="00F368FC" w:rsidP="007E3E05">
      <w:pPr>
        <w:pStyle w:val="HeadASection"/>
        <w:rPr>
          <w:lang w:val="en-GB"/>
        </w:rPr>
      </w:pPr>
      <w:r w:rsidRPr="007E3E05">
        <w:rPr>
          <w:lang w:val="en-GB"/>
        </w:rPr>
        <w:t xml:space="preserve">Lesson </w:t>
      </w:r>
      <w:r w:rsidR="00D46EA8" w:rsidRPr="007E3E05">
        <w:rPr>
          <w:lang w:val="en-GB"/>
        </w:rPr>
        <w:t>1</w:t>
      </w:r>
      <w:r w:rsidR="00955030" w:rsidRPr="007E3E05">
        <w:rPr>
          <w:lang w:val="en-GB"/>
        </w:rPr>
        <w:t>.5 Functional language</w:t>
      </w:r>
    </w:p>
    <w:p w14:paraId="4C2E27DB" w14:textId="58F30421" w:rsidR="00472DDD" w:rsidRPr="00492D51" w:rsidRDefault="006B44EB" w:rsidP="00472DDD">
      <w:pPr>
        <w:pStyle w:val="EXAMTASKTYPE"/>
      </w:pPr>
      <w:r>
        <w:t xml:space="preserve">B2 </w:t>
      </w:r>
      <w:r w:rsidR="002664AD">
        <w:t>B</w:t>
      </w:r>
      <w:r>
        <w:t>usiness</w:t>
      </w:r>
      <w:r w:rsidR="00517C32">
        <w:t xml:space="preserve"> </w:t>
      </w:r>
      <w:r w:rsidR="002664AD">
        <w:t>V</w:t>
      </w:r>
      <w:r w:rsidR="00517C32">
        <w:t>antage</w:t>
      </w:r>
    </w:p>
    <w:p w14:paraId="27D0645E" w14:textId="22E95022" w:rsidR="00C7445D" w:rsidRDefault="00955030" w:rsidP="008D2BFA">
      <w:pPr>
        <w:pStyle w:val="Rubric"/>
      </w:pPr>
      <w:r w:rsidRPr="00E84816">
        <w:t xml:space="preserve">5 </w:t>
      </w:r>
      <w:r w:rsidRPr="00E84816">
        <w:tab/>
      </w:r>
      <w:r w:rsidR="002664AD">
        <w:t xml:space="preserve">Choose the correct option. </w:t>
      </w:r>
    </w:p>
    <w:p w14:paraId="24A3778E" w14:textId="2E2E4BF1" w:rsidR="002664AD" w:rsidRDefault="002664AD" w:rsidP="008D2BFA">
      <w:pPr>
        <w:pStyle w:val="Rubric"/>
      </w:pPr>
    </w:p>
    <w:p w14:paraId="41242FB9" w14:textId="4B038AF6" w:rsidR="002664AD" w:rsidRDefault="002664AD" w:rsidP="002664AD">
      <w:pPr>
        <w:pStyle w:val="Rubric"/>
        <w:rPr>
          <w:b w:val="0"/>
        </w:rPr>
      </w:pPr>
      <w:r w:rsidRPr="002664AD">
        <w:rPr>
          <w:b w:val="0"/>
        </w:rPr>
        <w:t xml:space="preserve">A recent customer survey </w:t>
      </w:r>
      <w:r>
        <w:rPr>
          <w:b w:val="0"/>
          <w:vertAlign w:val="superscript"/>
        </w:rPr>
        <w:t>1</w:t>
      </w:r>
      <w:r w:rsidR="00D74D15" w:rsidRPr="00D74D15">
        <w:rPr>
          <w:rStyle w:val="GapFillchr"/>
        </w:rPr>
        <w:t>     </w:t>
      </w:r>
      <w:r w:rsidRPr="002664AD">
        <w:rPr>
          <w:b w:val="0"/>
        </w:rPr>
        <w:t xml:space="preserve"> that our paperless billing system is popular. The</w:t>
      </w:r>
      <w:r w:rsidR="00045614">
        <w:rPr>
          <w:b w:val="0"/>
        </w:rPr>
        <w:t xml:space="preserve"> </w:t>
      </w:r>
      <w:r w:rsidR="00045614">
        <w:rPr>
          <w:b w:val="0"/>
          <w:vertAlign w:val="superscript"/>
        </w:rPr>
        <w:t>2</w:t>
      </w:r>
      <w:r w:rsidR="00D74D15" w:rsidRPr="00D74D15">
        <w:rPr>
          <w:rStyle w:val="GapFillchr"/>
        </w:rPr>
        <w:t>     </w:t>
      </w:r>
      <w:r w:rsidR="00045614">
        <w:rPr>
          <w:b w:val="0"/>
        </w:rPr>
        <w:t xml:space="preserve"> </w:t>
      </w:r>
      <w:r w:rsidRPr="00045614">
        <w:rPr>
          <w:b w:val="0"/>
        </w:rPr>
        <w:t>of</w:t>
      </w:r>
      <w:r w:rsidRPr="002664AD">
        <w:rPr>
          <w:b w:val="0"/>
        </w:rPr>
        <w:t xml:space="preserve"> respondents were in agreement that it’s more convenient. Just under 10</w:t>
      </w:r>
      <w:r w:rsidR="006B44EB">
        <w:rPr>
          <w:b w:val="0"/>
        </w:rPr>
        <w:t xml:space="preserve"> percent</w:t>
      </w:r>
      <w:r w:rsidRPr="002664AD">
        <w:rPr>
          <w:b w:val="0"/>
        </w:rPr>
        <w:t xml:space="preserve"> raised</w:t>
      </w:r>
      <w:r w:rsidR="00225A64">
        <w:rPr>
          <w:b w:val="0"/>
        </w:rPr>
        <w:t xml:space="preserve"> </w:t>
      </w:r>
      <w:r w:rsidR="00225A64">
        <w:rPr>
          <w:b w:val="0"/>
          <w:vertAlign w:val="superscript"/>
        </w:rPr>
        <w:t>3</w:t>
      </w:r>
      <w:r w:rsidR="00D74D15" w:rsidRPr="00D74D15">
        <w:rPr>
          <w:rStyle w:val="GapFillchr"/>
        </w:rPr>
        <w:t>     </w:t>
      </w:r>
      <w:r w:rsidRPr="002664AD">
        <w:rPr>
          <w:b w:val="0"/>
        </w:rPr>
        <w:t xml:space="preserve"> about online safety. The survey</w:t>
      </w:r>
      <w:r w:rsidR="00225A64">
        <w:rPr>
          <w:b w:val="0"/>
        </w:rPr>
        <w:t xml:space="preserve"> </w:t>
      </w:r>
      <w:r w:rsidR="00225A64">
        <w:rPr>
          <w:b w:val="0"/>
          <w:vertAlign w:val="superscript"/>
        </w:rPr>
        <w:t>4</w:t>
      </w:r>
      <w:r w:rsidR="00D74D15" w:rsidRPr="00D74D15">
        <w:rPr>
          <w:rStyle w:val="GapFillchr"/>
        </w:rPr>
        <w:t>     </w:t>
      </w:r>
      <w:r w:rsidRPr="002664AD">
        <w:rPr>
          <w:b w:val="0"/>
        </w:rPr>
        <w:t xml:space="preserve"> that our customers like the new system and </w:t>
      </w:r>
      <w:r>
        <w:rPr>
          <w:b w:val="0"/>
        </w:rPr>
        <w:t>t</w:t>
      </w:r>
      <w:r w:rsidRPr="002664AD">
        <w:rPr>
          <w:b w:val="0"/>
        </w:rPr>
        <w:t>he findings indicate that</w:t>
      </w:r>
      <w:r w:rsidR="00B803E2">
        <w:rPr>
          <w:b w:val="0"/>
        </w:rPr>
        <w:t xml:space="preserve"> </w:t>
      </w:r>
      <w:r w:rsidR="00B803E2">
        <w:rPr>
          <w:b w:val="0"/>
          <w:vertAlign w:val="superscript"/>
        </w:rPr>
        <w:t>5</w:t>
      </w:r>
      <w:r w:rsidR="00D74D15" w:rsidRPr="00D74D15">
        <w:rPr>
          <w:rStyle w:val="GapFillchr"/>
        </w:rPr>
        <w:t>     </w:t>
      </w:r>
      <w:r w:rsidR="00D74D15">
        <w:rPr>
          <w:rStyle w:val="GapFillchr"/>
        </w:rPr>
        <w:br/>
      </w:r>
      <w:r w:rsidRPr="002664AD">
        <w:rPr>
          <w:b w:val="0"/>
        </w:rPr>
        <w:t>changes should be made.</w:t>
      </w:r>
    </w:p>
    <w:p w14:paraId="436054A8" w14:textId="619C86AC" w:rsidR="002664AD" w:rsidRDefault="002664AD" w:rsidP="002664AD">
      <w:pPr>
        <w:pStyle w:val="Rubric"/>
        <w:rPr>
          <w:b w:val="0"/>
        </w:rPr>
      </w:pPr>
    </w:p>
    <w:p w14:paraId="4CE765ED" w14:textId="55B29B07" w:rsidR="002664AD" w:rsidRPr="002664AD" w:rsidRDefault="002664AD" w:rsidP="007E3E05">
      <w:pPr>
        <w:pStyle w:val="Rubric"/>
        <w:tabs>
          <w:tab w:val="left" w:pos="1134"/>
          <w:tab w:val="left" w:pos="1418"/>
          <w:tab w:val="left" w:pos="2552"/>
          <w:tab w:val="left" w:pos="3686"/>
          <w:tab w:val="left" w:pos="3828"/>
        </w:tabs>
        <w:rPr>
          <w:b w:val="0"/>
        </w:rPr>
      </w:pPr>
      <w:r w:rsidRPr="002664AD">
        <w:t>1 a</w:t>
      </w:r>
      <w:r>
        <w:t xml:space="preserve"> </w:t>
      </w:r>
      <w:r>
        <w:rPr>
          <w:b w:val="0"/>
        </w:rPr>
        <w:t>raised</w:t>
      </w:r>
      <w:r w:rsidR="00F66FCB">
        <w:rPr>
          <w:b w:val="0"/>
        </w:rPr>
        <w:tab/>
      </w:r>
      <w:r w:rsidRPr="002664AD">
        <w:t>b</w:t>
      </w:r>
      <w:r w:rsidRPr="002664AD">
        <w:rPr>
          <w:b w:val="0"/>
        </w:rPr>
        <w:t xml:space="preserve"> demonstrated</w:t>
      </w:r>
      <w:r w:rsidR="00F66FCB">
        <w:rPr>
          <w:b w:val="0"/>
        </w:rPr>
        <w:tab/>
      </w:r>
      <w:r w:rsidRPr="002664AD">
        <w:t>c</w:t>
      </w:r>
      <w:r>
        <w:t xml:space="preserve"> </w:t>
      </w:r>
      <w:r>
        <w:rPr>
          <w:b w:val="0"/>
        </w:rPr>
        <w:t>concerned</w:t>
      </w:r>
      <w:r>
        <w:rPr>
          <w:b w:val="0"/>
        </w:rPr>
        <w:tab/>
      </w:r>
      <w:r w:rsidRPr="002664AD">
        <w:t>d</w:t>
      </w:r>
      <w:r>
        <w:t xml:space="preserve"> </w:t>
      </w:r>
      <w:r>
        <w:rPr>
          <w:b w:val="0"/>
        </w:rPr>
        <w:t>felt</w:t>
      </w:r>
    </w:p>
    <w:p w14:paraId="0D324B19" w14:textId="1E3F239A" w:rsidR="002664AD" w:rsidRPr="002664AD" w:rsidRDefault="002664AD" w:rsidP="007E3E05">
      <w:pPr>
        <w:pStyle w:val="Rubric"/>
        <w:tabs>
          <w:tab w:val="left" w:pos="1134"/>
          <w:tab w:val="left" w:pos="1418"/>
          <w:tab w:val="left" w:pos="2552"/>
          <w:tab w:val="left" w:pos="2977"/>
          <w:tab w:val="left" w:pos="3544"/>
          <w:tab w:val="left" w:pos="3686"/>
        </w:tabs>
      </w:pPr>
      <w:r w:rsidRPr="002664AD">
        <w:t>2 a</w:t>
      </w:r>
      <w:r w:rsidR="00045614" w:rsidRPr="00045614">
        <w:rPr>
          <w:b w:val="0"/>
        </w:rPr>
        <w:t xml:space="preserve"> </w:t>
      </w:r>
      <w:r w:rsidR="00045614" w:rsidRPr="002664AD">
        <w:rPr>
          <w:b w:val="0"/>
        </w:rPr>
        <w:t>majority</w:t>
      </w:r>
      <w:r w:rsidR="00F66FCB">
        <w:tab/>
      </w:r>
      <w:r w:rsidRPr="002664AD">
        <w:t>b</w:t>
      </w:r>
      <w:r w:rsidR="00045614">
        <w:t xml:space="preserve"> </w:t>
      </w:r>
      <w:r w:rsidR="00045614">
        <w:rPr>
          <w:b w:val="0"/>
        </w:rPr>
        <w:t>most</w:t>
      </w:r>
      <w:r w:rsidR="00F66FCB">
        <w:rPr>
          <w:b w:val="0"/>
        </w:rPr>
        <w:tab/>
      </w:r>
      <w:r w:rsidRPr="002664AD">
        <w:t>c</w:t>
      </w:r>
      <w:r w:rsidR="00045614">
        <w:t xml:space="preserve"> </w:t>
      </w:r>
      <w:r w:rsidR="00045614" w:rsidRPr="00225A64">
        <w:rPr>
          <w:b w:val="0"/>
        </w:rPr>
        <w:t>quarter</w:t>
      </w:r>
      <w:r w:rsidR="00F66FCB">
        <w:tab/>
      </w:r>
      <w:r w:rsidRPr="002664AD">
        <w:t>d</w:t>
      </w:r>
      <w:r w:rsidR="00045614">
        <w:t xml:space="preserve"> </w:t>
      </w:r>
      <w:r w:rsidR="00225A64" w:rsidRPr="00225A64">
        <w:rPr>
          <w:b w:val="0"/>
        </w:rPr>
        <w:t>10</w:t>
      </w:r>
      <w:r w:rsidR="00836D22">
        <w:rPr>
          <w:b w:val="0"/>
        </w:rPr>
        <w:t xml:space="preserve"> percent</w:t>
      </w:r>
    </w:p>
    <w:p w14:paraId="65B48F01" w14:textId="08B75895" w:rsidR="002664AD" w:rsidRPr="002664AD" w:rsidRDefault="002664AD" w:rsidP="007E3E05">
      <w:pPr>
        <w:pStyle w:val="Rubric"/>
        <w:tabs>
          <w:tab w:val="left" w:pos="1134"/>
          <w:tab w:val="left" w:pos="1418"/>
          <w:tab w:val="left" w:pos="2552"/>
          <w:tab w:val="left" w:pos="3686"/>
        </w:tabs>
      </w:pPr>
      <w:r w:rsidRPr="002664AD">
        <w:t>3 a</w:t>
      </w:r>
      <w:r w:rsidR="00225A64">
        <w:t xml:space="preserve"> </w:t>
      </w:r>
      <w:r w:rsidR="00225A64">
        <w:rPr>
          <w:b w:val="0"/>
        </w:rPr>
        <w:t>changes</w:t>
      </w:r>
      <w:r w:rsidR="00F66FCB">
        <w:rPr>
          <w:b w:val="0"/>
        </w:rPr>
        <w:tab/>
      </w:r>
      <w:r w:rsidRPr="002664AD">
        <w:t>b</w:t>
      </w:r>
      <w:r w:rsidR="00225A64">
        <w:t xml:space="preserve"> </w:t>
      </w:r>
      <w:r w:rsidR="00225A64">
        <w:rPr>
          <w:b w:val="0"/>
        </w:rPr>
        <w:t>participants</w:t>
      </w:r>
      <w:r w:rsidR="00F66FCB">
        <w:rPr>
          <w:b w:val="0"/>
        </w:rPr>
        <w:tab/>
      </w:r>
      <w:r w:rsidRPr="002664AD">
        <w:t>c</w:t>
      </w:r>
      <w:r w:rsidR="00225A64">
        <w:t xml:space="preserve"> </w:t>
      </w:r>
      <w:r w:rsidR="00225A64">
        <w:rPr>
          <w:b w:val="0"/>
        </w:rPr>
        <w:t>image</w:t>
      </w:r>
      <w:r w:rsidR="00F66FCB">
        <w:rPr>
          <w:b w:val="0"/>
        </w:rPr>
        <w:tab/>
      </w:r>
      <w:r w:rsidRPr="002664AD">
        <w:t>d</w:t>
      </w:r>
      <w:r w:rsidR="00225A64" w:rsidRPr="00225A64">
        <w:rPr>
          <w:b w:val="0"/>
        </w:rPr>
        <w:t xml:space="preserve"> </w:t>
      </w:r>
      <w:r w:rsidR="00225A64" w:rsidRPr="002664AD">
        <w:rPr>
          <w:b w:val="0"/>
        </w:rPr>
        <w:t>concerns</w:t>
      </w:r>
    </w:p>
    <w:p w14:paraId="47D674F5" w14:textId="31F8CA96" w:rsidR="002664AD" w:rsidRPr="00225A64" w:rsidRDefault="002664AD" w:rsidP="007E3E05">
      <w:pPr>
        <w:pStyle w:val="Rubric"/>
        <w:tabs>
          <w:tab w:val="left" w:pos="1134"/>
          <w:tab w:val="left" w:pos="1418"/>
          <w:tab w:val="left" w:pos="2552"/>
          <w:tab w:val="left" w:pos="2694"/>
          <w:tab w:val="left" w:pos="3686"/>
        </w:tabs>
        <w:rPr>
          <w:b w:val="0"/>
        </w:rPr>
      </w:pPr>
      <w:r w:rsidRPr="002664AD">
        <w:t>4 a</w:t>
      </w:r>
      <w:r w:rsidR="00225A64">
        <w:t xml:space="preserve"> </w:t>
      </w:r>
      <w:r w:rsidR="00225A64">
        <w:rPr>
          <w:b w:val="0"/>
        </w:rPr>
        <w:t>believed</w:t>
      </w:r>
      <w:r w:rsidR="00F66FCB">
        <w:rPr>
          <w:b w:val="0"/>
        </w:rPr>
        <w:tab/>
      </w:r>
      <w:r w:rsidRPr="002664AD">
        <w:t>b</w:t>
      </w:r>
      <w:r w:rsidR="00225A64" w:rsidRPr="00225A64">
        <w:rPr>
          <w:b w:val="0"/>
        </w:rPr>
        <w:t xml:space="preserve"> </w:t>
      </w:r>
      <w:r w:rsidR="00225A64" w:rsidRPr="002664AD">
        <w:rPr>
          <w:b w:val="0"/>
        </w:rPr>
        <w:t>confirmed</w:t>
      </w:r>
      <w:r w:rsidR="00F66FCB">
        <w:tab/>
      </w:r>
      <w:r w:rsidRPr="002664AD">
        <w:t>c</w:t>
      </w:r>
      <w:r w:rsidR="00225A64">
        <w:t xml:space="preserve"> </w:t>
      </w:r>
      <w:r w:rsidR="00225A64" w:rsidRPr="00225A64">
        <w:rPr>
          <w:b w:val="0"/>
        </w:rPr>
        <w:t>raised</w:t>
      </w:r>
      <w:r w:rsidR="00F66FCB">
        <w:tab/>
      </w:r>
      <w:r w:rsidRPr="002664AD">
        <w:t>d</w:t>
      </w:r>
      <w:r w:rsidR="00225A64">
        <w:t xml:space="preserve"> </w:t>
      </w:r>
      <w:r w:rsidR="00225A64">
        <w:rPr>
          <w:b w:val="0"/>
        </w:rPr>
        <w:t>admitted</w:t>
      </w:r>
    </w:p>
    <w:p w14:paraId="733AEEAC" w14:textId="6FB1E8B7" w:rsidR="002664AD" w:rsidRDefault="002664AD" w:rsidP="007E3E05">
      <w:pPr>
        <w:pStyle w:val="Rubric"/>
        <w:tabs>
          <w:tab w:val="left" w:pos="1134"/>
          <w:tab w:val="left" w:pos="1418"/>
          <w:tab w:val="left" w:pos="2552"/>
          <w:tab w:val="left" w:pos="2694"/>
          <w:tab w:val="left" w:pos="3686"/>
        </w:tabs>
        <w:rPr>
          <w:b w:val="0"/>
        </w:rPr>
      </w:pPr>
      <w:r w:rsidRPr="002664AD">
        <w:t>5 a</w:t>
      </w:r>
      <w:r w:rsidR="00B803E2">
        <w:t xml:space="preserve"> </w:t>
      </w:r>
      <w:proofErr w:type="spellStart"/>
      <w:r w:rsidR="00B803E2">
        <w:rPr>
          <w:b w:val="0"/>
        </w:rPr>
        <w:t>none</w:t>
      </w:r>
      <w:proofErr w:type="spellEnd"/>
      <w:r w:rsidR="00B803E2">
        <w:rPr>
          <w:b w:val="0"/>
        </w:rPr>
        <w:tab/>
      </w:r>
      <w:r w:rsidRPr="002664AD">
        <w:t>b</w:t>
      </w:r>
      <w:r w:rsidR="00B803E2">
        <w:t xml:space="preserve"> </w:t>
      </w:r>
      <w:r w:rsidR="00B803E2">
        <w:rPr>
          <w:b w:val="0"/>
        </w:rPr>
        <w:t>least</w:t>
      </w:r>
      <w:r w:rsidR="00F66FCB">
        <w:rPr>
          <w:b w:val="0"/>
        </w:rPr>
        <w:tab/>
      </w:r>
      <w:r w:rsidRPr="002664AD">
        <w:t>c</w:t>
      </w:r>
      <w:r w:rsidR="00B803E2" w:rsidRPr="00B803E2">
        <w:rPr>
          <w:b w:val="0"/>
        </w:rPr>
        <w:t xml:space="preserve"> </w:t>
      </w:r>
      <w:r w:rsidR="00B803E2" w:rsidRPr="002664AD">
        <w:rPr>
          <w:b w:val="0"/>
        </w:rPr>
        <w:t>minimal</w:t>
      </w:r>
      <w:r w:rsidR="004C5AC8">
        <w:tab/>
      </w:r>
      <w:r w:rsidRPr="002664AD">
        <w:t>d</w:t>
      </w:r>
      <w:r w:rsidR="00B803E2">
        <w:t xml:space="preserve"> </w:t>
      </w:r>
      <w:r w:rsidR="00B803E2">
        <w:rPr>
          <w:b w:val="0"/>
        </w:rPr>
        <w:t>majority</w:t>
      </w:r>
    </w:p>
    <w:p w14:paraId="466BF3BC" w14:textId="186B96A4" w:rsidR="00AA24A2" w:rsidRPr="00E84816" w:rsidRDefault="00472DDD" w:rsidP="007E3E05">
      <w:pPr>
        <w:pStyle w:val="ScoreBox"/>
        <w:rPr>
          <w:b w:val="0"/>
        </w:rPr>
      </w:pPr>
      <w:r>
        <w:t>__</w:t>
      </w:r>
      <w:r w:rsidR="003451A9" w:rsidRPr="00E84816">
        <w:t>/5</w:t>
      </w:r>
    </w:p>
    <w:p w14:paraId="18EC48FA" w14:textId="77777777" w:rsidR="00472DDD" w:rsidRPr="00492D51" w:rsidRDefault="00472DDD" w:rsidP="00472DDD">
      <w:pPr>
        <w:pStyle w:val="HeadUnit"/>
      </w:pPr>
      <w:r>
        <w:lastRenderedPageBreak/>
        <w:t>SKILLS</w:t>
      </w:r>
    </w:p>
    <w:p w14:paraId="541C89FE" w14:textId="26854B02" w:rsidR="00C57A21" w:rsidRPr="007E3E05" w:rsidRDefault="0082751A" w:rsidP="007E3E05">
      <w:pPr>
        <w:pStyle w:val="HeadASection"/>
        <w:rPr>
          <w:lang w:val="en-GB"/>
        </w:rPr>
      </w:pPr>
      <w:r w:rsidRPr="007E3E05">
        <w:rPr>
          <w:lang w:val="en-GB"/>
        </w:rPr>
        <w:t>Short l</w:t>
      </w:r>
      <w:r w:rsidR="00FA50E7" w:rsidRPr="007E3E05">
        <w:rPr>
          <w:lang w:val="en-GB"/>
        </w:rPr>
        <w:t>istening</w:t>
      </w:r>
    </w:p>
    <w:p w14:paraId="053707C8" w14:textId="1EFFB03D" w:rsidR="00472DDD" w:rsidRPr="00492D51" w:rsidRDefault="00257CC0" w:rsidP="00472DDD">
      <w:pPr>
        <w:pStyle w:val="EXAMTASKTYPE"/>
      </w:pPr>
      <w:r>
        <w:t>B2 Business</w:t>
      </w:r>
      <w:r>
        <w:t xml:space="preserve"> </w:t>
      </w:r>
      <w:r w:rsidR="0082751A">
        <w:t>V</w:t>
      </w:r>
      <w:r w:rsidR="00215E83">
        <w:t>antage</w:t>
      </w:r>
      <w:r w:rsidR="0052777A">
        <w:t xml:space="preserve"> </w:t>
      </w:r>
      <w:r w:rsidR="005E4FAE">
        <w:t xml:space="preserve">/ </w:t>
      </w:r>
      <w:r>
        <w:t>C1 Business Higher</w:t>
      </w:r>
    </w:p>
    <w:p w14:paraId="679F98ED" w14:textId="5218CE4E" w:rsidR="0082751A" w:rsidRDefault="00FA50E7" w:rsidP="008D2BFA">
      <w:pPr>
        <w:pStyle w:val="Rubric"/>
      </w:pPr>
      <w:r w:rsidRPr="00E84816">
        <w:t xml:space="preserve">6 </w:t>
      </w:r>
      <w:bookmarkStart w:id="7" w:name="_Hlk528568548"/>
      <w:r w:rsidR="00472DDD">
        <w:t>[BP_</w:t>
      </w:r>
      <w:r w:rsidR="0044539A">
        <w:t>B</w:t>
      </w:r>
      <w:r w:rsidR="008D2BFA">
        <w:t>2+</w:t>
      </w:r>
      <w:r w:rsidR="00472DDD">
        <w:t>_Test_0</w:t>
      </w:r>
      <w:r w:rsidR="008D2BFA">
        <w:t>1</w:t>
      </w:r>
      <w:r w:rsidR="00472DDD">
        <w:t>_</w:t>
      </w:r>
      <w:r w:rsidR="00554B43">
        <w:t>03</w:t>
      </w:r>
      <w:r w:rsidR="00472DDD">
        <w:t xml:space="preserve">.mp3] </w:t>
      </w:r>
      <w:bookmarkEnd w:id="7"/>
      <w:r w:rsidR="0082751A">
        <w:t xml:space="preserve">You will hear two telephone conversations. For each question, write one or two words or a number. </w:t>
      </w:r>
      <w:r w:rsidR="00B808E9">
        <w:t>You will hear each recording twice.</w:t>
      </w:r>
    </w:p>
    <w:p w14:paraId="153572D0" w14:textId="2E107126" w:rsidR="0044539A" w:rsidRDefault="0044539A" w:rsidP="008D2BFA">
      <w:pPr>
        <w:pStyle w:val="Rubric"/>
      </w:pPr>
    </w:p>
    <w:p w14:paraId="47D18F81" w14:textId="36C69E56" w:rsidR="00E07A9C" w:rsidRDefault="00E07A9C" w:rsidP="008D2BFA">
      <w:pPr>
        <w:pStyle w:val="Rubric"/>
      </w:pPr>
      <w:r>
        <w:t>Listening 1</w:t>
      </w:r>
    </w:p>
    <w:p w14:paraId="7CB52C4B" w14:textId="1CAF5E61" w:rsidR="0060055F" w:rsidRDefault="0060055F" w:rsidP="008D2BFA">
      <w:pPr>
        <w:pStyle w:val="Rubric"/>
      </w:pPr>
      <w:r>
        <w:t>Look at the notes below. You will hear two colleagues discussing a survey.</w:t>
      </w:r>
    </w:p>
    <w:p w14:paraId="672DB089" w14:textId="77777777" w:rsidR="00E07A9C" w:rsidRDefault="00E07A9C" w:rsidP="008D2BFA">
      <w:pPr>
        <w:pStyle w:val="Rubric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19"/>
      </w:tblGrid>
      <w:tr w:rsidR="0044539A" w14:paraId="17151451" w14:textId="77777777" w:rsidTr="0044539A">
        <w:tc>
          <w:tcPr>
            <w:tcW w:w="4719" w:type="dxa"/>
          </w:tcPr>
          <w:p w14:paraId="41CAB93E" w14:textId="0EC47320" w:rsidR="0044539A" w:rsidRPr="007E3E05" w:rsidRDefault="0044539A" w:rsidP="008D2BFA">
            <w:pPr>
              <w:pStyle w:val="Rubric"/>
              <w:rPr>
                <w:lang w:val="en-GB"/>
              </w:rPr>
            </w:pPr>
            <w:r w:rsidRPr="007E3E05">
              <w:rPr>
                <w:lang w:val="en-GB"/>
              </w:rPr>
              <w:t xml:space="preserve">Key points – survey </w:t>
            </w:r>
          </w:p>
          <w:p w14:paraId="41BBCE6E" w14:textId="5CEB21AF" w:rsidR="0044539A" w:rsidRPr="007E3E05" w:rsidRDefault="0044539A" w:rsidP="008D2BFA">
            <w:pPr>
              <w:pStyle w:val="Rubric"/>
              <w:rPr>
                <w:lang w:val="en-GB"/>
              </w:rPr>
            </w:pPr>
          </w:p>
          <w:p w14:paraId="43781A9B" w14:textId="7AACBF9C" w:rsidR="0044539A" w:rsidRPr="007E3E05" w:rsidRDefault="0044539A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 xml:space="preserve">Most customers feel </w:t>
            </w:r>
            <w:r w:rsidR="005C7782" w:rsidRPr="007E3E05">
              <w:rPr>
                <w:b w:val="0"/>
                <w:vertAlign w:val="superscript"/>
                <w:lang w:val="en-GB"/>
              </w:rPr>
              <w:t>1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  <w:r w:rsidRPr="007E3E05">
              <w:rPr>
                <w:b w:val="0"/>
                <w:lang w:val="en-GB"/>
              </w:rPr>
              <w:t xml:space="preserve"> </w:t>
            </w:r>
            <w:r w:rsidR="00226C45" w:rsidRPr="007E3E05">
              <w:rPr>
                <w:b w:val="0"/>
                <w:lang w:val="en-GB"/>
              </w:rPr>
              <w:t xml:space="preserve">with </w:t>
            </w:r>
            <w:r w:rsidRPr="007E3E05">
              <w:rPr>
                <w:b w:val="0"/>
                <w:lang w:val="en-GB"/>
              </w:rPr>
              <w:t xml:space="preserve">their kitchen appliances. </w:t>
            </w:r>
          </w:p>
          <w:p w14:paraId="3A1AD0CF" w14:textId="4089D8CE" w:rsidR="0044539A" w:rsidRPr="007E3E05" w:rsidRDefault="0044539A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>Main problems =</w:t>
            </w:r>
            <w:r w:rsidR="005C7782" w:rsidRPr="007E3E05">
              <w:rPr>
                <w:b w:val="0"/>
                <w:lang w:val="en-GB"/>
              </w:rPr>
              <w:t xml:space="preserve"> narrow range and slightly </w:t>
            </w:r>
            <w:r w:rsidR="005C7782" w:rsidRPr="007E3E05">
              <w:rPr>
                <w:b w:val="0"/>
                <w:vertAlign w:val="superscript"/>
                <w:lang w:val="en-GB"/>
              </w:rPr>
              <w:t>2</w:t>
            </w:r>
            <w:r w:rsidR="004A75CC" w:rsidRPr="007E3E05">
              <w:rPr>
                <w:rStyle w:val="GapFillchr"/>
                <w:lang w:val="en-GB"/>
              </w:rPr>
              <w:t xml:space="preserve">           </w:t>
            </w:r>
            <w:r w:rsidRPr="007E3E05">
              <w:rPr>
                <w:b w:val="0"/>
                <w:lang w:val="en-GB"/>
              </w:rPr>
              <w:t xml:space="preserve"> </w:t>
            </w:r>
          </w:p>
          <w:p w14:paraId="1235F961" w14:textId="0EB7FDC9" w:rsidR="0044539A" w:rsidRPr="007E3E05" w:rsidRDefault="00324E66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>Customers w</w:t>
            </w:r>
            <w:r w:rsidR="0044539A" w:rsidRPr="007E3E05">
              <w:rPr>
                <w:b w:val="0"/>
                <w:lang w:val="en-GB"/>
              </w:rPr>
              <w:t>ould like</w:t>
            </w:r>
            <w:r w:rsidRPr="007E3E05">
              <w:rPr>
                <w:b w:val="0"/>
                <w:lang w:val="en-GB"/>
              </w:rPr>
              <w:t xml:space="preserve"> a </w:t>
            </w:r>
            <w:r w:rsidRPr="007E3E05">
              <w:rPr>
                <w:b w:val="0"/>
                <w:vertAlign w:val="superscript"/>
                <w:lang w:val="en-GB"/>
              </w:rPr>
              <w:t>3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  <w:r w:rsidRPr="007E3E05">
              <w:rPr>
                <w:b w:val="0"/>
                <w:lang w:val="en-GB"/>
              </w:rPr>
              <w:t xml:space="preserve"> </w:t>
            </w:r>
            <w:r w:rsidR="004A75CC">
              <w:rPr>
                <w:b w:val="0"/>
                <w:lang w:val="en-GB"/>
              </w:rPr>
              <w:t>.</w:t>
            </w:r>
          </w:p>
          <w:p w14:paraId="0ED73E0B" w14:textId="7A2A760D" w:rsidR="0044539A" w:rsidRPr="007E3E05" w:rsidRDefault="0044539A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>Next step is to</w:t>
            </w:r>
            <w:r w:rsidR="00324E66" w:rsidRPr="007E3E05">
              <w:rPr>
                <w:b w:val="0"/>
                <w:lang w:val="en-GB"/>
              </w:rPr>
              <w:t xml:space="preserve"> </w:t>
            </w:r>
            <w:r w:rsidR="00E07A9C" w:rsidRPr="007E3E05">
              <w:rPr>
                <w:b w:val="0"/>
                <w:lang w:val="en-GB"/>
              </w:rPr>
              <w:t xml:space="preserve">think about </w:t>
            </w:r>
            <w:r w:rsidR="00324E66" w:rsidRPr="007E3E05">
              <w:rPr>
                <w:b w:val="0"/>
                <w:lang w:val="en-GB"/>
              </w:rPr>
              <w:t xml:space="preserve">ways to </w:t>
            </w:r>
            <w:r w:rsidR="00324E66" w:rsidRPr="007E3E05">
              <w:rPr>
                <w:b w:val="0"/>
                <w:vertAlign w:val="superscript"/>
                <w:lang w:val="en-GB"/>
              </w:rPr>
              <w:t>4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  <w:r w:rsidR="00324E66" w:rsidRPr="007E3E05">
              <w:rPr>
                <w:b w:val="0"/>
                <w:lang w:val="en-GB"/>
              </w:rPr>
              <w:t xml:space="preserve"> the idea</w:t>
            </w:r>
            <w:r w:rsidR="00E07A9C" w:rsidRPr="007E3E05">
              <w:rPr>
                <w:b w:val="0"/>
                <w:lang w:val="en-GB"/>
              </w:rPr>
              <w:t>.</w:t>
            </w:r>
          </w:p>
          <w:p w14:paraId="41ACA3CF" w14:textId="0F2162C8" w:rsidR="0044539A" w:rsidRPr="007E3E05" w:rsidRDefault="0044539A" w:rsidP="008D2BFA">
            <w:pPr>
              <w:pStyle w:val="Rubric"/>
              <w:rPr>
                <w:lang w:val="en-GB"/>
              </w:rPr>
            </w:pPr>
          </w:p>
        </w:tc>
      </w:tr>
    </w:tbl>
    <w:p w14:paraId="2B23519E" w14:textId="77777777" w:rsidR="00FD5DF0" w:rsidRDefault="00FD5DF0" w:rsidP="008D2BFA">
      <w:pPr>
        <w:pStyle w:val="Rubric"/>
      </w:pPr>
    </w:p>
    <w:p w14:paraId="16789502" w14:textId="568799C7" w:rsidR="0082751A" w:rsidRDefault="00E07A9C" w:rsidP="008D2BFA">
      <w:pPr>
        <w:pStyle w:val="Rubric"/>
      </w:pPr>
      <w:r>
        <w:t>Listening 2</w:t>
      </w:r>
    </w:p>
    <w:p w14:paraId="18834055" w14:textId="49FFD9B1" w:rsidR="0060055F" w:rsidRDefault="0060055F" w:rsidP="0060055F">
      <w:pPr>
        <w:pStyle w:val="Rubric"/>
      </w:pPr>
      <w:r>
        <w:t>Look at the notes below. You will hear a</w:t>
      </w:r>
      <w:r w:rsidR="004A75CC">
        <w:t> </w:t>
      </w:r>
      <w:r>
        <w:t>customer calling a mobile phone company.</w:t>
      </w:r>
    </w:p>
    <w:p w14:paraId="5AC67DEC" w14:textId="77777777" w:rsidR="00E07A9C" w:rsidRDefault="00E07A9C" w:rsidP="008D2BFA">
      <w:pPr>
        <w:pStyle w:val="Rubric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19"/>
      </w:tblGrid>
      <w:tr w:rsidR="00E07A9C" w14:paraId="009DF8E6" w14:textId="77777777" w:rsidTr="00E07A9C">
        <w:tc>
          <w:tcPr>
            <w:tcW w:w="4719" w:type="dxa"/>
          </w:tcPr>
          <w:p w14:paraId="1F8FDD22" w14:textId="21EED0AC" w:rsidR="00E07A9C" w:rsidRPr="007E3E05" w:rsidRDefault="00E07A9C" w:rsidP="008D2BFA">
            <w:pPr>
              <w:pStyle w:val="Rubric"/>
              <w:rPr>
                <w:lang w:val="en-GB"/>
              </w:rPr>
            </w:pPr>
            <w:r w:rsidRPr="007E3E05">
              <w:rPr>
                <w:lang w:val="en-GB"/>
              </w:rPr>
              <w:t>Customer enquiry</w:t>
            </w:r>
          </w:p>
          <w:p w14:paraId="61C80DEE" w14:textId="52CB4D2F" w:rsidR="00E07A9C" w:rsidRPr="007E3E05" w:rsidRDefault="00E07A9C" w:rsidP="008D2BFA">
            <w:pPr>
              <w:pStyle w:val="Rubric"/>
              <w:rPr>
                <w:lang w:val="en-GB"/>
              </w:rPr>
            </w:pPr>
          </w:p>
          <w:p w14:paraId="5C5CE93A" w14:textId="34EFF52A" w:rsidR="00E07A9C" w:rsidRPr="007E3E05" w:rsidRDefault="00E07A9C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 xml:space="preserve">Customer would like </w:t>
            </w:r>
            <w:r w:rsidR="00694460" w:rsidRPr="007E3E05">
              <w:rPr>
                <w:b w:val="0"/>
                <w:vertAlign w:val="superscript"/>
                <w:lang w:val="en-GB"/>
              </w:rPr>
              <w:t>5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  <w:r w:rsidR="004A75CC" w:rsidRPr="00597E82">
              <w:rPr>
                <w:b w:val="0"/>
                <w:lang w:val="en-GB"/>
              </w:rPr>
              <w:t xml:space="preserve"> </w:t>
            </w:r>
            <w:r w:rsidR="004A75CC">
              <w:rPr>
                <w:b w:val="0"/>
                <w:lang w:val="en-GB"/>
              </w:rPr>
              <w:t>.</w:t>
            </w:r>
          </w:p>
          <w:p w14:paraId="17B3ABDE" w14:textId="6DCA319B" w:rsidR="00E07A9C" w:rsidRPr="007E3E05" w:rsidRDefault="004A75CC" w:rsidP="008D2BFA">
            <w:pPr>
              <w:pStyle w:val="Rubric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T</w:t>
            </w:r>
            <w:r w:rsidRPr="007E3E05">
              <w:rPr>
                <w:b w:val="0"/>
                <w:lang w:val="en-GB"/>
              </w:rPr>
              <w:t>wo</w:t>
            </w:r>
            <w:r w:rsidR="00694460" w:rsidRPr="007E3E05">
              <w:rPr>
                <w:b w:val="0"/>
                <w:lang w:val="en-GB"/>
              </w:rPr>
              <w:t xml:space="preserve"> solutions</w:t>
            </w:r>
            <w:r w:rsidR="00E07A9C" w:rsidRPr="007E3E05">
              <w:rPr>
                <w:b w:val="0"/>
                <w:lang w:val="en-GB"/>
              </w:rPr>
              <w:t xml:space="preserve">: Increase </w:t>
            </w:r>
            <w:r w:rsidR="00694460" w:rsidRPr="007E3E05">
              <w:rPr>
                <w:b w:val="0"/>
                <w:vertAlign w:val="superscript"/>
                <w:lang w:val="en-GB"/>
              </w:rPr>
              <w:t>6</w:t>
            </w:r>
            <w:r w:rsidRPr="007E3E05">
              <w:rPr>
                <w:rStyle w:val="GapFillchr"/>
                <w:lang w:val="en-GB"/>
              </w:rPr>
              <w:t xml:space="preserve">            </w:t>
            </w:r>
            <w:r w:rsidR="00E07A9C" w:rsidRPr="007E3E05">
              <w:rPr>
                <w:b w:val="0"/>
                <w:lang w:val="en-GB"/>
              </w:rPr>
              <w:t xml:space="preserve"> OR new contract with new phone</w:t>
            </w:r>
          </w:p>
          <w:p w14:paraId="030C3173" w14:textId="5F744E1D" w:rsidR="00B97048" w:rsidRPr="007E3E05" w:rsidRDefault="00B97048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 xml:space="preserve">New charge = </w:t>
            </w:r>
            <w:r w:rsidR="00694460" w:rsidRPr="007E3E05">
              <w:rPr>
                <w:b w:val="0"/>
                <w:vertAlign w:val="superscript"/>
                <w:lang w:val="en-GB"/>
              </w:rPr>
              <w:t>7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</w:p>
          <w:p w14:paraId="7932D488" w14:textId="0142F5C8" w:rsidR="00E07A9C" w:rsidRPr="007E3E05" w:rsidRDefault="00B97048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 xml:space="preserve">Customer will call back </w:t>
            </w:r>
            <w:r w:rsidR="00694460" w:rsidRPr="007E3E05">
              <w:rPr>
                <w:b w:val="0"/>
                <w:vertAlign w:val="superscript"/>
                <w:lang w:val="en-GB"/>
              </w:rPr>
              <w:t>8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  <w:r w:rsidR="004A75CC" w:rsidRPr="00597E82">
              <w:rPr>
                <w:b w:val="0"/>
                <w:lang w:val="en-GB"/>
              </w:rPr>
              <w:t xml:space="preserve"> </w:t>
            </w:r>
            <w:r w:rsidR="004A75CC">
              <w:rPr>
                <w:b w:val="0"/>
                <w:lang w:val="en-GB"/>
              </w:rPr>
              <w:t>.</w:t>
            </w:r>
          </w:p>
          <w:p w14:paraId="23E418F3" w14:textId="6D232AEE" w:rsidR="00E07A9C" w:rsidRPr="007E3E05" w:rsidRDefault="00E07A9C" w:rsidP="008D2BFA">
            <w:pPr>
              <w:pStyle w:val="Rubric"/>
              <w:rPr>
                <w:lang w:val="en-GB"/>
              </w:rPr>
            </w:pPr>
          </w:p>
        </w:tc>
      </w:tr>
    </w:tbl>
    <w:p w14:paraId="7F86DB4C" w14:textId="0FC4F512" w:rsidR="00537778" w:rsidRDefault="00DF1307" w:rsidP="00B97048">
      <w:pPr>
        <w:pStyle w:val="ScoreBox"/>
      </w:pPr>
      <w:r>
        <w:t>__</w:t>
      </w:r>
      <w:r w:rsidR="00C57A21" w:rsidRPr="00E84816">
        <w:t>/8</w:t>
      </w:r>
    </w:p>
    <w:p w14:paraId="0BD6E36E" w14:textId="526988A0" w:rsidR="006746E5" w:rsidRDefault="006746E5" w:rsidP="00981659">
      <w:pPr>
        <w:pStyle w:val="ScoreBox"/>
      </w:pPr>
    </w:p>
    <w:p w14:paraId="701998A9" w14:textId="04715B57" w:rsidR="007C15D3" w:rsidRPr="00E84816" w:rsidRDefault="00454CCA">
      <w:pPr>
        <w:pStyle w:val="ScoreBox"/>
      </w:pPr>
      <w:r>
        <w:br w:type="column"/>
      </w:r>
    </w:p>
    <w:p w14:paraId="2A7BA405" w14:textId="769C1DF3" w:rsidR="00FE59F3" w:rsidRPr="007E3E05" w:rsidRDefault="0082751A" w:rsidP="007E3E05">
      <w:pPr>
        <w:pStyle w:val="HeadASection"/>
        <w:rPr>
          <w:lang w:val="en-GB"/>
        </w:rPr>
      </w:pPr>
      <w:r w:rsidRPr="007E3E05">
        <w:rPr>
          <w:lang w:val="en-GB"/>
        </w:rPr>
        <w:t>Long listening</w:t>
      </w:r>
      <w:r w:rsidR="00E84816" w:rsidRPr="007E3E05">
        <w:rPr>
          <w:lang w:val="en-GB"/>
        </w:rPr>
        <w:t xml:space="preserve"> </w:t>
      </w:r>
    </w:p>
    <w:p w14:paraId="07291129" w14:textId="19B85F7E" w:rsidR="00DF1307" w:rsidRPr="00492D51" w:rsidRDefault="00F93FCA" w:rsidP="00DF1307">
      <w:pPr>
        <w:pStyle w:val="EXAMTASKTYPE"/>
      </w:pPr>
      <w:r>
        <w:t>B2 Business Vantage / C1 Business Higher</w:t>
      </w:r>
    </w:p>
    <w:p w14:paraId="5223B1F0" w14:textId="4D05F691" w:rsidR="00803A43" w:rsidRDefault="00477262" w:rsidP="008D2BFA">
      <w:pPr>
        <w:pStyle w:val="Rubric"/>
      </w:pPr>
      <w:r w:rsidRPr="00E84816">
        <w:t xml:space="preserve">7 </w:t>
      </w:r>
      <w:bookmarkStart w:id="8" w:name="_Hlk497471749"/>
      <w:r w:rsidR="00803A43">
        <w:t>[BP_B2+_Test_01_</w:t>
      </w:r>
      <w:r w:rsidR="006B3B67">
        <w:t>0</w:t>
      </w:r>
      <w:r w:rsidR="005F773B">
        <w:t>4</w:t>
      </w:r>
      <w:r w:rsidR="00803A43">
        <w:t>.mp3] You will hear a</w:t>
      </w:r>
      <w:r w:rsidR="004A75CC">
        <w:t> </w:t>
      </w:r>
      <w:r w:rsidR="008E14F9">
        <w:t xml:space="preserve">discussion on marketing between </w:t>
      </w:r>
      <w:r w:rsidR="007C09EB">
        <w:t>a senior and</w:t>
      </w:r>
      <w:r w:rsidR="004A75CC">
        <w:t> </w:t>
      </w:r>
      <w:r w:rsidR="007C09EB">
        <w:t>a junior</w:t>
      </w:r>
      <w:r w:rsidR="008E14F9">
        <w:t xml:space="preserve"> colleague</w:t>
      </w:r>
      <w:r w:rsidR="007C09EB">
        <w:t xml:space="preserve"> who work for a clothing company</w:t>
      </w:r>
      <w:r w:rsidR="00803A43">
        <w:t xml:space="preserve">. For each question, choose the correct answer. </w:t>
      </w:r>
      <w:r w:rsidR="00E53A13">
        <w:t xml:space="preserve">You will hear the </w:t>
      </w:r>
      <w:r w:rsidR="00EB6A6D">
        <w:t>discussion</w:t>
      </w:r>
      <w:r w:rsidR="00E53A13">
        <w:t xml:space="preserve"> twice.</w:t>
      </w:r>
    </w:p>
    <w:p w14:paraId="01E7F8BA" w14:textId="77777777" w:rsidR="006E5DDB" w:rsidRDefault="006E5DDB" w:rsidP="008D2BFA">
      <w:pPr>
        <w:pStyle w:val="Rubric"/>
      </w:pPr>
    </w:p>
    <w:p w14:paraId="6B1F7D68" w14:textId="07AC21C7" w:rsidR="00803A43" w:rsidRPr="00A928E7" w:rsidRDefault="00803A43" w:rsidP="008D2BFA">
      <w:pPr>
        <w:pStyle w:val="Rubric"/>
        <w:rPr>
          <w:b w:val="0"/>
        </w:rPr>
      </w:pPr>
      <w:r>
        <w:t>1</w:t>
      </w:r>
      <w:r w:rsidR="00A928E7" w:rsidRPr="00A928E7">
        <w:t xml:space="preserve"> </w:t>
      </w:r>
      <w:r w:rsidR="00A928E7">
        <w:rPr>
          <w:b w:val="0"/>
        </w:rPr>
        <w:t>What is Mark confused about?</w:t>
      </w:r>
    </w:p>
    <w:p w14:paraId="5B8E8F07" w14:textId="413541C9" w:rsidR="00803A43" w:rsidRPr="006E5DDB" w:rsidRDefault="00803A43" w:rsidP="008D2BFA">
      <w:pPr>
        <w:pStyle w:val="Rubric"/>
        <w:rPr>
          <w:b w:val="0"/>
        </w:rPr>
      </w:pPr>
      <w:r>
        <w:t>a</w:t>
      </w:r>
      <w:r w:rsidR="006E5DDB">
        <w:t xml:space="preserve"> </w:t>
      </w:r>
      <w:r w:rsidR="0024207E">
        <w:rPr>
          <w:b w:val="0"/>
        </w:rPr>
        <w:t>w</w:t>
      </w:r>
      <w:r w:rsidR="00A928E7">
        <w:rPr>
          <w:b w:val="0"/>
        </w:rPr>
        <w:t>hat type of market research to do</w:t>
      </w:r>
    </w:p>
    <w:p w14:paraId="722030C7" w14:textId="5D9208A7" w:rsidR="006E5DDB" w:rsidRPr="00A928E7" w:rsidRDefault="006E5DDB" w:rsidP="00A928E7">
      <w:pPr>
        <w:pStyle w:val="Rubric"/>
        <w:rPr>
          <w:b w:val="0"/>
        </w:rPr>
      </w:pPr>
      <w:r>
        <w:t xml:space="preserve">b </w:t>
      </w:r>
      <w:r w:rsidR="0024207E">
        <w:rPr>
          <w:b w:val="0"/>
        </w:rPr>
        <w:t>t</w:t>
      </w:r>
      <w:r w:rsidR="00A928E7">
        <w:rPr>
          <w:b w:val="0"/>
        </w:rPr>
        <w:t>he new menswear range</w:t>
      </w:r>
    </w:p>
    <w:p w14:paraId="57FC3049" w14:textId="58DDBBF0" w:rsidR="006E5DDB" w:rsidRDefault="006E5DDB" w:rsidP="00A928E7">
      <w:pPr>
        <w:pStyle w:val="Rubric"/>
        <w:rPr>
          <w:b w:val="0"/>
        </w:rPr>
      </w:pPr>
      <w:r>
        <w:t xml:space="preserve">c </w:t>
      </w:r>
      <w:r w:rsidR="0024207E">
        <w:rPr>
          <w:b w:val="0"/>
        </w:rPr>
        <w:t>c</w:t>
      </w:r>
      <w:r w:rsidR="00A928E7">
        <w:rPr>
          <w:b w:val="0"/>
        </w:rPr>
        <w:t>hoosing people for focus groups</w:t>
      </w:r>
    </w:p>
    <w:p w14:paraId="37AA665B" w14:textId="77777777" w:rsidR="00A928E7" w:rsidRPr="00A928E7" w:rsidRDefault="00A928E7" w:rsidP="00A928E7">
      <w:pPr>
        <w:pStyle w:val="Rubric"/>
        <w:rPr>
          <w:b w:val="0"/>
        </w:rPr>
      </w:pPr>
    </w:p>
    <w:p w14:paraId="3C69ACB5" w14:textId="6027488B" w:rsidR="00A928E7" w:rsidRDefault="00803A43" w:rsidP="00A928E7">
      <w:pPr>
        <w:pStyle w:val="Rubric"/>
        <w:rPr>
          <w:b w:val="0"/>
        </w:rPr>
      </w:pPr>
      <w:r>
        <w:t>2</w:t>
      </w:r>
      <w:r w:rsidR="00A928E7">
        <w:t xml:space="preserve"> </w:t>
      </w:r>
      <w:r w:rsidR="00C66B72">
        <w:rPr>
          <w:b w:val="0"/>
        </w:rPr>
        <w:t>What does Jane advise Mark to do?</w:t>
      </w:r>
    </w:p>
    <w:p w14:paraId="45D1B2EB" w14:textId="78D0E4BA" w:rsidR="00A928E7" w:rsidRPr="00A928E7" w:rsidRDefault="00A928E7" w:rsidP="00A928E7">
      <w:pPr>
        <w:pStyle w:val="Rubric"/>
        <w:rPr>
          <w:b w:val="0"/>
        </w:rPr>
      </w:pPr>
      <w:r>
        <w:t xml:space="preserve">a </w:t>
      </w:r>
      <w:r w:rsidR="00C66B72">
        <w:rPr>
          <w:b w:val="0"/>
        </w:rPr>
        <w:t>use a wide range of research types</w:t>
      </w:r>
    </w:p>
    <w:p w14:paraId="18C9CCBF" w14:textId="00E39B6D" w:rsidR="00A928E7" w:rsidRPr="00A928E7" w:rsidRDefault="00A928E7" w:rsidP="00A928E7">
      <w:pPr>
        <w:pStyle w:val="Rubric"/>
        <w:rPr>
          <w:b w:val="0"/>
        </w:rPr>
      </w:pPr>
      <w:r>
        <w:t xml:space="preserve">b </w:t>
      </w:r>
      <w:r w:rsidR="00C66B72">
        <w:rPr>
          <w:b w:val="0"/>
        </w:rPr>
        <w:t>change the main goal of the research</w:t>
      </w:r>
    </w:p>
    <w:p w14:paraId="10C07A08" w14:textId="36CE4EC8" w:rsidR="00A928E7" w:rsidRPr="00A928E7" w:rsidRDefault="00A928E7" w:rsidP="00A928E7">
      <w:pPr>
        <w:pStyle w:val="Rubric"/>
        <w:rPr>
          <w:b w:val="0"/>
        </w:rPr>
      </w:pPr>
      <w:r>
        <w:t xml:space="preserve">c </w:t>
      </w:r>
      <w:r w:rsidR="00C66B72">
        <w:rPr>
          <w:b w:val="0"/>
        </w:rPr>
        <w:t>plan the research more thoroughly</w:t>
      </w:r>
    </w:p>
    <w:p w14:paraId="34E695A1" w14:textId="77777777" w:rsidR="00A928E7" w:rsidRDefault="00A928E7" w:rsidP="00A928E7">
      <w:pPr>
        <w:pStyle w:val="Rubric"/>
        <w:rPr>
          <w:b w:val="0"/>
        </w:rPr>
      </w:pPr>
    </w:p>
    <w:p w14:paraId="5BF283A9" w14:textId="5C1F60B1" w:rsidR="00803A43" w:rsidRDefault="00A928E7" w:rsidP="00A928E7">
      <w:pPr>
        <w:pStyle w:val="Rubric"/>
      </w:pPr>
      <w:r w:rsidRPr="00A928E7">
        <w:t xml:space="preserve">3 </w:t>
      </w:r>
      <w:r>
        <w:rPr>
          <w:b w:val="0"/>
        </w:rPr>
        <w:t>What is the aim of the market research?</w:t>
      </w:r>
      <w:r>
        <w:t xml:space="preserve"> </w:t>
      </w:r>
    </w:p>
    <w:p w14:paraId="130CCA91" w14:textId="28DF2005" w:rsidR="006B2C9F" w:rsidRDefault="006B2C9F" w:rsidP="006B2C9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t</w:t>
      </w:r>
      <w:r w:rsidR="00A928E7">
        <w:rPr>
          <w:rFonts w:ascii="Arial" w:hAnsi="Arial" w:cs="Arial"/>
          <w:sz w:val="20"/>
          <w:szCs w:val="20"/>
        </w:rPr>
        <w:t>o choose vocabulary for an advertising campaign</w:t>
      </w:r>
    </w:p>
    <w:p w14:paraId="6CC3E774" w14:textId="246641AC" w:rsidR="006B2C9F" w:rsidRDefault="006B2C9F" w:rsidP="006B2C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 w:rsidR="0024207E">
        <w:rPr>
          <w:rFonts w:ascii="Arial" w:hAnsi="Arial" w:cs="Arial"/>
          <w:sz w:val="20"/>
          <w:szCs w:val="20"/>
        </w:rPr>
        <w:t>t</w:t>
      </w:r>
      <w:r w:rsidR="00A928E7">
        <w:rPr>
          <w:rFonts w:ascii="Arial" w:hAnsi="Arial" w:cs="Arial"/>
          <w:sz w:val="20"/>
          <w:szCs w:val="20"/>
        </w:rPr>
        <w:t xml:space="preserve">o make the vision of the brand more up to date </w:t>
      </w:r>
    </w:p>
    <w:p w14:paraId="0491B468" w14:textId="42CBC5FC" w:rsidR="005901F6" w:rsidRPr="00A928E7" w:rsidRDefault="006B2C9F" w:rsidP="00A928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24207E">
        <w:rPr>
          <w:rFonts w:ascii="Arial" w:hAnsi="Arial" w:cs="Arial"/>
          <w:sz w:val="20"/>
          <w:szCs w:val="20"/>
        </w:rPr>
        <w:t>t</w:t>
      </w:r>
      <w:r w:rsidR="00A928E7">
        <w:rPr>
          <w:rFonts w:ascii="Arial" w:hAnsi="Arial" w:cs="Arial"/>
          <w:sz w:val="20"/>
          <w:szCs w:val="20"/>
        </w:rPr>
        <w:t xml:space="preserve">o develop a deeper understanding of the target group </w:t>
      </w:r>
    </w:p>
    <w:p w14:paraId="4AE6246A" w14:textId="016DBF0C" w:rsidR="00803A43" w:rsidRDefault="00803A43" w:rsidP="008D2BFA">
      <w:pPr>
        <w:pStyle w:val="Rubric"/>
      </w:pPr>
      <w:r>
        <w:t>4</w:t>
      </w:r>
      <w:r w:rsidR="00845024">
        <w:t xml:space="preserve"> </w:t>
      </w:r>
      <w:r w:rsidR="00A928E7" w:rsidRPr="00A928E7">
        <w:rPr>
          <w:b w:val="0"/>
        </w:rPr>
        <w:t>Jane advises Mark to do an online survey in</w:t>
      </w:r>
      <w:r w:rsidR="00D3192B">
        <w:rPr>
          <w:b w:val="0"/>
        </w:rPr>
        <w:t> </w:t>
      </w:r>
      <w:r w:rsidR="00A928E7" w:rsidRPr="00A928E7">
        <w:rPr>
          <w:b w:val="0"/>
        </w:rPr>
        <w:t>order</w:t>
      </w:r>
      <w:r w:rsidR="004A75CC">
        <w:rPr>
          <w:b w:val="0"/>
        </w:rPr>
        <w:t> </w:t>
      </w:r>
      <w:r w:rsidR="00A928E7" w:rsidRPr="00A928E7">
        <w:rPr>
          <w:b w:val="0"/>
        </w:rPr>
        <w:t>to</w:t>
      </w:r>
    </w:p>
    <w:p w14:paraId="1B2C9315" w14:textId="12668544" w:rsidR="00845024" w:rsidRDefault="00845024" w:rsidP="008450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 w:rsidR="00A928E7">
        <w:rPr>
          <w:rFonts w:ascii="Arial" w:hAnsi="Arial" w:cs="Arial"/>
          <w:sz w:val="20"/>
          <w:szCs w:val="20"/>
        </w:rPr>
        <w:t>gather a large amount of data</w:t>
      </w:r>
      <w:r w:rsidR="005F773B">
        <w:rPr>
          <w:rFonts w:ascii="Arial" w:hAnsi="Arial" w:cs="Arial"/>
          <w:sz w:val="20"/>
          <w:szCs w:val="20"/>
        </w:rPr>
        <w:t>.</w:t>
      </w:r>
    </w:p>
    <w:p w14:paraId="18133A7D" w14:textId="02133AA7" w:rsidR="00845024" w:rsidRDefault="00845024" w:rsidP="008450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 w:rsidR="00A928E7">
        <w:rPr>
          <w:rFonts w:ascii="Arial" w:hAnsi="Arial" w:cs="Arial"/>
          <w:sz w:val="20"/>
          <w:szCs w:val="20"/>
        </w:rPr>
        <w:t>focus on a specific idea</w:t>
      </w:r>
      <w:r w:rsidR="005F773B">
        <w:rPr>
          <w:rFonts w:ascii="Arial" w:hAnsi="Arial" w:cs="Arial"/>
          <w:sz w:val="20"/>
          <w:szCs w:val="20"/>
        </w:rPr>
        <w:t>.</w:t>
      </w:r>
    </w:p>
    <w:p w14:paraId="34B7872E" w14:textId="36BDCDF1" w:rsidR="00845024" w:rsidRDefault="00845024" w:rsidP="008450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A928E7">
        <w:rPr>
          <w:rFonts w:ascii="Arial" w:hAnsi="Arial" w:cs="Arial"/>
          <w:sz w:val="20"/>
          <w:szCs w:val="20"/>
        </w:rPr>
        <w:t>get more information in a short time</w:t>
      </w:r>
      <w:r w:rsidR="005F773B">
        <w:rPr>
          <w:rFonts w:ascii="Arial" w:hAnsi="Arial" w:cs="Arial"/>
          <w:sz w:val="20"/>
          <w:szCs w:val="20"/>
        </w:rPr>
        <w:t>.</w:t>
      </w:r>
      <w:r w:rsidR="00A928E7">
        <w:rPr>
          <w:rFonts w:ascii="Arial" w:hAnsi="Arial" w:cs="Arial"/>
          <w:sz w:val="20"/>
          <w:szCs w:val="20"/>
        </w:rPr>
        <w:t xml:space="preserve"> </w:t>
      </w:r>
    </w:p>
    <w:p w14:paraId="4C9D0366" w14:textId="77777777" w:rsidR="00A928E7" w:rsidRDefault="00A928E7" w:rsidP="00845024">
      <w:pPr>
        <w:rPr>
          <w:rFonts w:ascii="Arial" w:hAnsi="Arial" w:cs="Arial"/>
          <w:sz w:val="20"/>
          <w:szCs w:val="20"/>
        </w:rPr>
      </w:pPr>
    </w:p>
    <w:p w14:paraId="73C20190" w14:textId="6A46D2B9" w:rsidR="00803A43" w:rsidRPr="00A928E7" w:rsidRDefault="00A928E7" w:rsidP="00A928E7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5</w:t>
      </w:r>
      <w:r w:rsidR="00205170" w:rsidRPr="007E3E0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Jane says that focus groups</w:t>
      </w:r>
    </w:p>
    <w:p w14:paraId="75B5A300" w14:textId="519259B1" w:rsidR="00205170" w:rsidRDefault="00205170" w:rsidP="00205170">
      <w:pPr>
        <w:rPr>
          <w:rFonts w:ascii="Arial" w:hAnsi="Arial" w:cs="Arial"/>
          <w:sz w:val="20"/>
          <w:szCs w:val="20"/>
        </w:rPr>
      </w:pPr>
      <w:proofErr w:type="spellStart"/>
      <w:r w:rsidRPr="002B422F">
        <w:rPr>
          <w:rFonts w:ascii="Arial" w:hAnsi="Arial" w:cs="Arial"/>
          <w:b/>
          <w:sz w:val="20"/>
          <w:szCs w:val="20"/>
        </w:rPr>
        <w:t>a</w:t>
      </w:r>
      <w:proofErr w:type="spellEnd"/>
      <w:r w:rsidRPr="007E3E05">
        <w:rPr>
          <w:rFonts w:ascii="Arial" w:hAnsi="Arial" w:cs="Arial"/>
          <w:sz w:val="20"/>
          <w:szCs w:val="20"/>
        </w:rPr>
        <w:t xml:space="preserve"> </w:t>
      </w:r>
      <w:r w:rsidR="00A928E7">
        <w:rPr>
          <w:rFonts w:ascii="Arial" w:hAnsi="Arial" w:cs="Arial"/>
          <w:sz w:val="20"/>
          <w:szCs w:val="20"/>
        </w:rPr>
        <w:t>are easier to manage than online surveys</w:t>
      </w:r>
      <w:r w:rsidR="005F773B">
        <w:rPr>
          <w:rFonts w:ascii="Arial" w:hAnsi="Arial" w:cs="Arial"/>
          <w:sz w:val="20"/>
          <w:szCs w:val="20"/>
        </w:rPr>
        <w:t>.</w:t>
      </w:r>
    </w:p>
    <w:p w14:paraId="543B20B9" w14:textId="7687B729" w:rsidR="00205170" w:rsidRDefault="00205170" w:rsidP="00205170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b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A928E7">
        <w:rPr>
          <w:rFonts w:ascii="Arial" w:hAnsi="Arial" w:cs="Arial"/>
          <w:sz w:val="20"/>
          <w:szCs w:val="20"/>
        </w:rPr>
        <w:t>make people give more truthful answers</w:t>
      </w:r>
      <w:r w:rsidR="005F773B">
        <w:rPr>
          <w:rFonts w:ascii="Arial" w:hAnsi="Arial" w:cs="Arial"/>
          <w:sz w:val="20"/>
          <w:szCs w:val="20"/>
        </w:rPr>
        <w:t>.</w:t>
      </w:r>
    </w:p>
    <w:p w14:paraId="665A0205" w14:textId="4F8A9442" w:rsidR="00886B11" w:rsidRDefault="00205170" w:rsidP="00205170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c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A928E7">
        <w:rPr>
          <w:rFonts w:ascii="Arial" w:hAnsi="Arial" w:cs="Arial"/>
          <w:sz w:val="20"/>
          <w:szCs w:val="20"/>
        </w:rPr>
        <w:t>allow for more in-depth questioning</w:t>
      </w:r>
      <w:r w:rsidR="005F773B">
        <w:rPr>
          <w:rFonts w:ascii="Arial" w:hAnsi="Arial" w:cs="Arial"/>
          <w:sz w:val="20"/>
          <w:szCs w:val="20"/>
        </w:rPr>
        <w:t>.</w:t>
      </w:r>
    </w:p>
    <w:p w14:paraId="3C4DD118" w14:textId="77777777" w:rsidR="000A709C" w:rsidRPr="00205170" w:rsidRDefault="000A709C" w:rsidP="00205170">
      <w:pPr>
        <w:rPr>
          <w:rFonts w:ascii="Arial" w:hAnsi="Arial" w:cs="Arial"/>
          <w:sz w:val="20"/>
          <w:szCs w:val="20"/>
        </w:rPr>
      </w:pPr>
    </w:p>
    <w:p w14:paraId="376786E5" w14:textId="79038E26" w:rsidR="00803A43" w:rsidRPr="00454CCA" w:rsidRDefault="00803A43" w:rsidP="007E3E05">
      <w:r w:rsidRPr="00FD5DF0">
        <w:rPr>
          <w:rFonts w:ascii="Arial" w:hAnsi="Arial" w:cs="Arial"/>
          <w:b/>
          <w:sz w:val="20"/>
          <w:szCs w:val="20"/>
        </w:rPr>
        <w:t>6</w:t>
      </w:r>
      <w:r w:rsidR="00D66BF3" w:rsidRPr="00FD5DF0">
        <w:rPr>
          <w:rFonts w:ascii="Arial" w:hAnsi="Arial" w:cs="Arial"/>
          <w:sz w:val="20"/>
          <w:szCs w:val="20"/>
        </w:rPr>
        <w:t xml:space="preserve"> </w:t>
      </w:r>
      <w:r w:rsidR="000A709C" w:rsidRPr="00FD5DF0">
        <w:rPr>
          <w:rFonts w:ascii="Arial" w:hAnsi="Arial" w:cs="Arial"/>
          <w:sz w:val="20"/>
          <w:szCs w:val="20"/>
        </w:rPr>
        <w:t>What problem did Jane have in a previous marketing project?</w:t>
      </w:r>
    </w:p>
    <w:p w14:paraId="5465E82D" w14:textId="5A34B487" w:rsidR="000A709C" w:rsidRDefault="00D66BF3" w:rsidP="000A709C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a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f</w:t>
      </w:r>
      <w:r w:rsidR="000A709C">
        <w:rPr>
          <w:rFonts w:ascii="Arial" w:hAnsi="Arial" w:cs="Arial"/>
          <w:sz w:val="20"/>
          <w:szCs w:val="20"/>
        </w:rPr>
        <w:t>inding the right market</w:t>
      </w:r>
    </w:p>
    <w:p w14:paraId="7CDD7708" w14:textId="2F0F8D45" w:rsidR="000A709C" w:rsidRPr="000A709C" w:rsidRDefault="00D66BF3" w:rsidP="000A709C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b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d</w:t>
      </w:r>
      <w:r w:rsidR="000A709C">
        <w:rPr>
          <w:rFonts w:ascii="Arial" w:hAnsi="Arial" w:cs="Arial"/>
          <w:sz w:val="20"/>
          <w:szCs w:val="20"/>
        </w:rPr>
        <w:t>eveloping the product</w:t>
      </w:r>
    </w:p>
    <w:p w14:paraId="0719C0DE" w14:textId="0227FC32" w:rsidR="000A709C" w:rsidRDefault="00D66BF3" w:rsidP="000A709C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c</w:t>
      </w:r>
      <w:r w:rsidR="000A709C" w:rsidRPr="007E3E05"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c</w:t>
      </w:r>
      <w:r w:rsidR="000A709C">
        <w:rPr>
          <w:rFonts w:ascii="Arial" w:hAnsi="Arial" w:cs="Arial"/>
          <w:sz w:val="20"/>
          <w:szCs w:val="20"/>
        </w:rPr>
        <w:t>hoosing the research method</w:t>
      </w:r>
    </w:p>
    <w:p w14:paraId="1BBB6453" w14:textId="56153832" w:rsidR="00803A43" w:rsidRPr="00D66BF3" w:rsidRDefault="00803A43" w:rsidP="00D66BF3">
      <w:pPr>
        <w:rPr>
          <w:rFonts w:ascii="Arial" w:hAnsi="Arial" w:cs="Arial"/>
          <w:sz w:val="20"/>
          <w:szCs w:val="20"/>
        </w:rPr>
      </w:pPr>
    </w:p>
    <w:p w14:paraId="4E1F54DD" w14:textId="3A0EF939" w:rsidR="00803A43" w:rsidRPr="00454CCA" w:rsidRDefault="00803A43" w:rsidP="007E3E05">
      <w:r w:rsidRPr="00FD5DF0">
        <w:rPr>
          <w:rFonts w:ascii="Arial" w:hAnsi="Arial" w:cs="Arial"/>
          <w:b/>
          <w:sz w:val="20"/>
          <w:szCs w:val="20"/>
        </w:rPr>
        <w:t>7</w:t>
      </w:r>
      <w:r w:rsidR="00A02004" w:rsidRPr="00FD5DF0">
        <w:rPr>
          <w:rFonts w:ascii="Arial" w:hAnsi="Arial" w:cs="Arial"/>
          <w:sz w:val="20"/>
          <w:szCs w:val="20"/>
        </w:rPr>
        <w:t xml:space="preserve"> </w:t>
      </w:r>
      <w:r w:rsidR="0024207E" w:rsidRPr="00FD5DF0">
        <w:rPr>
          <w:rFonts w:ascii="Arial" w:hAnsi="Arial" w:cs="Arial"/>
          <w:sz w:val="20"/>
          <w:szCs w:val="20"/>
        </w:rPr>
        <w:t>Mark feels that the vision of the company is</w:t>
      </w:r>
    </w:p>
    <w:p w14:paraId="6CEE1BDC" w14:textId="45A10F0B" w:rsidR="00A02004" w:rsidRPr="0024207E" w:rsidRDefault="00A02004" w:rsidP="00A02004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a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 xml:space="preserve">too focused on innovation. </w:t>
      </w:r>
    </w:p>
    <w:p w14:paraId="05AFA975" w14:textId="4D5775F0" w:rsidR="00A02004" w:rsidRPr="0024207E" w:rsidRDefault="00A02004" w:rsidP="00A02004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b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struggling to compete.</w:t>
      </w:r>
    </w:p>
    <w:p w14:paraId="408688CE" w14:textId="4CE595C3" w:rsidR="00803A43" w:rsidRPr="00A02004" w:rsidRDefault="00A02004" w:rsidP="00A02004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weaker than it has been</w:t>
      </w:r>
    </w:p>
    <w:bookmarkEnd w:id="8"/>
    <w:p w14:paraId="54F70DA9" w14:textId="4BC16622" w:rsidR="00596EC3" w:rsidRDefault="00DF1307" w:rsidP="00596EC3">
      <w:pPr>
        <w:pStyle w:val="ScoreBox"/>
      </w:pPr>
      <w:r>
        <w:t>__</w:t>
      </w:r>
      <w:r w:rsidR="00FD5DF0">
        <w:t>/</w:t>
      </w:r>
      <w:r w:rsidR="00E61142" w:rsidRPr="00E84816">
        <w:t>7</w:t>
      </w:r>
    </w:p>
    <w:p w14:paraId="2EB5C714" w14:textId="77777777" w:rsidR="005F0FB0" w:rsidRDefault="005F0FB0">
      <w:pPr>
        <w:rPr>
          <w:rFonts w:ascii="Arial" w:hAnsi="Arial" w:cs="Arial"/>
          <w:b/>
          <w:sz w:val="28"/>
          <w:szCs w:val="28"/>
          <w:shd w:val="clear" w:color="auto" w:fill="C0C0C0"/>
        </w:rPr>
      </w:pPr>
      <w:r>
        <w:rPr>
          <w:sz w:val="28"/>
          <w:szCs w:val="28"/>
        </w:rPr>
        <w:br w:type="page"/>
      </w:r>
    </w:p>
    <w:p w14:paraId="04FB53F6" w14:textId="47F21FAB" w:rsidR="00C57A21" w:rsidRPr="007E3E05" w:rsidRDefault="00930F27" w:rsidP="007E3E05">
      <w:pPr>
        <w:pStyle w:val="HeadASection"/>
        <w:rPr>
          <w:lang w:val="en-GB"/>
        </w:rPr>
      </w:pPr>
      <w:r w:rsidRPr="007E3E05">
        <w:rPr>
          <w:lang w:val="en-GB"/>
        </w:rPr>
        <w:lastRenderedPageBreak/>
        <w:t>Writing</w:t>
      </w:r>
    </w:p>
    <w:p w14:paraId="3B38BB1E" w14:textId="6B7BC1DE" w:rsidR="00DF1307" w:rsidRPr="00E653E6" w:rsidRDefault="00F31055" w:rsidP="00DF1307">
      <w:pPr>
        <w:pStyle w:val="EXAMTASKTYPE"/>
      </w:pPr>
      <w:r>
        <w:t>B</w:t>
      </w:r>
      <w:r w:rsidR="00DA27DF">
        <w:t>2 Business</w:t>
      </w:r>
      <w:r w:rsidR="008E14F9">
        <w:t xml:space="preserve"> </w:t>
      </w:r>
      <w:r>
        <w:t>V</w:t>
      </w:r>
      <w:r w:rsidR="008E14F9">
        <w:t>antage</w:t>
      </w:r>
    </w:p>
    <w:p w14:paraId="4B301DE1" w14:textId="5B125914" w:rsidR="002532EE" w:rsidRDefault="00930F27" w:rsidP="008D2BFA">
      <w:pPr>
        <w:pStyle w:val="Rubric"/>
      </w:pPr>
      <w:r w:rsidRPr="00E84816">
        <w:t>8</w:t>
      </w:r>
      <w:r w:rsidR="00C57A21" w:rsidRPr="00E84816">
        <w:t xml:space="preserve"> </w:t>
      </w:r>
      <w:r w:rsidR="00870333">
        <w:t xml:space="preserve">You work for an airline company and your manager has asked you to write a report based on a customer satisfaction survey. </w:t>
      </w:r>
      <w:r w:rsidR="00886B11">
        <w:t xml:space="preserve">Write a report summarising the main points. </w:t>
      </w:r>
    </w:p>
    <w:p w14:paraId="6C6BEFC6" w14:textId="77777777" w:rsidR="00B04ADE" w:rsidRDefault="00B04ADE" w:rsidP="00B04ADE">
      <w:pPr>
        <w:rPr>
          <w:rFonts w:ascii="Arial" w:hAnsi="Arial" w:cs="Arial"/>
          <w:color w:val="231F20"/>
        </w:rPr>
      </w:pPr>
    </w:p>
    <w:p w14:paraId="03DA722C" w14:textId="1887CA6B" w:rsidR="00B04ADE" w:rsidRPr="00CE249B" w:rsidRDefault="00B04ADE" w:rsidP="00B04ADE">
      <w:pPr>
        <w:rPr>
          <w:rFonts w:ascii="Arial" w:hAnsi="Arial" w:cs="Arial"/>
          <w:color w:val="000000" w:themeColor="text1"/>
          <w:sz w:val="20"/>
          <w:szCs w:val="20"/>
        </w:rPr>
      </w:pPr>
      <w:r w:rsidRPr="00CE249B">
        <w:rPr>
          <w:rFonts w:ascii="Arial" w:hAnsi="Arial" w:cs="Arial"/>
          <w:color w:val="000000" w:themeColor="text1"/>
          <w:sz w:val="20"/>
          <w:szCs w:val="20"/>
        </w:rPr>
        <w:t>Please evaluate the quality of the …</w:t>
      </w:r>
    </w:p>
    <w:tbl>
      <w:tblPr>
        <w:tblStyle w:val="Tabela-Siatka"/>
        <w:tblW w:w="4957" w:type="dxa"/>
        <w:tblLook w:val="04A0" w:firstRow="1" w:lastRow="0" w:firstColumn="1" w:lastColumn="0" w:noHBand="0" w:noVBand="1"/>
      </w:tblPr>
      <w:tblGrid>
        <w:gridCol w:w="1281"/>
        <w:gridCol w:w="947"/>
        <w:gridCol w:w="657"/>
        <w:gridCol w:w="887"/>
        <w:gridCol w:w="597"/>
        <w:gridCol w:w="588"/>
      </w:tblGrid>
      <w:tr w:rsidR="00CE249B" w:rsidRPr="00CE249B" w14:paraId="64EB6C8B" w14:textId="77777777" w:rsidTr="00B04ADE">
        <w:tc>
          <w:tcPr>
            <w:tcW w:w="1413" w:type="dxa"/>
          </w:tcPr>
          <w:p w14:paraId="2E3CE4AF" w14:textId="77777777" w:rsidR="00B04ADE" w:rsidRPr="007E3E05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</w:p>
          <w:p w14:paraId="6E5AC38B" w14:textId="40203277" w:rsidR="00B04ADE" w:rsidRPr="007E3E05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815" w:type="dxa"/>
          </w:tcPr>
          <w:p w14:paraId="2B0CA93A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Excellent</w:t>
            </w:r>
            <w:proofErr w:type="spellEnd"/>
          </w:p>
        </w:tc>
        <w:tc>
          <w:tcPr>
            <w:tcW w:w="657" w:type="dxa"/>
          </w:tcPr>
          <w:p w14:paraId="1FC4E81E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Good </w:t>
            </w:r>
          </w:p>
        </w:tc>
        <w:tc>
          <w:tcPr>
            <w:tcW w:w="887" w:type="dxa"/>
          </w:tcPr>
          <w:p w14:paraId="60099CC4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Average</w:t>
            </w:r>
            <w:proofErr w:type="spellEnd"/>
          </w:p>
        </w:tc>
        <w:tc>
          <w:tcPr>
            <w:tcW w:w="597" w:type="dxa"/>
          </w:tcPr>
          <w:p w14:paraId="6BCFEB2F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Poor</w:t>
            </w:r>
            <w:proofErr w:type="spellEnd"/>
          </w:p>
        </w:tc>
        <w:tc>
          <w:tcPr>
            <w:tcW w:w="588" w:type="dxa"/>
          </w:tcPr>
          <w:p w14:paraId="227E5E11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Very</w:t>
            </w:r>
            <w:proofErr w:type="spellEnd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poor</w:t>
            </w:r>
            <w:proofErr w:type="spellEnd"/>
          </w:p>
        </w:tc>
      </w:tr>
      <w:tr w:rsidR="00CE249B" w:rsidRPr="00CE249B" w14:paraId="5532AA54" w14:textId="77777777" w:rsidTr="00B04ADE">
        <w:tc>
          <w:tcPr>
            <w:tcW w:w="1413" w:type="dxa"/>
          </w:tcPr>
          <w:p w14:paraId="36AFFD71" w14:textId="77777777" w:rsidR="00B04ADE" w:rsidRPr="00CE249B" w:rsidRDefault="00B04ADE" w:rsidP="00497A7D">
            <w:pPr>
              <w:tabs>
                <w:tab w:val="left" w:pos="1260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Inflight</w:t>
            </w:r>
            <w:proofErr w:type="spellEnd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meals</w:t>
            </w:r>
            <w:proofErr w:type="spellEnd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815" w:type="dxa"/>
          </w:tcPr>
          <w:p w14:paraId="189AB5F0" w14:textId="77777777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4%</w:t>
            </w:r>
          </w:p>
        </w:tc>
        <w:tc>
          <w:tcPr>
            <w:tcW w:w="657" w:type="dxa"/>
          </w:tcPr>
          <w:p w14:paraId="02428285" w14:textId="77777777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56%</w:t>
            </w:r>
          </w:p>
        </w:tc>
        <w:tc>
          <w:tcPr>
            <w:tcW w:w="887" w:type="dxa"/>
          </w:tcPr>
          <w:p w14:paraId="4C95E2FC" w14:textId="77777777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597" w:type="dxa"/>
          </w:tcPr>
          <w:p w14:paraId="2D31C002" w14:textId="77777777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3%</w:t>
            </w:r>
          </w:p>
        </w:tc>
        <w:tc>
          <w:tcPr>
            <w:tcW w:w="588" w:type="dxa"/>
          </w:tcPr>
          <w:p w14:paraId="689FCAC4" w14:textId="77777777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2%</w:t>
            </w:r>
          </w:p>
        </w:tc>
      </w:tr>
      <w:tr w:rsidR="00CE249B" w:rsidRPr="00CE249B" w14:paraId="7C338082" w14:textId="77777777" w:rsidTr="00B04ADE">
        <w:tc>
          <w:tcPr>
            <w:tcW w:w="1413" w:type="dxa"/>
          </w:tcPr>
          <w:p w14:paraId="13BD2C4A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Staff </w:t>
            </w: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politeness</w:t>
            </w:r>
            <w:proofErr w:type="spellEnd"/>
          </w:p>
        </w:tc>
        <w:tc>
          <w:tcPr>
            <w:tcW w:w="815" w:type="dxa"/>
          </w:tcPr>
          <w:p w14:paraId="5B58C934" w14:textId="47FB0BDB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657" w:type="dxa"/>
          </w:tcPr>
          <w:p w14:paraId="782BC42D" w14:textId="5B2AFB1C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12%</w:t>
            </w:r>
          </w:p>
        </w:tc>
        <w:tc>
          <w:tcPr>
            <w:tcW w:w="887" w:type="dxa"/>
          </w:tcPr>
          <w:p w14:paraId="4211EEF4" w14:textId="69F02CD4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8%</w:t>
            </w:r>
          </w:p>
        </w:tc>
        <w:tc>
          <w:tcPr>
            <w:tcW w:w="597" w:type="dxa"/>
          </w:tcPr>
          <w:p w14:paraId="4508E32D" w14:textId="689E63E2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0%</w:t>
            </w:r>
          </w:p>
        </w:tc>
        <w:tc>
          <w:tcPr>
            <w:tcW w:w="588" w:type="dxa"/>
          </w:tcPr>
          <w:p w14:paraId="01001BB4" w14:textId="5311F291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0%</w:t>
            </w:r>
          </w:p>
        </w:tc>
      </w:tr>
      <w:tr w:rsidR="00CE249B" w:rsidRPr="00CE249B" w14:paraId="25B2F971" w14:textId="77777777" w:rsidTr="00B04ADE">
        <w:tc>
          <w:tcPr>
            <w:tcW w:w="1413" w:type="dxa"/>
          </w:tcPr>
          <w:p w14:paraId="5ED5FD4D" w14:textId="36574253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Space and </w:t>
            </w: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comfort</w:t>
            </w:r>
            <w:proofErr w:type="spellEnd"/>
          </w:p>
        </w:tc>
        <w:tc>
          <w:tcPr>
            <w:tcW w:w="815" w:type="dxa"/>
          </w:tcPr>
          <w:p w14:paraId="526364F0" w14:textId="4149A27A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5%</w:t>
            </w:r>
          </w:p>
        </w:tc>
        <w:tc>
          <w:tcPr>
            <w:tcW w:w="657" w:type="dxa"/>
          </w:tcPr>
          <w:p w14:paraId="4A242F97" w14:textId="37429318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2%</w:t>
            </w:r>
          </w:p>
        </w:tc>
        <w:tc>
          <w:tcPr>
            <w:tcW w:w="887" w:type="dxa"/>
          </w:tcPr>
          <w:p w14:paraId="69429CFA" w14:textId="3DF4B5AE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63%</w:t>
            </w:r>
          </w:p>
        </w:tc>
        <w:tc>
          <w:tcPr>
            <w:tcW w:w="597" w:type="dxa"/>
          </w:tcPr>
          <w:p w14:paraId="3B8D1CF4" w14:textId="1011CD7F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CE249B"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588" w:type="dxa"/>
          </w:tcPr>
          <w:p w14:paraId="2F9C9954" w14:textId="1FD714DA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7%</w:t>
            </w:r>
          </w:p>
        </w:tc>
      </w:tr>
      <w:tr w:rsidR="00CE249B" w:rsidRPr="00CE249B" w14:paraId="520A4C19" w14:textId="77777777" w:rsidTr="00B04ADE">
        <w:tc>
          <w:tcPr>
            <w:tcW w:w="1413" w:type="dxa"/>
          </w:tcPr>
          <w:p w14:paraId="5E183A4B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Cleanliness</w:t>
            </w:r>
            <w:proofErr w:type="spellEnd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 </w:t>
            </w: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bathrooms</w:t>
            </w:r>
            <w:proofErr w:type="spellEnd"/>
          </w:p>
        </w:tc>
        <w:tc>
          <w:tcPr>
            <w:tcW w:w="815" w:type="dxa"/>
          </w:tcPr>
          <w:p w14:paraId="62812BB5" w14:textId="675F7023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37%</w:t>
            </w:r>
          </w:p>
        </w:tc>
        <w:tc>
          <w:tcPr>
            <w:tcW w:w="657" w:type="dxa"/>
          </w:tcPr>
          <w:p w14:paraId="10769E24" w14:textId="74D12F3C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43%</w:t>
            </w:r>
          </w:p>
        </w:tc>
        <w:tc>
          <w:tcPr>
            <w:tcW w:w="887" w:type="dxa"/>
          </w:tcPr>
          <w:p w14:paraId="319D8752" w14:textId="7A06F8FC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15%</w:t>
            </w:r>
          </w:p>
        </w:tc>
        <w:tc>
          <w:tcPr>
            <w:tcW w:w="597" w:type="dxa"/>
          </w:tcPr>
          <w:p w14:paraId="035D3021" w14:textId="6706C322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5%</w:t>
            </w:r>
          </w:p>
        </w:tc>
        <w:tc>
          <w:tcPr>
            <w:tcW w:w="588" w:type="dxa"/>
          </w:tcPr>
          <w:p w14:paraId="290C2593" w14:textId="7DE00F7F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0%</w:t>
            </w:r>
          </w:p>
        </w:tc>
      </w:tr>
    </w:tbl>
    <w:p w14:paraId="73A6D464" w14:textId="622EF092" w:rsidR="00886B11" w:rsidRDefault="00886B11" w:rsidP="008D2BFA">
      <w:pPr>
        <w:pStyle w:val="Rubric"/>
      </w:pPr>
    </w:p>
    <w:p w14:paraId="3DCFEEC6" w14:textId="140E9A5A" w:rsidR="00886B11" w:rsidRPr="00E84816" w:rsidRDefault="00886B11" w:rsidP="008D2BFA">
      <w:pPr>
        <w:pStyle w:val="Rubric"/>
      </w:pPr>
      <w:r>
        <w:t xml:space="preserve">Write </w:t>
      </w:r>
      <w:r w:rsidR="005A307E" w:rsidRPr="008E5AB4">
        <w:t>180–200</w:t>
      </w:r>
      <w:r>
        <w:t xml:space="preserve"> words.</w:t>
      </w:r>
    </w:p>
    <w:p w14:paraId="6E40D585" w14:textId="77777777" w:rsidR="00C57A21" w:rsidRPr="00E84816" w:rsidRDefault="00C57A21" w:rsidP="00C57A21">
      <w:pPr>
        <w:pStyle w:val="Text"/>
      </w:pPr>
    </w:p>
    <w:p w14:paraId="1AFFB060" w14:textId="14C50E90" w:rsidR="00805983" w:rsidRPr="00E84816" w:rsidRDefault="00805983" w:rsidP="00C305B9">
      <w:pPr>
        <w:pStyle w:val="Rubric"/>
        <w:spacing w:line="360" w:lineRule="auto"/>
      </w:pPr>
      <w:r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F0FB0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F0FB0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84816">
        <w:t>__________________________________________</w:t>
      </w:r>
    </w:p>
    <w:p w14:paraId="12AE500C" w14:textId="2FD974F7" w:rsidR="00ED7890" w:rsidRPr="0092288B" w:rsidRDefault="00DF1307" w:rsidP="00D915E3">
      <w:pPr>
        <w:pStyle w:val="ScoreBox"/>
      </w:pPr>
      <w:r>
        <w:t>__</w:t>
      </w:r>
      <w:r w:rsidR="00461DB7" w:rsidRPr="00E84816">
        <w:t>/10</w:t>
      </w:r>
    </w:p>
    <w:sectPr w:rsidR="00ED7890" w:rsidRPr="0092288B" w:rsidSect="007E3E0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283" w:footer="158" w:gutter="0"/>
      <w:cols w:num="2" w:space="454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18868" w14:textId="77777777" w:rsidR="00A91857" w:rsidRDefault="00A91857">
      <w:r>
        <w:separator/>
      </w:r>
    </w:p>
    <w:p w14:paraId="3F9AF704" w14:textId="77777777" w:rsidR="00A91857" w:rsidRDefault="00A91857"/>
    <w:p w14:paraId="37032A66" w14:textId="77777777" w:rsidR="00A91857" w:rsidRDefault="00A91857"/>
    <w:p w14:paraId="0F7E4BA5" w14:textId="77777777" w:rsidR="00A91857" w:rsidRDefault="00A91857"/>
    <w:p w14:paraId="7B28C271" w14:textId="77777777" w:rsidR="00A91857" w:rsidRDefault="00A91857"/>
    <w:p w14:paraId="65B87085" w14:textId="77777777" w:rsidR="00A91857" w:rsidRDefault="00A91857"/>
  </w:endnote>
  <w:endnote w:type="continuationSeparator" w:id="0">
    <w:p w14:paraId="6E814D4D" w14:textId="77777777" w:rsidR="00A91857" w:rsidRDefault="00A91857">
      <w:r>
        <w:continuationSeparator/>
      </w:r>
    </w:p>
    <w:p w14:paraId="717F75AF" w14:textId="77777777" w:rsidR="00A91857" w:rsidRDefault="00A91857"/>
    <w:p w14:paraId="41D2BE60" w14:textId="77777777" w:rsidR="00A91857" w:rsidRDefault="00A91857"/>
    <w:p w14:paraId="4CDE2FD5" w14:textId="77777777" w:rsidR="00A91857" w:rsidRDefault="00A91857"/>
    <w:p w14:paraId="02DDD8BF" w14:textId="77777777" w:rsidR="00A91857" w:rsidRDefault="00A91857"/>
    <w:p w14:paraId="13D0CD1D" w14:textId="77777777" w:rsidR="00A91857" w:rsidRDefault="00A91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5F2BFD37" w:rsidR="00472DDD" w:rsidRPr="00E159D4" w:rsidRDefault="00472DDD" w:rsidP="006B29A8">
    <w:pPr>
      <w:pStyle w:val="Text"/>
      <w:tabs>
        <w:tab w:val="right" w:pos="9720"/>
      </w:tabs>
    </w:pPr>
    <w:r w:rsidRPr="00E159D4">
      <w:t>© Pearson</w:t>
    </w:r>
    <w:r w:rsidR="00D74D15" w:rsidRPr="00E159D4">
      <w:t xml:space="preserve"> Education 2019</w:t>
    </w:r>
    <w:r w:rsidR="00E159D4" w:rsidRPr="00E159D4">
      <w:t xml:space="preserve">       </w:t>
    </w:r>
    <w:r w:rsidR="00E159D4" w:rsidRPr="00E159D4">
      <w:rPr>
        <w:b/>
      </w:rPr>
      <w:t>PHOTOCOPIABLE</w:t>
    </w:r>
    <w:r w:rsidRPr="00E159D4">
      <w:tab/>
    </w:r>
    <w:r w:rsidRPr="007E3E05">
      <w:fldChar w:fldCharType="begin"/>
    </w:r>
    <w:r w:rsidRPr="007E3E05">
      <w:instrText xml:space="preserve"> PAGE </w:instrText>
    </w:r>
    <w:r w:rsidRPr="007E3E05">
      <w:fldChar w:fldCharType="separate"/>
    </w:r>
    <w:r w:rsidR="00D654C5" w:rsidRPr="007E3E05">
      <w:rPr>
        <w:noProof/>
      </w:rPr>
      <w:t>1</w:t>
    </w:r>
    <w:r w:rsidRPr="007E3E05">
      <w:fldChar w:fldCharType="end"/>
    </w:r>
  </w:p>
  <w:p w14:paraId="2B78EA9C" w14:textId="77777777" w:rsidR="00472DDD" w:rsidRPr="00B60917" w:rsidRDefault="00472DDD" w:rsidP="005623CF">
    <w:pPr>
      <w:pStyle w:val="Text"/>
    </w:pPr>
  </w:p>
  <w:p w14:paraId="58CD21AF" w14:textId="77777777" w:rsidR="00472DDD" w:rsidRDefault="00472D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472DDD" w:rsidRPr="00D40881" w:rsidRDefault="00472DDD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472DDD" w:rsidRPr="00D40881" w:rsidRDefault="00472DDD" w:rsidP="00B74096">
    <w:pPr>
      <w:pStyle w:val="TextList"/>
    </w:pPr>
  </w:p>
  <w:p w14:paraId="560A2055" w14:textId="77777777" w:rsidR="00472DDD" w:rsidRDefault="00472D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9EA91" w14:textId="77777777" w:rsidR="00A91857" w:rsidRDefault="00A91857">
      <w:r>
        <w:separator/>
      </w:r>
    </w:p>
    <w:p w14:paraId="4BD8AC78" w14:textId="77777777" w:rsidR="00A91857" w:rsidRDefault="00A91857"/>
    <w:p w14:paraId="525D51BB" w14:textId="77777777" w:rsidR="00A91857" w:rsidRDefault="00A91857"/>
    <w:p w14:paraId="6115607A" w14:textId="77777777" w:rsidR="00A91857" w:rsidRDefault="00A91857"/>
    <w:p w14:paraId="0C231798" w14:textId="77777777" w:rsidR="00A91857" w:rsidRDefault="00A91857"/>
    <w:p w14:paraId="394CCB94" w14:textId="77777777" w:rsidR="00A91857" w:rsidRDefault="00A91857"/>
  </w:footnote>
  <w:footnote w:type="continuationSeparator" w:id="0">
    <w:p w14:paraId="4F98E864" w14:textId="77777777" w:rsidR="00A91857" w:rsidRDefault="00A91857">
      <w:r>
        <w:continuationSeparator/>
      </w:r>
    </w:p>
    <w:p w14:paraId="38182CB4" w14:textId="77777777" w:rsidR="00A91857" w:rsidRDefault="00A91857"/>
    <w:p w14:paraId="1277D035" w14:textId="77777777" w:rsidR="00A91857" w:rsidRDefault="00A91857"/>
    <w:p w14:paraId="197B3A6D" w14:textId="77777777" w:rsidR="00A91857" w:rsidRDefault="00A91857"/>
    <w:p w14:paraId="277D31C7" w14:textId="77777777" w:rsidR="00A91857" w:rsidRDefault="00A91857"/>
    <w:p w14:paraId="08EB7264" w14:textId="77777777" w:rsidR="00A91857" w:rsidRDefault="00A918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472DDD" w:rsidRDefault="00472DDD"/>
  <w:p w14:paraId="004FD082" w14:textId="77777777" w:rsidR="00472DDD" w:rsidRDefault="00472DDD"/>
  <w:p w14:paraId="10FEB7D0" w14:textId="77777777" w:rsidR="00472DDD" w:rsidRDefault="00472DDD"/>
  <w:p w14:paraId="16DE5CF7" w14:textId="77777777" w:rsidR="00472DDD" w:rsidRDefault="00472DDD"/>
  <w:p w14:paraId="6BA12CA0" w14:textId="77777777" w:rsidR="00472DDD" w:rsidRDefault="00472D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644D35A8" w:rsidR="00472DDD" w:rsidRPr="002370A3" w:rsidRDefault="006B44EB" w:rsidP="002370A3">
    <w:pPr>
      <w:ind w:left="-99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600385" wp14:editId="3632B4A3">
              <wp:simplePos x="0" y="0"/>
              <wp:positionH relativeFrom="column">
                <wp:posOffset>3474085</wp:posOffset>
              </wp:positionH>
              <wp:positionV relativeFrom="paragraph">
                <wp:posOffset>-93979</wp:posOffset>
              </wp:positionV>
              <wp:extent cx="3362325" cy="127635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2325" cy="1276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9C602EE" w14:textId="77777777" w:rsidR="00B627C4" w:rsidRPr="004A4A63" w:rsidRDefault="00B627C4" w:rsidP="00B627C4">
                          <w:pP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UNIT 1: Language and skills test</w:t>
                          </w:r>
                        </w:p>
                        <w:p w14:paraId="146241E2" w14:textId="21DCD8F5" w:rsidR="00B627C4" w:rsidRDefault="00B627C4" w:rsidP="00B627C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257C0D1A" w14:textId="767F9AC8" w:rsidR="00B627C4" w:rsidRPr="00D62CFE" w:rsidRDefault="00B627C4" w:rsidP="00B627C4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Name:</w:t>
                          </w:r>
                          <w:r w:rsidR="00D74D1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62CF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_________________________________</w:t>
                          </w:r>
                        </w:p>
                        <w:p w14:paraId="0DA8D53B" w14:textId="53B38A1B" w:rsidR="00B627C4" w:rsidRDefault="00B627C4" w:rsidP="00B627C4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00385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273.55pt;margin-top:-7.4pt;width:264.7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" filled="f" stroked="f">
              <v:textbox inset=",7.2pt,,7.2pt">
                <w:txbxContent>
                  <w:p w14:paraId="29C602EE" w14:textId="77777777" w:rsidR="00B627C4" w:rsidRPr="004A4A63" w:rsidRDefault="00B627C4" w:rsidP="00B627C4">
                    <w:pPr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UNIT 1: Language and skills test</w:t>
                    </w:r>
                  </w:p>
                  <w:p w14:paraId="146241E2" w14:textId="21DCD8F5" w:rsidR="00B627C4" w:rsidRDefault="00B627C4" w:rsidP="00B627C4">
                    <w:pP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</w:p>
                  <w:p w14:paraId="257C0D1A" w14:textId="767F9AC8" w:rsidR="00B627C4" w:rsidRPr="00D62CFE" w:rsidRDefault="00B627C4" w:rsidP="00B627C4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Name:</w:t>
                    </w:r>
                    <w:r w:rsidR="00D74D1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D62CF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_________________________________</w:t>
                    </w:r>
                  </w:p>
                  <w:p w14:paraId="0DA8D53B" w14:textId="53B38A1B" w:rsidR="00B627C4" w:rsidRDefault="00B627C4" w:rsidP="00B627C4"/>
                </w:txbxContent>
              </v:textbox>
            </v:shape>
          </w:pict>
        </mc:Fallback>
      </mc:AlternateContent>
    </w:r>
    <w:r w:rsidR="005B09EE">
      <w:rPr>
        <w:noProof/>
      </w:rPr>
      <w:drawing>
        <wp:anchor distT="0" distB="0" distL="114300" distR="114300" simplePos="0" relativeHeight="251660288" behindDoc="0" locked="0" layoutInCell="1" allowOverlap="1" wp14:anchorId="1A2EB824" wp14:editId="73FEF548">
          <wp:simplePos x="0" y="0"/>
          <wp:positionH relativeFrom="column">
            <wp:posOffset>-637492</wp:posOffset>
          </wp:positionH>
          <wp:positionV relativeFrom="paragraph">
            <wp:posOffset>-223472</wp:posOffset>
          </wp:positionV>
          <wp:extent cx="3994785" cy="1234440"/>
          <wp:effectExtent l="0" t="0" r="0" b="1016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94785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472DDD" w:rsidRPr="00D40881" w:rsidRDefault="00472DDD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472DDD" w:rsidRPr="00D40881" w:rsidRDefault="00472DDD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472DDD" w:rsidRPr="00D40881" w:rsidRDefault="00472DDD" w:rsidP="005623CF">
    <w:pPr>
      <w:pStyle w:val="Text"/>
    </w:pPr>
  </w:p>
  <w:p w14:paraId="70D59DC6" w14:textId="77777777" w:rsidR="00472DDD" w:rsidRDefault="00472DDD" w:rsidP="00492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20C62"/>
    <w:multiLevelType w:val="hybridMultilevel"/>
    <w:tmpl w:val="726AE5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B83168D"/>
    <w:multiLevelType w:val="hybridMultilevel"/>
    <w:tmpl w:val="982A0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0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0D3AF9"/>
    <w:multiLevelType w:val="hybridMultilevel"/>
    <w:tmpl w:val="3266E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9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5CA2AEA"/>
    <w:multiLevelType w:val="hybridMultilevel"/>
    <w:tmpl w:val="50320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5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31F2B"/>
    <w:multiLevelType w:val="hybridMultilevel"/>
    <w:tmpl w:val="D9EC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6"/>
  </w:num>
  <w:num w:numId="3">
    <w:abstractNumId w:val="18"/>
  </w:num>
  <w:num w:numId="4">
    <w:abstractNumId w:val="33"/>
  </w:num>
  <w:num w:numId="5">
    <w:abstractNumId w:val="40"/>
  </w:num>
  <w:num w:numId="6">
    <w:abstractNumId w:val="35"/>
  </w:num>
  <w:num w:numId="7">
    <w:abstractNumId w:val="26"/>
  </w:num>
  <w:num w:numId="8">
    <w:abstractNumId w:val="38"/>
  </w:num>
  <w:num w:numId="9">
    <w:abstractNumId w:val="7"/>
  </w:num>
  <w:num w:numId="10">
    <w:abstractNumId w:val="39"/>
  </w:num>
  <w:num w:numId="11">
    <w:abstractNumId w:val="3"/>
  </w:num>
  <w:num w:numId="12">
    <w:abstractNumId w:val="4"/>
  </w:num>
  <w:num w:numId="13">
    <w:abstractNumId w:val="30"/>
  </w:num>
  <w:num w:numId="14">
    <w:abstractNumId w:val="5"/>
  </w:num>
  <w:num w:numId="15">
    <w:abstractNumId w:val="32"/>
  </w:num>
  <w:num w:numId="16">
    <w:abstractNumId w:val="34"/>
  </w:num>
  <w:num w:numId="17">
    <w:abstractNumId w:val="28"/>
  </w:num>
  <w:num w:numId="18">
    <w:abstractNumId w:val="17"/>
  </w:num>
  <w:num w:numId="19">
    <w:abstractNumId w:val="0"/>
  </w:num>
  <w:num w:numId="20">
    <w:abstractNumId w:val="11"/>
  </w:num>
  <w:num w:numId="21">
    <w:abstractNumId w:val="15"/>
  </w:num>
  <w:num w:numId="22">
    <w:abstractNumId w:val="2"/>
  </w:num>
  <w:num w:numId="23">
    <w:abstractNumId w:val="1"/>
  </w:num>
  <w:num w:numId="24">
    <w:abstractNumId w:val="16"/>
  </w:num>
  <w:num w:numId="25">
    <w:abstractNumId w:val="9"/>
  </w:num>
  <w:num w:numId="26">
    <w:abstractNumId w:val="22"/>
  </w:num>
  <w:num w:numId="27">
    <w:abstractNumId w:val="8"/>
  </w:num>
  <w:num w:numId="28">
    <w:abstractNumId w:val="12"/>
  </w:num>
  <w:num w:numId="29">
    <w:abstractNumId w:val="25"/>
  </w:num>
  <w:num w:numId="30">
    <w:abstractNumId w:val="24"/>
  </w:num>
  <w:num w:numId="31">
    <w:abstractNumId w:val="14"/>
  </w:num>
  <w:num w:numId="32">
    <w:abstractNumId w:val="23"/>
  </w:num>
  <w:num w:numId="33">
    <w:abstractNumId w:val="29"/>
  </w:num>
  <w:num w:numId="34">
    <w:abstractNumId w:val="19"/>
  </w:num>
  <w:num w:numId="35">
    <w:abstractNumId w:val="20"/>
  </w:num>
  <w:num w:numId="36">
    <w:abstractNumId w:val="6"/>
  </w:num>
  <w:num w:numId="37">
    <w:abstractNumId w:val="27"/>
  </w:num>
  <w:num w:numId="38">
    <w:abstractNumId w:val="10"/>
  </w:num>
  <w:num w:numId="39">
    <w:abstractNumId w:val="37"/>
  </w:num>
  <w:num w:numId="40">
    <w:abstractNumId w:val="31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3A5B"/>
    <w:rsid w:val="00003ACC"/>
    <w:rsid w:val="000054A6"/>
    <w:rsid w:val="00012961"/>
    <w:rsid w:val="00012FAB"/>
    <w:rsid w:val="0001319A"/>
    <w:rsid w:val="00013631"/>
    <w:rsid w:val="000166BD"/>
    <w:rsid w:val="000171B0"/>
    <w:rsid w:val="00017242"/>
    <w:rsid w:val="00017D90"/>
    <w:rsid w:val="0002043F"/>
    <w:rsid w:val="00020FE4"/>
    <w:rsid w:val="000273CA"/>
    <w:rsid w:val="00030328"/>
    <w:rsid w:val="000331F0"/>
    <w:rsid w:val="000363FD"/>
    <w:rsid w:val="0003657E"/>
    <w:rsid w:val="00036B0B"/>
    <w:rsid w:val="00037894"/>
    <w:rsid w:val="00041382"/>
    <w:rsid w:val="00044E0B"/>
    <w:rsid w:val="00045614"/>
    <w:rsid w:val="00052BE1"/>
    <w:rsid w:val="00062318"/>
    <w:rsid w:val="00062C8A"/>
    <w:rsid w:val="000658CD"/>
    <w:rsid w:val="00067AA9"/>
    <w:rsid w:val="00071A9C"/>
    <w:rsid w:val="00071CB6"/>
    <w:rsid w:val="00074226"/>
    <w:rsid w:val="00075985"/>
    <w:rsid w:val="00075A70"/>
    <w:rsid w:val="0007694F"/>
    <w:rsid w:val="00077D33"/>
    <w:rsid w:val="00081C59"/>
    <w:rsid w:val="00083BC5"/>
    <w:rsid w:val="000844D1"/>
    <w:rsid w:val="0008451E"/>
    <w:rsid w:val="0008526B"/>
    <w:rsid w:val="00087998"/>
    <w:rsid w:val="00087D21"/>
    <w:rsid w:val="00093528"/>
    <w:rsid w:val="00095204"/>
    <w:rsid w:val="00096107"/>
    <w:rsid w:val="00097CBF"/>
    <w:rsid w:val="000A1646"/>
    <w:rsid w:val="000A266A"/>
    <w:rsid w:val="000A32BD"/>
    <w:rsid w:val="000A37D1"/>
    <w:rsid w:val="000A3A73"/>
    <w:rsid w:val="000A6038"/>
    <w:rsid w:val="000A709C"/>
    <w:rsid w:val="000A7BFC"/>
    <w:rsid w:val="000B3E0B"/>
    <w:rsid w:val="000B5161"/>
    <w:rsid w:val="000B623D"/>
    <w:rsid w:val="000C04B7"/>
    <w:rsid w:val="000C14D1"/>
    <w:rsid w:val="000C27B3"/>
    <w:rsid w:val="000C352E"/>
    <w:rsid w:val="000C67E1"/>
    <w:rsid w:val="000C78C3"/>
    <w:rsid w:val="000D00CA"/>
    <w:rsid w:val="000D06A0"/>
    <w:rsid w:val="000D1255"/>
    <w:rsid w:val="000D2447"/>
    <w:rsid w:val="000D273E"/>
    <w:rsid w:val="000D56F5"/>
    <w:rsid w:val="000D79A4"/>
    <w:rsid w:val="000E26B5"/>
    <w:rsid w:val="000E4BA5"/>
    <w:rsid w:val="000F07D2"/>
    <w:rsid w:val="000F15A0"/>
    <w:rsid w:val="000F3DC4"/>
    <w:rsid w:val="000F42B4"/>
    <w:rsid w:val="000F5608"/>
    <w:rsid w:val="000F7A34"/>
    <w:rsid w:val="000F7A82"/>
    <w:rsid w:val="00100501"/>
    <w:rsid w:val="00100848"/>
    <w:rsid w:val="00100F80"/>
    <w:rsid w:val="00102F89"/>
    <w:rsid w:val="0010783F"/>
    <w:rsid w:val="00110556"/>
    <w:rsid w:val="001108B5"/>
    <w:rsid w:val="001134A5"/>
    <w:rsid w:val="001134E8"/>
    <w:rsid w:val="0011398D"/>
    <w:rsid w:val="00114A93"/>
    <w:rsid w:val="00115729"/>
    <w:rsid w:val="00121274"/>
    <w:rsid w:val="0012334D"/>
    <w:rsid w:val="0013000F"/>
    <w:rsid w:val="00130541"/>
    <w:rsid w:val="00130B35"/>
    <w:rsid w:val="00132F58"/>
    <w:rsid w:val="0013454A"/>
    <w:rsid w:val="00144336"/>
    <w:rsid w:val="00145C28"/>
    <w:rsid w:val="00147707"/>
    <w:rsid w:val="00153400"/>
    <w:rsid w:val="00154E87"/>
    <w:rsid w:val="001571DC"/>
    <w:rsid w:val="00157E4C"/>
    <w:rsid w:val="00160F78"/>
    <w:rsid w:val="00163B59"/>
    <w:rsid w:val="00163C14"/>
    <w:rsid w:val="00165F84"/>
    <w:rsid w:val="00170C3F"/>
    <w:rsid w:val="00171144"/>
    <w:rsid w:val="00173944"/>
    <w:rsid w:val="00174C4F"/>
    <w:rsid w:val="00174FE4"/>
    <w:rsid w:val="001812C9"/>
    <w:rsid w:val="001827BB"/>
    <w:rsid w:val="00185631"/>
    <w:rsid w:val="001863F2"/>
    <w:rsid w:val="00187B0A"/>
    <w:rsid w:val="001910AD"/>
    <w:rsid w:val="001920AC"/>
    <w:rsid w:val="00192A68"/>
    <w:rsid w:val="00193B14"/>
    <w:rsid w:val="00195D74"/>
    <w:rsid w:val="0019684A"/>
    <w:rsid w:val="00197C7F"/>
    <w:rsid w:val="001A65B7"/>
    <w:rsid w:val="001A7D22"/>
    <w:rsid w:val="001B0BD8"/>
    <w:rsid w:val="001B1107"/>
    <w:rsid w:val="001B177E"/>
    <w:rsid w:val="001B1ABA"/>
    <w:rsid w:val="001B4052"/>
    <w:rsid w:val="001B5413"/>
    <w:rsid w:val="001B582A"/>
    <w:rsid w:val="001B6B7A"/>
    <w:rsid w:val="001B7CCA"/>
    <w:rsid w:val="001C22DB"/>
    <w:rsid w:val="001C5C8A"/>
    <w:rsid w:val="001C7CB5"/>
    <w:rsid w:val="001D0295"/>
    <w:rsid w:val="001D0B3E"/>
    <w:rsid w:val="001E0303"/>
    <w:rsid w:val="001E0DA7"/>
    <w:rsid w:val="001E3D50"/>
    <w:rsid w:val="001E46EA"/>
    <w:rsid w:val="001E47B9"/>
    <w:rsid w:val="001E5B67"/>
    <w:rsid w:val="001F1CDF"/>
    <w:rsid w:val="001F2426"/>
    <w:rsid w:val="001F5143"/>
    <w:rsid w:val="002005B0"/>
    <w:rsid w:val="00200E93"/>
    <w:rsid w:val="00201D85"/>
    <w:rsid w:val="00202706"/>
    <w:rsid w:val="002029AB"/>
    <w:rsid w:val="002043EB"/>
    <w:rsid w:val="00205170"/>
    <w:rsid w:val="002054FB"/>
    <w:rsid w:val="002057E9"/>
    <w:rsid w:val="002062FD"/>
    <w:rsid w:val="00210220"/>
    <w:rsid w:val="002125A3"/>
    <w:rsid w:val="00213DF6"/>
    <w:rsid w:val="00215B0B"/>
    <w:rsid w:val="00215E83"/>
    <w:rsid w:val="00217A88"/>
    <w:rsid w:val="0022086D"/>
    <w:rsid w:val="00221A21"/>
    <w:rsid w:val="00222859"/>
    <w:rsid w:val="00225A64"/>
    <w:rsid w:val="00226C45"/>
    <w:rsid w:val="0023171E"/>
    <w:rsid w:val="002370A3"/>
    <w:rsid w:val="00240665"/>
    <w:rsid w:val="0024207E"/>
    <w:rsid w:val="00242B69"/>
    <w:rsid w:val="00243082"/>
    <w:rsid w:val="002444C0"/>
    <w:rsid w:val="0024578E"/>
    <w:rsid w:val="00246191"/>
    <w:rsid w:val="002462F0"/>
    <w:rsid w:val="00247647"/>
    <w:rsid w:val="00250827"/>
    <w:rsid w:val="00250D67"/>
    <w:rsid w:val="00252611"/>
    <w:rsid w:val="002532EE"/>
    <w:rsid w:val="00253787"/>
    <w:rsid w:val="0025541D"/>
    <w:rsid w:val="00257CC0"/>
    <w:rsid w:val="002625DB"/>
    <w:rsid w:val="00262805"/>
    <w:rsid w:val="0026314D"/>
    <w:rsid w:val="00265A5C"/>
    <w:rsid w:val="002664AD"/>
    <w:rsid w:val="0026783B"/>
    <w:rsid w:val="00267CD3"/>
    <w:rsid w:val="00272296"/>
    <w:rsid w:val="002728B9"/>
    <w:rsid w:val="0027427E"/>
    <w:rsid w:val="002751CD"/>
    <w:rsid w:val="00276B33"/>
    <w:rsid w:val="002773EC"/>
    <w:rsid w:val="002805B7"/>
    <w:rsid w:val="002810DF"/>
    <w:rsid w:val="00281153"/>
    <w:rsid w:val="0028140B"/>
    <w:rsid w:val="00281720"/>
    <w:rsid w:val="00281942"/>
    <w:rsid w:val="00281BC1"/>
    <w:rsid w:val="00281F11"/>
    <w:rsid w:val="0028419D"/>
    <w:rsid w:val="00284917"/>
    <w:rsid w:val="002902A9"/>
    <w:rsid w:val="00294083"/>
    <w:rsid w:val="002942A1"/>
    <w:rsid w:val="00297691"/>
    <w:rsid w:val="002A0139"/>
    <w:rsid w:val="002A0D49"/>
    <w:rsid w:val="002A2B89"/>
    <w:rsid w:val="002A4E36"/>
    <w:rsid w:val="002A6D1B"/>
    <w:rsid w:val="002B1393"/>
    <w:rsid w:val="002B2583"/>
    <w:rsid w:val="002B422F"/>
    <w:rsid w:val="002B4A5A"/>
    <w:rsid w:val="002B58A1"/>
    <w:rsid w:val="002C063D"/>
    <w:rsid w:val="002C2EC9"/>
    <w:rsid w:val="002C4744"/>
    <w:rsid w:val="002C50AB"/>
    <w:rsid w:val="002C5123"/>
    <w:rsid w:val="002D2423"/>
    <w:rsid w:val="002D25CD"/>
    <w:rsid w:val="002D40D8"/>
    <w:rsid w:val="002D5398"/>
    <w:rsid w:val="002E07B9"/>
    <w:rsid w:val="002E188C"/>
    <w:rsid w:val="002E282E"/>
    <w:rsid w:val="002E4061"/>
    <w:rsid w:val="002E4BA0"/>
    <w:rsid w:val="002E77CA"/>
    <w:rsid w:val="002F29FA"/>
    <w:rsid w:val="002F3F43"/>
    <w:rsid w:val="002F4215"/>
    <w:rsid w:val="002F59F7"/>
    <w:rsid w:val="002F696E"/>
    <w:rsid w:val="002F7163"/>
    <w:rsid w:val="00300765"/>
    <w:rsid w:val="00302BEC"/>
    <w:rsid w:val="00303D11"/>
    <w:rsid w:val="003128D6"/>
    <w:rsid w:val="00312E27"/>
    <w:rsid w:val="00313F60"/>
    <w:rsid w:val="00316159"/>
    <w:rsid w:val="003173B6"/>
    <w:rsid w:val="00320DE1"/>
    <w:rsid w:val="003213D4"/>
    <w:rsid w:val="003236A1"/>
    <w:rsid w:val="003246F9"/>
    <w:rsid w:val="00324E66"/>
    <w:rsid w:val="00325016"/>
    <w:rsid w:val="00325D63"/>
    <w:rsid w:val="00327F5F"/>
    <w:rsid w:val="003302E1"/>
    <w:rsid w:val="00330BC6"/>
    <w:rsid w:val="003372F3"/>
    <w:rsid w:val="003427C0"/>
    <w:rsid w:val="0034321E"/>
    <w:rsid w:val="00343B30"/>
    <w:rsid w:val="0034469C"/>
    <w:rsid w:val="003451A9"/>
    <w:rsid w:val="00350FDF"/>
    <w:rsid w:val="00351D81"/>
    <w:rsid w:val="00355D60"/>
    <w:rsid w:val="0035667D"/>
    <w:rsid w:val="00356826"/>
    <w:rsid w:val="00360674"/>
    <w:rsid w:val="003606E4"/>
    <w:rsid w:val="00361AFC"/>
    <w:rsid w:val="003654AE"/>
    <w:rsid w:val="0036623F"/>
    <w:rsid w:val="0037155B"/>
    <w:rsid w:val="00371EEF"/>
    <w:rsid w:val="00373A6B"/>
    <w:rsid w:val="00375BB4"/>
    <w:rsid w:val="0037674E"/>
    <w:rsid w:val="00377A1D"/>
    <w:rsid w:val="00380848"/>
    <w:rsid w:val="00380F3E"/>
    <w:rsid w:val="00383B83"/>
    <w:rsid w:val="00384321"/>
    <w:rsid w:val="00384C25"/>
    <w:rsid w:val="00385C2E"/>
    <w:rsid w:val="003868E2"/>
    <w:rsid w:val="00393E88"/>
    <w:rsid w:val="00397BCA"/>
    <w:rsid w:val="003A1CD9"/>
    <w:rsid w:val="003A34FF"/>
    <w:rsid w:val="003A451C"/>
    <w:rsid w:val="003A54E6"/>
    <w:rsid w:val="003A607F"/>
    <w:rsid w:val="003A6856"/>
    <w:rsid w:val="003A7205"/>
    <w:rsid w:val="003A72E5"/>
    <w:rsid w:val="003A7EDC"/>
    <w:rsid w:val="003B168B"/>
    <w:rsid w:val="003B604C"/>
    <w:rsid w:val="003B77FD"/>
    <w:rsid w:val="003C2396"/>
    <w:rsid w:val="003C2BB7"/>
    <w:rsid w:val="003C390C"/>
    <w:rsid w:val="003C3D76"/>
    <w:rsid w:val="003C644F"/>
    <w:rsid w:val="003C7DC7"/>
    <w:rsid w:val="003D28F3"/>
    <w:rsid w:val="003D3173"/>
    <w:rsid w:val="003D45BE"/>
    <w:rsid w:val="003D4DC2"/>
    <w:rsid w:val="003D7D65"/>
    <w:rsid w:val="003E2760"/>
    <w:rsid w:val="003E2B47"/>
    <w:rsid w:val="003E361B"/>
    <w:rsid w:val="003E5E4D"/>
    <w:rsid w:val="003F0681"/>
    <w:rsid w:val="003F3908"/>
    <w:rsid w:val="003F3B00"/>
    <w:rsid w:val="003F3D77"/>
    <w:rsid w:val="003F70CF"/>
    <w:rsid w:val="004038CE"/>
    <w:rsid w:val="0040635D"/>
    <w:rsid w:val="00407853"/>
    <w:rsid w:val="00410F3A"/>
    <w:rsid w:val="00411290"/>
    <w:rsid w:val="00412FA2"/>
    <w:rsid w:val="00413A1A"/>
    <w:rsid w:val="00414647"/>
    <w:rsid w:val="00415259"/>
    <w:rsid w:val="00415740"/>
    <w:rsid w:val="004164CF"/>
    <w:rsid w:val="004220B7"/>
    <w:rsid w:val="00425D6B"/>
    <w:rsid w:val="00426D6E"/>
    <w:rsid w:val="0042771E"/>
    <w:rsid w:val="00431833"/>
    <w:rsid w:val="0043677B"/>
    <w:rsid w:val="00437796"/>
    <w:rsid w:val="00440A01"/>
    <w:rsid w:val="00440ECC"/>
    <w:rsid w:val="00441D54"/>
    <w:rsid w:val="004438E1"/>
    <w:rsid w:val="0044539A"/>
    <w:rsid w:val="00445C3D"/>
    <w:rsid w:val="00446263"/>
    <w:rsid w:val="00446A34"/>
    <w:rsid w:val="00454CCA"/>
    <w:rsid w:val="004569FA"/>
    <w:rsid w:val="00460D0E"/>
    <w:rsid w:val="0046175F"/>
    <w:rsid w:val="00461CBD"/>
    <w:rsid w:val="00461DB7"/>
    <w:rsid w:val="00461FA9"/>
    <w:rsid w:val="00464F76"/>
    <w:rsid w:val="004666E1"/>
    <w:rsid w:val="00467855"/>
    <w:rsid w:val="00471747"/>
    <w:rsid w:val="00472DDD"/>
    <w:rsid w:val="00477262"/>
    <w:rsid w:val="004813BA"/>
    <w:rsid w:val="0048292B"/>
    <w:rsid w:val="0048606D"/>
    <w:rsid w:val="004867C6"/>
    <w:rsid w:val="004929AE"/>
    <w:rsid w:val="00492C33"/>
    <w:rsid w:val="004A0112"/>
    <w:rsid w:val="004A140F"/>
    <w:rsid w:val="004A1B75"/>
    <w:rsid w:val="004A1F3F"/>
    <w:rsid w:val="004A2D92"/>
    <w:rsid w:val="004A4291"/>
    <w:rsid w:val="004A75CC"/>
    <w:rsid w:val="004A75E8"/>
    <w:rsid w:val="004B03AA"/>
    <w:rsid w:val="004B0998"/>
    <w:rsid w:val="004B15BA"/>
    <w:rsid w:val="004B3763"/>
    <w:rsid w:val="004B3BC3"/>
    <w:rsid w:val="004B7D6F"/>
    <w:rsid w:val="004C052B"/>
    <w:rsid w:val="004C1358"/>
    <w:rsid w:val="004C28E1"/>
    <w:rsid w:val="004C5963"/>
    <w:rsid w:val="004C5AC8"/>
    <w:rsid w:val="004C5D4E"/>
    <w:rsid w:val="004C7647"/>
    <w:rsid w:val="004D0727"/>
    <w:rsid w:val="004D3E99"/>
    <w:rsid w:val="004D459C"/>
    <w:rsid w:val="004D4728"/>
    <w:rsid w:val="004E4923"/>
    <w:rsid w:val="004E4D0D"/>
    <w:rsid w:val="004E75A3"/>
    <w:rsid w:val="004E75EF"/>
    <w:rsid w:val="004F1B62"/>
    <w:rsid w:val="004F1C3C"/>
    <w:rsid w:val="004F4AB1"/>
    <w:rsid w:val="004F4BFA"/>
    <w:rsid w:val="004F631A"/>
    <w:rsid w:val="0050251F"/>
    <w:rsid w:val="00513708"/>
    <w:rsid w:val="00515339"/>
    <w:rsid w:val="00516569"/>
    <w:rsid w:val="00516608"/>
    <w:rsid w:val="00517C32"/>
    <w:rsid w:val="005202E3"/>
    <w:rsid w:val="0052070E"/>
    <w:rsid w:val="00521FF3"/>
    <w:rsid w:val="00522767"/>
    <w:rsid w:val="00522DB2"/>
    <w:rsid w:val="00523A94"/>
    <w:rsid w:val="00523BDB"/>
    <w:rsid w:val="00524D72"/>
    <w:rsid w:val="00526168"/>
    <w:rsid w:val="00527064"/>
    <w:rsid w:val="0052777A"/>
    <w:rsid w:val="005300E0"/>
    <w:rsid w:val="00531FA3"/>
    <w:rsid w:val="00534087"/>
    <w:rsid w:val="00535A04"/>
    <w:rsid w:val="005361D8"/>
    <w:rsid w:val="00537778"/>
    <w:rsid w:val="00541B3B"/>
    <w:rsid w:val="00541F05"/>
    <w:rsid w:val="00542C77"/>
    <w:rsid w:val="005438EF"/>
    <w:rsid w:val="005447E4"/>
    <w:rsid w:val="0055346C"/>
    <w:rsid w:val="00554B43"/>
    <w:rsid w:val="005551E8"/>
    <w:rsid w:val="005564E2"/>
    <w:rsid w:val="00557601"/>
    <w:rsid w:val="005623CF"/>
    <w:rsid w:val="00564128"/>
    <w:rsid w:val="005642D5"/>
    <w:rsid w:val="00566267"/>
    <w:rsid w:val="00566B24"/>
    <w:rsid w:val="00566BA4"/>
    <w:rsid w:val="00570EC2"/>
    <w:rsid w:val="00571929"/>
    <w:rsid w:val="005727BA"/>
    <w:rsid w:val="00574872"/>
    <w:rsid w:val="005748B9"/>
    <w:rsid w:val="00574F64"/>
    <w:rsid w:val="00577CD5"/>
    <w:rsid w:val="00583C3B"/>
    <w:rsid w:val="005843C4"/>
    <w:rsid w:val="00587694"/>
    <w:rsid w:val="005901F6"/>
    <w:rsid w:val="00590931"/>
    <w:rsid w:val="005931E4"/>
    <w:rsid w:val="005938B5"/>
    <w:rsid w:val="005951D6"/>
    <w:rsid w:val="0059687B"/>
    <w:rsid w:val="00596E37"/>
    <w:rsid w:val="00596EC3"/>
    <w:rsid w:val="00597AB8"/>
    <w:rsid w:val="005A02B9"/>
    <w:rsid w:val="005A09E5"/>
    <w:rsid w:val="005A1619"/>
    <w:rsid w:val="005A2174"/>
    <w:rsid w:val="005A307E"/>
    <w:rsid w:val="005B09EE"/>
    <w:rsid w:val="005B177C"/>
    <w:rsid w:val="005B1ACB"/>
    <w:rsid w:val="005B1F4F"/>
    <w:rsid w:val="005B250C"/>
    <w:rsid w:val="005B4BCA"/>
    <w:rsid w:val="005B5FCF"/>
    <w:rsid w:val="005B6C4E"/>
    <w:rsid w:val="005C0672"/>
    <w:rsid w:val="005C3C01"/>
    <w:rsid w:val="005C4185"/>
    <w:rsid w:val="005C436E"/>
    <w:rsid w:val="005C4DF4"/>
    <w:rsid w:val="005C52E9"/>
    <w:rsid w:val="005C7782"/>
    <w:rsid w:val="005D0A85"/>
    <w:rsid w:val="005D165E"/>
    <w:rsid w:val="005D4501"/>
    <w:rsid w:val="005D55FA"/>
    <w:rsid w:val="005D62B3"/>
    <w:rsid w:val="005D76F0"/>
    <w:rsid w:val="005E1D4B"/>
    <w:rsid w:val="005E319C"/>
    <w:rsid w:val="005E323C"/>
    <w:rsid w:val="005E4F65"/>
    <w:rsid w:val="005E4FAE"/>
    <w:rsid w:val="005F0FB0"/>
    <w:rsid w:val="005F4353"/>
    <w:rsid w:val="005F44F7"/>
    <w:rsid w:val="005F773B"/>
    <w:rsid w:val="00600167"/>
    <w:rsid w:val="00600445"/>
    <w:rsid w:val="0060055F"/>
    <w:rsid w:val="0060250E"/>
    <w:rsid w:val="006046D4"/>
    <w:rsid w:val="00610673"/>
    <w:rsid w:val="006110C0"/>
    <w:rsid w:val="006140D9"/>
    <w:rsid w:val="00614420"/>
    <w:rsid w:val="006156A8"/>
    <w:rsid w:val="00615832"/>
    <w:rsid w:val="00620346"/>
    <w:rsid w:val="00620C7A"/>
    <w:rsid w:val="0063208F"/>
    <w:rsid w:val="0063434D"/>
    <w:rsid w:val="006350E5"/>
    <w:rsid w:val="00635714"/>
    <w:rsid w:val="00641982"/>
    <w:rsid w:val="00643D46"/>
    <w:rsid w:val="00644C8C"/>
    <w:rsid w:val="00645D8F"/>
    <w:rsid w:val="0064626F"/>
    <w:rsid w:val="0064645B"/>
    <w:rsid w:val="00646633"/>
    <w:rsid w:val="006504F6"/>
    <w:rsid w:val="00651580"/>
    <w:rsid w:val="00651ACF"/>
    <w:rsid w:val="00653D0F"/>
    <w:rsid w:val="00654539"/>
    <w:rsid w:val="00657A23"/>
    <w:rsid w:val="006634D0"/>
    <w:rsid w:val="00664813"/>
    <w:rsid w:val="00665084"/>
    <w:rsid w:val="00666AD3"/>
    <w:rsid w:val="006675E9"/>
    <w:rsid w:val="00670AA5"/>
    <w:rsid w:val="006746E5"/>
    <w:rsid w:val="006757F5"/>
    <w:rsid w:val="0067702E"/>
    <w:rsid w:val="00677C62"/>
    <w:rsid w:val="00681BD3"/>
    <w:rsid w:val="0068276B"/>
    <w:rsid w:val="0068399F"/>
    <w:rsid w:val="00686FED"/>
    <w:rsid w:val="00693611"/>
    <w:rsid w:val="00694460"/>
    <w:rsid w:val="00694D17"/>
    <w:rsid w:val="006966CD"/>
    <w:rsid w:val="00696841"/>
    <w:rsid w:val="006969EB"/>
    <w:rsid w:val="006978BC"/>
    <w:rsid w:val="006A0B21"/>
    <w:rsid w:val="006A2111"/>
    <w:rsid w:val="006A3EB7"/>
    <w:rsid w:val="006A45F1"/>
    <w:rsid w:val="006A4EE3"/>
    <w:rsid w:val="006A4F3E"/>
    <w:rsid w:val="006A69E3"/>
    <w:rsid w:val="006B03D4"/>
    <w:rsid w:val="006B29A8"/>
    <w:rsid w:val="006B2C9F"/>
    <w:rsid w:val="006B2E8E"/>
    <w:rsid w:val="006B3B67"/>
    <w:rsid w:val="006B44EB"/>
    <w:rsid w:val="006B4C47"/>
    <w:rsid w:val="006B5452"/>
    <w:rsid w:val="006B6793"/>
    <w:rsid w:val="006B7776"/>
    <w:rsid w:val="006B7814"/>
    <w:rsid w:val="006B78B9"/>
    <w:rsid w:val="006C1672"/>
    <w:rsid w:val="006C3B70"/>
    <w:rsid w:val="006C5C63"/>
    <w:rsid w:val="006C625C"/>
    <w:rsid w:val="006C6CE2"/>
    <w:rsid w:val="006C6D25"/>
    <w:rsid w:val="006C7C0A"/>
    <w:rsid w:val="006D4376"/>
    <w:rsid w:val="006D6763"/>
    <w:rsid w:val="006D7ABE"/>
    <w:rsid w:val="006E525B"/>
    <w:rsid w:val="006E5DDB"/>
    <w:rsid w:val="006E631E"/>
    <w:rsid w:val="006E66E8"/>
    <w:rsid w:val="006E72FC"/>
    <w:rsid w:val="006F1B13"/>
    <w:rsid w:val="006F2812"/>
    <w:rsid w:val="006F2F9B"/>
    <w:rsid w:val="006F3F0F"/>
    <w:rsid w:val="006F4D2B"/>
    <w:rsid w:val="006F6A0E"/>
    <w:rsid w:val="006F7B21"/>
    <w:rsid w:val="007057BC"/>
    <w:rsid w:val="0070693F"/>
    <w:rsid w:val="00706C65"/>
    <w:rsid w:val="00713F0C"/>
    <w:rsid w:val="0071450C"/>
    <w:rsid w:val="007150C2"/>
    <w:rsid w:val="00715DBE"/>
    <w:rsid w:val="00716366"/>
    <w:rsid w:val="007166E6"/>
    <w:rsid w:val="0072090A"/>
    <w:rsid w:val="00722A14"/>
    <w:rsid w:val="00723349"/>
    <w:rsid w:val="00727767"/>
    <w:rsid w:val="00731DA1"/>
    <w:rsid w:val="007327CA"/>
    <w:rsid w:val="00732A5B"/>
    <w:rsid w:val="007339B1"/>
    <w:rsid w:val="007360D5"/>
    <w:rsid w:val="00736D03"/>
    <w:rsid w:val="0073705A"/>
    <w:rsid w:val="007373F2"/>
    <w:rsid w:val="00737861"/>
    <w:rsid w:val="007404A8"/>
    <w:rsid w:val="00745750"/>
    <w:rsid w:val="00745D2B"/>
    <w:rsid w:val="00746451"/>
    <w:rsid w:val="007514A4"/>
    <w:rsid w:val="00754837"/>
    <w:rsid w:val="00755B79"/>
    <w:rsid w:val="0076084A"/>
    <w:rsid w:val="0076162A"/>
    <w:rsid w:val="00763B08"/>
    <w:rsid w:val="00764693"/>
    <w:rsid w:val="0076566B"/>
    <w:rsid w:val="007672B5"/>
    <w:rsid w:val="007675DC"/>
    <w:rsid w:val="00772C5C"/>
    <w:rsid w:val="00775F52"/>
    <w:rsid w:val="00777729"/>
    <w:rsid w:val="00782162"/>
    <w:rsid w:val="0078300A"/>
    <w:rsid w:val="0078429B"/>
    <w:rsid w:val="0078539C"/>
    <w:rsid w:val="00785524"/>
    <w:rsid w:val="0078694F"/>
    <w:rsid w:val="0079206C"/>
    <w:rsid w:val="007930D4"/>
    <w:rsid w:val="00795936"/>
    <w:rsid w:val="007977BE"/>
    <w:rsid w:val="007A1758"/>
    <w:rsid w:val="007A2905"/>
    <w:rsid w:val="007A36D5"/>
    <w:rsid w:val="007A3C50"/>
    <w:rsid w:val="007A4C0B"/>
    <w:rsid w:val="007A6048"/>
    <w:rsid w:val="007A61DA"/>
    <w:rsid w:val="007A6E6F"/>
    <w:rsid w:val="007B39B2"/>
    <w:rsid w:val="007B3E85"/>
    <w:rsid w:val="007B61C4"/>
    <w:rsid w:val="007C09EB"/>
    <w:rsid w:val="007C15BB"/>
    <w:rsid w:val="007C15D3"/>
    <w:rsid w:val="007C2227"/>
    <w:rsid w:val="007C5E56"/>
    <w:rsid w:val="007D0066"/>
    <w:rsid w:val="007D0896"/>
    <w:rsid w:val="007D261F"/>
    <w:rsid w:val="007D6EEA"/>
    <w:rsid w:val="007D74D5"/>
    <w:rsid w:val="007E2584"/>
    <w:rsid w:val="007E2738"/>
    <w:rsid w:val="007E3E05"/>
    <w:rsid w:val="007E6ACC"/>
    <w:rsid w:val="007E760A"/>
    <w:rsid w:val="007E7660"/>
    <w:rsid w:val="007F0619"/>
    <w:rsid w:val="007F07A8"/>
    <w:rsid w:val="007F1925"/>
    <w:rsid w:val="007F1FC5"/>
    <w:rsid w:val="007F28CD"/>
    <w:rsid w:val="007F2BF4"/>
    <w:rsid w:val="007F5D7D"/>
    <w:rsid w:val="00801148"/>
    <w:rsid w:val="00803A43"/>
    <w:rsid w:val="00805983"/>
    <w:rsid w:val="00806BD4"/>
    <w:rsid w:val="008078F4"/>
    <w:rsid w:val="00810169"/>
    <w:rsid w:val="00810EC7"/>
    <w:rsid w:val="008129EE"/>
    <w:rsid w:val="0081360A"/>
    <w:rsid w:val="008141BA"/>
    <w:rsid w:val="00815332"/>
    <w:rsid w:val="008169C0"/>
    <w:rsid w:val="008173AC"/>
    <w:rsid w:val="00821E51"/>
    <w:rsid w:val="00822796"/>
    <w:rsid w:val="00823268"/>
    <w:rsid w:val="00823A79"/>
    <w:rsid w:val="00824234"/>
    <w:rsid w:val="0082447A"/>
    <w:rsid w:val="00824B66"/>
    <w:rsid w:val="008263AA"/>
    <w:rsid w:val="00826986"/>
    <w:rsid w:val="0082751A"/>
    <w:rsid w:val="00827C84"/>
    <w:rsid w:val="00831071"/>
    <w:rsid w:val="00833C15"/>
    <w:rsid w:val="008359C2"/>
    <w:rsid w:val="008363A2"/>
    <w:rsid w:val="00836D22"/>
    <w:rsid w:val="00841377"/>
    <w:rsid w:val="00843024"/>
    <w:rsid w:val="00845024"/>
    <w:rsid w:val="00846097"/>
    <w:rsid w:val="00851854"/>
    <w:rsid w:val="00854677"/>
    <w:rsid w:val="00854BB2"/>
    <w:rsid w:val="0085629B"/>
    <w:rsid w:val="00856ACA"/>
    <w:rsid w:val="008573E0"/>
    <w:rsid w:val="00860045"/>
    <w:rsid w:val="00860FC0"/>
    <w:rsid w:val="0086217D"/>
    <w:rsid w:val="00867169"/>
    <w:rsid w:val="00867548"/>
    <w:rsid w:val="00867948"/>
    <w:rsid w:val="00870333"/>
    <w:rsid w:val="008747B2"/>
    <w:rsid w:val="00877B0F"/>
    <w:rsid w:val="00880176"/>
    <w:rsid w:val="00880A96"/>
    <w:rsid w:val="00881F67"/>
    <w:rsid w:val="00883044"/>
    <w:rsid w:val="00883DF6"/>
    <w:rsid w:val="0088466D"/>
    <w:rsid w:val="00884F84"/>
    <w:rsid w:val="008852F5"/>
    <w:rsid w:val="00886B11"/>
    <w:rsid w:val="0089005C"/>
    <w:rsid w:val="00891C25"/>
    <w:rsid w:val="00892771"/>
    <w:rsid w:val="00893419"/>
    <w:rsid w:val="008952A2"/>
    <w:rsid w:val="00895A3A"/>
    <w:rsid w:val="0089682E"/>
    <w:rsid w:val="00896C68"/>
    <w:rsid w:val="00897EDA"/>
    <w:rsid w:val="008A0925"/>
    <w:rsid w:val="008A1D76"/>
    <w:rsid w:val="008A3AD4"/>
    <w:rsid w:val="008A5FA1"/>
    <w:rsid w:val="008A7430"/>
    <w:rsid w:val="008A784E"/>
    <w:rsid w:val="008A78E7"/>
    <w:rsid w:val="008B1FE9"/>
    <w:rsid w:val="008B28F2"/>
    <w:rsid w:val="008B2ACB"/>
    <w:rsid w:val="008B52F4"/>
    <w:rsid w:val="008B580E"/>
    <w:rsid w:val="008C3A72"/>
    <w:rsid w:val="008C56F4"/>
    <w:rsid w:val="008C6701"/>
    <w:rsid w:val="008C6932"/>
    <w:rsid w:val="008C76B0"/>
    <w:rsid w:val="008C7F31"/>
    <w:rsid w:val="008D0A89"/>
    <w:rsid w:val="008D14E8"/>
    <w:rsid w:val="008D2BFA"/>
    <w:rsid w:val="008D2E19"/>
    <w:rsid w:val="008D4870"/>
    <w:rsid w:val="008D55AE"/>
    <w:rsid w:val="008D752C"/>
    <w:rsid w:val="008E14F9"/>
    <w:rsid w:val="008E1DD7"/>
    <w:rsid w:val="008E594A"/>
    <w:rsid w:val="008E5AB4"/>
    <w:rsid w:val="008E5D3E"/>
    <w:rsid w:val="008E5E4D"/>
    <w:rsid w:val="008E649F"/>
    <w:rsid w:val="008F101B"/>
    <w:rsid w:val="008F2707"/>
    <w:rsid w:val="008F319C"/>
    <w:rsid w:val="008F4218"/>
    <w:rsid w:val="008F4221"/>
    <w:rsid w:val="008F4EC3"/>
    <w:rsid w:val="008F56BD"/>
    <w:rsid w:val="008F728E"/>
    <w:rsid w:val="008F75BF"/>
    <w:rsid w:val="008F77BB"/>
    <w:rsid w:val="009016B4"/>
    <w:rsid w:val="00901B74"/>
    <w:rsid w:val="009025E3"/>
    <w:rsid w:val="0090278A"/>
    <w:rsid w:val="009043C6"/>
    <w:rsid w:val="009045BB"/>
    <w:rsid w:val="00910C4C"/>
    <w:rsid w:val="00910F3C"/>
    <w:rsid w:val="00913E43"/>
    <w:rsid w:val="00913F3E"/>
    <w:rsid w:val="0091671D"/>
    <w:rsid w:val="00917890"/>
    <w:rsid w:val="00921580"/>
    <w:rsid w:val="0092288B"/>
    <w:rsid w:val="00922D17"/>
    <w:rsid w:val="00923D44"/>
    <w:rsid w:val="00924FB0"/>
    <w:rsid w:val="009252B6"/>
    <w:rsid w:val="00926F58"/>
    <w:rsid w:val="00930F27"/>
    <w:rsid w:val="0093100B"/>
    <w:rsid w:val="009311BF"/>
    <w:rsid w:val="00932DB0"/>
    <w:rsid w:val="00933CBA"/>
    <w:rsid w:val="00935D89"/>
    <w:rsid w:val="009402FC"/>
    <w:rsid w:val="00940308"/>
    <w:rsid w:val="00946D7F"/>
    <w:rsid w:val="00947580"/>
    <w:rsid w:val="00947B97"/>
    <w:rsid w:val="00951764"/>
    <w:rsid w:val="009532E9"/>
    <w:rsid w:val="00955030"/>
    <w:rsid w:val="009576F0"/>
    <w:rsid w:val="00963508"/>
    <w:rsid w:val="0096384D"/>
    <w:rsid w:val="00964259"/>
    <w:rsid w:val="00964574"/>
    <w:rsid w:val="00965C3A"/>
    <w:rsid w:val="00966FF1"/>
    <w:rsid w:val="00970DCD"/>
    <w:rsid w:val="00971EF6"/>
    <w:rsid w:val="00971FFC"/>
    <w:rsid w:val="00972799"/>
    <w:rsid w:val="00972EAA"/>
    <w:rsid w:val="00976C7A"/>
    <w:rsid w:val="00981659"/>
    <w:rsid w:val="00982E72"/>
    <w:rsid w:val="00983081"/>
    <w:rsid w:val="0098379D"/>
    <w:rsid w:val="009849A1"/>
    <w:rsid w:val="0098747F"/>
    <w:rsid w:val="00990267"/>
    <w:rsid w:val="009904ED"/>
    <w:rsid w:val="009908A2"/>
    <w:rsid w:val="00994C98"/>
    <w:rsid w:val="00994D34"/>
    <w:rsid w:val="00996526"/>
    <w:rsid w:val="00997B58"/>
    <w:rsid w:val="009A00EC"/>
    <w:rsid w:val="009A0157"/>
    <w:rsid w:val="009A366C"/>
    <w:rsid w:val="009A4C8F"/>
    <w:rsid w:val="009A4DDF"/>
    <w:rsid w:val="009A719E"/>
    <w:rsid w:val="009A74EF"/>
    <w:rsid w:val="009A7708"/>
    <w:rsid w:val="009B1F84"/>
    <w:rsid w:val="009B4C0E"/>
    <w:rsid w:val="009B567D"/>
    <w:rsid w:val="009B7F71"/>
    <w:rsid w:val="009C63C3"/>
    <w:rsid w:val="009D2B6E"/>
    <w:rsid w:val="009D3360"/>
    <w:rsid w:val="009D3755"/>
    <w:rsid w:val="009D4FEA"/>
    <w:rsid w:val="009D7585"/>
    <w:rsid w:val="009E1D39"/>
    <w:rsid w:val="009E2059"/>
    <w:rsid w:val="009E221F"/>
    <w:rsid w:val="009E2FB7"/>
    <w:rsid w:val="009E35B2"/>
    <w:rsid w:val="009E5486"/>
    <w:rsid w:val="009E5CE0"/>
    <w:rsid w:val="009E6D17"/>
    <w:rsid w:val="009E7DFC"/>
    <w:rsid w:val="009F2DC0"/>
    <w:rsid w:val="009F3115"/>
    <w:rsid w:val="009F3927"/>
    <w:rsid w:val="009F6886"/>
    <w:rsid w:val="009F7606"/>
    <w:rsid w:val="00A01D56"/>
    <w:rsid w:val="00A02004"/>
    <w:rsid w:val="00A0216E"/>
    <w:rsid w:val="00A029DC"/>
    <w:rsid w:val="00A02D90"/>
    <w:rsid w:val="00A02F1B"/>
    <w:rsid w:val="00A04763"/>
    <w:rsid w:val="00A059B1"/>
    <w:rsid w:val="00A06BC1"/>
    <w:rsid w:val="00A1095B"/>
    <w:rsid w:val="00A111A3"/>
    <w:rsid w:val="00A14507"/>
    <w:rsid w:val="00A14733"/>
    <w:rsid w:val="00A1539A"/>
    <w:rsid w:val="00A16320"/>
    <w:rsid w:val="00A2057A"/>
    <w:rsid w:val="00A21AC3"/>
    <w:rsid w:val="00A237A4"/>
    <w:rsid w:val="00A241D7"/>
    <w:rsid w:val="00A2539A"/>
    <w:rsid w:val="00A2589F"/>
    <w:rsid w:val="00A27F90"/>
    <w:rsid w:val="00A316BD"/>
    <w:rsid w:val="00A34850"/>
    <w:rsid w:val="00A37424"/>
    <w:rsid w:val="00A40233"/>
    <w:rsid w:val="00A42EAE"/>
    <w:rsid w:val="00A44D2A"/>
    <w:rsid w:val="00A453A2"/>
    <w:rsid w:val="00A458CB"/>
    <w:rsid w:val="00A47585"/>
    <w:rsid w:val="00A527AE"/>
    <w:rsid w:val="00A53598"/>
    <w:rsid w:val="00A5453E"/>
    <w:rsid w:val="00A5548F"/>
    <w:rsid w:val="00A5766D"/>
    <w:rsid w:val="00A57A10"/>
    <w:rsid w:val="00A57EE5"/>
    <w:rsid w:val="00A6005C"/>
    <w:rsid w:val="00A61C66"/>
    <w:rsid w:val="00A64853"/>
    <w:rsid w:val="00A660B3"/>
    <w:rsid w:val="00A6706A"/>
    <w:rsid w:val="00A67596"/>
    <w:rsid w:val="00A70041"/>
    <w:rsid w:val="00A714AE"/>
    <w:rsid w:val="00A72FEC"/>
    <w:rsid w:val="00A73136"/>
    <w:rsid w:val="00A73B4D"/>
    <w:rsid w:val="00A8051C"/>
    <w:rsid w:val="00A806D3"/>
    <w:rsid w:val="00A81CF6"/>
    <w:rsid w:val="00A82F8E"/>
    <w:rsid w:val="00A85205"/>
    <w:rsid w:val="00A85570"/>
    <w:rsid w:val="00A85CFB"/>
    <w:rsid w:val="00A863D0"/>
    <w:rsid w:val="00A90E17"/>
    <w:rsid w:val="00A91857"/>
    <w:rsid w:val="00A91EC1"/>
    <w:rsid w:val="00A928E7"/>
    <w:rsid w:val="00A964F2"/>
    <w:rsid w:val="00A9751D"/>
    <w:rsid w:val="00AA24A2"/>
    <w:rsid w:val="00AA2F30"/>
    <w:rsid w:val="00AB07A3"/>
    <w:rsid w:val="00AB1078"/>
    <w:rsid w:val="00AB31F2"/>
    <w:rsid w:val="00AB3428"/>
    <w:rsid w:val="00AC03FA"/>
    <w:rsid w:val="00AC257D"/>
    <w:rsid w:val="00AC2C1F"/>
    <w:rsid w:val="00AC42F5"/>
    <w:rsid w:val="00AC5467"/>
    <w:rsid w:val="00AC6B3E"/>
    <w:rsid w:val="00AC7C39"/>
    <w:rsid w:val="00AC7F12"/>
    <w:rsid w:val="00AD1724"/>
    <w:rsid w:val="00AD1B95"/>
    <w:rsid w:val="00AD68BF"/>
    <w:rsid w:val="00AD6A7F"/>
    <w:rsid w:val="00AE0562"/>
    <w:rsid w:val="00AE1151"/>
    <w:rsid w:val="00AE31BB"/>
    <w:rsid w:val="00AE4DAE"/>
    <w:rsid w:val="00AE69D0"/>
    <w:rsid w:val="00AE760F"/>
    <w:rsid w:val="00AE7D5D"/>
    <w:rsid w:val="00AE7E6B"/>
    <w:rsid w:val="00AF1876"/>
    <w:rsid w:val="00AF26ED"/>
    <w:rsid w:val="00AF381C"/>
    <w:rsid w:val="00AF3CCD"/>
    <w:rsid w:val="00AF60E2"/>
    <w:rsid w:val="00B00438"/>
    <w:rsid w:val="00B01D9A"/>
    <w:rsid w:val="00B03779"/>
    <w:rsid w:val="00B03A0E"/>
    <w:rsid w:val="00B03FDE"/>
    <w:rsid w:val="00B04136"/>
    <w:rsid w:val="00B04951"/>
    <w:rsid w:val="00B04ADE"/>
    <w:rsid w:val="00B10D28"/>
    <w:rsid w:val="00B112D4"/>
    <w:rsid w:val="00B113F9"/>
    <w:rsid w:val="00B124A9"/>
    <w:rsid w:val="00B1456F"/>
    <w:rsid w:val="00B14A76"/>
    <w:rsid w:val="00B15847"/>
    <w:rsid w:val="00B16E76"/>
    <w:rsid w:val="00B178B7"/>
    <w:rsid w:val="00B22580"/>
    <w:rsid w:val="00B249AA"/>
    <w:rsid w:val="00B25B46"/>
    <w:rsid w:val="00B2691B"/>
    <w:rsid w:val="00B27E10"/>
    <w:rsid w:val="00B3019D"/>
    <w:rsid w:val="00B32417"/>
    <w:rsid w:val="00B34128"/>
    <w:rsid w:val="00B343ED"/>
    <w:rsid w:val="00B35734"/>
    <w:rsid w:val="00B35961"/>
    <w:rsid w:val="00B35C94"/>
    <w:rsid w:val="00B377AB"/>
    <w:rsid w:val="00B37E0C"/>
    <w:rsid w:val="00B41812"/>
    <w:rsid w:val="00B44C3D"/>
    <w:rsid w:val="00B45776"/>
    <w:rsid w:val="00B47829"/>
    <w:rsid w:val="00B50F12"/>
    <w:rsid w:val="00B54BA5"/>
    <w:rsid w:val="00B564C7"/>
    <w:rsid w:val="00B566E6"/>
    <w:rsid w:val="00B57027"/>
    <w:rsid w:val="00B60830"/>
    <w:rsid w:val="00B60917"/>
    <w:rsid w:val="00B60936"/>
    <w:rsid w:val="00B61121"/>
    <w:rsid w:val="00B615BC"/>
    <w:rsid w:val="00B61E06"/>
    <w:rsid w:val="00B61E8A"/>
    <w:rsid w:val="00B627C4"/>
    <w:rsid w:val="00B62AA3"/>
    <w:rsid w:val="00B630B7"/>
    <w:rsid w:val="00B630D2"/>
    <w:rsid w:val="00B63D10"/>
    <w:rsid w:val="00B71A05"/>
    <w:rsid w:val="00B74096"/>
    <w:rsid w:val="00B7431D"/>
    <w:rsid w:val="00B7638E"/>
    <w:rsid w:val="00B803E2"/>
    <w:rsid w:val="00B808E9"/>
    <w:rsid w:val="00B83510"/>
    <w:rsid w:val="00B83DD5"/>
    <w:rsid w:val="00B841B8"/>
    <w:rsid w:val="00B86DFA"/>
    <w:rsid w:val="00B92EBA"/>
    <w:rsid w:val="00B9366F"/>
    <w:rsid w:val="00B9464D"/>
    <w:rsid w:val="00B94E38"/>
    <w:rsid w:val="00B95872"/>
    <w:rsid w:val="00B961E0"/>
    <w:rsid w:val="00B97048"/>
    <w:rsid w:val="00BA2D0C"/>
    <w:rsid w:val="00BA3253"/>
    <w:rsid w:val="00BA5FA0"/>
    <w:rsid w:val="00BA7D6E"/>
    <w:rsid w:val="00BB25F2"/>
    <w:rsid w:val="00BB4399"/>
    <w:rsid w:val="00BB664E"/>
    <w:rsid w:val="00BB78E1"/>
    <w:rsid w:val="00BC219B"/>
    <w:rsid w:val="00BC291F"/>
    <w:rsid w:val="00BC2F5A"/>
    <w:rsid w:val="00BC41C5"/>
    <w:rsid w:val="00BC730D"/>
    <w:rsid w:val="00BC79FA"/>
    <w:rsid w:val="00BD147F"/>
    <w:rsid w:val="00BD225E"/>
    <w:rsid w:val="00BD273B"/>
    <w:rsid w:val="00BD2B81"/>
    <w:rsid w:val="00BD3763"/>
    <w:rsid w:val="00BD37AF"/>
    <w:rsid w:val="00BD3C7E"/>
    <w:rsid w:val="00BD4147"/>
    <w:rsid w:val="00BD74A4"/>
    <w:rsid w:val="00BE2BA7"/>
    <w:rsid w:val="00BE43DE"/>
    <w:rsid w:val="00BE5A32"/>
    <w:rsid w:val="00BF201E"/>
    <w:rsid w:val="00BF3B34"/>
    <w:rsid w:val="00BF54DC"/>
    <w:rsid w:val="00BF5EC5"/>
    <w:rsid w:val="00C000AB"/>
    <w:rsid w:val="00C02B73"/>
    <w:rsid w:val="00C04472"/>
    <w:rsid w:val="00C07512"/>
    <w:rsid w:val="00C07A19"/>
    <w:rsid w:val="00C112A7"/>
    <w:rsid w:val="00C14947"/>
    <w:rsid w:val="00C15692"/>
    <w:rsid w:val="00C17787"/>
    <w:rsid w:val="00C179AF"/>
    <w:rsid w:val="00C22135"/>
    <w:rsid w:val="00C24DC2"/>
    <w:rsid w:val="00C25CF5"/>
    <w:rsid w:val="00C26B14"/>
    <w:rsid w:val="00C2778B"/>
    <w:rsid w:val="00C301B2"/>
    <w:rsid w:val="00C305B9"/>
    <w:rsid w:val="00C3360E"/>
    <w:rsid w:val="00C350C6"/>
    <w:rsid w:val="00C35135"/>
    <w:rsid w:val="00C40E0B"/>
    <w:rsid w:val="00C4221C"/>
    <w:rsid w:val="00C43B28"/>
    <w:rsid w:val="00C47A92"/>
    <w:rsid w:val="00C500C4"/>
    <w:rsid w:val="00C526C1"/>
    <w:rsid w:val="00C52EB2"/>
    <w:rsid w:val="00C52F1C"/>
    <w:rsid w:val="00C54FBA"/>
    <w:rsid w:val="00C56ACD"/>
    <w:rsid w:val="00C57A21"/>
    <w:rsid w:val="00C600B6"/>
    <w:rsid w:val="00C61074"/>
    <w:rsid w:val="00C61C2E"/>
    <w:rsid w:val="00C66B72"/>
    <w:rsid w:val="00C67B00"/>
    <w:rsid w:val="00C727BA"/>
    <w:rsid w:val="00C73B8D"/>
    <w:rsid w:val="00C7445D"/>
    <w:rsid w:val="00C7470F"/>
    <w:rsid w:val="00C81443"/>
    <w:rsid w:val="00C835D9"/>
    <w:rsid w:val="00C83BB5"/>
    <w:rsid w:val="00C85D2B"/>
    <w:rsid w:val="00C920DA"/>
    <w:rsid w:val="00C93814"/>
    <w:rsid w:val="00C93D85"/>
    <w:rsid w:val="00C9408B"/>
    <w:rsid w:val="00C962E8"/>
    <w:rsid w:val="00CA014A"/>
    <w:rsid w:val="00CA1261"/>
    <w:rsid w:val="00CA21A4"/>
    <w:rsid w:val="00CA47AB"/>
    <w:rsid w:val="00CA6428"/>
    <w:rsid w:val="00CA68E3"/>
    <w:rsid w:val="00CA6FFB"/>
    <w:rsid w:val="00CA71BF"/>
    <w:rsid w:val="00CB018D"/>
    <w:rsid w:val="00CB04CE"/>
    <w:rsid w:val="00CB27D4"/>
    <w:rsid w:val="00CB339E"/>
    <w:rsid w:val="00CB5272"/>
    <w:rsid w:val="00CB6217"/>
    <w:rsid w:val="00CB78E4"/>
    <w:rsid w:val="00CC00AA"/>
    <w:rsid w:val="00CC0718"/>
    <w:rsid w:val="00CC36FB"/>
    <w:rsid w:val="00CC5048"/>
    <w:rsid w:val="00CC60A4"/>
    <w:rsid w:val="00CC7919"/>
    <w:rsid w:val="00CD4EFA"/>
    <w:rsid w:val="00CD57C1"/>
    <w:rsid w:val="00CE0413"/>
    <w:rsid w:val="00CE170E"/>
    <w:rsid w:val="00CE249B"/>
    <w:rsid w:val="00CE278F"/>
    <w:rsid w:val="00CE3938"/>
    <w:rsid w:val="00CE4755"/>
    <w:rsid w:val="00CE6429"/>
    <w:rsid w:val="00CE6516"/>
    <w:rsid w:val="00CE7826"/>
    <w:rsid w:val="00CE7E95"/>
    <w:rsid w:val="00CF0AE6"/>
    <w:rsid w:val="00CF1351"/>
    <w:rsid w:val="00CF17D1"/>
    <w:rsid w:val="00CF1E4C"/>
    <w:rsid w:val="00CF200A"/>
    <w:rsid w:val="00CF206F"/>
    <w:rsid w:val="00CF2B39"/>
    <w:rsid w:val="00CF38E9"/>
    <w:rsid w:val="00CF3AA8"/>
    <w:rsid w:val="00CF4E66"/>
    <w:rsid w:val="00CF5FE5"/>
    <w:rsid w:val="00CF7725"/>
    <w:rsid w:val="00CF7904"/>
    <w:rsid w:val="00D00857"/>
    <w:rsid w:val="00D07EF7"/>
    <w:rsid w:val="00D10CD3"/>
    <w:rsid w:val="00D11566"/>
    <w:rsid w:val="00D11576"/>
    <w:rsid w:val="00D127B9"/>
    <w:rsid w:val="00D1283A"/>
    <w:rsid w:val="00D14513"/>
    <w:rsid w:val="00D17597"/>
    <w:rsid w:val="00D208B4"/>
    <w:rsid w:val="00D2302F"/>
    <w:rsid w:val="00D24A0B"/>
    <w:rsid w:val="00D3192B"/>
    <w:rsid w:val="00D322E8"/>
    <w:rsid w:val="00D341AE"/>
    <w:rsid w:val="00D35E97"/>
    <w:rsid w:val="00D36E1A"/>
    <w:rsid w:val="00D40881"/>
    <w:rsid w:val="00D45B94"/>
    <w:rsid w:val="00D46A10"/>
    <w:rsid w:val="00D46EA8"/>
    <w:rsid w:val="00D47BA9"/>
    <w:rsid w:val="00D503C7"/>
    <w:rsid w:val="00D55EA2"/>
    <w:rsid w:val="00D567B8"/>
    <w:rsid w:val="00D56CAF"/>
    <w:rsid w:val="00D606FF"/>
    <w:rsid w:val="00D61E27"/>
    <w:rsid w:val="00D639E1"/>
    <w:rsid w:val="00D6409A"/>
    <w:rsid w:val="00D64E33"/>
    <w:rsid w:val="00D654C5"/>
    <w:rsid w:val="00D66BF3"/>
    <w:rsid w:val="00D6705C"/>
    <w:rsid w:val="00D711B2"/>
    <w:rsid w:val="00D71C5F"/>
    <w:rsid w:val="00D74740"/>
    <w:rsid w:val="00D74D15"/>
    <w:rsid w:val="00D74E56"/>
    <w:rsid w:val="00D75A80"/>
    <w:rsid w:val="00D768A2"/>
    <w:rsid w:val="00D77C92"/>
    <w:rsid w:val="00D86497"/>
    <w:rsid w:val="00D90095"/>
    <w:rsid w:val="00D90411"/>
    <w:rsid w:val="00D915E3"/>
    <w:rsid w:val="00D9240A"/>
    <w:rsid w:val="00D93245"/>
    <w:rsid w:val="00D9330C"/>
    <w:rsid w:val="00D95542"/>
    <w:rsid w:val="00D96CAD"/>
    <w:rsid w:val="00D96DFD"/>
    <w:rsid w:val="00D97292"/>
    <w:rsid w:val="00D9762B"/>
    <w:rsid w:val="00DA123F"/>
    <w:rsid w:val="00DA1384"/>
    <w:rsid w:val="00DA18F2"/>
    <w:rsid w:val="00DA27DF"/>
    <w:rsid w:val="00DA4A73"/>
    <w:rsid w:val="00DB3159"/>
    <w:rsid w:val="00DB4B5F"/>
    <w:rsid w:val="00DB72ED"/>
    <w:rsid w:val="00DB7969"/>
    <w:rsid w:val="00DC245B"/>
    <w:rsid w:val="00DC2620"/>
    <w:rsid w:val="00DC70AF"/>
    <w:rsid w:val="00DD076A"/>
    <w:rsid w:val="00DD1260"/>
    <w:rsid w:val="00DD4143"/>
    <w:rsid w:val="00DD50EE"/>
    <w:rsid w:val="00DD7640"/>
    <w:rsid w:val="00DD7A86"/>
    <w:rsid w:val="00DE12EF"/>
    <w:rsid w:val="00DE2B3B"/>
    <w:rsid w:val="00DE32F8"/>
    <w:rsid w:val="00DE5F41"/>
    <w:rsid w:val="00DE6B68"/>
    <w:rsid w:val="00DE75B3"/>
    <w:rsid w:val="00DE78A9"/>
    <w:rsid w:val="00DF1307"/>
    <w:rsid w:val="00DF34D7"/>
    <w:rsid w:val="00DF39D3"/>
    <w:rsid w:val="00DF4E53"/>
    <w:rsid w:val="00DF5225"/>
    <w:rsid w:val="00DF69A0"/>
    <w:rsid w:val="00E00A6F"/>
    <w:rsid w:val="00E0337F"/>
    <w:rsid w:val="00E0387E"/>
    <w:rsid w:val="00E052E8"/>
    <w:rsid w:val="00E060E4"/>
    <w:rsid w:val="00E07A9C"/>
    <w:rsid w:val="00E1015D"/>
    <w:rsid w:val="00E123DF"/>
    <w:rsid w:val="00E1598C"/>
    <w:rsid w:val="00E159D4"/>
    <w:rsid w:val="00E16C4A"/>
    <w:rsid w:val="00E20011"/>
    <w:rsid w:val="00E23CC4"/>
    <w:rsid w:val="00E26140"/>
    <w:rsid w:val="00E3179C"/>
    <w:rsid w:val="00E31A39"/>
    <w:rsid w:val="00E31AEF"/>
    <w:rsid w:val="00E33538"/>
    <w:rsid w:val="00E33DB1"/>
    <w:rsid w:val="00E4058D"/>
    <w:rsid w:val="00E40624"/>
    <w:rsid w:val="00E40A49"/>
    <w:rsid w:val="00E43CCA"/>
    <w:rsid w:val="00E46026"/>
    <w:rsid w:val="00E46DC2"/>
    <w:rsid w:val="00E535EF"/>
    <w:rsid w:val="00E53A13"/>
    <w:rsid w:val="00E54160"/>
    <w:rsid w:val="00E541A6"/>
    <w:rsid w:val="00E5543E"/>
    <w:rsid w:val="00E56FB5"/>
    <w:rsid w:val="00E57FA5"/>
    <w:rsid w:val="00E61142"/>
    <w:rsid w:val="00E636B1"/>
    <w:rsid w:val="00E64659"/>
    <w:rsid w:val="00E67FA5"/>
    <w:rsid w:val="00E70F25"/>
    <w:rsid w:val="00E711AA"/>
    <w:rsid w:val="00E71BCD"/>
    <w:rsid w:val="00E72A16"/>
    <w:rsid w:val="00E7349E"/>
    <w:rsid w:val="00E74FFE"/>
    <w:rsid w:val="00E75DC8"/>
    <w:rsid w:val="00E80641"/>
    <w:rsid w:val="00E80765"/>
    <w:rsid w:val="00E81465"/>
    <w:rsid w:val="00E83031"/>
    <w:rsid w:val="00E84816"/>
    <w:rsid w:val="00E851C2"/>
    <w:rsid w:val="00E87938"/>
    <w:rsid w:val="00E929B0"/>
    <w:rsid w:val="00E96050"/>
    <w:rsid w:val="00EA0D01"/>
    <w:rsid w:val="00EA3CFE"/>
    <w:rsid w:val="00EA40D8"/>
    <w:rsid w:val="00EA6BB4"/>
    <w:rsid w:val="00EA6CD6"/>
    <w:rsid w:val="00EA77F8"/>
    <w:rsid w:val="00EB0C0F"/>
    <w:rsid w:val="00EB3663"/>
    <w:rsid w:val="00EB6974"/>
    <w:rsid w:val="00EB6A6D"/>
    <w:rsid w:val="00EC163D"/>
    <w:rsid w:val="00EC239E"/>
    <w:rsid w:val="00EC5C04"/>
    <w:rsid w:val="00EC5CA7"/>
    <w:rsid w:val="00EC738C"/>
    <w:rsid w:val="00ED2C45"/>
    <w:rsid w:val="00ED3524"/>
    <w:rsid w:val="00ED3875"/>
    <w:rsid w:val="00ED5BA1"/>
    <w:rsid w:val="00ED6C5B"/>
    <w:rsid w:val="00ED7890"/>
    <w:rsid w:val="00EE0893"/>
    <w:rsid w:val="00EE0BE2"/>
    <w:rsid w:val="00EE0D06"/>
    <w:rsid w:val="00EE3246"/>
    <w:rsid w:val="00EE3A69"/>
    <w:rsid w:val="00EE423E"/>
    <w:rsid w:val="00EE4BDF"/>
    <w:rsid w:val="00EE4C0E"/>
    <w:rsid w:val="00EE5F15"/>
    <w:rsid w:val="00EE670A"/>
    <w:rsid w:val="00EE7782"/>
    <w:rsid w:val="00EF00BE"/>
    <w:rsid w:val="00EF0E34"/>
    <w:rsid w:val="00EF15A0"/>
    <w:rsid w:val="00EF3C74"/>
    <w:rsid w:val="00EF5807"/>
    <w:rsid w:val="00EF6C53"/>
    <w:rsid w:val="00F003BA"/>
    <w:rsid w:val="00F0224F"/>
    <w:rsid w:val="00F0344C"/>
    <w:rsid w:val="00F0462C"/>
    <w:rsid w:val="00F05126"/>
    <w:rsid w:val="00F10429"/>
    <w:rsid w:val="00F10AC2"/>
    <w:rsid w:val="00F12B3E"/>
    <w:rsid w:val="00F13DB3"/>
    <w:rsid w:val="00F161B1"/>
    <w:rsid w:val="00F1738A"/>
    <w:rsid w:val="00F2377F"/>
    <w:rsid w:val="00F24F03"/>
    <w:rsid w:val="00F253B6"/>
    <w:rsid w:val="00F26B3F"/>
    <w:rsid w:val="00F26FE3"/>
    <w:rsid w:val="00F27540"/>
    <w:rsid w:val="00F30998"/>
    <w:rsid w:val="00F31055"/>
    <w:rsid w:val="00F34D44"/>
    <w:rsid w:val="00F34D84"/>
    <w:rsid w:val="00F356EA"/>
    <w:rsid w:val="00F368FC"/>
    <w:rsid w:val="00F36BFA"/>
    <w:rsid w:val="00F37030"/>
    <w:rsid w:val="00F40E16"/>
    <w:rsid w:val="00F41DA7"/>
    <w:rsid w:val="00F42314"/>
    <w:rsid w:val="00F44902"/>
    <w:rsid w:val="00F44C0A"/>
    <w:rsid w:val="00F44F0F"/>
    <w:rsid w:val="00F45F01"/>
    <w:rsid w:val="00F46648"/>
    <w:rsid w:val="00F505C0"/>
    <w:rsid w:val="00F5254D"/>
    <w:rsid w:val="00F537A6"/>
    <w:rsid w:val="00F53CED"/>
    <w:rsid w:val="00F5409A"/>
    <w:rsid w:val="00F56255"/>
    <w:rsid w:val="00F573BD"/>
    <w:rsid w:val="00F57BF5"/>
    <w:rsid w:val="00F57E23"/>
    <w:rsid w:val="00F607D6"/>
    <w:rsid w:val="00F614CA"/>
    <w:rsid w:val="00F616BE"/>
    <w:rsid w:val="00F64695"/>
    <w:rsid w:val="00F66218"/>
    <w:rsid w:val="00F66FCB"/>
    <w:rsid w:val="00F67061"/>
    <w:rsid w:val="00F673CD"/>
    <w:rsid w:val="00F711E5"/>
    <w:rsid w:val="00F75257"/>
    <w:rsid w:val="00F77EE1"/>
    <w:rsid w:val="00F817A8"/>
    <w:rsid w:val="00F82EFC"/>
    <w:rsid w:val="00F83574"/>
    <w:rsid w:val="00F84911"/>
    <w:rsid w:val="00F84D38"/>
    <w:rsid w:val="00F8733C"/>
    <w:rsid w:val="00F939B7"/>
    <w:rsid w:val="00F93FCA"/>
    <w:rsid w:val="00F9401D"/>
    <w:rsid w:val="00F94C47"/>
    <w:rsid w:val="00F94DA7"/>
    <w:rsid w:val="00F94EB7"/>
    <w:rsid w:val="00F9641C"/>
    <w:rsid w:val="00F9736A"/>
    <w:rsid w:val="00FA18F7"/>
    <w:rsid w:val="00FA50E7"/>
    <w:rsid w:val="00FA6360"/>
    <w:rsid w:val="00FA65EE"/>
    <w:rsid w:val="00FA6636"/>
    <w:rsid w:val="00FA79E6"/>
    <w:rsid w:val="00FB51EE"/>
    <w:rsid w:val="00FB5673"/>
    <w:rsid w:val="00FB71EC"/>
    <w:rsid w:val="00FC110A"/>
    <w:rsid w:val="00FC336B"/>
    <w:rsid w:val="00FC4357"/>
    <w:rsid w:val="00FC788A"/>
    <w:rsid w:val="00FD0A87"/>
    <w:rsid w:val="00FD0CE4"/>
    <w:rsid w:val="00FD1158"/>
    <w:rsid w:val="00FD3849"/>
    <w:rsid w:val="00FD5DF0"/>
    <w:rsid w:val="00FD631A"/>
    <w:rsid w:val="00FD7739"/>
    <w:rsid w:val="00FE0B25"/>
    <w:rsid w:val="00FE214C"/>
    <w:rsid w:val="00FE59F3"/>
    <w:rsid w:val="00FE63CB"/>
    <w:rsid w:val="00FE7560"/>
    <w:rsid w:val="00FF4D5C"/>
    <w:rsid w:val="00FF5BF6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6B4C4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0A49"/>
    <w:pPr>
      <w:keepNext/>
      <w:outlineLvl w:val="0"/>
    </w:pPr>
    <w:rPr>
      <w:b/>
      <w:bCs/>
      <w:color w:val="FF00FF"/>
    </w:rPr>
  </w:style>
  <w:style w:type="paragraph" w:styleId="Nagwek2">
    <w:name w:val="heading 2"/>
    <w:aliases w:val="heading 3"/>
    <w:basedOn w:val="Normalny"/>
    <w:next w:val="Normalny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semiHidden/>
    <w:rsid w:val="006B4C47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6B4C47"/>
  </w:style>
  <w:style w:type="paragraph" w:customStyle="1" w:styleId="ReadingHead">
    <w:name w:val="Reading Head"/>
    <w:basedOn w:val="Text"/>
    <w:rsid w:val="006B4C4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6B4C47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6B4C4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6B4C47"/>
    <w:rPr>
      <w:i/>
      <w:color w:val="003366"/>
      <w:sz w:val="24"/>
      <w:szCs w:val="24"/>
    </w:rPr>
  </w:style>
  <w:style w:type="paragraph" w:customStyle="1" w:styleId="RealiaText">
    <w:name w:val="Realia Text"/>
    <w:rsid w:val="006B4C47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6B4C47"/>
    <w:pPr>
      <w:ind w:left="0" w:firstLine="0"/>
    </w:pPr>
  </w:style>
  <w:style w:type="paragraph" w:customStyle="1" w:styleId="TextList">
    <w:name w:val="Text List"/>
    <w:rsid w:val="006B4C47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semiHidden/>
    <w:rsid w:val="00E40A4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E40A49"/>
    <w:rPr>
      <w:rFonts w:ascii="Lucida Grande" w:hAnsi="Lucida Grand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E40A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40A49"/>
  </w:style>
  <w:style w:type="paragraph" w:customStyle="1" w:styleId="BriefPhoto">
    <w:name w:val="Brief Photo"/>
    <w:rsid w:val="006B4C47"/>
    <w:pPr>
      <w:spacing w:before="120" w:after="120"/>
    </w:pPr>
    <w:rPr>
      <w:i/>
      <w:color w:val="800080"/>
      <w:sz w:val="24"/>
      <w:szCs w:val="24"/>
    </w:rPr>
  </w:style>
  <w:style w:type="character" w:styleId="Odwoaniedokomentarza">
    <w:name w:val="annotation reference"/>
    <w:uiPriority w:val="99"/>
    <w:semiHidden/>
    <w:rsid w:val="00E40A49"/>
    <w:rPr>
      <w:sz w:val="16"/>
      <w:szCs w:val="16"/>
    </w:rPr>
  </w:style>
  <w:style w:type="paragraph" w:styleId="Stopka">
    <w:name w:val="footer"/>
    <w:basedOn w:val="Normalny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Nagwek">
    <w:name w:val="header"/>
    <w:basedOn w:val="Normalny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6B4C47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ny"/>
    <w:link w:val="HeadASectionChar"/>
    <w:autoRedefine/>
    <w:rsid w:val="00257CC0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257CC0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6B4C47"/>
    <w:rPr>
      <w:rFonts w:ascii="Charis SIL" w:hAnsi="Charis SIL"/>
    </w:rPr>
  </w:style>
  <w:style w:type="character" w:customStyle="1" w:styleId="GapFillchr">
    <w:name w:val="Gap Fill chr"/>
    <w:rsid w:val="006B4C47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omylnaczcionkaakapitu"/>
    <w:rsid w:val="006B4C47"/>
  </w:style>
  <w:style w:type="paragraph" w:customStyle="1" w:styleId="RealiaHead">
    <w:name w:val="Realia Head"/>
    <w:basedOn w:val="RealiaText"/>
    <w:rsid w:val="006B4C47"/>
    <w:pPr>
      <w:spacing w:before="240" w:after="60"/>
    </w:pPr>
    <w:rPr>
      <w:b/>
      <w:u w:val="single"/>
    </w:rPr>
  </w:style>
  <w:style w:type="paragraph" w:styleId="Bezodstpw">
    <w:name w:val="No Spacing"/>
    <w:qFormat/>
    <w:rsid w:val="00E40A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semiHidden/>
    <w:rsid w:val="00E40A49"/>
    <w:rPr>
      <w:sz w:val="24"/>
      <w:szCs w:val="24"/>
    </w:rPr>
  </w:style>
  <w:style w:type="table" w:styleId="Tabela-Siatka">
    <w:name w:val="Table Grid"/>
    <w:basedOn w:val="Standardowy"/>
    <w:rsid w:val="006B4C47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6B4C47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6B4C47"/>
    <w:rPr>
      <w:color w:val="333399"/>
    </w:rPr>
  </w:style>
  <w:style w:type="paragraph" w:customStyle="1" w:styleId="Rubric">
    <w:name w:val="Rubric"/>
    <w:rsid w:val="006B4C47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ny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Nagwek4Znak">
    <w:name w:val="Nagłówek 4 Znak"/>
    <w:basedOn w:val="Domylnaczcionkaakapitu"/>
    <w:link w:val="Nagwek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Nagwek1Znak">
    <w:name w:val="Nagłówek 1 Znak"/>
    <w:link w:val="Nagwek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ny"/>
    <w:rsid w:val="006B4C47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6B4C47"/>
    <w:rPr>
      <w:b/>
    </w:rPr>
  </w:style>
  <w:style w:type="paragraph" w:customStyle="1" w:styleId="TextDialogue">
    <w:name w:val="Text Dialogue"/>
    <w:basedOn w:val="TextList"/>
    <w:rsid w:val="006B4C47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6B4C47"/>
  </w:style>
  <w:style w:type="paragraph" w:customStyle="1" w:styleId="AudioscriptHead">
    <w:name w:val="Audioscript Head"/>
    <w:basedOn w:val="Audioscript"/>
    <w:rsid w:val="006B4C47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6B4C47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6B4C47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ny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ny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ny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ny"/>
    <w:qFormat/>
    <w:rsid w:val="006B4C47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6B4C47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ny"/>
    <w:rsid w:val="006B4C47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6B4C47"/>
    <w:rPr>
      <w:i/>
      <w:color w:val="339966"/>
    </w:rPr>
  </w:style>
  <w:style w:type="paragraph" w:customStyle="1" w:styleId="TextReference">
    <w:name w:val="Text Reference"/>
    <w:basedOn w:val="Normalny"/>
    <w:rsid w:val="006B4C47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6B4C47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omylnaczcionkaakapitu"/>
    <w:rsid w:val="00E40A49"/>
    <w:rPr>
      <w:caps/>
      <w:color w:val="800000"/>
    </w:rPr>
  </w:style>
  <w:style w:type="character" w:customStyle="1" w:styleId="HighlightedTextChr">
    <w:name w:val="Highlighted Text Chr"/>
    <w:basedOn w:val="Domylnaczcionkaakapitu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6B4C47"/>
    <w:rPr>
      <w:i/>
      <w:color w:val="339966"/>
    </w:rPr>
  </w:style>
  <w:style w:type="paragraph" w:customStyle="1" w:styleId="ClassBoxHead">
    <w:name w:val="Class Box 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ny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E40A49"/>
    <w:pPr>
      <w:ind w:left="720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ny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omylnaczcionkaakapitu"/>
    <w:rsid w:val="00410F3A"/>
  </w:style>
  <w:style w:type="character" w:styleId="Hipercze">
    <w:name w:val="Hyperlink"/>
    <w:basedOn w:val="Domylnaczcionkaakapitu"/>
    <w:unhideWhenUsed/>
    <w:rsid w:val="00426D6E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426D6E"/>
    <w:rPr>
      <w:color w:val="800080" w:themeColor="followedHyperlink"/>
      <w:u w:val="single"/>
    </w:rPr>
  </w:style>
  <w:style w:type="character" w:styleId="Uwydatnienie">
    <w:name w:val="Emphasis"/>
    <w:basedOn w:val="Domylnaczcionkaakapitu"/>
    <w:qFormat/>
    <w:rsid w:val="005F0FB0"/>
    <w:rPr>
      <w:i/>
      <w:iCs/>
    </w:rPr>
  </w:style>
  <w:style w:type="paragraph" w:customStyle="1" w:styleId="VocabularyHead">
    <w:name w:val="Vocabulary Head"/>
    <w:basedOn w:val="Text"/>
    <w:rsid w:val="006B4C4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6B4C4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6B4C4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6B4C4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6B4C4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6B4C4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6B4C4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6B4C4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6B4C4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6B4C4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ny"/>
    <w:rsid w:val="006B4C47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6B4C47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ny"/>
    <w:rsid w:val="006B4C47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ny"/>
    <w:autoRedefine/>
    <w:rsid w:val="006B4C47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6B4C47"/>
    <w:pPr>
      <w:shd w:val="clear" w:color="auto" w:fill="CCECFF"/>
    </w:pPr>
  </w:style>
  <w:style w:type="paragraph" w:customStyle="1" w:styleId="UnitObjectives">
    <w:name w:val="Unit Objectives"/>
    <w:rsid w:val="006B4C4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6B4C47"/>
    <w:rPr>
      <w:b/>
    </w:rPr>
  </w:style>
  <w:style w:type="paragraph" w:customStyle="1" w:styleId="CommonErrorsHead">
    <w:name w:val="Common Errors Head"/>
    <w:basedOn w:val="VocabularyHead"/>
    <w:rsid w:val="006B4C4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6B4C4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6B4C4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6B4C4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6B4C4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6B4C4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1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C99976B-DFE8-4ED3-9963-DCC0BE434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1</TotalTime>
  <Pages>3</Pages>
  <Words>1137</Words>
  <Characters>6826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Zawilinska-Janas, Malgorzata</cp:lastModifiedBy>
  <cp:revision>3</cp:revision>
  <cp:lastPrinted>2019-03-13T13:00:00Z</cp:lastPrinted>
  <dcterms:created xsi:type="dcterms:W3CDTF">2019-05-24T12:15:00Z</dcterms:created>
  <dcterms:modified xsi:type="dcterms:W3CDTF">2019-05-24T12:16:00Z</dcterms:modified>
</cp:coreProperties>
</file>