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8AE5E" w14:textId="77777777" w:rsidR="001D6331" w:rsidRPr="0039120F" w:rsidRDefault="001D6331" w:rsidP="0039120F">
      <w:pPr>
        <w:pStyle w:val="HeadASection"/>
        <w:rPr>
          <w:lang w:val="en-GB"/>
        </w:rPr>
      </w:pPr>
      <w:r w:rsidRPr="0039120F">
        <w:rPr>
          <w:lang w:val="en-GB"/>
        </w:rPr>
        <w:t>Unit 1</w:t>
      </w:r>
    </w:p>
    <w:p w14:paraId="06A5F630" w14:textId="77777777" w:rsidR="001D6331" w:rsidRPr="00825498" w:rsidRDefault="001D6331" w:rsidP="000A70EF">
      <w:pPr>
        <w:pStyle w:val="AnswerKey"/>
        <w:pBdr>
          <w:top w:val="none" w:sz="0" w:space="0" w:color="auto"/>
          <w:left w:val="none" w:sz="0" w:space="0" w:color="auto"/>
          <w:bottom w:val="none" w:sz="0" w:space="0" w:color="auto"/>
          <w:right w:val="none" w:sz="0" w:space="0" w:color="auto"/>
        </w:pBdr>
        <w:rPr>
          <w:b/>
        </w:rPr>
      </w:pPr>
      <w:r w:rsidRPr="00825498">
        <w:rPr>
          <w:b/>
        </w:rPr>
        <w:t>LANGUAGE AND SKILLS TEST</w:t>
      </w:r>
    </w:p>
    <w:p w14:paraId="27E23F18" w14:textId="77777777" w:rsidR="001D6331" w:rsidRPr="005B1E5B" w:rsidRDefault="001D6331" w:rsidP="000A70EF">
      <w:pPr>
        <w:pStyle w:val="AnswerKey"/>
        <w:pBdr>
          <w:top w:val="none" w:sz="0" w:space="0" w:color="auto"/>
          <w:left w:val="none" w:sz="0" w:space="0" w:color="auto"/>
          <w:bottom w:val="none" w:sz="0" w:space="0" w:color="auto"/>
          <w:right w:val="none" w:sz="0" w:space="0" w:color="auto"/>
        </w:pBdr>
      </w:pPr>
      <w:r w:rsidRPr="00825498">
        <w:rPr>
          <w:b/>
        </w:rPr>
        <w:t>Language</w:t>
      </w:r>
    </w:p>
    <w:p w14:paraId="4BF7AA85" w14:textId="77557C97" w:rsidR="008C1FBA" w:rsidRPr="00825498" w:rsidRDefault="008C1FBA" w:rsidP="00825498">
      <w:pPr>
        <w:pStyle w:val="AnswerKey"/>
        <w:pBdr>
          <w:top w:val="none" w:sz="0" w:space="0" w:color="auto"/>
          <w:left w:val="none" w:sz="0" w:space="0" w:color="auto"/>
          <w:bottom w:val="none" w:sz="0" w:space="0" w:color="auto"/>
          <w:right w:val="none" w:sz="0" w:space="0" w:color="auto"/>
        </w:pBdr>
        <w:rPr>
          <w:b/>
        </w:rPr>
      </w:pPr>
      <w:r w:rsidRPr="00825498">
        <w:rPr>
          <w:b/>
        </w:rPr>
        <w:t>1</w:t>
      </w:r>
    </w:p>
    <w:p w14:paraId="2FB87C4E" w14:textId="17B41246" w:rsidR="00F376F7" w:rsidRDefault="006E31E9" w:rsidP="00825498">
      <w:pPr>
        <w:pStyle w:val="AnswerKey"/>
        <w:pBdr>
          <w:top w:val="none" w:sz="0" w:space="0" w:color="auto"/>
          <w:left w:val="none" w:sz="0" w:space="0" w:color="auto"/>
          <w:bottom w:val="none" w:sz="0" w:space="0" w:color="auto"/>
          <w:right w:val="none" w:sz="0" w:space="0" w:color="auto"/>
        </w:pBdr>
      </w:pPr>
      <w:r>
        <w:t>1</w:t>
      </w:r>
      <w:r w:rsidR="00B841DC">
        <w:t xml:space="preserve"> c</w:t>
      </w:r>
    </w:p>
    <w:p w14:paraId="20C9BB11" w14:textId="722DD0B5" w:rsidR="006E31E9" w:rsidRDefault="006E31E9" w:rsidP="00825498">
      <w:pPr>
        <w:pStyle w:val="AnswerKey"/>
        <w:pBdr>
          <w:top w:val="none" w:sz="0" w:space="0" w:color="auto"/>
          <w:left w:val="none" w:sz="0" w:space="0" w:color="auto"/>
          <w:bottom w:val="none" w:sz="0" w:space="0" w:color="auto"/>
          <w:right w:val="none" w:sz="0" w:space="0" w:color="auto"/>
        </w:pBdr>
      </w:pPr>
      <w:r>
        <w:t>2</w:t>
      </w:r>
      <w:r w:rsidR="004D0B31">
        <w:t xml:space="preserve"> </w:t>
      </w:r>
      <w:r w:rsidR="00B841DC">
        <w:t>a</w:t>
      </w:r>
    </w:p>
    <w:p w14:paraId="77F705CF" w14:textId="62ACA251" w:rsidR="006E31E9" w:rsidRDefault="006E31E9" w:rsidP="00825498">
      <w:pPr>
        <w:pStyle w:val="AnswerKey"/>
        <w:pBdr>
          <w:top w:val="none" w:sz="0" w:space="0" w:color="auto"/>
          <w:left w:val="none" w:sz="0" w:space="0" w:color="auto"/>
          <w:bottom w:val="none" w:sz="0" w:space="0" w:color="auto"/>
          <w:right w:val="none" w:sz="0" w:space="0" w:color="auto"/>
        </w:pBdr>
      </w:pPr>
      <w:r>
        <w:t>3</w:t>
      </w:r>
      <w:r w:rsidR="004D0B31">
        <w:t xml:space="preserve"> </w:t>
      </w:r>
      <w:r w:rsidR="00B841DC">
        <w:t>d</w:t>
      </w:r>
    </w:p>
    <w:p w14:paraId="61F07933" w14:textId="13DBF34A" w:rsidR="006E31E9" w:rsidRDefault="006E31E9" w:rsidP="00825498">
      <w:pPr>
        <w:pStyle w:val="AnswerKey"/>
        <w:pBdr>
          <w:top w:val="none" w:sz="0" w:space="0" w:color="auto"/>
          <w:left w:val="none" w:sz="0" w:space="0" w:color="auto"/>
          <w:bottom w:val="none" w:sz="0" w:space="0" w:color="auto"/>
          <w:right w:val="none" w:sz="0" w:space="0" w:color="auto"/>
        </w:pBdr>
      </w:pPr>
      <w:r>
        <w:t>4</w:t>
      </w:r>
      <w:r w:rsidR="004D0B31">
        <w:t xml:space="preserve"> </w:t>
      </w:r>
      <w:r w:rsidR="00B841DC">
        <w:t>c</w:t>
      </w:r>
    </w:p>
    <w:p w14:paraId="33D61EE8" w14:textId="78112D01" w:rsidR="006E31E9" w:rsidRDefault="006E31E9" w:rsidP="00825498">
      <w:pPr>
        <w:pStyle w:val="AnswerKey"/>
        <w:pBdr>
          <w:top w:val="none" w:sz="0" w:space="0" w:color="auto"/>
          <w:left w:val="none" w:sz="0" w:space="0" w:color="auto"/>
          <w:bottom w:val="none" w:sz="0" w:space="0" w:color="auto"/>
          <w:right w:val="none" w:sz="0" w:space="0" w:color="auto"/>
        </w:pBdr>
      </w:pPr>
      <w:r>
        <w:t>5</w:t>
      </w:r>
      <w:r w:rsidR="004D0B31">
        <w:t xml:space="preserve"> </w:t>
      </w:r>
      <w:r w:rsidR="00B841DC">
        <w:t>d</w:t>
      </w:r>
    </w:p>
    <w:p w14:paraId="49B77340" w14:textId="45F8785F" w:rsidR="006E31E9" w:rsidRDefault="006E31E9" w:rsidP="00825498">
      <w:pPr>
        <w:pStyle w:val="AnswerKey"/>
        <w:pBdr>
          <w:top w:val="none" w:sz="0" w:space="0" w:color="auto"/>
          <w:left w:val="none" w:sz="0" w:space="0" w:color="auto"/>
          <w:bottom w:val="none" w:sz="0" w:space="0" w:color="auto"/>
          <w:right w:val="none" w:sz="0" w:space="0" w:color="auto"/>
        </w:pBdr>
      </w:pPr>
      <w:r>
        <w:t>6</w:t>
      </w:r>
      <w:r w:rsidR="004D0B31">
        <w:t xml:space="preserve"> </w:t>
      </w:r>
      <w:r w:rsidR="00B841DC">
        <w:t>b</w:t>
      </w:r>
    </w:p>
    <w:p w14:paraId="33713021" w14:textId="682EBBD6" w:rsidR="006E31E9" w:rsidRDefault="006E31E9" w:rsidP="00825498">
      <w:pPr>
        <w:pStyle w:val="AnswerKey"/>
        <w:pBdr>
          <w:top w:val="none" w:sz="0" w:space="0" w:color="auto"/>
          <w:left w:val="none" w:sz="0" w:space="0" w:color="auto"/>
          <w:bottom w:val="none" w:sz="0" w:space="0" w:color="auto"/>
          <w:right w:val="none" w:sz="0" w:space="0" w:color="auto"/>
        </w:pBdr>
      </w:pPr>
      <w:r>
        <w:t>7</w:t>
      </w:r>
      <w:r w:rsidR="004D0B31">
        <w:t xml:space="preserve"> </w:t>
      </w:r>
      <w:r w:rsidR="00B841DC">
        <w:t>d</w:t>
      </w:r>
    </w:p>
    <w:p w14:paraId="5E717437" w14:textId="63E8ED16" w:rsidR="006E31E9" w:rsidRDefault="006E31E9" w:rsidP="00825498">
      <w:pPr>
        <w:pStyle w:val="AnswerKey"/>
        <w:pBdr>
          <w:top w:val="none" w:sz="0" w:space="0" w:color="auto"/>
          <w:left w:val="none" w:sz="0" w:space="0" w:color="auto"/>
          <w:bottom w:val="none" w:sz="0" w:space="0" w:color="auto"/>
          <w:right w:val="none" w:sz="0" w:space="0" w:color="auto"/>
        </w:pBdr>
      </w:pPr>
      <w:r>
        <w:t>8</w:t>
      </w:r>
      <w:r w:rsidR="004D0B31">
        <w:t xml:space="preserve"> </w:t>
      </w:r>
      <w:r w:rsidR="00B841DC">
        <w:t>a</w:t>
      </w:r>
    </w:p>
    <w:p w14:paraId="12114B2E" w14:textId="79DC57DB" w:rsidR="006E31E9" w:rsidRDefault="006E31E9" w:rsidP="00825498">
      <w:pPr>
        <w:pStyle w:val="AnswerKey"/>
        <w:pBdr>
          <w:top w:val="none" w:sz="0" w:space="0" w:color="auto"/>
          <w:left w:val="none" w:sz="0" w:space="0" w:color="auto"/>
          <w:bottom w:val="none" w:sz="0" w:space="0" w:color="auto"/>
          <w:right w:val="none" w:sz="0" w:space="0" w:color="auto"/>
        </w:pBdr>
      </w:pPr>
      <w:r>
        <w:t>9</w:t>
      </w:r>
      <w:r w:rsidR="004D0B31">
        <w:t xml:space="preserve"> </w:t>
      </w:r>
      <w:r w:rsidR="00B841DC">
        <w:t>a</w:t>
      </w:r>
    </w:p>
    <w:p w14:paraId="7C0C2A8C" w14:textId="152357DC" w:rsidR="006E31E9" w:rsidRDefault="006E31E9" w:rsidP="00825498">
      <w:pPr>
        <w:pStyle w:val="AnswerKey"/>
        <w:pBdr>
          <w:top w:val="none" w:sz="0" w:space="0" w:color="auto"/>
          <w:left w:val="none" w:sz="0" w:space="0" w:color="auto"/>
          <w:bottom w:val="none" w:sz="0" w:space="0" w:color="auto"/>
          <w:right w:val="none" w:sz="0" w:space="0" w:color="auto"/>
        </w:pBdr>
      </w:pPr>
      <w:r>
        <w:t>10</w:t>
      </w:r>
      <w:r w:rsidR="004D0B31">
        <w:t xml:space="preserve"> </w:t>
      </w:r>
      <w:r w:rsidR="00B841DC">
        <w:t>b</w:t>
      </w:r>
    </w:p>
    <w:p w14:paraId="77261D60" w14:textId="0C41D2D4" w:rsidR="00B26AEC" w:rsidRDefault="00B26AEC" w:rsidP="00825498">
      <w:pPr>
        <w:pStyle w:val="AnswerKey"/>
        <w:pBdr>
          <w:top w:val="none" w:sz="0" w:space="0" w:color="auto"/>
          <w:left w:val="none" w:sz="0" w:space="0" w:color="auto"/>
          <w:bottom w:val="none" w:sz="0" w:space="0" w:color="auto"/>
          <w:right w:val="none" w:sz="0" w:space="0" w:color="auto"/>
        </w:pBdr>
      </w:pPr>
    </w:p>
    <w:p w14:paraId="7ADA847F" w14:textId="30E29F73" w:rsidR="00331CB8" w:rsidRPr="00825498" w:rsidRDefault="00B26AEC" w:rsidP="00825498">
      <w:pPr>
        <w:pStyle w:val="AnswerKey"/>
        <w:pBdr>
          <w:top w:val="none" w:sz="0" w:space="0" w:color="auto"/>
          <w:left w:val="none" w:sz="0" w:space="0" w:color="auto"/>
          <w:bottom w:val="none" w:sz="0" w:space="0" w:color="auto"/>
          <w:right w:val="none" w:sz="0" w:space="0" w:color="auto"/>
        </w:pBdr>
        <w:rPr>
          <w:b/>
        </w:rPr>
      </w:pPr>
      <w:r w:rsidRPr="00825498">
        <w:rPr>
          <w:b/>
        </w:rPr>
        <w:t>2</w:t>
      </w:r>
    </w:p>
    <w:p w14:paraId="0C178945" w14:textId="09B8FB7C"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 xml:space="preserve">1 doesn’t </w:t>
      </w:r>
      <w:r w:rsidR="00BB1CC9">
        <w:t>it</w:t>
      </w:r>
    </w:p>
    <w:p w14:paraId="7DF9C3DA" w14:textId="42663002"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 xml:space="preserve">2 hasn’t </w:t>
      </w:r>
      <w:r w:rsidR="00BB1CC9">
        <w:t>she</w:t>
      </w:r>
    </w:p>
    <w:p w14:paraId="71DB6D57" w14:textId="3C929E4D"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3 is</w:t>
      </w:r>
      <w:r w:rsidR="00BB1CC9">
        <w:t xml:space="preserve"> it</w:t>
      </w:r>
    </w:p>
    <w:p w14:paraId="09FE9938" w14:textId="20CD37AA" w:rsidR="00331CB8" w:rsidRPr="00B67C7F" w:rsidRDefault="00331CB8" w:rsidP="00825498">
      <w:pPr>
        <w:pStyle w:val="AnswerKey"/>
        <w:pBdr>
          <w:top w:val="none" w:sz="0" w:space="0" w:color="auto"/>
          <w:left w:val="none" w:sz="0" w:space="0" w:color="auto"/>
          <w:bottom w:val="none" w:sz="0" w:space="0" w:color="auto"/>
          <w:right w:val="none" w:sz="0" w:space="0" w:color="auto"/>
        </w:pBdr>
        <w:rPr>
          <w:vertAlign w:val="subscript"/>
        </w:rPr>
      </w:pPr>
      <w:r w:rsidRPr="00331CB8">
        <w:t>4 didn’t</w:t>
      </w:r>
      <w:r w:rsidR="00BB1CC9">
        <w:t xml:space="preserve"> they</w:t>
      </w:r>
    </w:p>
    <w:p w14:paraId="0748C181" w14:textId="18947C19"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 xml:space="preserve">5 </w:t>
      </w:r>
      <w:r w:rsidR="00BB1CC9">
        <w:t>shall we</w:t>
      </w:r>
      <w:r w:rsidRPr="00331CB8">
        <w:t xml:space="preserve"> </w:t>
      </w:r>
    </w:p>
    <w:p w14:paraId="0D342245" w14:textId="33CB15EF"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6 did</w:t>
      </w:r>
      <w:r w:rsidR="00BB1CC9">
        <w:t xml:space="preserve"> he</w:t>
      </w:r>
    </w:p>
    <w:p w14:paraId="24137195" w14:textId="33410814"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7 are</w:t>
      </w:r>
      <w:r w:rsidR="00BB1CC9">
        <w:t xml:space="preserve"> they</w:t>
      </w:r>
    </w:p>
    <w:p w14:paraId="18F923AB" w14:textId="13697977"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 xml:space="preserve">8 </w:t>
      </w:r>
      <w:r w:rsidR="00BB1CC9">
        <w:t>will you</w:t>
      </w:r>
    </w:p>
    <w:p w14:paraId="28DA15FD" w14:textId="670CD6BD"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9 will</w:t>
      </w:r>
      <w:r w:rsidR="00BB1CC9">
        <w:t xml:space="preserve"> they</w:t>
      </w:r>
    </w:p>
    <w:p w14:paraId="518A4D98" w14:textId="609AB8F2"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10 can’t</w:t>
      </w:r>
      <w:r w:rsidR="00BB1CC9">
        <w:t xml:space="preserve"> you</w:t>
      </w:r>
    </w:p>
    <w:p w14:paraId="703EDDF0" w14:textId="36D52A49" w:rsidR="00B26AEC" w:rsidRDefault="00B26AEC" w:rsidP="00825498">
      <w:pPr>
        <w:pStyle w:val="AnswerKey"/>
        <w:pBdr>
          <w:top w:val="none" w:sz="0" w:space="0" w:color="auto"/>
          <w:left w:val="none" w:sz="0" w:space="0" w:color="auto"/>
          <w:bottom w:val="none" w:sz="0" w:space="0" w:color="auto"/>
          <w:right w:val="none" w:sz="0" w:space="0" w:color="auto"/>
        </w:pBdr>
      </w:pPr>
    </w:p>
    <w:p w14:paraId="2AC41427" w14:textId="782131BC" w:rsidR="00B26AEC" w:rsidRPr="00825498" w:rsidRDefault="00B26AEC" w:rsidP="00825498">
      <w:pPr>
        <w:pStyle w:val="AnswerKey"/>
        <w:pBdr>
          <w:top w:val="none" w:sz="0" w:space="0" w:color="auto"/>
          <w:left w:val="none" w:sz="0" w:space="0" w:color="auto"/>
          <w:bottom w:val="none" w:sz="0" w:space="0" w:color="auto"/>
          <w:right w:val="none" w:sz="0" w:space="0" w:color="auto"/>
        </w:pBdr>
        <w:rPr>
          <w:b/>
        </w:rPr>
      </w:pPr>
      <w:r w:rsidRPr="00825498">
        <w:rPr>
          <w:b/>
        </w:rPr>
        <w:t>3</w:t>
      </w:r>
    </w:p>
    <w:p w14:paraId="1B80816E" w14:textId="77777777" w:rsidR="000A70EF" w:rsidRDefault="009C1337" w:rsidP="00825498">
      <w:pPr>
        <w:pStyle w:val="AnswerKey"/>
        <w:pBdr>
          <w:top w:val="none" w:sz="0" w:space="0" w:color="auto"/>
          <w:left w:val="none" w:sz="0" w:space="0" w:color="auto"/>
          <w:bottom w:val="none" w:sz="0" w:space="0" w:color="auto"/>
          <w:right w:val="none" w:sz="0" w:space="0" w:color="auto"/>
        </w:pBdr>
      </w:pPr>
      <w:r w:rsidRPr="00DD5FC0">
        <w:t>1</w:t>
      </w:r>
      <w:r w:rsidR="00B67C7F">
        <w:t xml:space="preserve"> </w:t>
      </w:r>
      <w:r>
        <w:t>b</w:t>
      </w:r>
    </w:p>
    <w:p w14:paraId="02A575E7" w14:textId="50658E6A" w:rsidR="000A70EF" w:rsidRDefault="009C1337" w:rsidP="00825498">
      <w:pPr>
        <w:pStyle w:val="AnswerKey"/>
        <w:pBdr>
          <w:top w:val="none" w:sz="0" w:space="0" w:color="auto"/>
          <w:left w:val="none" w:sz="0" w:space="0" w:color="auto"/>
          <w:bottom w:val="none" w:sz="0" w:space="0" w:color="auto"/>
          <w:right w:val="none" w:sz="0" w:space="0" w:color="auto"/>
        </w:pBdr>
      </w:pPr>
      <w:r w:rsidRPr="00DD5FC0">
        <w:t>2</w:t>
      </w:r>
      <w:r w:rsidR="00B67C7F">
        <w:t xml:space="preserve"> </w:t>
      </w:r>
      <w:r w:rsidRPr="00DD5FC0">
        <w:t>c</w:t>
      </w:r>
    </w:p>
    <w:p w14:paraId="07C19CB0" w14:textId="63155D96" w:rsidR="000A70EF" w:rsidRDefault="009C1337" w:rsidP="00825498">
      <w:pPr>
        <w:pStyle w:val="AnswerKey"/>
        <w:pBdr>
          <w:top w:val="none" w:sz="0" w:space="0" w:color="auto"/>
          <w:left w:val="none" w:sz="0" w:space="0" w:color="auto"/>
          <w:bottom w:val="none" w:sz="0" w:space="0" w:color="auto"/>
          <w:right w:val="none" w:sz="0" w:space="0" w:color="auto"/>
        </w:pBdr>
      </w:pPr>
      <w:r w:rsidRPr="00DD5FC0">
        <w:t>3</w:t>
      </w:r>
      <w:r w:rsidR="00B67C7F">
        <w:t xml:space="preserve"> </w:t>
      </w:r>
      <w:r w:rsidRPr="00DD5FC0">
        <w:t>c</w:t>
      </w:r>
    </w:p>
    <w:p w14:paraId="3169CA82" w14:textId="45B41E9B" w:rsidR="000A70EF" w:rsidRDefault="009C1337" w:rsidP="00825498">
      <w:pPr>
        <w:pStyle w:val="AnswerKey"/>
        <w:pBdr>
          <w:top w:val="none" w:sz="0" w:space="0" w:color="auto"/>
          <w:left w:val="none" w:sz="0" w:space="0" w:color="auto"/>
          <w:bottom w:val="none" w:sz="0" w:space="0" w:color="auto"/>
          <w:right w:val="none" w:sz="0" w:space="0" w:color="auto"/>
        </w:pBdr>
      </w:pPr>
      <w:r w:rsidRPr="00DD5FC0">
        <w:t>4</w:t>
      </w:r>
      <w:r w:rsidR="00B67C7F">
        <w:t xml:space="preserve"> </w:t>
      </w:r>
      <w:r w:rsidRPr="00DD5FC0">
        <w:t>b</w:t>
      </w:r>
    </w:p>
    <w:p w14:paraId="6A812041" w14:textId="4ABC89B5" w:rsidR="00EA7E29" w:rsidRDefault="009C1337" w:rsidP="00825498">
      <w:pPr>
        <w:pStyle w:val="AnswerKey"/>
        <w:pBdr>
          <w:top w:val="none" w:sz="0" w:space="0" w:color="auto"/>
          <w:left w:val="none" w:sz="0" w:space="0" w:color="auto"/>
          <w:bottom w:val="none" w:sz="0" w:space="0" w:color="auto"/>
          <w:right w:val="none" w:sz="0" w:space="0" w:color="auto"/>
        </w:pBdr>
      </w:pPr>
      <w:r w:rsidRPr="00DD5FC0">
        <w:t>5</w:t>
      </w:r>
      <w:r w:rsidR="00B67C7F">
        <w:t xml:space="preserve"> </w:t>
      </w:r>
      <w:r w:rsidRPr="00DD5FC0">
        <w:t>a</w:t>
      </w:r>
    </w:p>
    <w:p w14:paraId="5B847C8A" w14:textId="77777777" w:rsidR="000A70EF" w:rsidRDefault="000A70EF" w:rsidP="00825498">
      <w:pPr>
        <w:pStyle w:val="AnswerKey"/>
        <w:pBdr>
          <w:top w:val="none" w:sz="0" w:space="0" w:color="auto"/>
          <w:left w:val="none" w:sz="0" w:space="0" w:color="auto"/>
          <w:bottom w:val="none" w:sz="0" w:space="0" w:color="auto"/>
          <w:right w:val="none" w:sz="0" w:space="0" w:color="auto"/>
        </w:pBdr>
      </w:pPr>
    </w:p>
    <w:p w14:paraId="48569323" w14:textId="0637E012" w:rsidR="00B26AEC" w:rsidRPr="00825498" w:rsidRDefault="00B26AEC" w:rsidP="00825498">
      <w:pPr>
        <w:pStyle w:val="AnswerKey"/>
        <w:pBdr>
          <w:top w:val="none" w:sz="0" w:space="0" w:color="auto"/>
          <w:left w:val="none" w:sz="0" w:space="0" w:color="auto"/>
          <w:bottom w:val="none" w:sz="0" w:space="0" w:color="auto"/>
          <w:right w:val="none" w:sz="0" w:space="0" w:color="auto"/>
        </w:pBdr>
        <w:rPr>
          <w:b/>
        </w:rPr>
      </w:pPr>
      <w:r w:rsidRPr="00825498">
        <w:rPr>
          <w:b/>
        </w:rPr>
        <w:t>4</w:t>
      </w:r>
    </w:p>
    <w:p w14:paraId="115789BA" w14:textId="3DFBC15E" w:rsidR="009C1337" w:rsidRDefault="009C1337" w:rsidP="00825498">
      <w:pPr>
        <w:pStyle w:val="AnswerKey"/>
        <w:pBdr>
          <w:top w:val="none" w:sz="0" w:space="0" w:color="auto"/>
          <w:left w:val="none" w:sz="0" w:space="0" w:color="auto"/>
          <w:bottom w:val="none" w:sz="0" w:space="0" w:color="auto"/>
          <w:right w:val="none" w:sz="0" w:space="0" w:color="auto"/>
        </w:pBdr>
      </w:pPr>
      <w:r>
        <w:t xml:space="preserve">1 </w:t>
      </w:r>
      <w:r w:rsidR="00FE54FD">
        <w:t>Sorry to interrupt</w:t>
      </w:r>
    </w:p>
    <w:p w14:paraId="664B709F" w14:textId="77C8B82B" w:rsidR="009C1337" w:rsidRDefault="009C1337" w:rsidP="00825498">
      <w:pPr>
        <w:pStyle w:val="AnswerKey"/>
        <w:pBdr>
          <w:top w:val="none" w:sz="0" w:space="0" w:color="auto"/>
          <w:left w:val="none" w:sz="0" w:space="0" w:color="auto"/>
          <w:bottom w:val="none" w:sz="0" w:space="0" w:color="auto"/>
          <w:right w:val="none" w:sz="0" w:space="0" w:color="auto"/>
        </w:pBdr>
      </w:pPr>
      <w:r>
        <w:t xml:space="preserve">2 </w:t>
      </w:r>
      <w:r w:rsidR="00FE54FD">
        <w:t>afraid I don’t know</w:t>
      </w:r>
    </w:p>
    <w:p w14:paraId="772C6B9C" w14:textId="58CEF142" w:rsidR="009C1337" w:rsidRDefault="009C1337" w:rsidP="00825498">
      <w:pPr>
        <w:pStyle w:val="AnswerKey"/>
        <w:pBdr>
          <w:top w:val="none" w:sz="0" w:space="0" w:color="auto"/>
          <w:left w:val="none" w:sz="0" w:space="0" w:color="auto"/>
          <w:bottom w:val="none" w:sz="0" w:space="0" w:color="auto"/>
          <w:right w:val="none" w:sz="0" w:space="0" w:color="auto"/>
        </w:pBdr>
      </w:pPr>
      <w:r>
        <w:t xml:space="preserve">3 </w:t>
      </w:r>
      <w:r w:rsidR="00FE54FD">
        <w:t>put you in touch with</w:t>
      </w:r>
    </w:p>
    <w:p w14:paraId="7E29366E" w14:textId="160A66EB" w:rsidR="009C1337" w:rsidRDefault="009C1337" w:rsidP="00825498">
      <w:pPr>
        <w:pStyle w:val="AnswerKey"/>
        <w:pBdr>
          <w:top w:val="none" w:sz="0" w:space="0" w:color="auto"/>
          <w:left w:val="none" w:sz="0" w:space="0" w:color="auto"/>
          <w:bottom w:val="none" w:sz="0" w:space="0" w:color="auto"/>
          <w:right w:val="none" w:sz="0" w:space="0" w:color="auto"/>
        </w:pBdr>
      </w:pPr>
      <w:r>
        <w:t xml:space="preserve">4 </w:t>
      </w:r>
      <w:r w:rsidR="00FE54FD">
        <w:t>What’s the question exactly</w:t>
      </w:r>
    </w:p>
    <w:p w14:paraId="0E1A166C" w14:textId="281AF51A" w:rsidR="009C1337" w:rsidRPr="00E84816" w:rsidRDefault="009C1337" w:rsidP="00825498">
      <w:pPr>
        <w:pStyle w:val="AnswerKey"/>
        <w:pBdr>
          <w:top w:val="none" w:sz="0" w:space="0" w:color="auto"/>
          <w:left w:val="none" w:sz="0" w:space="0" w:color="auto"/>
          <w:bottom w:val="none" w:sz="0" w:space="0" w:color="auto"/>
          <w:right w:val="none" w:sz="0" w:space="0" w:color="auto"/>
        </w:pBdr>
      </w:pPr>
      <w:r>
        <w:t xml:space="preserve">5 </w:t>
      </w:r>
      <w:r w:rsidR="00FE54FD">
        <w:t>Can you clarify</w:t>
      </w:r>
    </w:p>
    <w:p w14:paraId="54433B40" w14:textId="3244DC1E" w:rsidR="00B26AEC" w:rsidRDefault="00B26AEC" w:rsidP="00825498">
      <w:pPr>
        <w:pStyle w:val="AnswerKey"/>
        <w:pBdr>
          <w:top w:val="none" w:sz="0" w:space="0" w:color="auto"/>
          <w:left w:val="none" w:sz="0" w:space="0" w:color="auto"/>
          <w:bottom w:val="none" w:sz="0" w:space="0" w:color="auto"/>
          <w:right w:val="none" w:sz="0" w:space="0" w:color="auto"/>
        </w:pBdr>
      </w:pPr>
    </w:p>
    <w:p w14:paraId="16BD4AE2" w14:textId="38BFF94E" w:rsidR="00B26AEC" w:rsidRPr="00825498" w:rsidRDefault="00B26AEC" w:rsidP="00825498">
      <w:pPr>
        <w:pStyle w:val="AnswerKey"/>
        <w:pBdr>
          <w:top w:val="none" w:sz="0" w:space="0" w:color="auto"/>
          <w:left w:val="none" w:sz="0" w:space="0" w:color="auto"/>
          <w:bottom w:val="none" w:sz="0" w:space="0" w:color="auto"/>
          <w:right w:val="none" w:sz="0" w:space="0" w:color="auto"/>
        </w:pBdr>
        <w:rPr>
          <w:b/>
        </w:rPr>
      </w:pPr>
      <w:r w:rsidRPr="00825498">
        <w:rPr>
          <w:b/>
        </w:rPr>
        <w:t>5</w:t>
      </w:r>
    </w:p>
    <w:p w14:paraId="37CBEBFF" w14:textId="4E0FB2C5" w:rsidR="00B26AEC" w:rsidRDefault="00B26AEC" w:rsidP="00825498">
      <w:pPr>
        <w:pStyle w:val="AnswerKey"/>
        <w:pBdr>
          <w:top w:val="none" w:sz="0" w:space="0" w:color="auto"/>
          <w:left w:val="none" w:sz="0" w:space="0" w:color="auto"/>
          <w:bottom w:val="none" w:sz="0" w:space="0" w:color="auto"/>
          <w:right w:val="none" w:sz="0" w:space="0" w:color="auto"/>
        </w:pBdr>
      </w:pPr>
      <w:r>
        <w:t>1</w:t>
      </w:r>
      <w:r w:rsidR="006317DB">
        <w:t xml:space="preserve"> </w:t>
      </w:r>
      <w:r w:rsidR="00114318">
        <w:t>b</w:t>
      </w:r>
    </w:p>
    <w:p w14:paraId="6E4B2B91" w14:textId="4B4A0762" w:rsidR="00B26AEC" w:rsidRDefault="00B26AEC" w:rsidP="00825498">
      <w:pPr>
        <w:pStyle w:val="AnswerKey"/>
        <w:pBdr>
          <w:top w:val="none" w:sz="0" w:space="0" w:color="auto"/>
          <w:left w:val="none" w:sz="0" w:space="0" w:color="auto"/>
          <w:bottom w:val="none" w:sz="0" w:space="0" w:color="auto"/>
          <w:right w:val="none" w:sz="0" w:space="0" w:color="auto"/>
        </w:pBdr>
      </w:pPr>
      <w:r>
        <w:t>2</w:t>
      </w:r>
      <w:r w:rsidR="006317DB">
        <w:t xml:space="preserve"> </w:t>
      </w:r>
      <w:r w:rsidR="00114318">
        <w:t>a</w:t>
      </w:r>
    </w:p>
    <w:p w14:paraId="37B73BF8" w14:textId="720A0FF1" w:rsidR="00B26AEC" w:rsidRDefault="00B26AEC" w:rsidP="00825498">
      <w:pPr>
        <w:pStyle w:val="AnswerKey"/>
        <w:pBdr>
          <w:top w:val="none" w:sz="0" w:space="0" w:color="auto"/>
          <w:left w:val="none" w:sz="0" w:space="0" w:color="auto"/>
          <w:bottom w:val="none" w:sz="0" w:space="0" w:color="auto"/>
          <w:right w:val="none" w:sz="0" w:space="0" w:color="auto"/>
        </w:pBdr>
      </w:pPr>
      <w:r>
        <w:t>3</w:t>
      </w:r>
      <w:r w:rsidR="006317DB">
        <w:t xml:space="preserve"> </w:t>
      </w:r>
      <w:r w:rsidR="00114318">
        <w:t>d</w:t>
      </w:r>
    </w:p>
    <w:p w14:paraId="14C00351" w14:textId="07128C7C" w:rsidR="00B26AEC" w:rsidRDefault="00B26AEC" w:rsidP="00825498">
      <w:pPr>
        <w:pStyle w:val="AnswerKey"/>
        <w:pBdr>
          <w:top w:val="none" w:sz="0" w:space="0" w:color="auto"/>
          <w:left w:val="none" w:sz="0" w:space="0" w:color="auto"/>
          <w:bottom w:val="none" w:sz="0" w:space="0" w:color="auto"/>
          <w:right w:val="none" w:sz="0" w:space="0" w:color="auto"/>
        </w:pBdr>
      </w:pPr>
      <w:r>
        <w:t>4</w:t>
      </w:r>
      <w:r w:rsidR="006317DB">
        <w:t xml:space="preserve"> </w:t>
      </w:r>
      <w:r w:rsidR="00114318">
        <w:t>b</w:t>
      </w:r>
    </w:p>
    <w:p w14:paraId="4B0843FE" w14:textId="6DA4354E" w:rsidR="00B26AEC" w:rsidRDefault="00B26AEC" w:rsidP="00825498">
      <w:pPr>
        <w:pStyle w:val="AnswerKey"/>
        <w:pBdr>
          <w:top w:val="none" w:sz="0" w:space="0" w:color="auto"/>
          <w:left w:val="none" w:sz="0" w:space="0" w:color="auto"/>
          <w:bottom w:val="none" w:sz="0" w:space="0" w:color="auto"/>
          <w:right w:val="none" w:sz="0" w:space="0" w:color="auto"/>
        </w:pBdr>
      </w:pPr>
      <w:r>
        <w:t>5</w:t>
      </w:r>
      <w:r w:rsidR="006317DB">
        <w:t xml:space="preserve"> </w:t>
      </w:r>
      <w:r w:rsidR="00114318">
        <w:t>c</w:t>
      </w:r>
    </w:p>
    <w:p w14:paraId="3CBD0EB2" w14:textId="57975BB3" w:rsidR="003A6E8C" w:rsidRDefault="003A6E8C" w:rsidP="00825498">
      <w:pPr>
        <w:pStyle w:val="AnswerKey"/>
        <w:pBdr>
          <w:top w:val="none" w:sz="0" w:space="0" w:color="auto"/>
          <w:left w:val="none" w:sz="0" w:space="0" w:color="auto"/>
          <w:bottom w:val="none" w:sz="0" w:space="0" w:color="auto"/>
          <w:right w:val="none" w:sz="0" w:space="0" w:color="auto"/>
        </w:pBdr>
      </w:pPr>
    </w:p>
    <w:p w14:paraId="64A5D198" w14:textId="187E6DB8" w:rsidR="00384763" w:rsidRPr="00384763" w:rsidRDefault="00384763" w:rsidP="00825498">
      <w:pPr>
        <w:pStyle w:val="AnswerKey"/>
        <w:pBdr>
          <w:top w:val="none" w:sz="0" w:space="0" w:color="auto"/>
          <w:left w:val="none" w:sz="0" w:space="0" w:color="auto"/>
          <w:bottom w:val="none" w:sz="0" w:space="0" w:color="auto"/>
          <w:right w:val="none" w:sz="0" w:space="0" w:color="auto"/>
        </w:pBdr>
        <w:rPr>
          <w:b/>
        </w:rPr>
      </w:pPr>
      <w:r w:rsidRPr="00384763">
        <w:rPr>
          <w:b/>
        </w:rPr>
        <w:t>Skills</w:t>
      </w:r>
    </w:p>
    <w:p w14:paraId="21545B78" w14:textId="6386FDF2" w:rsidR="00B67C04" w:rsidRPr="00825498" w:rsidRDefault="00251B64" w:rsidP="00825498">
      <w:pPr>
        <w:pStyle w:val="AnswerKey"/>
        <w:pBdr>
          <w:top w:val="none" w:sz="0" w:space="0" w:color="auto"/>
          <w:left w:val="none" w:sz="0" w:space="0" w:color="auto"/>
          <w:bottom w:val="none" w:sz="0" w:space="0" w:color="auto"/>
          <w:right w:val="none" w:sz="0" w:space="0" w:color="auto"/>
        </w:pBdr>
        <w:rPr>
          <w:b/>
        </w:rPr>
      </w:pPr>
      <w:r w:rsidRPr="00825498">
        <w:rPr>
          <w:b/>
        </w:rPr>
        <w:t>6</w:t>
      </w:r>
    </w:p>
    <w:p w14:paraId="2B5B9BB6" w14:textId="2D39B4F9" w:rsidR="00584D83" w:rsidRDefault="00E65234" w:rsidP="00825498">
      <w:pPr>
        <w:pStyle w:val="AnswerKey"/>
        <w:pBdr>
          <w:top w:val="none" w:sz="0" w:space="0" w:color="auto"/>
          <w:left w:val="none" w:sz="0" w:space="0" w:color="auto"/>
          <w:bottom w:val="none" w:sz="0" w:space="0" w:color="auto"/>
          <w:right w:val="none" w:sz="0" w:space="0" w:color="auto"/>
        </w:pBdr>
      </w:pPr>
      <w:r w:rsidRPr="00E65234">
        <w:t xml:space="preserve">1 </w:t>
      </w:r>
      <w:r w:rsidR="00584D83">
        <w:t>satisfied</w:t>
      </w:r>
    </w:p>
    <w:p w14:paraId="71CF60EB" w14:textId="77777777" w:rsidR="00584D83" w:rsidRDefault="00E65234" w:rsidP="00825498">
      <w:pPr>
        <w:pStyle w:val="AnswerKey"/>
        <w:pBdr>
          <w:top w:val="none" w:sz="0" w:space="0" w:color="auto"/>
          <w:left w:val="none" w:sz="0" w:space="0" w:color="auto"/>
          <w:bottom w:val="none" w:sz="0" w:space="0" w:color="auto"/>
          <w:right w:val="none" w:sz="0" w:space="0" w:color="auto"/>
        </w:pBdr>
      </w:pPr>
      <w:r w:rsidRPr="00E65234">
        <w:t xml:space="preserve">2 </w:t>
      </w:r>
      <w:r w:rsidR="00584D83">
        <w:t>overpriced</w:t>
      </w:r>
    </w:p>
    <w:p w14:paraId="2343F334" w14:textId="77777777" w:rsidR="00584D83" w:rsidRDefault="00E65234" w:rsidP="00825498">
      <w:pPr>
        <w:pStyle w:val="AnswerKey"/>
        <w:pBdr>
          <w:top w:val="none" w:sz="0" w:space="0" w:color="auto"/>
          <w:left w:val="none" w:sz="0" w:space="0" w:color="auto"/>
          <w:bottom w:val="none" w:sz="0" w:space="0" w:color="auto"/>
          <w:right w:val="none" w:sz="0" w:space="0" w:color="auto"/>
        </w:pBdr>
      </w:pPr>
      <w:r w:rsidRPr="00E65234">
        <w:t>3</w:t>
      </w:r>
      <w:r w:rsidR="00584D83">
        <w:t xml:space="preserve"> loyalty card</w:t>
      </w:r>
    </w:p>
    <w:p w14:paraId="2BDBEA00" w14:textId="5EF87201" w:rsidR="00584D83" w:rsidRDefault="00E65234" w:rsidP="00825498">
      <w:pPr>
        <w:pStyle w:val="AnswerKey"/>
        <w:pBdr>
          <w:top w:val="none" w:sz="0" w:space="0" w:color="auto"/>
          <w:left w:val="none" w:sz="0" w:space="0" w:color="auto"/>
          <w:bottom w:val="none" w:sz="0" w:space="0" w:color="auto"/>
          <w:right w:val="none" w:sz="0" w:space="0" w:color="auto"/>
        </w:pBdr>
      </w:pPr>
      <w:r w:rsidRPr="00E65234">
        <w:t xml:space="preserve">4 </w:t>
      </w:r>
      <w:r w:rsidR="00584D83">
        <w:t>implement</w:t>
      </w:r>
      <w:r w:rsidRPr="00E65234">
        <w:t xml:space="preserve"> </w:t>
      </w:r>
    </w:p>
    <w:p w14:paraId="4E849824" w14:textId="67F86F95" w:rsidR="00584D83" w:rsidRDefault="00781352" w:rsidP="00825498">
      <w:pPr>
        <w:pStyle w:val="AnswerKey"/>
        <w:pBdr>
          <w:top w:val="none" w:sz="0" w:space="0" w:color="auto"/>
          <w:left w:val="none" w:sz="0" w:space="0" w:color="auto"/>
          <w:bottom w:val="none" w:sz="0" w:space="0" w:color="auto"/>
          <w:right w:val="none" w:sz="0" w:space="0" w:color="auto"/>
        </w:pBdr>
      </w:pPr>
      <w:r>
        <w:t>5</w:t>
      </w:r>
      <w:r w:rsidR="00B67C04" w:rsidRPr="00E65234">
        <w:t xml:space="preserve"> </w:t>
      </w:r>
      <w:r w:rsidR="00584D83">
        <w:t>more data</w:t>
      </w:r>
      <w:r w:rsidR="00E65234" w:rsidRPr="00E65234">
        <w:t xml:space="preserve"> </w:t>
      </w:r>
    </w:p>
    <w:p w14:paraId="43FD3807" w14:textId="40DD84A4" w:rsidR="00584D83" w:rsidRDefault="00781352" w:rsidP="00825498">
      <w:pPr>
        <w:pStyle w:val="AnswerKey"/>
        <w:pBdr>
          <w:top w:val="none" w:sz="0" w:space="0" w:color="auto"/>
          <w:left w:val="none" w:sz="0" w:space="0" w:color="auto"/>
          <w:bottom w:val="none" w:sz="0" w:space="0" w:color="auto"/>
          <w:right w:val="none" w:sz="0" w:space="0" w:color="auto"/>
        </w:pBdr>
      </w:pPr>
      <w:r>
        <w:t>6</w:t>
      </w:r>
      <w:r w:rsidR="00B67C04">
        <w:t xml:space="preserve"> </w:t>
      </w:r>
      <w:r w:rsidR="00584D83">
        <w:t>monthly payment</w:t>
      </w:r>
    </w:p>
    <w:p w14:paraId="599260E7" w14:textId="0A846A4B" w:rsidR="00584D83" w:rsidRDefault="0039120F" w:rsidP="00825498">
      <w:pPr>
        <w:pStyle w:val="AnswerKey"/>
        <w:pBdr>
          <w:top w:val="none" w:sz="0" w:space="0" w:color="auto"/>
          <w:left w:val="none" w:sz="0" w:space="0" w:color="auto"/>
          <w:bottom w:val="none" w:sz="0" w:space="0" w:color="auto"/>
          <w:right w:val="none" w:sz="0" w:space="0" w:color="auto"/>
        </w:pBdr>
      </w:pPr>
      <w:r>
        <w:br w:type="column"/>
      </w:r>
      <w:r w:rsidR="00781352">
        <w:t>7</w:t>
      </w:r>
      <w:r w:rsidR="00B67C04">
        <w:t xml:space="preserve"> </w:t>
      </w:r>
      <w:r w:rsidR="00584D83">
        <w:t>£25</w:t>
      </w:r>
    </w:p>
    <w:p w14:paraId="385FF6D1" w14:textId="5310F5B3" w:rsidR="00251B64" w:rsidRDefault="00781352" w:rsidP="00825498">
      <w:pPr>
        <w:pStyle w:val="AnswerKey"/>
        <w:pBdr>
          <w:top w:val="none" w:sz="0" w:space="0" w:color="auto"/>
          <w:left w:val="none" w:sz="0" w:space="0" w:color="auto"/>
          <w:bottom w:val="none" w:sz="0" w:space="0" w:color="auto"/>
          <w:right w:val="none" w:sz="0" w:space="0" w:color="auto"/>
        </w:pBdr>
      </w:pPr>
      <w:r>
        <w:t>8</w:t>
      </w:r>
      <w:r w:rsidR="00B67C04">
        <w:t xml:space="preserve"> </w:t>
      </w:r>
      <w:r w:rsidR="00584D83">
        <w:t>tomorrow morning</w:t>
      </w:r>
    </w:p>
    <w:p w14:paraId="03EC46EB" w14:textId="1A696536" w:rsidR="00251B64" w:rsidRDefault="00251B64" w:rsidP="00825498">
      <w:pPr>
        <w:pStyle w:val="AnswerKey"/>
        <w:pBdr>
          <w:top w:val="none" w:sz="0" w:space="0" w:color="auto"/>
          <w:left w:val="none" w:sz="0" w:space="0" w:color="auto"/>
          <w:bottom w:val="none" w:sz="0" w:space="0" w:color="auto"/>
          <w:right w:val="none" w:sz="0" w:space="0" w:color="auto"/>
        </w:pBdr>
      </w:pPr>
    </w:p>
    <w:p w14:paraId="585C992A" w14:textId="736CC436" w:rsidR="00251B64" w:rsidRPr="00825498" w:rsidRDefault="00251B64" w:rsidP="00825498">
      <w:pPr>
        <w:pStyle w:val="AnswerKey"/>
        <w:pBdr>
          <w:top w:val="none" w:sz="0" w:space="0" w:color="auto"/>
          <w:left w:val="none" w:sz="0" w:space="0" w:color="auto"/>
          <w:bottom w:val="none" w:sz="0" w:space="0" w:color="auto"/>
          <w:right w:val="none" w:sz="0" w:space="0" w:color="auto"/>
        </w:pBdr>
        <w:rPr>
          <w:b/>
        </w:rPr>
      </w:pPr>
      <w:r w:rsidRPr="00825498">
        <w:rPr>
          <w:b/>
        </w:rPr>
        <w:t>7</w:t>
      </w:r>
    </w:p>
    <w:p w14:paraId="4CC920D4" w14:textId="77777777"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1 </w:t>
      </w:r>
      <w:r w:rsidR="004732C4">
        <w:t>a</w:t>
      </w:r>
    </w:p>
    <w:p w14:paraId="405E495C" w14:textId="4CAEB668"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2 </w:t>
      </w:r>
      <w:r w:rsidR="00DA6A8E">
        <w:t>c</w:t>
      </w:r>
      <w:r w:rsidR="00DA6A8E" w:rsidRPr="00502A55">
        <w:t xml:space="preserve"> </w:t>
      </w:r>
    </w:p>
    <w:p w14:paraId="056F3DAE" w14:textId="6598A093"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3 </w:t>
      </w:r>
      <w:r w:rsidR="004732C4">
        <w:t>c</w:t>
      </w:r>
    </w:p>
    <w:p w14:paraId="1F6E96B8" w14:textId="7B61C80C"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4 </w:t>
      </w:r>
      <w:r w:rsidR="00584D83">
        <w:t>a</w:t>
      </w:r>
    </w:p>
    <w:p w14:paraId="2FD88DA7" w14:textId="71447B01"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5 </w:t>
      </w:r>
      <w:r w:rsidR="00584D83">
        <w:t>c</w:t>
      </w:r>
    </w:p>
    <w:p w14:paraId="384B840B" w14:textId="21BCD47B"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6 </w:t>
      </w:r>
      <w:r w:rsidR="004732C4">
        <w:t>a</w:t>
      </w:r>
    </w:p>
    <w:p w14:paraId="09AD6EFE" w14:textId="64303DAF" w:rsidR="003A6E8C" w:rsidRPr="00502A55" w:rsidRDefault="004A207D" w:rsidP="00825498">
      <w:pPr>
        <w:pStyle w:val="AnswerKey"/>
        <w:pBdr>
          <w:top w:val="none" w:sz="0" w:space="0" w:color="auto"/>
          <w:left w:val="none" w:sz="0" w:space="0" w:color="auto"/>
          <w:bottom w:val="none" w:sz="0" w:space="0" w:color="auto"/>
          <w:right w:val="none" w:sz="0" w:space="0" w:color="auto"/>
        </w:pBdr>
      </w:pPr>
      <w:r>
        <w:t>7</w:t>
      </w:r>
      <w:r w:rsidR="00502A55" w:rsidRPr="00502A55">
        <w:t xml:space="preserve"> </w:t>
      </w:r>
      <w:r w:rsidR="00584D83">
        <w:t>c</w:t>
      </w:r>
    </w:p>
    <w:p w14:paraId="38C02583" w14:textId="3E6BE5D6" w:rsidR="003A6E8C" w:rsidRDefault="003A6E8C" w:rsidP="00825498">
      <w:pPr>
        <w:pStyle w:val="AnswerKey"/>
        <w:pBdr>
          <w:top w:val="none" w:sz="0" w:space="0" w:color="auto"/>
          <w:left w:val="none" w:sz="0" w:space="0" w:color="auto"/>
          <w:bottom w:val="none" w:sz="0" w:space="0" w:color="auto"/>
          <w:right w:val="none" w:sz="0" w:space="0" w:color="auto"/>
        </w:pBdr>
      </w:pPr>
    </w:p>
    <w:p w14:paraId="6F1C6C23" w14:textId="70D34D65" w:rsidR="000E5DCE" w:rsidRDefault="003A6E8C" w:rsidP="00825498">
      <w:pPr>
        <w:pStyle w:val="AnswerKey"/>
        <w:pBdr>
          <w:top w:val="none" w:sz="0" w:space="0" w:color="auto"/>
          <w:left w:val="none" w:sz="0" w:space="0" w:color="auto"/>
          <w:bottom w:val="none" w:sz="0" w:space="0" w:color="auto"/>
          <w:right w:val="none" w:sz="0" w:space="0" w:color="auto"/>
        </w:pBdr>
        <w:rPr>
          <w:b/>
        </w:rPr>
      </w:pPr>
      <w:r w:rsidRPr="00825498">
        <w:rPr>
          <w:b/>
        </w:rPr>
        <w:t xml:space="preserve">8 </w:t>
      </w:r>
    </w:p>
    <w:p w14:paraId="754D18E5" w14:textId="75377B00" w:rsidR="00C71F13" w:rsidRPr="00825498" w:rsidRDefault="00C71F13" w:rsidP="00825498">
      <w:pPr>
        <w:pStyle w:val="AnswerKey"/>
        <w:pBdr>
          <w:top w:val="none" w:sz="0" w:space="0" w:color="auto"/>
          <w:left w:val="none" w:sz="0" w:space="0" w:color="auto"/>
          <w:bottom w:val="none" w:sz="0" w:space="0" w:color="auto"/>
          <w:right w:val="none" w:sz="0" w:space="0" w:color="auto"/>
        </w:pBdr>
        <w:rPr>
          <w:b/>
        </w:rPr>
      </w:pPr>
      <w:r>
        <w:rPr>
          <w:b/>
        </w:rPr>
        <w:t>Model answer</w:t>
      </w:r>
    </w:p>
    <w:p w14:paraId="66E38AFF" w14:textId="185551ED" w:rsidR="00E906FE" w:rsidRDefault="000E5DCE"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According to a recent survey </w:t>
      </w:r>
      <w:r w:rsidR="00E906FE">
        <w:t xml:space="preserve">of customers </w:t>
      </w:r>
      <w:r>
        <w:t xml:space="preserve">carried out by </w:t>
      </w:r>
      <w:r w:rsidR="000D57AC">
        <w:t xml:space="preserve">our </w:t>
      </w:r>
      <w:r>
        <w:t xml:space="preserve">airline company, </w:t>
      </w:r>
      <w:r w:rsidR="00E66EE2">
        <w:t xml:space="preserve">the findings demonstrate that overall </w:t>
      </w:r>
      <w:r>
        <w:t>most customers are satisfied by the services onboard</w:t>
      </w:r>
      <w:r w:rsidR="00E66EE2">
        <w:t xml:space="preserve"> their flight</w:t>
      </w:r>
      <w:r w:rsidR="00E906FE">
        <w:t>s</w:t>
      </w:r>
      <w:r>
        <w:t xml:space="preserve">. </w:t>
      </w:r>
    </w:p>
    <w:p w14:paraId="45590CC0" w14:textId="29BB5BF6" w:rsidR="007D110F" w:rsidRDefault="00E906FE"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Of all the criteria presented in the survey, customers were most satisfied with the politeness of the staff; almost all of them said that this was excellent. While some customers rated the staff as good or average</w:t>
      </w:r>
      <w:r w:rsidR="00803449">
        <w:t>,</w:t>
      </w:r>
      <w:r>
        <w:t xml:space="preserve"> none of the participants thought the politeness of the staff was poor. </w:t>
      </w:r>
    </w:p>
    <w:p w14:paraId="1C5638B7" w14:textId="77777777" w:rsidR="00CA2A6C" w:rsidRDefault="00CA2A6C" w:rsidP="00CA2A6C">
      <w:pPr>
        <w:pStyle w:val="AnswerKey"/>
        <w:pBdr>
          <w:top w:val="none" w:sz="0" w:space="0" w:color="auto"/>
          <w:left w:val="none" w:sz="0" w:space="0" w:color="auto"/>
          <w:bottom w:val="none" w:sz="0" w:space="0" w:color="auto"/>
          <w:right w:val="none" w:sz="0" w:space="0" w:color="auto"/>
        </w:pBdr>
        <w:tabs>
          <w:tab w:val="clear" w:pos="567"/>
        </w:tabs>
        <w:ind w:left="0" w:firstLine="0"/>
      </w:pPr>
      <w:r>
        <w:t>In terms of the quality of the bathrooms on board, eighty percent of customers thought that the cleanliness was excellent or very good.</w:t>
      </w:r>
    </w:p>
    <w:p w14:paraId="707772B3" w14:textId="77777777" w:rsidR="00CA2A6C" w:rsidRDefault="005F57F1"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Almost t</w:t>
      </w:r>
      <w:r w:rsidR="00E906FE">
        <w:t>wo thirds of</w:t>
      </w:r>
      <w:r w:rsidR="00E66EE2">
        <w:t xml:space="preserve"> the customers said that the inflight meals on the plane were either excellent or good</w:t>
      </w:r>
      <w:r>
        <w:t>,</w:t>
      </w:r>
      <w:r w:rsidR="00E906FE">
        <w:t xml:space="preserve"> with only </w:t>
      </w:r>
      <w:r w:rsidR="001D47AE">
        <w:t xml:space="preserve">five </w:t>
      </w:r>
      <w:r w:rsidR="00E906FE">
        <w:t>percent of customers rating these as poor or very poor</w:t>
      </w:r>
      <w:r w:rsidR="00E66EE2">
        <w:t xml:space="preserve">. </w:t>
      </w:r>
    </w:p>
    <w:p w14:paraId="31783058" w14:textId="2A81599B" w:rsidR="00CA2A6C" w:rsidRDefault="00CA2A6C" w:rsidP="00CA2A6C">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On the other hand, people were much less satisfied with the space and comfort on board the airplanes. The majority of the customers in the survey rated this as average or poor. Only seven percent of participants felt that the space and comfort </w:t>
      </w:r>
      <w:r w:rsidRPr="00B71A39">
        <w:t>on board their flights</w:t>
      </w:r>
      <w:r>
        <w:t xml:space="preserve"> were good or excellent.</w:t>
      </w:r>
    </w:p>
    <w:p w14:paraId="3F57554B" w14:textId="6D407FEF" w:rsidR="00E57B97" w:rsidRDefault="00E57B97" w:rsidP="00CA2A6C">
      <w:pPr>
        <w:pStyle w:val="AnswerKey"/>
        <w:pBdr>
          <w:top w:val="none" w:sz="0" w:space="0" w:color="auto"/>
          <w:left w:val="none" w:sz="0" w:space="0" w:color="auto"/>
          <w:bottom w:val="none" w:sz="0" w:space="0" w:color="auto"/>
          <w:right w:val="none" w:sz="0" w:space="0" w:color="auto"/>
        </w:pBdr>
        <w:tabs>
          <w:tab w:val="clear" w:pos="567"/>
        </w:tabs>
        <w:ind w:left="0" w:firstLine="0"/>
      </w:pPr>
    </w:p>
    <w:p w14:paraId="5E78F2FA" w14:textId="32E69A9A" w:rsidR="00E57B97" w:rsidRPr="0011155B" w:rsidRDefault="00E57B97" w:rsidP="00CA2A6C">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11155B">
        <w:rPr>
          <w:b/>
        </w:rPr>
        <w:t>LCCI ENGLISH FOR BUSINESS</w:t>
      </w:r>
    </w:p>
    <w:p w14:paraId="737DFBFA" w14:textId="58EAC257" w:rsidR="00E57B97" w:rsidRPr="00C56655" w:rsidRDefault="00E57B97" w:rsidP="00E57B97">
      <w:pPr>
        <w:pStyle w:val="Text"/>
        <w:rPr>
          <w:b/>
        </w:rPr>
      </w:pPr>
      <w:r w:rsidRPr="00C56655">
        <w:rPr>
          <w:b/>
        </w:rPr>
        <w:t xml:space="preserve">Model </w:t>
      </w:r>
      <w:r>
        <w:rPr>
          <w:b/>
        </w:rPr>
        <w:t>a</w:t>
      </w:r>
      <w:r w:rsidRPr="00C56655">
        <w:rPr>
          <w:b/>
        </w:rPr>
        <w:t>nswer</w:t>
      </w:r>
    </w:p>
    <w:p w14:paraId="6D8B59D7" w14:textId="7D6D0366" w:rsidR="00E57B97" w:rsidRPr="0011155B" w:rsidRDefault="00E57B97" w:rsidP="0011155B">
      <w:pPr>
        <w:pStyle w:val="Text"/>
        <w:rPr>
          <w:b/>
        </w:rPr>
      </w:pPr>
      <w:r w:rsidRPr="0011155B">
        <w:rPr>
          <w:b/>
        </w:rPr>
        <w:t xml:space="preserve">Executive </w:t>
      </w:r>
      <w:r w:rsidRPr="0011155B">
        <w:rPr>
          <w:b/>
        </w:rPr>
        <w:t>s</w:t>
      </w:r>
      <w:r w:rsidRPr="0011155B">
        <w:rPr>
          <w:b/>
        </w:rPr>
        <w:t>ummary</w:t>
      </w:r>
    </w:p>
    <w:p w14:paraId="1602824C" w14:textId="77777777" w:rsidR="00E57B97" w:rsidRPr="0011155B" w:rsidRDefault="00E57B97" w:rsidP="0011155B">
      <w:pPr>
        <w:pStyle w:val="Text"/>
      </w:pPr>
      <w:r w:rsidRPr="0011155B">
        <w:t>We have recently been undertaking research on new designs for the company, including logo, fonts and styles, with the aim of moving into the luxury market. We have three design options which we have gathered opinions for.</w:t>
      </w:r>
    </w:p>
    <w:p w14:paraId="26AB04FA" w14:textId="48CBDEEB" w:rsidR="00E57B97" w:rsidRPr="0011155B" w:rsidRDefault="00E57B97" w:rsidP="0011155B">
      <w:pPr>
        <w:pStyle w:val="Text"/>
      </w:pPr>
      <w:r w:rsidRPr="0011155B">
        <w:t>We surveyed our existing customers and also</w:t>
      </w:r>
      <w:r>
        <w:t> </w:t>
      </w:r>
      <w:r w:rsidRPr="0011155B">
        <w:t xml:space="preserve">held a focus group with twelve high income earners of the bracket we are aiming to move into. </w:t>
      </w:r>
    </w:p>
    <w:p w14:paraId="0A4E89B2" w14:textId="77777777" w:rsidR="00E57B97" w:rsidRPr="0011155B" w:rsidRDefault="00E57B97" w:rsidP="0011155B">
      <w:pPr>
        <w:pStyle w:val="Text"/>
      </w:pPr>
      <w:r w:rsidRPr="0011155B">
        <w:t>The existing customer surveys indicate that preference puts design 2 as the best option, followed by design 3, which did not gain strong opinion, and followed by design 1, which was given more negative feedback.</w:t>
      </w:r>
    </w:p>
    <w:p w14:paraId="1C9C4EAA" w14:textId="7CD7CB2B" w:rsidR="00E57B97" w:rsidRPr="0011155B" w:rsidRDefault="00E57B97" w:rsidP="0011155B">
      <w:pPr>
        <w:pStyle w:val="Text"/>
      </w:pPr>
      <w:r w:rsidRPr="0011155B">
        <w:lastRenderedPageBreak/>
        <w:t>The existing customers had a largely poor opinion of design 1. Over 60 percent gave it a</w:t>
      </w:r>
      <w:r>
        <w:t> </w:t>
      </w:r>
      <w:r w:rsidRPr="0011155B">
        <w:t>poor or moderate score in terms of the logo and over 96 percent in terms of font. Design 2 was more popular with our existing customers. Moderate to positive scores constituted over 80 percent for both logo and fonts and styles. Design 3 did not have strong positive or negative opinions</w:t>
      </w:r>
      <w:r>
        <w:t>,</w:t>
      </w:r>
      <w:r w:rsidRPr="0011155B">
        <w:t xml:space="preserve"> with most customers rating</w:t>
      </w:r>
      <w:r>
        <w:t> </w:t>
      </w:r>
      <w:r w:rsidRPr="0011155B">
        <w:t>in the mid-ranges.</w:t>
      </w:r>
    </w:p>
    <w:p w14:paraId="31CBF3A5" w14:textId="014BE10F" w:rsidR="00E57B97" w:rsidRPr="0011155B" w:rsidRDefault="00E57B97" w:rsidP="0011155B">
      <w:pPr>
        <w:pStyle w:val="Text"/>
      </w:pPr>
      <w:r w:rsidRPr="0011155B">
        <w:t>This has contrasted strongly with the focus group, who overall showed a dislike of design</w:t>
      </w:r>
      <w:r>
        <w:t> </w:t>
      </w:r>
      <w:r w:rsidRPr="0011155B">
        <w:t>2. Comments from the focus group on</w:t>
      </w:r>
      <w:r>
        <w:t> </w:t>
      </w:r>
      <w:r w:rsidRPr="0011155B">
        <w:t>this design indicated they felt that it looked cheap and childish. Design 1 was praised for its seriousness, while design 3 was the one that the group felt familiar with. This can be a</w:t>
      </w:r>
      <w:r>
        <w:t> </w:t>
      </w:r>
      <w:r w:rsidRPr="0011155B">
        <w:t>positive aspect, but it was noted that the design does not stand out.</w:t>
      </w:r>
    </w:p>
    <w:p w14:paraId="01CD779F" w14:textId="38D373A9" w:rsidR="00E57B97" w:rsidRDefault="00E57B97" w:rsidP="0011155B">
      <w:pPr>
        <w:pStyle w:val="Text"/>
      </w:pPr>
      <w:r w:rsidRPr="0011155B">
        <w:t>In respect of the comments gained, we may be</w:t>
      </w:r>
      <w:r w:rsidR="00860F5F">
        <w:t> </w:t>
      </w:r>
      <w:r w:rsidRPr="0011155B">
        <w:t>best focussing on design 3, which did not gain negative comments from either group. This may prevent alienating existing customers while attracting new ones. It may be worth reviewing how we can adapt this design to make it stand out more.</w:t>
      </w:r>
    </w:p>
    <w:p w14:paraId="26839F13" w14:textId="77777777" w:rsidR="003A6E8C" w:rsidRDefault="003A6E8C" w:rsidP="0011155B">
      <w:pPr>
        <w:pStyle w:val="AnswerKey"/>
        <w:pBdr>
          <w:top w:val="none" w:sz="0" w:space="0" w:color="auto"/>
          <w:left w:val="none" w:sz="0" w:space="0" w:color="auto"/>
          <w:bottom w:val="none" w:sz="0" w:space="0" w:color="auto"/>
          <w:right w:val="none" w:sz="0" w:space="0" w:color="auto"/>
        </w:pBdr>
        <w:ind w:left="0" w:firstLine="0"/>
      </w:pPr>
    </w:p>
    <w:p w14:paraId="5AEA36F8" w14:textId="77777777" w:rsidR="00825498" w:rsidRPr="0039120F" w:rsidRDefault="00825498" w:rsidP="0039120F">
      <w:pPr>
        <w:pStyle w:val="HeadASection"/>
        <w:rPr>
          <w:lang w:val="en-GB"/>
        </w:rPr>
      </w:pPr>
      <w:r w:rsidRPr="0039120F">
        <w:rPr>
          <w:lang w:val="en-GB"/>
        </w:rPr>
        <w:t>Unit 2</w:t>
      </w:r>
    </w:p>
    <w:p w14:paraId="664BBEA1" w14:textId="77777777" w:rsidR="00825498" w:rsidRPr="00825498" w:rsidRDefault="00825498" w:rsidP="00825498">
      <w:pPr>
        <w:pStyle w:val="AnswerKey"/>
        <w:pBdr>
          <w:top w:val="none" w:sz="0" w:space="0" w:color="auto"/>
          <w:left w:val="none" w:sz="0" w:space="0" w:color="auto"/>
          <w:bottom w:val="none" w:sz="0" w:space="0" w:color="auto"/>
          <w:right w:val="none" w:sz="0" w:space="0" w:color="auto"/>
        </w:pBdr>
        <w:rPr>
          <w:b/>
        </w:rPr>
      </w:pPr>
      <w:r w:rsidRPr="00825498">
        <w:rPr>
          <w:b/>
        </w:rPr>
        <w:t>LANGUAGE AND SKILLS TEST</w:t>
      </w:r>
    </w:p>
    <w:p w14:paraId="02DD0DF8" w14:textId="77777777" w:rsidR="00825498" w:rsidRPr="005B1E5B" w:rsidRDefault="00825498" w:rsidP="00825498">
      <w:pPr>
        <w:pStyle w:val="AnswerKey"/>
        <w:pBdr>
          <w:top w:val="none" w:sz="0" w:space="0" w:color="auto"/>
          <w:left w:val="none" w:sz="0" w:space="0" w:color="auto"/>
          <w:bottom w:val="none" w:sz="0" w:space="0" w:color="auto"/>
          <w:right w:val="none" w:sz="0" w:space="0" w:color="auto"/>
        </w:pBdr>
      </w:pPr>
      <w:r w:rsidRPr="00825498">
        <w:rPr>
          <w:b/>
        </w:rPr>
        <w:t>Language</w:t>
      </w:r>
    </w:p>
    <w:p w14:paraId="756D90A6" w14:textId="77777777" w:rsidR="00825498" w:rsidRPr="00825498" w:rsidRDefault="00825498" w:rsidP="00825498">
      <w:pPr>
        <w:pStyle w:val="AnswerKey"/>
        <w:pBdr>
          <w:top w:val="none" w:sz="0" w:space="0" w:color="auto"/>
          <w:left w:val="none" w:sz="0" w:space="0" w:color="auto"/>
          <w:bottom w:val="none" w:sz="0" w:space="0" w:color="auto"/>
          <w:right w:val="none" w:sz="0" w:space="0" w:color="auto"/>
        </w:pBdr>
        <w:rPr>
          <w:b/>
        </w:rPr>
      </w:pPr>
      <w:r w:rsidRPr="00825498">
        <w:rPr>
          <w:b/>
        </w:rPr>
        <w:t>1</w:t>
      </w:r>
    </w:p>
    <w:p w14:paraId="07531AEF" w14:textId="77777777" w:rsidR="00825498" w:rsidRDefault="00825498" w:rsidP="00825498">
      <w:pPr>
        <w:pStyle w:val="AnswerKey"/>
        <w:pBdr>
          <w:top w:val="none" w:sz="0" w:space="0" w:color="auto"/>
          <w:left w:val="none" w:sz="0" w:space="0" w:color="auto"/>
          <w:bottom w:val="none" w:sz="0" w:space="0" w:color="auto"/>
          <w:right w:val="none" w:sz="0" w:space="0" w:color="auto"/>
        </w:pBdr>
      </w:pPr>
      <w:r>
        <w:t>1 c</w:t>
      </w:r>
    </w:p>
    <w:p w14:paraId="1A3CF926" w14:textId="77777777" w:rsidR="00825498" w:rsidRDefault="00825498" w:rsidP="00825498">
      <w:pPr>
        <w:pStyle w:val="AnswerKey"/>
        <w:pBdr>
          <w:top w:val="none" w:sz="0" w:space="0" w:color="auto"/>
          <w:left w:val="none" w:sz="0" w:space="0" w:color="auto"/>
          <w:bottom w:val="none" w:sz="0" w:space="0" w:color="auto"/>
          <w:right w:val="none" w:sz="0" w:space="0" w:color="auto"/>
        </w:pBdr>
      </w:pPr>
      <w:r>
        <w:t xml:space="preserve">2 c </w:t>
      </w:r>
    </w:p>
    <w:p w14:paraId="302EF4BB" w14:textId="77777777" w:rsidR="00825498" w:rsidRDefault="00825498" w:rsidP="00825498">
      <w:pPr>
        <w:pStyle w:val="AnswerKey"/>
        <w:pBdr>
          <w:top w:val="none" w:sz="0" w:space="0" w:color="auto"/>
          <w:left w:val="none" w:sz="0" w:space="0" w:color="auto"/>
          <w:bottom w:val="none" w:sz="0" w:space="0" w:color="auto"/>
          <w:right w:val="none" w:sz="0" w:space="0" w:color="auto"/>
        </w:pBdr>
      </w:pPr>
      <w:r>
        <w:t>3 a</w:t>
      </w:r>
    </w:p>
    <w:p w14:paraId="146F802E" w14:textId="77777777" w:rsidR="00825498" w:rsidRDefault="00825498" w:rsidP="00825498">
      <w:pPr>
        <w:pStyle w:val="AnswerKey"/>
        <w:pBdr>
          <w:top w:val="none" w:sz="0" w:space="0" w:color="auto"/>
          <w:left w:val="none" w:sz="0" w:space="0" w:color="auto"/>
          <w:bottom w:val="none" w:sz="0" w:space="0" w:color="auto"/>
          <w:right w:val="none" w:sz="0" w:space="0" w:color="auto"/>
        </w:pBdr>
      </w:pPr>
      <w:r>
        <w:t>4 d</w:t>
      </w:r>
    </w:p>
    <w:p w14:paraId="14951AD0" w14:textId="77777777" w:rsidR="00825498" w:rsidRDefault="00825498" w:rsidP="00825498">
      <w:pPr>
        <w:pStyle w:val="AnswerKey"/>
        <w:pBdr>
          <w:top w:val="none" w:sz="0" w:space="0" w:color="auto"/>
          <w:left w:val="none" w:sz="0" w:space="0" w:color="auto"/>
          <w:bottom w:val="none" w:sz="0" w:space="0" w:color="auto"/>
          <w:right w:val="none" w:sz="0" w:space="0" w:color="auto"/>
        </w:pBdr>
      </w:pPr>
      <w:r>
        <w:t>5 b</w:t>
      </w:r>
    </w:p>
    <w:p w14:paraId="37325695" w14:textId="77777777" w:rsidR="00825498" w:rsidRDefault="00825498" w:rsidP="00825498">
      <w:pPr>
        <w:pStyle w:val="AnswerKey"/>
        <w:pBdr>
          <w:top w:val="none" w:sz="0" w:space="0" w:color="auto"/>
          <w:left w:val="none" w:sz="0" w:space="0" w:color="auto"/>
          <w:bottom w:val="none" w:sz="0" w:space="0" w:color="auto"/>
          <w:right w:val="none" w:sz="0" w:space="0" w:color="auto"/>
        </w:pBdr>
      </w:pPr>
      <w:r>
        <w:t>6 a</w:t>
      </w:r>
    </w:p>
    <w:p w14:paraId="213074BD" w14:textId="77777777" w:rsidR="00825498" w:rsidRDefault="00825498" w:rsidP="00825498">
      <w:pPr>
        <w:pStyle w:val="AnswerKey"/>
        <w:pBdr>
          <w:top w:val="none" w:sz="0" w:space="0" w:color="auto"/>
          <w:left w:val="none" w:sz="0" w:space="0" w:color="auto"/>
          <w:bottom w:val="none" w:sz="0" w:space="0" w:color="auto"/>
          <w:right w:val="none" w:sz="0" w:space="0" w:color="auto"/>
        </w:pBdr>
      </w:pPr>
      <w:r>
        <w:t>7 d</w:t>
      </w:r>
    </w:p>
    <w:p w14:paraId="5AFB2BA2" w14:textId="77777777" w:rsidR="00825498" w:rsidRDefault="00825498" w:rsidP="00825498">
      <w:pPr>
        <w:pStyle w:val="AnswerKey"/>
        <w:pBdr>
          <w:top w:val="none" w:sz="0" w:space="0" w:color="auto"/>
          <w:left w:val="none" w:sz="0" w:space="0" w:color="auto"/>
          <w:bottom w:val="none" w:sz="0" w:space="0" w:color="auto"/>
          <w:right w:val="none" w:sz="0" w:space="0" w:color="auto"/>
        </w:pBdr>
      </w:pPr>
      <w:r>
        <w:t>8 c</w:t>
      </w:r>
    </w:p>
    <w:p w14:paraId="70C5CFCC" w14:textId="77777777" w:rsidR="00825498" w:rsidRDefault="00825498" w:rsidP="00825498">
      <w:pPr>
        <w:pStyle w:val="AnswerKey"/>
        <w:pBdr>
          <w:top w:val="none" w:sz="0" w:space="0" w:color="auto"/>
          <w:left w:val="none" w:sz="0" w:space="0" w:color="auto"/>
          <w:bottom w:val="none" w:sz="0" w:space="0" w:color="auto"/>
          <w:right w:val="none" w:sz="0" w:space="0" w:color="auto"/>
        </w:pBdr>
      </w:pPr>
      <w:r>
        <w:t>9 b</w:t>
      </w:r>
    </w:p>
    <w:p w14:paraId="6FC1BF2A" w14:textId="77777777" w:rsidR="00825498" w:rsidRDefault="00825498" w:rsidP="00825498">
      <w:pPr>
        <w:pStyle w:val="AnswerKey"/>
        <w:pBdr>
          <w:top w:val="none" w:sz="0" w:space="0" w:color="auto"/>
          <w:left w:val="none" w:sz="0" w:space="0" w:color="auto"/>
          <w:bottom w:val="none" w:sz="0" w:space="0" w:color="auto"/>
          <w:right w:val="none" w:sz="0" w:space="0" w:color="auto"/>
        </w:pBdr>
      </w:pPr>
      <w:r>
        <w:t>10 a</w:t>
      </w:r>
    </w:p>
    <w:p w14:paraId="1F3CB871" w14:textId="77777777" w:rsidR="00B23775" w:rsidRDefault="00B23775" w:rsidP="00B23775">
      <w:pPr>
        <w:pStyle w:val="AnswerKey"/>
        <w:pBdr>
          <w:top w:val="none" w:sz="0" w:space="0" w:color="auto"/>
          <w:left w:val="none" w:sz="0" w:space="0" w:color="auto"/>
          <w:bottom w:val="none" w:sz="0" w:space="0" w:color="auto"/>
          <w:right w:val="none" w:sz="0" w:space="0" w:color="auto"/>
        </w:pBdr>
        <w:ind w:left="0" w:firstLine="0"/>
        <w:rPr>
          <w:b/>
        </w:rPr>
      </w:pPr>
    </w:p>
    <w:p w14:paraId="17C97D9A" w14:textId="7BCD3954" w:rsidR="00825498" w:rsidRPr="00825498" w:rsidRDefault="00825498" w:rsidP="0011155B">
      <w:pPr>
        <w:pStyle w:val="AnswerKey"/>
        <w:pBdr>
          <w:top w:val="none" w:sz="0" w:space="0" w:color="auto"/>
          <w:left w:val="none" w:sz="0" w:space="0" w:color="auto"/>
          <w:bottom w:val="none" w:sz="0" w:space="0" w:color="auto"/>
          <w:right w:val="none" w:sz="0" w:space="0" w:color="auto"/>
        </w:pBdr>
        <w:ind w:left="0" w:firstLine="0"/>
        <w:rPr>
          <w:b/>
        </w:rPr>
      </w:pPr>
      <w:r w:rsidRPr="00825498">
        <w:rPr>
          <w:b/>
        </w:rPr>
        <w:t>2</w:t>
      </w:r>
    </w:p>
    <w:p w14:paraId="27E42F60" w14:textId="77777777" w:rsidR="00825498" w:rsidRPr="00A2349E"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rsidRPr="006A70D7">
        <w:t>1</w:t>
      </w:r>
      <w:r>
        <w:t xml:space="preserve"> </w:t>
      </w:r>
      <w:r w:rsidRPr="00A2349E">
        <w:t xml:space="preserve">It is </w:t>
      </w:r>
      <w:proofErr w:type="spellStart"/>
      <w:r w:rsidRPr="00A2349E">
        <w:t>Zania</w:t>
      </w:r>
      <w:proofErr w:type="spellEnd"/>
      <w:r w:rsidRPr="00A2349E">
        <w:t xml:space="preserve"> who</w:t>
      </w:r>
      <w:r>
        <w:t xml:space="preserve"> </w:t>
      </w:r>
      <w:r w:rsidRPr="00A2349E">
        <w:t>is responsible for ordering stationery.</w:t>
      </w:r>
      <w:r>
        <w:t xml:space="preserve"> </w:t>
      </w:r>
    </w:p>
    <w:p w14:paraId="77FA32B7" w14:textId="6D07A3D7" w:rsidR="00825498" w:rsidRDefault="00825498" w:rsidP="0011155B">
      <w:pPr>
        <w:pStyle w:val="AnswerKey"/>
        <w:pBdr>
          <w:top w:val="none" w:sz="0" w:space="0" w:color="auto"/>
          <w:left w:val="none" w:sz="0" w:space="0" w:color="auto"/>
          <w:bottom w:val="none" w:sz="0" w:space="0" w:color="auto"/>
          <w:right w:val="none" w:sz="0" w:space="0" w:color="auto"/>
        </w:pBdr>
        <w:tabs>
          <w:tab w:val="clear" w:pos="567"/>
          <w:tab w:val="left" w:pos="0"/>
        </w:tabs>
        <w:ind w:left="0" w:firstLine="0"/>
      </w:pPr>
      <w:r>
        <w:t xml:space="preserve">2 All I </w:t>
      </w:r>
      <w:r w:rsidRPr="0035161A">
        <w:t>need is another day to finish the report.</w:t>
      </w:r>
      <w:r w:rsidR="00CA2A6C">
        <w:t xml:space="preserve"> / All I need to finish the report is another day.</w:t>
      </w:r>
    </w:p>
    <w:p w14:paraId="54788333" w14:textId="0B1D4A73"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 w:val="left" w:pos="0"/>
        </w:tabs>
        <w:ind w:left="0"/>
      </w:pPr>
      <w:r>
        <w:tab/>
        <w:t xml:space="preserve">3 The thing (that) </w:t>
      </w:r>
      <w:r w:rsidRPr="00A2349E">
        <w:t xml:space="preserve">Jane most likes </w:t>
      </w:r>
      <w:r w:rsidR="00CA2A6C">
        <w:t xml:space="preserve">in </w:t>
      </w:r>
      <w:r w:rsidRPr="00A2349E">
        <w:t>her job is the sense of teamwork.</w:t>
      </w:r>
    </w:p>
    <w:p w14:paraId="2E4E2AF2" w14:textId="77777777"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4 It was the convenient location that</w:t>
      </w:r>
      <w:r w:rsidRPr="00A2349E">
        <w:t xml:space="preserve"> made me buy this flat</w:t>
      </w:r>
      <w:r>
        <w:t>.</w:t>
      </w:r>
    </w:p>
    <w:p w14:paraId="07D26394" w14:textId="77777777"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5 What I want to do is </w:t>
      </w:r>
      <w:r w:rsidRPr="00A2349E">
        <w:t>finish my Business Studies degree then look for a job.</w:t>
      </w:r>
    </w:p>
    <w:p w14:paraId="2D42DA31" w14:textId="52D1300C"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6 Something we can improve is listening to </w:t>
      </w:r>
      <w:r w:rsidRPr="00A2349E">
        <w:t>others in a meeting.</w:t>
      </w:r>
    </w:p>
    <w:p w14:paraId="78B950D4" w14:textId="1DF7840B"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7 At work, the person (who) I admire most is </w:t>
      </w:r>
      <w:r w:rsidRPr="00A2349E">
        <w:t>my co-worker Julie.</w:t>
      </w:r>
    </w:p>
    <w:p w14:paraId="785EDCB5" w14:textId="66DD5082"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8 It was two years ago that Heike started </w:t>
      </w:r>
      <w:r w:rsidRPr="0022766C">
        <w:t>working here.</w:t>
      </w:r>
    </w:p>
    <w:p w14:paraId="6A460A28" w14:textId="77777777"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9 What we should focus on is </w:t>
      </w:r>
      <w:r w:rsidRPr="0022766C">
        <w:t>improving sales for the next year.</w:t>
      </w:r>
    </w:p>
    <w:p w14:paraId="1C008ADB" w14:textId="7DBDC5DC" w:rsidR="00825498" w:rsidRDefault="00825498" w:rsidP="00416E5A">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10 Something we have done is </w:t>
      </w:r>
      <w:r w:rsidRPr="0022766C">
        <w:t>upgrade all the</w:t>
      </w:r>
      <w:r w:rsidR="00C51AD3">
        <w:t> </w:t>
      </w:r>
      <w:r w:rsidRPr="0022766C">
        <w:t>company software.</w:t>
      </w:r>
    </w:p>
    <w:p w14:paraId="5BDBC3BB"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67ABC410" w14:textId="77777777" w:rsidR="00825498" w:rsidRPr="00416E5A" w:rsidRDefault="00825498" w:rsidP="00416E5A">
      <w:pPr>
        <w:pStyle w:val="AnswerKey"/>
        <w:pBdr>
          <w:top w:val="none" w:sz="0" w:space="0" w:color="auto"/>
          <w:left w:val="none" w:sz="0" w:space="0" w:color="auto"/>
          <w:bottom w:val="none" w:sz="0" w:space="0" w:color="auto"/>
          <w:right w:val="none" w:sz="0" w:space="0" w:color="auto"/>
        </w:pBdr>
        <w:ind w:left="0" w:firstLine="0"/>
        <w:rPr>
          <w:b/>
        </w:rPr>
      </w:pPr>
      <w:r w:rsidRPr="00416E5A">
        <w:rPr>
          <w:b/>
        </w:rPr>
        <w:t>3</w:t>
      </w:r>
    </w:p>
    <w:p w14:paraId="438D8470" w14:textId="77777777" w:rsidR="00825498" w:rsidRDefault="00825498" w:rsidP="00825498">
      <w:pPr>
        <w:pStyle w:val="AnswerKey"/>
        <w:pBdr>
          <w:top w:val="none" w:sz="0" w:space="0" w:color="auto"/>
          <w:left w:val="none" w:sz="0" w:space="0" w:color="auto"/>
          <w:bottom w:val="none" w:sz="0" w:space="0" w:color="auto"/>
          <w:right w:val="none" w:sz="0" w:space="0" w:color="auto"/>
        </w:pBdr>
      </w:pPr>
      <w:r>
        <w:t>1 a</w:t>
      </w:r>
    </w:p>
    <w:p w14:paraId="271E825F" w14:textId="77777777" w:rsidR="00825498" w:rsidRDefault="00825498" w:rsidP="00825498">
      <w:pPr>
        <w:pStyle w:val="AnswerKey"/>
        <w:pBdr>
          <w:top w:val="none" w:sz="0" w:space="0" w:color="auto"/>
          <w:left w:val="none" w:sz="0" w:space="0" w:color="auto"/>
          <w:bottom w:val="none" w:sz="0" w:space="0" w:color="auto"/>
          <w:right w:val="none" w:sz="0" w:space="0" w:color="auto"/>
        </w:pBdr>
      </w:pPr>
      <w:r>
        <w:t>2 c</w:t>
      </w:r>
    </w:p>
    <w:p w14:paraId="587C4D81" w14:textId="77777777" w:rsidR="00825498" w:rsidRDefault="00825498" w:rsidP="00825498">
      <w:pPr>
        <w:pStyle w:val="AnswerKey"/>
        <w:pBdr>
          <w:top w:val="none" w:sz="0" w:space="0" w:color="auto"/>
          <w:left w:val="none" w:sz="0" w:space="0" w:color="auto"/>
          <w:bottom w:val="none" w:sz="0" w:space="0" w:color="auto"/>
          <w:right w:val="none" w:sz="0" w:space="0" w:color="auto"/>
        </w:pBdr>
      </w:pPr>
      <w:r>
        <w:t>3 a</w:t>
      </w:r>
    </w:p>
    <w:p w14:paraId="33B62348" w14:textId="77777777" w:rsidR="00825498" w:rsidRDefault="00825498" w:rsidP="00825498">
      <w:pPr>
        <w:pStyle w:val="AnswerKey"/>
        <w:pBdr>
          <w:top w:val="none" w:sz="0" w:space="0" w:color="auto"/>
          <w:left w:val="none" w:sz="0" w:space="0" w:color="auto"/>
          <w:bottom w:val="none" w:sz="0" w:space="0" w:color="auto"/>
          <w:right w:val="none" w:sz="0" w:space="0" w:color="auto"/>
        </w:pBdr>
      </w:pPr>
      <w:r>
        <w:t>4 b</w:t>
      </w:r>
    </w:p>
    <w:p w14:paraId="6D745DB1" w14:textId="77777777" w:rsidR="00825498" w:rsidRDefault="00825498" w:rsidP="00825498">
      <w:pPr>
        <w:pStyle w:val="AnswerKey"/>
        <w:pBdr>
          <w:top w:val="none" w:sz="0" w:space="0" w:color="auto"/>
          <w:left w:val="none" w:sz="0" w:space="0" w:color="auto"/>
          <w:bottom w:val="none" w:sz="0" w:space="0" w:color="auto"/>
          <w:right w:val="none" w:sz="0" w:space="0" w:color="auto"/>
        </w:pBdr>
      </w:pPr>
      <w:r>
        <w:t>5 c</w:t>
      </w:r>
    </w:p>
    <w:p w14:paraId="243B35A8"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0E86264E" w14:textId="77777777" w:rsidR="00825498" w:rsidRPr="00416E5A" w:rsidRDefault="00825498" w:rsidP="00825498">
      <w:pPr>
        <w:pStyle w:val="AnswerKey"/>
        <w:pBdr>
          <w:top w:val="none" w:sz="0" w:space="0" w:color="auto"/>
          <w:left w:val="none" w:sz="0" w:space="0" w:color="auto"/>
          <w:bottom w:val="none" w:sz="0" w:space="0" w:color="auto"/>
          <w:right w:val="none" w:sz="0" w:space="0" w:color="auto"/>
        </w:pBdr>
        <w:rPr>
          <w:b/>
        </w:rPr>
      </w:pPr>
      <w:r w:rsidRPr="00416E5A">
        <w:rPr>
          <w:b/>
        </w:rPr>
        <w:t>4</w:t>
      </w:r>
    </w:p>
    <w:p w14:paraId="4B78419F"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1 c</w:t>
      </w:r>
    </w:p>
    <w:p w14:paraId="5F7A4EF2"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2 a</w:t>
      </w:r>
    </w:p>
    <w:p w14:paraId="7233801D"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3 c</w:t>
      </w:r>
    </w:p>
    <w:p w14:paraId="3CC6CF72"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4 a</w:t>
      </w:r>
    </w:p>
    <w:p w14:paraId="32112C72"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5 d</w:t>
      </w:r>
    </w:p>
    <w:p w14:paraId="57E2D7B2"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3479B00A" w14:textId="77777777" w:rsidR="00825498" w:rsidRPr="00416E5A" w:rsidRDefault="00825498" w:rsidP="00825498">
      <w:pPr>
        <w:pStyle w:val="AnswerKey"/>
        <w:pBdr>
          <w:top w:val="none" w:sz="0" w:space="0" w:color="auto"/>
          <w:left w:val="none" w:sz="0" w:space="0" w:color="auto"/>
          <w:bottom w:val="none" w:sz="0" w:space="0" w:color="auto"/>
          <w:right w:val="none" w:sz="0" w:space="0" w:color="auto"/>
        </w:pBdr>
        <w:rPr>
          <w:b/>
        </w:rPr>
      </w:pPr>
      <w:r w:rsidRPr="00416E5A">
        <w:rPr>
          <w:b/>
        </w:rPr>
        <w:t>5</w:t>
      </w:r>
    </w:p>
    <w:p w14:paraId="3B634A72" w14:textId="77777777" w:rsidR="00825498" w:rsidRDefault="00825498" w:rsidP="00825498">
      <w:pPr>
        <w:pStyle w:val="AnswerKey"/>
        <w:pBdr>
          <w:top w:val="none" w:sz="0" w:space="0" w:color="auto"/>
          <w:left w:val="none" w:sz="0" w:space="0" w:color="auto"/>
          <w:bottom w:val="none" w:sz="0" w:space="0" w:color="auto"/>
          <w:right w:val="none" w:sz="0" w:space="0" w:color="auto"/>
        </w:pBdr>
      </w:pPr>
      <w:r>
        <w:t>1 to</w:t>
      </w:r>
    </w:p>
    <w:p w14:paraId="6B2BD6F2" w14:textId="77777777" w:rsidR="00825498" w:rsidRDefault="00825498" w:rsidP="00825498">
      <w:pPr>
        <w:pStyle w:val="AnswerKey"/>
        <w:pBdr>
          <w:top w:val="none" w:sz="0" w:space="0" w:color="auto"/>
          <w:left w:val="none" w:sz="0" w:space="0" w:color="auto"/>
          <w:bottom w:val="none" w:sz="0" w:space="0" w:color="auto"/>
          <w:right w:val="none" w:sz="0" w:space="0" w:color="auto"/>
        </w:pBdr>
      </w:pPr>
      <w:r>
        <w:t>2 would</w:t>
      </w:r>
    </w:p>
    <w:p w14:paraId="0BE1F276" w14:textId="77777777" w:rsidR="00825498" w:rsidRDefault="00825498" w:rsidP="00825498">
      <w:pPr>
        <w:pStyle w:val="AnswerKey"/>
        <w:pBdr>
          <w:top w:val="none" w:sz="0" w:space="0" w:color="auto"/>
          <w:left w:val="none" w:sz="0" w:space="0" w:color="auto"/>
          <w:bottom w:val="none" w:sz="0" w:space="0" w:color="auto"/>
          <w:right w:val="none" w:sz="0" w:space="0" w:color="auto"/>
        </w:pBdr>
      </w:pPr>
      <w:r>
        <w:t>3 so</w:t>
      </w:r>
    </w:p>
    <w:p w14:paraId="761F45BF" w14:textId="77777777" w:rsidR="00825498" w:rsidRDefault="00825498" w:rsidP="00825498">
      <w:pPr>
        <w:pStyle w:val="AnswerKey"/>
        <w:pBdr>
          <w:top w:val="none" w:sz="0" w:space="0" w:color="auto"/>
          <w:left w:val="none" w:sz="0" w:space="0" w:color="auto"/>
          <w:bottom w:val="none" w:sz="0" w:space="0" w:color="auto"/>
          <w:right w:val="none" w:sz="0" w:space="0" w:color="auto"/>
        </w:pBdr>
      </w:pPr>
      <w:r>
        <w:t xml:space="preserve">4 expect </w:t>
      </w:r>
    </w:p>
    <w:p w14:paraId="28C3A906" w14:textId="77777777" w:rsidR="00825498" w:rsidRDefault="00825498" w:rsidP="00825498">
      <w:pPr>
        <w:pStyle w:val="AnswerKey"/>
        <w:pBdr>
          <w:top w:val="none" w:sz="0" w:space="0" w:color="auto"/>
          <w:left w:val="none" w:sz="0" w:space="0" w:color="auto"/>
          <w:bottom w:val="none" w:sz="0" w:space="0" w:color="auto"/>
          <w:right w:val="none" w:sz="0" w:space="0" w:color="auto"/>
        </w:pBdr>
      </w:pPr>
      <w:r>
        <w:t>5 order</w:t>
      </w:r>
    </w:p>
    <w:p w14:paraId="75380FBC"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3FF5D94E" w14:textId="77777777" w:rsidR="00C51AD3" w:rsidRDefault="00C51AD3" w:rsidP="00825498">
      <w:pPr>
        <w:pStyle w:val="AnswerKey"/>
        <w:pBdr>
          <w:top w:val="none" w:sz="0" w:space="0" w:color="auto"/>
          <w:left w:val="none" w:sz="0" w:space="0" w:color="auto"/>
          <w:bottom w:val="none" w:sz="0" w:space="0" w:color="auto"/>
          <w:right w:val="none" w:sz="0" w:space="0" w:color="auto"/>
        </w:pBdr>
        <w:rPr>
          <w:b/>
        </w:rPr>
      </w:pPr>
      <w:r>
        <w:rPr>
          <w:b/>
        </w:rPr>
        <w:t>Skills</w:t>
      </w:r>
    </w:p>
    <w:p w14:paraId="5C95CCC5" w14:textId="005109E9" w:rsidR="00416E5A" w:rsidRDefault="00825498" w:rsidP="00825498">
      <w:pPr>
        <w:pStyle w:val="AnswerKey"/>
        <w:pBdr>
          <w:top w:val="none" w:sz="0" w:space="0" w:color="auto"/>
          <w:left w:val="none" w:sz="0" w:space="0" w:color="auto"/>
          <w:bottom w:val="none" w:sz="0" w:space="0" w:color="auto"/>
          <w:right w:val="none" w:sz="0" w:space="0" w:color="auto"/>
        </w:pBdr>
      </w:pPr>
      <w:r w:rsidRPr="00416E5A">
        <w:rPr>
          <w:b/>
        </w:rPr>
        <w:t>6</w:t>
      </w:r>
    </w:p>
    <w:p w14:paraId="02C0A739" w14:textId="79DD872A" w:rsidR="00825498" w:rsidRDefault="00825498" w:rsidP="00825498">
      <w:pPr>
        <w:pStyle w:val="AnswerKey"/>
        <w:pBdr>
          <w:top w:val="none" w:sz="0" w:space="0" w:color="auto"/>
          <w:left w:val="none" w:sz="0" w:space="0" w:color="auto"/>
          <w:bottom w:val="none" w:sz="0" w:space="0" w:color="auto"/>
          <w:right w:val="none" w:sz="0" w:space="0" w:color="auto"/>
        </w:pBdr>
      </w:pPr>
      <w:r w:rsidRPr="00E65234">
        <w:t>1</w:t>
      </w:r>
      <w:r>
        <w:t xml:space="preserve"> budget</w:t>
      </w:r>
      <w:r w:rsidRPr="00E65234">
        <w:t xml:space="preserve">  </w:t>
      </w:r>
    </w:p>
    <w:p w14:paraId="33DBD601"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2 </w:t>
      </w:r>
      <w:r>
        <w:t>Aug(</w:t>
      </w:r>
      <w:proofErr w:type="spellStart"/>
      <w:r>
        <w:t>ust</w:t>
      </w:r>
      <w:proofErr w:type="spellEnd"/>
      <w:r>
        <w:t>) 8</w:t>
      </w:r>
      <w:r w:rsidRPr="00B00048">
        <w:t>th</w:t>
      </w:r>
      <w:r>
        <w:t xml:space="preserve"> / 8</w:t>
      </w:r>
      <w:r w:rsidRPr="00A73CC4">
        <w:t>th</w:t>
      </w:r>
      <w:r>
        <w:t xml:space="preserve"> Aug(</w:t>
      </w:r>
      <w:proofErr w:type="spellStart"/>
      <w:r>
        <w:t>ust</w:t>
      </w:r>
      <w:proofErr w:type="spellEnd"/>
      <w:r>
        <w:t>)</w:t>
      </w:r>
      <w:r w:rsidRPr="00E65234">
        <w:t xml:space="preserve"> </w:t>
      </w:r>
    </w:p>
    <w:p w14:paraId="13ADA2DC"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3 </w:t>
      </w:r>
      <w:r>
        <w:t>Maria</w:t>
      </w:r>
    </w:p>
    <w:p w14:paraId="074D88C6"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4 </w:t>
      </w:r>
      <w:r>
        <w:t xml:space="preserve">next Monday </w:t>
      </w:r>
    </w:p>
    <w:p w14:paraId="4484C5E8"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5 </w:t>
      </w:r>
      <w:r>
        <w:t>9.30 (a.m.)</w:t>
      </w:r>
      <w:r w:rsidRPr="00E65234">
        <w:t xml:space="preserve"> </w:t>
      </w:r>
    </w:p>
    <w:p w14:paraId="34A9350A"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6 </w:t>
      </w:r>
      <w:r>
        <w:t>unprofessional</w:t>
      </w:r>
    </w:p>
    <w:p w14:paraId="5A649FB7"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7 </w:t>
      </w:r>
      <w:r>
        <w:t>attitude</w:t>
      </w:r>
      <w:r w:rsidRPr="00E65234">
        <w:t xml:space="preserve"> </w:t>
      </w:r>
    </w:p>
    <w:p w14:paraId="55582EFD" w14:textId="25A63ADE" w:rsidR="00B23775" w:rsidRDefault="00825498" w:rsidP="0039120F">
      <w:pPr>
        <w:pStyle w:val="AnswerKey"/>
        <w:pBdr>
          <w:top w:val="none" w:sz="0" w:space="0" w:color="auto"/>
          <w:left w:val="none" w:sz="0" w:space="0" w:color="auto"/>
          <w:bottom w:val="none" w:sz="0" w:space="0" w:color="auto"/>
          <w:right w:val="none" w:sz="0" w:space="0" w:color="auto"/>
        </w:pBdr>
        <w:ind w:left="0" w:firstLine="0"/>
        <w:rPr>
          <w:b/>
        </w:rPr>
      </w:pPr>
      <w:r w:rsidRPr="00E65234">
        <w:t xml:space="preserve">8 </w:t>
      </w:r>
      <w:r>
        <w:t>progress</w:t>
      </w:r>
    </w:p>
    <w:p w14:paraId="7728651B" w14:textId="77777777" w:rsidR="00B23775" w:rsidRDefault="00B23775" w:rsidP="0039120F">
      <w:pPr>
        <w:pStyle w:val="AnswerKey"/>
        <w:pBdr>
          <w:top w:val="none" w:sz="0" w:space="0" w:color="auto"/>
          <w:left w:val="none" w:sz="0" w:space="0" w:color="auto"/>
          <w:bottom w:val="none" w:sz="0" w:space="0" w:color="auto"/>
          <w:right w:val="none" w:sz="0" w:space="0" w:color="auto"/>
        </w:pBdr>
        <w:ind w:left="0" w:firstLine="0"/>
        <w:rPr>
          <w:b/>
        </w:rPr>
      </w:pPr>
    </w:p>
    <w:p w14:paraId="176BB629" w14:textId="330F9087" w:rsidR="00825498" w:rsidRPr="00416E5A" w:rsidRDefault="00825498" w:rsidP="0039120F">
      <w:pPr>
        <w:pStyle w:val="AnswerKey"/>
        <w:pBdr>
          <w:top w:val="none" w:sz="0" w:space="0" w:color="auto"/>
          <w:left w:val="none" w:sz="0" w:space="0" w:color="auto"/>
          <w:bottom w:val="none" w:sz="0" w:space="0" w:color="auto"/>
          <w:right w:val="none" w:sz="0" w:space="0" w:color="auto"/>
        </w:pBdr>
        <w:ind w:left="0" w:firstLine="0"/>
        <w:rPr>
          <w:b/>
        </w:rPr>
      </w:pPr>
      <w:r w:rsidRPr="00416E5A">
        <w:rPr>
          <w:b/>
        </w:rPr>
        <w:t>7</w:t>
      </w:r>
    </w:p>
    <w:p w14:paraId="449D2A70" w14:textId="77777777" w:rsidR="00416E5A" w:rsidRDefault="00825498" w:rsidP="00825498">
      <w:pPr>
        <w:pStyle w:val="AnswerKey"/>
        <w:pBdr>
          <w:top w:val="none" w:sz="0" w:space="0" w:color="auto"/>
          <w:left w:val="none" w:sz="0" w:space="0" w:color="auto"/>
          <w:bottom w:val="none" w:sz="0" w:space="0" w:color="auto"/>
          <w:right w:val="none" w:sz="0" w:space="0" w:color="auto"/>
        </w:pBdr>
      </w:pPr>
      <w:r w:rsidRPr="00502A55">
        <w:t xml:space="preserve">1 </w:t>
      </w:r>
      <w:r>
        <w:t>B</w:t>
      </w:r>
    </w:p>
    <w:p w14:paraId="08BAECCE" w14:textId="77777777" w:rsidR="00416E5A" w:rsidRDefault="00825498" w:rsidP="00825498">
      <w:pPr>
        <w:pStyle w:val="AnswerKey"/>
        <w:pBdr>
          <w:top w:val="none" w:sz="0" w:space="0" w:color="auto"/>
          <w:left w:val="none" w:sz="0" w:space="0" w:color="auto"/>
          <w:bottom w:val="none" w:sz="0" w:space="0" w:color="auto"/>
          <w:right w:val="none" w:sz="0" w:space="0" w:color="auto"/>
        </w:pBdr>
      </w:pPr>
      <w:r w:rsidRPr="00502A55">
        <w:t xml:space="preserve">2 </w:t>
      </w:r>
      <w:r>
        <w:t>C</w:t>
      </w:r>
      <w:r w:rsidRPr="00502A55">
        <w:t xml:space="preserve"> </w:t>
      </w:r>
    </w:p>
    <w:p w14:paraId="0AFDCCBF" w14:textId="77777777" w:rsidR="00416E5A" w:rsidRDefault="00825498" w:rsidP="00416E5A">
      <w:pPr>
        <w:pStyle w:val="AnswerKey"/>
        <w:pBdr>
          <w:top w:val="none" w:sz="0" w:space="0" w:color="auto"/>
          <w:left w:val="none" w:sz="0" w:space="0" w:color="auto"/>
          <w:bottom w:val="none" w:sz="0" w:space="0" w:color="auto"/>
          <w:right w:val="none" w:sz="0" w:space="0" w:color="auto"/>
        </w:pBdr>
      </w:pPr>
      <w:r w:rsidRPr="00502A55">
        <w:t xml:space="preserve">3 </w:t>
      </w:r>
      <w:r>
        <w:t>B</w:t>
      </w:r>
    </w:p>
    <w:p w14:paraId="6F678602" w14:textId="77777777" w:rsidR="00416E5A" w:rsidRDefault="00825498" w:rsidP="00416E5A">
      <w:pPr>
        <w:pStyle w:val="AnswerKey"/>
        <w:pBdr>
          <w:top w:val="none" w:sz="0" w:space="0" w:color="auto"/>
          <w:left w:val="none" w:sz="0" w:space="0" w:color="auto"/>
          <w:bottom w:val="none" w:sz="0" w:space="0" w:color="auto"/>
          <w:right w:val="none" w:sz="0" w:space="0" w:color="auto"/>
        </w:pBdr>
      </w:pPr>
      <w:r w:rsidRPr="00502A55">
        <w:t xml:space="preserve">4 </w:t>
      </w:r>
      <w:r>
        <w:t>A</w:t>
      </w:r>
    </w:p>
    <w:p w14:paraId="06BD51AD" w14:textId="77777777" w:rsidR="00416E5A" w:rsidRDefault="00825498" w:rsidP="00416E5A">
      <w:pPr>
        <w:pStyle w:val="AnswerKey"/>
        <w:pBdr>
          <w:top w:val="none" w:sz="0" w:space="0" w:color="auto"/>
          <w:left w:val="none" w:sz="0" w:space="0" w:color="auto"/>
          <w:bottom w:val="none" w:sz="0" w:space="0" w:color="auto"/>
          <w:right w:val="none" w:sz="0" w:space="0" w:color="auto"/>
        </w:pBdr>
      </w:pPr>
      <w:r w:rsidRPr="00502A55">
        <w:t xml:space="preserve">5 </w:t>
      </w:r>
      <w:r>
        <w:t>D</w:t>
      </w:r>
      <w:r w:rsidRPr="00502A55">
        <w:t xml:space="preserve"> </w:t>
      </w:r>
    </w:p>
    <w:p w14:paraId="7173D6D6" w14:textId="77777777" w:rsidR="00416E5A" w:rsidRDefault="00825498" w:rsidP="00416E5A">
      <w:pPr>
        <w:pStyle w:val="AnswerKey"/>
        <w:pBdr>
          <w:top w:val="none" w:sz="0" w:space="0" w:color="auto"/>
          <w:left w:val="none" w:sz="0" w:space="0" w:color="auto"/>
          <w:bottom w:val="none" w:sz="0" w:space="0" w:color="auto"/>
          <w:right w:val="none" w:sz="0" w:space="0" w:color="auto"/>
        </w:pBdr>
      </w:pPr>
      <w:r w:rsidRPr="00502A55">
        <w:t xml:space="preserve">6 </w:t>
      </w:r>
      <w:r>
        <w:t>A</w:t>
      </w:r>
    </w:p>
    <w:p w14:paraId="1A37FE51" w14:textId="0405C875" w:rsidR="00825498" w:rsidRPr="00502A55" w:rsidRDefault="00825498" w:rsidP="00416E5A">
      <w:pPr>
        <w:pStyle w:val="AnswerKey"/>
        <w:pBdr>
          <w:top w:val="none" w:sz="0" w:space="0" w:color="auto"/>
          <w:left w:val="none" w:sz="0" w:space="0" w:color="auto"/>
          <w:bottom w:val="none" w:sz="0" w:space="0" w:color="auto"/>
          <w:right w:val="none" w:sz="0" w:space="0" w:color="auto"/>
        </w:pBdr>
      </w:pPr>
      <w:r>
        <w:t>7</w:t>
      </w:r>
      <w:r w:rsidRPr="00502A55">
        <w:t xml:space="preserve"> </w:t>
      </w:r>
      <w:r>
        <w:t>B</w:t>
      </w:r>
    </w:p>
    <w:p w14:paraId="71241E79"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11B1F8E1" w14:textId="77777777" w:rsidR="00825498" w:rsidRPr="00416E5A" w:rsidRDefault="00825498" w:rsidP="00825498">
      <w:pPr>
        <w:pStyle w:val="AnswerKey"/>
        <w:pBdr>
          <w:top w:val="none" w:sz="0" w:space="0" w:color="auto"/>
          <w:left w:val="none" w:sz="0" w:space="0" w:color="auto"/>
          <w:bottom w:val="none" w:sz="0" w:space="0" w:color="auto"/>
          <w:right w:val="none" w:sz="0" w:space="0" w:color="auto"/>
        </w:pBdr>
        <w:rPr>
          <w:b/>
        </w:rPr>
      </w:pPr>
      <w:r w:rsidRPr="00416E5A">
        <w:rPr>
          <w:b/>
        </w:rPr>
        <w:t xml:space="preserve">8 </w:t>
      </w:r>
    </w:p>
    <w:p w14:paraId="73A57905" w14:textId="659D7833" w:rsidR="00825498" w:rsidRPr="0039120F" w:rsidRDefault="00C71F13" w:rsidP="00825498">
      <w:pPr>
        <w:pStyle w:val="AnswerKey"/>
        <w:pBdr>
          <w:top w:val="none" w:sz="0" w:space="0" w:color="auto"/>
          <w:left w:val="none" w:sz="0" w:space="0" w:color="auto"/>
          <w:bottom w:val="none" w:sz="0" w:space="0" w:color="auto"/>
          <w:right w:val="none" w:sz="0" w:space="0" w:color="auto"/>
        </w:pBdr>
        <w:rPr>
          <w:b/>
        </w:rPr>
      </w:pPr>
      <w:r>
        <w:rPr>
          <w:b/>
        </w:rPr>
        <w:t>Model answer</w:t>
      </w:r>
    </w:p>
    <w:p w14:paraId="2E20B83E" w14:textId="77777777" w:rsidR="00825498" w:rsidRPr="00933A1A" w:rsidRDefault="00825498" w:rsidP="00825498">
      <w:pPr>
        <w:pStyle w:val="AnswerKey"/>
        <w:pBdr>
          <w:top w:val="none" w:sz="0" w:space="0" w:color="auto"/>
          <w:left w:val="none" w:sz="0" w:space="0" w:color="auto"/>
          <w:bottom w:val="none" w:sz="0" w:space="0" w:color="auto"/>
          <w:right w:val="none" w:sz="0" w:space="0" w:color="auto"/>
        </w:pBdr>
      </w:pPr>
      <w:bookmarkStart w:id="0" w:name="_Hlk530653656"/>
      <w:r w:rsidRPr="00933A1A">
        <w:t>Dear Anders</w:t>
      </w:r>
      <w:r>
        <w:t>,</w:t>
      </w:r>
    </w:p>
    <w:p w14:paraId="60BBE7D6" w14:textId="3ED095E7"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rsidRPr="00933A1A">
        <w:t>Further to our meeting this morning</w:t>
      </w:r>
      <w:r>
        <w:t>, I’d like to</w:t>
      </w:r>
      <w:r w:rsidR="006D49A3">
        <w:t> </w:t>
      </w:r>
      <w:r>
        <w:t>summarise what we discussed.</w:t>
      </w:r>
      <w:r w:rsidRPr="00933A1A">
        <w:t xml:space="preserve"> </w:t>
      </w:r>
    </w:p>
    <w:p w14:paraId="23B9F933" w14:textId="6313A2A5"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First of all, I’d like to say that you have been working well over the last six months. You are</w:t>
      </w:r>
      <w:r w:rsidR="006D49A3">
        <w:t> </w:t>
      </w:r>
      <w:r>
        <w:t xml:space="preserve">especially good at meeting deadlines. In addition, you have good communication skills within your team. You discuss aspects of your </w:t>
      </w:r>
      <w:r>
        <w:lastRenderedPageBreak/>
        <w:t xml:space="preserve">work clearly with others and ask questions when required. </w:t>
      </w:r>
    </w:p>
    <w:p w14:paraId="1B68225A" w14:textId="77777777"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rsidRPr="00933A1A">
        <w:t xml:space="preserve">I’m </w:t>
      </w:r>
      <w:r>
        <w:t xml:space="preserve">also </w:t>
      </w:r>
      <w:r w:rsidRPr="00933A1A">
        <w:t>writing to confirm that there are a few things which you could do to improve your performance</w:t>
      </w:r>
      <w:r>
        <w:t>. These are concerned with planning and organising your work</w:t>
      </w:r>
      <w:r w:rsidRPr="00933A1A">
        <w:t xml:space="preserve">. </w:t>
      </w:r>
    </w:p>
    <w:p w14:paraId="1BC71DD2" w14:textId="77777777"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 xml:space="preserve">Firstly, I would like you to start to use the online calendar to help you plan your work. This will help you to understand more about the time needed for various tasks and manage your workload better. </w:t>
      </w:r>
    </w:p>
    <w:p w14:paraId="7E2DD427" w14:textId="77777777"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 xml:space="preserve">Secondly, it is important that you set clear goals for yourself. These should be daily and weekly goals. </w:t>
      </w:r>
    </w:p>
    <w:p w14:paraId="4F6C26E1" w14:textId="5F17BAB2"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Next, I expect you to review these goals at the</w:t>
      </w:r>
      <w:r w:rsidR="00C51AD3">
        <w:t> </w:t>
      </w:r>
      <w:r>
        <w:t>end of every day and week so that you can</w:t>
      </w:r>
      <w:r w:rsidR="00C51AD3">
        <w:t> </w:t>
      </w:r>
      <w:r>
        <w:t xml:space="preserve">see how you are progressing. </w:t>
      </w:r>
    </w:p>
    <w:p w14:paraId="713B3191" w14:textId="518D3849"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All the best</w:t>
      </w:r>
      <w:r w:rsidR="00B23775">
        <w:t>,</w:t>
      </w:r>
    </w:p>
    <w:p w14:paraId="74E94758" w14:textId="2C622F22" w:rsidR="00B23775" w:rsidRDefault="00825498" w:rsidP="00B23775">
      <w:pPr>
        <w:pStyle w:val="AnswerKey"/>
        <w:pBdr>
          <w:top w:val="none" w:sz="0" w:space="0" w:color="auto"/>
          <w:left w:val="none" w:sz="0" w:space="0" w:color="auto"/>
          <w:bottom w:val="none" w:sz="0" w:space="0" w:color="auto"/>
          <w:right w:val="none" w:sz="0" w:space="0" w:color="auto"/>
        </w:pBdr>
      </w:pPr>
      <w:r>
        <w:t>Fiona</w:t>
      </w:r>
      <w:bookmarkEnd w:id="0"/>
    </w:p>
    <w:p w14:paraId="0F247BE1" w14:textId="43B54B15" w:rsidR="00B23775" w:rsidRDefault="00B23775" w:rsidP="00B23775">
      <w:pPr>
        <w:pStyle w:val="AnswerKey"/>
        <w:pBdr>
          <w:top w:val="none" w:sz="0" w:space="0" w:color="auto"/>
          <w:left w:val="none" w:sz="0" w:space="0" w:color="auto"/>
          <w:bottom w:val="none" w:sz="0" w:space="0" w:color="auto"/>
          <w:right w:val="none" w:sz="0" w:space="0" w:color="auto"/>
        </w:pBdr>
      </w:pPr>
    </w:p>
    <w:p w14:paraId="46E3EEBD" w14:textId="77777777" w:rsidR="00B23775" w:rsidRPr="007E4EF6"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7E4EF6">
        <w:rPr>
          <w:b/>
        </w:rPr>
        <w:t>LCCI ENGLISH FOR BUSINESS</w:t>
      </w:r>
    </w:p>
    <w:p w14:paraId="314AAB44" w14:textId="77777777" w:rsidR="00B23775" w:rsidRPr="00C56655" w:rsidRDefault="00B23775" w:rsidP="00B23775">
      <w:pPr>
        <w:pStyle w:val="Text"/>
        <w:rPr>
          <w:b/>
        </w:rPr>
      </w:pPr>
      <w:r w:rsidRPr="00C56655">
        <w:rPr>
          <w:b/>
        </w:rPr>
        <w:t xml:space="preserve">Model </w:t>
      </w:r>
      <w:r>
        <w:rPr>
          <w:b/>
        </w:rPr>
        <w:t>a</w:t>
      </w:r>
      <w:r w:rsidRPr="00C56655">
        <w:rPr>
          <w:b/>
        </w:rPr>
        <w:t>nswer</w:t>
      </w:r>
    </w:p>
    <w:p w14:paraId="5ADFFDD3" w14:textId="77777777" w:rsidR="007E200D" w:rsidRPr="0011155B" w:rsidRDefault="007E200D" w:rsidP="0011155B">
      <w:pPr>
        <w:pStyle w:val="Text"/>
      </w:pPr>
      <w:r w:rsidRPr="0011155B">
        <w:t>Dear David,</w:t>
      </w:r>
    </w:p>
    <w:p w14:paraId="0E1CF7B1" w14:textId="77777777" w:rsidR="007E200D" w:rsidRPr="0011155B" w:rsidRDefault="007E200D" w:rsidP="0011155B">
      <w:pPr>
        <w:pStyle w:val="Text"/>
      </w:pPr>
      <w:r w:rsidRPr="0011155B">
        <w:t>You have been at the company for a month now and I hope you have enjoyed your time here so far. As your mentor, I would like to send this feedback email to appraise your performance and give you advice for improvement.</w:t>
      </w:r>
    </w:p>
    <w:p w14:paraId="0AFF07B6" w14:textId="605EF019" w:rsidR="007E200D" w:rsidRPr="0011155B" w:rsidRDefault="007E200D" w:rsidP="0011155B">
      <w:pPr>
        <w:pStyle w:val="Text"/>
      </w:pPr>
      <w:r w:rsidRPr="0011155B">
        <w:t>Firstly, you have many positive points in your performance, well done! These include your timekeeping, professional appearance and overall attitude, which is very positive and constructive. I am especially pleased with your</w:t>
      </w:r>
      <w:r w:rsidR="001943E2">
        <w:t> </w:t>
      </w:r>
      <w:r w:rsidRPr="0011155B">
        <w:t>rapport with our existing clients. You are</w:t>
      </w:r>
      <w:r w:rsidR="001943E2">
        <w:t> </w:t>
      </w:r>
      <w:r w:rsidRPr="0011155B">
        <w:t>well-liked amongst our clients already.</w:t>
      </w:r>
    </w:p>
    <w:p w14:paraId="09B91BE5" w14:textId="77777777" w:rsidR="007E200D" w:rsidRPr="0011155B" w:rsidRDefault="007E200D" w:rsidP="0011155B">
      <w:pPr>
        <w:pStyle w:val="Text"/>
      </w:pPr>
      <w:r w:rsidRPr="0011155B">
        <w:t>However, I would like you to try and focus on your confidence with customers, especially when it comes to approaching possible new clients. Although this can sometimes be difficult to do, remember that you are selling something that can be of real value to them, so approach your introductions from this position.</w:t>
      </w:r>
    </w:p>
    <w:p w14:paraId="68B2FACA" w14:textId="72A374AC" w:rsidR="007E200D" w:rsidRPr="0011155B" w:rsidRDefault="007E200D" w:rsidP="0011155B">
      <w:pPr>
        <w:pStyle w:val="Text"/>
      </w:pPr>
      <w:r w:rsidRPr="0011155B">
        <w:t>Secondly, it is important that you follow up with</w:t>
      </w:r>
      <w:r w:rsidR="001943E2">
        <w:t> </w:t>
      </w:r>
      <w:r w:rsidRPr="0011155B">
        <w:t>clients and ensure you call them again after the initial conversation. You could put a</w:t>
      </w:r>
      <w:r w:rsidR="001943E2">
        <w:t> </w:t>
      </w:r>
      <w:r w:rsidRPr="0011155B">
        <w:t>reminder in your diary to do this. It certainly helps me.</w:t>
      </w:r>
    </w:p>
    <w:p w14:paraId="3DD3A4FB" w14:textId="734802F1" w:rsidR="007E200D" w:rsidRPr="0011155B" w:rsidRDefault="007E200D" w:rsidP="0011155B">
      <w:pPr>
        <w:pStyle w:val="Text"/>
      </w:pPr>
      <w:r w:rsidRPr="0011155B">
        <w:t>Finally, you need to make sure you complete all your administrative duties. I have noticed a</w:t>
      </w:r>
      <w:r w:rsidR="001943E2">
        <w:t> </w:t>
      </w:r>
      <w:r w:rsidRPr="0011155B">
        <w:t>few records missing details and this will give us problems in the future. Attention to detail here is important.</w:t>
      </w:r>
    </w:p>
    <w:p w14:paraId="233B209C" w14:textId="706FC300" w:rsidR="007E200D" w:rsidRPr="0011155B" w:rsidRDefault="007E200D" w:rsidP="0011155B">
      <w:pPr>
        <w:pStyle w:val="Text"/>
      </w:pPr>
      <w:r w:rsidRPr="0011155B">
        <w:t>I hope this advice helps. Please do email me if</w:t>
      </w:r>
      <w:r w:rsidR="001943E2">
        <w:t> </w:t>
      </w:r>
      <w:r w:rsidRPr="0011155B">
        <w:t>you have any questions.</w:t>
      </w:r>
    </w:p>
    <w:p w14:paraId="0528C557" w14:textId="77777777" w:rsidR="007E200D" w:rsidRPr="0011155B" w:rsidRDefault="007E200D" w:rsidP="0011155B">
      <w:pPr>
        <w:pStyle w:val="Text"/>
      </w:pPr>
      <w:r w:rsidRPr="0011155B">
        <w:t>With thanks,</w:t>
      </w:r>
    </w:p>
    <w:p w14:paraId="08273FD9" w14:textId="77777777" w:rsidR="007E200D" w:rsidRDefault="007E200D" w:rsidP="0011155B">
      <w:pPr>
        <w:pStyle w:val="Text"/>
      </w:pPr>
      <w:r w:rsidRPr="0011155B">
        <w:t>Ellen</w:t>
      </w:r>
    </w:p>
    <w:p w14:paraId="1D0E4118" w14:textId="77777777" w:rsidR="00B23775" w:rsidRDefault="00B23775" w:rsidP="0011155B">
      <w:pPr>
        <w:pStyle w:val="AnswerKey"/>
        <w:pBdr>
          <w:top w:val="none" w:sz="0" w:space="0" w:color="auto"/>
          <w:left w:val="none" w:sz="0" w:space="0" w:color="auto"/>
          <w:bottom w:val="none" w:sz="0" w:space="0" w:color="auto"/>
          <w:right w:val="none" w:sz="0" w:space="0" w:color="auto"/>
        </w:pBdr>
      </w:pPr>
    </w:p>
    <w:p w14:paraId="0ADD8E91" w14:textId="77777777" w:rsidR="00BA45BA" w:rsidRPr="0039120F" w:rsidRDefault="00BA45BA" w:rsidP="0039120F">
      <w:pPr>
        <w:pStyle w:val="HeadASection"/>
        <w:rPr>
          <w:lang w:val="en-GB"/>
        </w:rPr>
      </w:pPr>
      <w:r w:rsidRPr="0039120F">
        <w:rPr>
          <w:lang w:val="en-GB"/>
        </w:rPr>
        <w:t>Unit 3</w:t>
      </w:r>
    </w:p>
    <w:p w14:paraId="70B31A54" w14:textId="77777777" w:rsidR="00BA45BA" w:rsidRDefault="00BA45BA"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2205F790" w14:textId="77777777" w:rsidR="00BA45BA" w:rsidRPr="005B1E5B" w:rsidRDefault="00BA45BA" w:rsidP="003635CC">
      <w:pPr>
        <w:pStyle w:val="AnswerKey"/>
        <w:pBdr>
          <w:top w:val="none" w:sz="0" w:space="0" w:color="auto"/>
          <w:left w:val="none" w:sz="0" w:space="0" w:color="auto"/>
          <w:bottom w:val="none" w:sz="0" w:space="0" w:color="auto"/>
          <w:right w:val="none" w:sz="0" w:space="0" w:color="auto"/>
        </w:pBdr>
        <w:rPr>
          <w:b/>
        </w:rPr>
      </w:pPr>
      <w:r>
        <w:rPr>
          <w:b/>
        </w:rPr>
        <w:t>Language</w:t>
      </w:r>
    </w:p>
    <w:p w14:paraId="59F70A48" w14:textId="77777777" w:rsidR="00BA45BA" w:rsidRPr="008C1FBA" w:rsidRDefault="00BA45BA"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7552441E" w14:textId="77777777" w:rsidR="00BA45BA" w:rsidRDefault="00BA45BA" w:rsidP="003635CC">
      <w:pPr>
        <w:pStyle w:val="AnswerKey"/>
        <w:pBdr>
          <w:top w:val="none" w:sz="0" w:space="0" w:color="auto"/>
          <w:left w:val="none" w:sz="0" w:space="0" w:color="auto"/>
          <w:bottom w:val="none" w:sz="0" w:space="0" w:color="auto"/>
          <w:right w:val="none" w:sz="0" w:space="0" w:color="auto"/>
        </w:pBdr>
      </w:pPr>
      <w:r>
        <w:t>1 d</w:t>
      </w:r>
    </w:p>
    <w:p w14:paraId="700C3C8A" w14:textId="77777777" w:rsidR="00BA45BA" w:rsidRDefault="00BA45BA" w:rsidP="003635CC">
      <w:pPr>
        <w:pStyle w:val="AnswerKey"/>
        <w:pBdr>
          <w:top w:val="none" w:sz="0" w:space="0" w:color="auto"/>
          <w:left w:val="none" w:sz="0" w:space="0" w:color="auto"/>
          <w:bottom w:val="none" w:sz="0" w:space="0" w:color="auto"/>
          <w:right w:val="none" w:sz="0" w:space="0" w:color="auto"/>
        </w:pBdr>
      </w:pPr>
      <w:r>
        <w:t>2 a</w:t>
      </w:r>
    </w:p>
    <w:p w14:paraId="207B6DE6" w14:textId="77777777" w:rsidR="00BA45BA" w:rsidRDefault="00BA45BA" w:rsidP="003635CC">
      <w:pPr>
        <w:pStyle w:val="AnswerKey"/>
        <w:pBdr>
          <w:top w:val="none" w:sz="0" w:space="0" w:color="auto"/>
          <w:left w:val="none" w:sz="0" w:space="0" w:color="auto"/>
          <w:bottom w:val="none" w:sz="0" w:space="0" w:color="auto"/>
          <w:right w:val="none" w:sz="0" w:space="0" w:color="auto"/>
        </w:pBdr>
      </w:pPr>
      <w:r>
        <w:t>3 b</w:t>
      </w:r>
    </w:p>
    <w:p w14:paraId="3A33DC75" w14:textId="77777777" w:rsidR="00BA45BA" w:rsidRDefault="00BA45BA" w:rsidP="003635CC">
      <w:pPr>
        <w:pStyle w:val="AnswerKey"/>
        <w:pBdr>
          <w:top w:val="none" w:sz="0" w:space="0" w:color="auto"/>
          <w:left w:val="none" w:sz="0" w:space="0" w:color="auto"/>
          <w:bottom w:val="none" w:sz="0" w:space="0" w:color="auto"/>
          <w:right w:val="none" w:sz="0" w:space="0" w:color="auto"/>
        </w:pBdr>
      </w:pPr>
      <w:r>
        <w:t>4 c</w:t>
      </w:r>
    </w:p>
    <w:p w14:paraId="729D4E6A" w14:textId="77777777" w:rsidR="00BA45BA" w:rsidRDefault="00BA45BA" w:rsidP="003635CC">
      <w:pPr>
        <w:pStyle w:val="AnswerKey"/>
        <w:pBdr>
          <w:top w:val="none" w:sz="0" w:space="0" w:color="auto"/>
          <w:left w:val="none" w:sz="0" w:space="0" w:color="auto"/>
          <w:bottom w:val="none" w:sz="0" w:space="0" w:color="auto"/>
          <w:right w:val="none" w:sz="0" w:space="0" w:color="auto"/>
        </w:pBdr>
      </w:pPr>
      <w:r>
        <w:t>5 c</w:t>
      </w:r>
    </w:p>
    <w:p w14:paraId="17D63784" w14:textId="77777777" w:rsidR="00BA45BA" w:rsidRDefault="00BA45BA" w:rsidP="003635CC">
      <w:pPr>
        <w:pStyle w:val="AnswerKey"/>
        <w:pBdr>
          <w:top w:val="none" w:sz="0" w:space="0" w:color="auto"/>
          <w:left w:val="none" w:sz="0" w:space="0" w:color="auto"/>
          <w:bottom w:val="none" w:sz="0" w:space="0" w:color="auto"/>
          <w:right w:val="none" w:sz="0" w:space="0" w:color="auto"/>
        </w:pBdr>
      </w:pPr>
      <w:r>
        <w:t>6 a</w:t>
      </w:r>
    </w:p>
    <w:p w14:paraId="101C71F0" w14:textId="77777777" w:rsidR="00BA45BA" w:rsidRDefault="00BA45BA" w:rsidP="003635CC">
      <w:pPr>
        <w:pStyle w:val="AnswerKey"/>
        <w:pBdr>
          <w:top w:val="none" w:sz="0" w:space="0" w:color="auto"/>
          <w:left w:val="none" w:sz="0" w:space="0" w:color="auto"/>
          <w:bottom w:val="none" w:sz="0" w:space="0" w:color="auto"/>
          <w:right w:val="none" w:sz="0" w:space="0" w:color="auto"/>
        </w:pBdr>
      </w:pPr>
      <w:r>
        <w:t>7 b</w:t>
      </w:r>
    </w:p>
    <w:p w14:paraId="2E4BB365" w14:textId="77777777" w:rsidR="00BA45BA" w:rsidRDefault="00BA45BA" w:rsidP="003635CC">
      <w:pPr>
        <w:pStyle w:val="AnswerKey"/>
        <w:pBdr>
          <w:top w:val="none" w:sz="0" w:space="0" w:color="auto"/>
          <w:left w:val="none" w:sz="0" w:space="0" w:color="auto"/>
          <w:bottom w:val="none" w:sz="0" w:space="0" w:color="auto"/>
          <w:right w:val="none" w:sz="0" w:space="0" w:color="auto"/>
        </w:pBdr>
      </w:pPr>
      <w:r>
        <w:t>8 a</w:t>
      </w:r>
    </w:p>
    <w:p w14:paraId="292DEDCE" w14:textId="77777777" w:rsidR="00BA45BA" w:rsidRDefault="00BA45BA" w:rsidP="003635CC">
      <w:pPr>
        <w:pStyle w:val="AnswerKey"/>
        <w:pBdr>
          <w:top w:val="none" w:sz="0" w:space="0" w:color="auto"/>
          <w:left w:val="none" w:sz="0" w:space="0" w:color="auto"/>
          <w:bottom w:val="none" w:sz="0" w:space="0" w:color="auto"/>
          <w:right w:val="none" w:sz="0" w:space="0" w:color="auto"/>
        </w:pBdr>
      </w:pPr>
      <w:r>
        <w:t>9 d</w:t>
      </w:r>
    </w:p>
    <w:p w14:paraId="6208AF95" w14:textId="77777777" w:rsidR="00BA45BA" w:rsidRDefault="00BA45BA" w:rsidP="003635CC">
      <w:pPr>
        <w:pStyle w:val="AnswerKey"/>
        <w:pBdr>
          <w:top w:val="none" w:sz="0" w:space="0" w:color="auto"/>
          <w:left w:val="none" w:sz="0" w:space="0" w:color="auto"/>
          <w:bottom w:val="none" w:sz="0" w:space="0" w:color="auto"/>
          <w:right w:val="none" w:sz="0" w:space="0" w:color="auto"/>
        </w:pBdr>
      </w:pPr>
      <w:r>
        <w:t>10 d</w:t>
      </w:r>
    </w:p>
    <w:p w14:paraId="3F831248" w14:textId="4F820DFE" w:rsidR="00BA45BA" w:rsidRDefault="00BA45BA" w:rsidP="003635CC">
      <w:pPr>
        <w:pStyle w:val="AnswerKey"/>
        <w:pBdr>
          <w:top w:val="none" w:sz="0" w:space="0" w:color="auto"/>
          <w:left w:val="none" w:sz="0" w:space="0" w:color="auto"/>
          <w:bottom w:val="none" w:sz="0" w:space="0" w:color="auto"/>
          <w:right w:val="none" w:sz="0" w:space="0" w:color="auto"/>
        </w:pBdr>
        <w:rPr>
          <w:b/>
        </w:rPr>
      </w:pPr>
    </w:p>
    <w:p w14:paraId="237AB275" w14:textId="5F61A1A5" w:rsidR="00BA45BA" w:rsidRPr="008C1FBA" w:rsidRDefault="00BA45BA" w:rsidP="003635CC">
      <w:pPr>
        <w:pStyle w:val="AnswerKey"/>
        <w:pBdr>
          <w:top w:val="none" w:sz="0" w:space="0" w:color="auto"/>
          <w:left w:val="none" w:sz="0" w:space="0" w:color="auto"/>
          <w:bottom w:val="none" w:sz="0" w:space="0" w:color="auto"/>
          <w:right w:val="none" w:sz="0" w:space="0" w:color="auto"/>
        </w:pBdr>
        <w:rPr>
          <w:b/>
        </w:rPr>
      </w:pPr>
      <w:r w:rsidRPr="008C1FBA">
        <w:rPr>
          <w:b/>
        </w:rPr>
        <w:t>2</w:t>
      </w:r>
    </w:p>
    <w:p w14:paraId="351CEFB9" w14:textId="77777777" w:rsidR="00BA45BA" w:rsidRDefault="00BA45BA" w:rsidP="003635CC">
      <w:pPr>
        <w:pStyle w:val="AnswerKey"/>
        <w:pBdr>
          <w:top w:val="none" w:sz="0" w:space="0" w:color="auto"/>
          <w:left w:val="none" w:sz="0" w:space="0" w:color="auto"/>
          <w:bottom w:val="none" w:sz="0" w:space="0" w:color="auto"/>
          <w:right w:val="none" w:sz="0" w:space="0" w:color="auto"/>
        </w:pBdr>
      </w:pPr>
      <w:r>
        <w:t xml:space="preserve">1 I’ll pay it back </w:t>
      </w:r>
    </w:p>
    <w:p w14:paraId="3225660C" w14:textId="77777777" w:rsidR="00BA45BA" w:rsidRDefault="00BA45BA" w:rsidP="003635CC">
      <w:pPr>
        <w:pStyle w:val="AnswerKey"/>
        <w:pBdr>
          <w:top w:val="none" w:sz="0" w:space="0" w:color="auto"/>
          <w:left w:val="none" w:sz="0" w:space="0" w:color="auto"/>
          <w:bottom w:val="none" w:sz="0" w:space="0" w:color="auto"/>
          <w:right w:val="none" w:sz="0" w:space="0" w:color="auto"/>
        </w:pBdr>
      </w:pPr>
      <w:r>
        <w:t xml:space="preserve">2 is looking forward to </w:t>
      </w:r>
    </w:p>
    <w:p w14:paraId="5FC8AC08" w14:textId="77777777" w:rsidR="00BA45BA" w:rsidRDefault="00BA45BA" w:rsidP="003635CC">
      <w:pPr>
        <w:pStyle w:val="AnswerKey"/>
        <w:pBdr>
          <w:top w:val="none" w:sz="0" w:space="0" w:color="auto"/>
          <w:left w:val="none" w:sz="0" w:space="0" w:color="auto"/>
          <w:bottom w:val="none" w:sz="0" w:space="0" w:color="auto"/>
          <w:right w:val="none" w:sz="0" w:space="0" w:color="auto"/>
        </w:pBdr>
      </w:pPr>
      <w:r>
        <w:t>3 we should eat out</w:t>
      </w:r>
    </w:p>
    <w:p w14:paraId="307C884C" w14:textId="77777777" w:rsidR="00BA45BA" w:rsidRDefault="00BA45BA" w:rsidP="003635CC">
      <w:pPr>
        <w:pStyle w:val="AnswerKey"/>
        <w:pBdr>
          <w:top w:val="none" w:sz="0" w:space="0" w:color="auto"/>
          <w:left w:val="none" w:sz="0" w:space="0" w:color="auto"/>
          <w:bottom w:val="none" w:sz="0" w:space="0" w:color="auto"/>
          <w:right w:val="none" w:sz="0" w:space="0" w:color="auto"/>
        </w:pBdr>
      </w:pPr>
      <w:r>
        <w:t>4 cut down on this</w:t>
      </w:r>
    </w:p>
    <w:p w14:paraId="348599D6" w14:textId="04228B23" w:rsidR="00BA45BA" w:rsidRDefault="00BA45BA" w:rsidP="003635CC">
      <w:pPr>
        <w:pStyle w:val="AnswerKey"/>
        <w:pBdr>
          <w:top w:val="none" w:sz="0" w:space="0" w:color="auto"/>
          <w:left w:val="none" w:sz="0" w:space="0" w:color="auto"/>
          <w:bottom w:val="none" w:sz="0" w:space="0" w:color="auto"/>
          <w:right w:val="none" w:sz="0" w:space="0" w:color="auto"/>
        </w:pBdr>
      </w:pPr>
      <w:r>
        <w:t>5 puts some money by</w:t>
      </w:r>
      <w:r w:rsidR="00384763">
        <w:t xml:space="preserve"> / puts by some money</w:t>
      </w:r>
    </w:p>
    <w:p w14:paraId="046B7280" w14:textId="77777777" w:rsidR="00BA45BA" w:rsidRDefault="00BA45BA" w:rsidP="003635CC">
      <w:pPr>
        <w:pStyle w:val="AnswerKey"/>
        <w:pBdr>
          <w:top w:val="none" w:sz="0" w:space="0" w:color="auto"/>
          <w:left w:val="none" w:sz="0" w:space="0" w:color="auto"/>
          <w:bottom w:val="none" w:sz="0" w:space="0" w:color="auto"/>
          <w:right w:val="none" w:sz="0" w:space="0" w:color="auto"/>
        </w:pBdr>
      </w:pPr>
      <w:r>
        <w:t>6 going to carry on</w:t>
      </w:r>
    </w:p>
    <w:p w14:paraId="29143E1E" w14:textId="77777777" w:rsidR="00BA45BA" w:rsidRDefault="00BA45BA" w:rsidP="003635CC">
      <w:pPr>
        <w:pStyle w:val="AnswerKey"/>
        <w:pBdr>
          <w:top w:val="none" w:sz="0" w:space="0" w:color="auto"/>
          <w:left w:val="none" w:sz="0" w:space="0" w:color="auto"/>
          <w:bottom w:val="none" w:sz="0" w:space="0" w:color="auto"/>
          <w:right w:val="none" w:sz="0" w:space="0" w:color="auto"/>
        </w:pBdr>
      </w:pPr>
      <w:r>
        <w:t>7 I was put off</w:t>
      </w:r>
    </w:p>
    <w:p w14:paraId="089FBF6C" w14:textId="77777777" w:rsidR="00BA45BA" w:rsidRDefault="00BA45BA" w:rsidP="003635CC">
      <w:pPr>
        <w:pStyle w:val="AnswerKey"/>
        <w:pBdr>
          <w:top w:val="none" w:sz="0" w:space="0" w:color="auto"/>
          <w:left w:val="none" w:sz="0" w:space="0" w:color="auto"/>
          <w:bottom w:val="none" w:sz="0" w:space="0" w:color="auto"/>
          <w:right w:val="none" w:sz="0" w:space="0" w:color="auto"/>
        </w:pBdr>
      </w:pPr>
      <w:r>
        <w:t>8 to get by on</w:t>
      </w:r>
    </w:p>
    <w:p w14:paraId="737F4063" w14:textId="4B5F9F24" w:rsidR="00BA45BA" w:rsidRDefault="00BA45BA" w:rsidP="003635CC">
      <w:pPr>
        <w:pStyle w:val="AnswerKey"/>
        <w:pBdr>
          <w:top w:val="none" w:sz="0" w:space="0" w:color="auto"/>
          <w:left w:val="none" w:sz="0" w:space="0" w:color="auto"/>
          <w:bottom w:val="none" w:sz="0" w:space="0" w:color="auto"/>
          <w:right w:val="none" w:sz="0" w:space="0" w:color="auto"/>
        </w:pBdr>
      </w:pPr>
      <w:r>
        <w:t xml:space="preserve">9 </w:t>
      </w:r>
      <w:r w:rsidR="00384763">
        <w:t>set up a trust fund / set a trust fund up</w:t>
      </w:r>
    </w:p>
    <w:p w14:paraId="73D611F8" w14:textId="77777777" w:rsidR="00BA45BA" w:rsidRDefault="00BA45BA" w:rsidP="003635CC">
      <w:pPr>
        <w:pStyle w:val="AnswerKey"/>
        <w:pBdr>
          <w:top w:val="none" w:sz="0" w:space="0" w:color="auto"/>
          <w:left w:val="none" w:sz="0" w:space="0" w:color="auto"/>
          <w:bottom w:val="none" w:sz="0" w:space="0" w:color="auto"/>
          <w:right w:val="none" w:sz="0" w:space="0" w:color="auto"/>
        </w:pBdr>
      </w:pPr>
      <w:r>
        <w:t>10 pay them off soon</w:t>
      </w:r>
    </w:p>
    <w:p w14:paraId="18FA69B5"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59B600EC" w14:textId="77777777" w:rsidR="00BA45BA" w:rsidRPr="008A1BC9" w:rsidRDefault="00BA45BA" w:rsidP="003635CC">
      <w:pPr>
        <w:pStyle w:val="AnswerKey"/>
        <w:pBdr>
          <w:top w:val="none" w:sz="0" w:space="0" w:color="auto"/>
          <w:left w:val="none" w:sz="0" w:space="0" w:color="auto"/>
          <w:bottom w:val="none" w:sz="0" w:space="0" w:color="auto"/>
          <w:right w:val="none" w:sz="0" w:space="0" w:color="auto"/>
        </w:pBdr>
        <w:rPr>
          <w:b/>
        </w:rPr>
      </w:pPr>
      <w:r w:rsidRPr="008A1BC9">
        <w:rPr>
          <w:b/>
        </w:rPr>
        <w:t>3</w:t>
      </w:r>
    </w:p>
    <w:p w14:paraId="364E321B" w14:textId="77777777" w:rsidR="00BA45BA" w:rsidRPr="003635CC"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rsidRPr="003635CC">
        <w:t>1 As you are aware, we are selling that part of the company.</w:t>
      </w:r>
    </w:p>
    <w:p w14:paraId="70E4FD83" w14:textId="2E690810" w:rsidR="00BA45BA" w:rsidRPr="003635CC" w:rsidRDefault="00BA45BA" w:rsidP="003635CC">
      <w:pPr>
        <w:pStyle w:val="AnswerKey"/>
        <w:pBdr>
          <w:top w:val="none" w:sz="0" w:space="0" w:color="auto"/>
          <w:left w:val="none" w:sz="0" w:space="0" w:color="auto"/>
          <w:bottom w:val="none" w:sz="0" w:space="0" w:color="auto"/>
          <w:right w:val="none" w:sz="0" w:space="0" w:color="auto"/>
        </w:pBdr>
        <w:ind w:left="0" w:firstLine="0"/>
      </w:pPr>
      <w:r w:rsidRPr="003635CC">
        <w:t>2 I’</w:t>
      </w:r>
      <w:r w:rsidR="00F17034">
        <w:t xml:space="preserve">d like to </w:t>
      </w:r>
      <w:r w:rsidRPr="003635CC">
        <w:t>give you a brief breakdown of the project costs.</w:t>
      </w:r>
    </w:p>
    <w:p w14:paraId="1BDE8447" w14:textId="0E671B71" w:rsidR="00BA45BA" w:rsidRPr="003635CC" w:rsidRDefault="00BA45BA" w:rsidP="003635CC">
      <w:pPr>
        <w:pStyle w:val="AnswerKey"/>
        <w:pBdr>
          <w:top w:val="none" w:sz="0" w:space="0" w:color="auto"/>
          <w:left w:val="none" w:sz="0" w:space="0" w:color="auto"/>
          <w:bottom w:val="none" w:sz="0" w:space="0" w:color="auto"/>
          <w:right w:val="none" w:sz="0" w:space="0" w:color="auto"/>
        </w:pBdr>
        <w:ind w:left="0" w:firstLine="0"/>
      </w:pPr>
      <w:r w:rsidRPr="003635CC">
        <w:t>3 I</w:t>
      </w:r>
      <w:r w:rsidR="002F7FBE">
        <w:t xml:space="preserve"> would</w:t>
      </w:r>
      <w:r w:rsidRPr="003635CC">
        <w:t xml:space="preserve"> like to take this opportunity to answer any questions you have.</w:t>
      </w:r>
    </w:p>
    <w:p w14:paraId="42854AAB" w14:textId="2494786C" w:rsidR="00BA45BA" w:rsidRPr="003635CC" w:rsidRDefault="00BA45BA" w:rsidP="003635CC">
      <w:pPr>
        <w:pStyle w:val="AnswerKey"/>
        <w:pBdr>
          <w:top w:val="none" w:sz="0" w:space="0" w:color="auto"/>
          <w:left w:val="none" w:sz="0" w:space="0" w:color="auto"/>
          <w:bottom w:val="none" w:sz="0" w:space="0" w:color="auto"/>
          <w:right w:val="none" w:sz="0" w:space="0" w:color="auto"/>
        </w:pBdr>
        <w:ind w:left="0" w:firstLine="0"/>
      </w:pPr>
      <w:r w:rsidRPr="003635CC">
        <w:t xml:space="preserve">4 </w:t>
      </w:r>
      <w:r w:rsidR="002F7FBE">
        <w:t>Try and visualise</w:t>
      </w:r>
      <w:r w:rsidR="002F7FBE" w:rsidRPr="003635CC">
        <w:t xml:space="preserve"> our company in every airport in the world.</w:t>
      </w:r>
    </w:p>
    <w:p w14:paraId="0E8E68C7" w14:textId="6EDC8DD0" w:rsidR="00BA45BA" w:rsidRPr="003635CC" w:rsidRDefault="00BA45BA" w:rsidP="003635CC">
      <w:pPr>
        <w:pStyle w:val="AnswerKey"/>
        <w:pBdr>
          <w:top w:val="none" w:sz="0" w:space="0" w:color="auto"/>
          <w:left w:val="none" w:sz="0" w:space="0" w:color="auto"/>
          <w:bottom w:val="none" w:sz="0" w:space="0" w:color="auto"/>
          <w:right w:val="none" w:sz="0" w:space="0" w:color="auto"/>
        </w:pBdr>
        <w:ind w:left="0" w:firstLine="0"/>
      </w:pPr>
      <w:r w:rsidRPr="003635CC">
        <w:t xml:space="preserve">5 </w:t>
      </w:r>
      <w:r w:rsidR="002F7FBE" w:rsidRPr="003635CC">
        <w:t>Now</w:t>
      </w:r>
      <w:r w:rsidR="002F7FBE">
        <w:t>,</w:t>
      </w:r>
      <w:r w:rsidR="002F7FBE" w:rsidRPr="003635CC">
        <w:t xml:space="preserve"> </w:t>
      </w:r>
      <w:r w:rsidR="002F7FBE">
        <w:t>turning</w:t>
      </w:r>
      <w:r w:rsidR="002F7FBE" w:rsidRPr="003635CC">
        <w:t xml:space="preserve"> our attention to the reason for this presentation.</w:t>
      </w:r>
    </w:p>
    <w:p w14:paraId="085647EE"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71121A53" w14:textId="77777777" w:rsidR="00BA45BA" w:rsidRPr="008C1FBA" w:rsidRDefault="00BA45BA"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5E88CA14" w14:textId="77777777" w:rsidR="00BA45BA" w:rsidRDefault="00BA45BA" w:rsidP="003635CC">
      <w:pPr>
        <w:pStyle w:val="AnswerKey"/>
        <w:pBdr>
          <w:top w:val="none" w:sz="0" w:space="0" w:color="auto"/>
          <w:left w:val="none" w:sz="0" w:space="0" w:color="auto"/>
          <w:bottom w:val="none" w:sz="0" w:space="0" w:color="auto"/>
          <w:right w:val="none" w:sz="0" w:space="0" w:color="auto"/>
        </w:pBdr>
      </w:pPr>
      <w:r>
        <w:t>1 d</w:t>
      </w:r>
    </w:p>
    <w:p w14:paraId="40BD38B5" w14:textId="77777777" w:rsidR="00BA45BA" w:rsidRDefault="00BA45BA" w:rsidP="003635CC">
      <w:pPr>
        <w:pStyle w:val="AnswerKey"/>
        <w:pBdr>
          <w:top w:val="none" w:sz="0" w:space="0" w:color="auto"/>
          <w:left w:val="none" w:sz="0" w:space="0" w:color="auto"/>
          <w:bottom w:val="none" w:sz="0" w:space="0" w:color="auto"/>
          <w:right w:val="none" w:sz="0" w:space="0" w:color="auto"/>
        </w:pBdr>
      </w:pPr>
      <w:r>
        <w:t>2 c</w:t>
      </w:r>
    </w:p>
    <w:p w14:paraId="3635509F" w14:textId="77777777" w:rsidR="00BA45BA" w:rsidRDefault="00BA45BA" w:rsidP="003635CC">
      <w:pPr>
        <w:pStyle w:val="AnswerKey"/>
        <w:pBdr>
          <w:top w:val="none" w:sz="0" w:space="0" w:color="auto"/>
          <w:left w:val="none" w:sz="0" w:space="0" w:color="auto"/>
          <w:bottom w:val="none" w:sz="0" w:space="0" w:color="auto"/>
          <w:right w:val="none" w:sz="0" w:space="0" w:color="auto"/>
        </w:pBdr>
      </w:pPr>
      <w:r>
        <w:t>3 a</w:t>
      </w:r>
    </w:p>
    <w:p w14:paraId="3662A793" w14:textId="77777777" w:rsidR="00BA45BA" w:rsidRDefault="00BA45BA" w:rsidP="003635CC">
      <w:pPr>
        <w:pStyle w:val="AnswerKey"/>
        <w:pBdr>
          <w:top w:val="none" w:sz="0" w:space="0" w:color="auto"/>
          <w:left w:val="none" w:sz="0" w:space="0" w:color="auto"/>
          <w:bottom w:val="none" w:sz="0" w:space="0" w:color="auto"/>
          <w:right w:val="none" w:sz="0" w:space="0" w:color="auto"/>
        </w:pBdr>
      </w:pPr>
      <w:r>
        <w:t>4 c</w:t>
      </w:r>
    </w:p>
    <w:p w14:paraId="01C374A5" w14:textId="77777777" w:rsidR="00BA45BA" w:rsidRDefault="00BA45BA" w:rsidP="003635CC">
      <w:pPr>
        <w:pStyle w:val="AnswerKey"/>
        <w:pBdr>
          <w:top w:val="none" w:sz="0" w:space="0" w:color="auto"/>
          <w:left w:val="none" w:sz="0" w:space="0" w:color="auto"/>
          <w:bottom w:val="none" w:sz="0" w:space="0" w:color="auto"/>
          <w:right w:val="none" w:sz="0" w:space="0" w:color="auto"/>
        </w:pBdr>
      </w:pPr>
      <w:r>
        <w:t>5 a</w:t>
      </w:r>
    </w:p>
    <w:p w14:paraId="425E80EF"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3E8523FF" w14:textId="77777777" w:rsidR="00BA45BA" w:rsidRPr="008C1FBA" w:rsidRDefault="00BA45BA"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14C2CFF2" w14:textId="77777777" w:rsidR="00BA45BA" w:rsidRDefault="00BA45BA" w:rsidP="003635CC">
      <w:pPr>
        <w:pStyle w:val="AnswerKey"/>
        <w:pBdr>
          <w:top w:val="none" w:sz="0" w:space="0" w:color="auto"/>
          <w:left w:val="none" w:sz="0" w:space="0" w:color="auto"/>
          <w:bottom w:val="none" w:sz="0" w:space="0" w:color="auto"/>
          <w:right w:val="none" w:sz="0" w:space="0" w:color="auto"/>
        </w:pBdr>
      </w:pPr>
      <w:r>
        <w:t>1 complain</w:t>
      </w:r>
    </w:p>
    <w:p w14:paraId="10B03662" w14:textId="01E2D0DA" w:rsidR="00BA45BA" w:rsidRDefault="00BA45BA" w:rsidP="003635CC">
      <w:pPr>
        <w:pStyle w:val="AnswerKey"/>
        <w:pBdr>
          <w:top w:val="none" w:sz="0" w:space="0" w:color="auto"/>
          <w:left w:val="none" w:sz="0" w:space="0" w:color="auto"/>
          <w:bottom w:val="none" w:sz="0" w:space="0" w:color="auto"/>
          <w:right w:val="none" w:sz="0" w:space="0" w:color="auto"/>
        </w:pBdr>
      </w:pPr>
      <w:r>
        <w:t>2 demand/request</w:t>
      </w:r>
      <w:r w:rsidR="00384763">
        <w:t>/expect</w:t>
      </w:r>
    </w:p>
    <w:p w14:paraId="5322FB4F" w14:textId="77777777" w:rsidR="00BA45BA" w:rsidRDefault="00BA45BA" w:rsidP="003635CC">
      <w:pPr>
        <w:pStyle w:val="AnswerKey"/>
        <w:pBdr>
          <w:top w:val="none" w:sz="0" w:space="0" w:color="auto"/>
          <w:left w:val="none" w:sz="0" w:space="0" w:color="auto"/>
          <w:bottom w:val="none" w:sz="0" w:space="0" w:color="auto"/>
          <w:right w:val="none" w:sz="0" w:space="0" w:color="auto"/>
        </w:pBdr>
      </w:pPr>
      <w:r>
        <w:t>3 cannot</w:t>
      </w:r>
    </w:p>
    <w:p w14:paraId="000FD7E6" w14:textId="77777777" w:rsidR="00BA45BA" w:rsidRDefault="00BA45BA" w:rsidP="003635CC">
      <w:pPr>
        <w:pStyle w:val="AnswerKey"/>
        <w:pBdr>
          <w:top w:val="none" w:sz="0" w:space="0" w:color="auto"/>
          <w:left w:val="none" w:sz="0" w:space="0" w:color="auto"/>
          <w:bottom w:val="none" w:sz="0" w:space="0" w:color="auto"/>
          <w:right w:val="none" w:sz="0" w:space="0" w:color="auto"/>
        </w:pBdr>
      </w:pPr>
      <w:r>
        <w:t>4 choice</w:t>
      </w:r>
    </w:p>
    <w:p w14:paraId="7ADA4FFE" w14:textId="77777777" w:rsidR="00BA45BA" w:rsidRDefault="00BA45BA" w:rsidP="003635CC">
      <w:pPr>
        <w:pStyle w:val="AnswerKey"/>
        <w:pBdr>
          <w:top w:val="none" w:sz="0" w:space="0" w:color="auto"/>
          <w:left w:val="none" w:sz="0" w:space="0" w:color="auto"/>
          <w:bottom w:val="none" w:sz="0" w:space="0" w:color="auto"/>
          <w:right w:val="none" w:sz="0" w:space="0" w:color="auto"/>
        </w:pBdr>
      </w:pPr>
      <w:r>
        <w:t>5 matter</w:t>
      </w:r>
    </w:p>
    <w:p w14:paraId="243BC162"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597F9CDA" w14:textId="539D018F" w:rsidR="00384763" w:rsidRDefault="00230170" w:rsidP="003635CC">
      <w:pPr>
        <w:pStyle w:val="AnswerKey"/>
        <w:pBdr>
          <w:top w:val="none" w:sz="0" w:space="0" w:color="auto"/>
          <w:left w:val="none" w:sz="0" w:space="0" w:color="auto"/>
          <w:bottom w:val="none" w:sz="0" w:space="0" w:color="auto"/>
          <w:right w:val="none" w:sz="0" w:space="0" w:color="auto"/>
        </w:pBdr>
        <w:rPr>
          <w:b/>
        </w:rPr>
      </w:pPr>
      <w:r>
        <w:rPr>
          <w:b/>
        </w:rPr>
        <w:br w:type="column"/>
      </w:r>
      <w:r w:rsidR="00384763">
        <w:rPr>
          <w:b/>
        </w:rPr>
        <w:lastRenderedPageBreak/>
        <w:t>Skills</w:t>
      </w:r>
    </w:p>
    <w:p w14:paraId="6A33D35F" w14:textId="26B71A7B" w:rsidR="003635CC" w:rsidRDefault="00BA45BA" w:rsidP="003635CC">
      <w:pPr>
        <w:pStyle w:val="AnswerKey"/>
        <w:pBdr>
          <w:top w:val="none" w:sz="0" w:space="0" w:color="auto"/>
          <w:left w:val="none" w:sz="0" w:space="0" w:color="auto"/>
          <w:bottom w:val="none" w:sz="0" w:space="0" w:color="auto"/>
          <w:right w:val="none" w:sz="0" w:space="0" w:color="auto"/>
        </w:pBdr>
      </w:pPr>
      <w:r w:rsidRPr="00E65234">
        <w:rPr>
          <w:b/>
        </w:rPr>
        <w:t>6</w:t>
      </w:r>
    </w:p>
    <w:p w14:paraId="23768254" w14:textId="6140CB83" w:rsidR="00BA45BA" w:rsidRDefault="00BA45BA" w:rsidP="003635CC">
      <w:pPr>
        <w:pStyle w:val="AnswerKey"/>
        <w:pBdr>
          <w:top w:val="none" w:sz="0" w:space="0" w:color="auto"/>
          <w:left w:val="none" w:sz="0" w:space="0" w:color="auto"/>
          <w:bottom w:val="none" w:sz="0" w:space="0" w:color="auto"/>
          <w:right w:val="none" w:sz="0" w:space="0" w:color="auto"/>
        </w:pBdr>
      </w:pPr>
      <w:r w:rsidRPr="00E65234">
        <w:t>1</w:t>
      </w:r>
      <w:r>
        <w:t xml:space="preserve"> paper </w:t>
      </w:r>
      <w:r w:rsidRPr="00E65234">
        <w:t xml:space="preserve">  </w:t>
      </w:r>
    </w:p>
    <w:p w14:paraId="14728D10"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2 </w:t>
      </w:r>
      <w:r>
        <w:t>travel</w:t>
      </w:r>
      <w:r w:rsidRPr="00E65234">
        <w:t xml:space="preserve"> </w:t>
      </w:r>
    </w:p>
    <w:p w14:paraId="099A494D"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3 </w:t>
      </w:r>
      <w:r>
        <w:t>software</w:t>
      </w:r>
      <w:r w:rsidRPr="00E65234">
        <w:t xml:space="preserve"> </w:t>
      </w:r>
    </w:p>
    <w:p w14:paraId="7EFAC212"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4 </w:t>
      </w:r>
      <w:r>
        <w:t>from home</w:t>
      </w:r>
      <w:r w:rsidRPr="00E65234">
        <w:t xml:space="preserve"> </w:t>
      </w:r>
    </w:p>
    <w:p w14:paraId="74F42818"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5 </w:t>
      </w:r>
      <w:r>
        <w:t xml:space="preserve">Thursday </w:t>
      </w:r>
    </w:p>
    <w:p w14:paraId="55B30ECA"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6 </w:t>
      </w:r>
      <w:r>
        <w:t>in person</w:t>
      </w:r>
      <w:r w:rsidRPr="00E65234">
        <w:t xml:space="preserve"> </w:t>
      </w:r>
    </w:p>
    <w:p w14:paraId="514B2EC7" w14:textId="68B7D08D"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7 </w:t>
      </w:r>
      <w:r w:rsidRPr="006D49A3">
        <w:t>4</w:t>
      </w:r>
      <w:r w:rsidR="006D49A3">
        <w:t>th/fourth</w:t>
      </w:r>
    </w:p>
    <w:p w14:paraId="4C4E6880"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8 </w:t>
      </w:r>
      <w:r>
        <w:t>training course</w:t>
      </w:r>
    </w:p>
    <w:p w14:paraId="770BD907"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1C91DC47" w14:textId="77777777" w:rsidR="00BA45BA" w:rsidRPr="00E65234" w:rsidRDefault="00BA45BA" w:rsidP="003635CC">
      <w:pPr>
        <w:pStyle w:val="AnswerKey"/>
        <w:pBdr>
          <w:top w:val="none" w:sz="0" w:space="0" w:color="auto"/>
          <w:left w:val="none" w:sz="0" w:space="0" w:color="auto"/>
          <w:bottom w:val="none" w:sz="0" w:space="0" w:color="auto"/>
          <w:right w:val="none" w:sz="0" w:space="0" w:color="auto"/>
        </w:pBdr>
        <w:rPr>
          <w:b/>
        </w:rPr>
      </w:pPr>
      <w:r w:rsidRPr="00E65234">
        <w:rPr>
          <w:b/>
        </w:rPr>
        <w:t>7</w:t>
      </w:r>
    </w:p>
    <w:p w14:paraId="1A05A59D" w14:textId="1B76BDF8" w:rsidR="00B23775" w:rsidRDefault="00BA45BA" w:rsidP="00B23775">
      <w:pPr>
        <w:pStyle w:val="AnswerKey"/>
        <w:pBdr>
          <w:top w:val="none" w:sz="0" w:space="0" w:color="auto"/>
          <w:left w:val="none" w:sz="0" w:space="0" w:color="auto"/>
          <w:bottom w:val="none" w:sz="0" w:space="0" w:color="auto"/>
          <w:right w:val="none" w:sz="0" w:space="0" w:color="auto"/>
        </w:pBdr>
        <w:tabs>
          <w:tab w:val="clear" w:pos="567"/>
        </w:tabs>
        <w:ind w:left="0" w:firstLine="0"/>
      </w:pPr>
      <w:r w:rsidRPr="00502A55">
        <w:t xml:space="preserve">1 </w:t>
      </w:r>
      <w:r>
        <w:t>b</w:t>
      </w:r>
      <w:r>
        <w:br/>
      </w:r>
      <w:r w:rsidRPr="00502A55">
        <w:t xml:space="preserve">2 </w:t>
      </w:r>
      <w:r>
        <w:t>a</w:t>
      </w:r>
      <w:r>
        <w:br/>
      </w:r>
      <w:r w:rsidRPr="00502A55">
        <w:t xml:space="preserve">3 </w:t>
      </w:r>
      <w:r>
        <w:t>b</w:t>
      </w:r>
      <w:r>
        <w:br/>
      </w:r>
      <w:r w:rsidRPr="00502A55">
        <w:t xml:space="preserve">4 </w:t>
      </w:r>
      <w:r>
        <w:t>c</w:t>
      </w:r>
      <w:r w:rsidRPr="00502A55">
        <w:t xml:space="preserve"> </w:t>
      </w:r>
      <w:r>
        <w:br/>
      </w:r>
      <w:r w:rsidRPr="00502A55">
        <w:t xml:space="preserve">5 </w:t>
      </w:r>
      <w:r>
        <w:t>a</w:t>
      </w:r>
      <w:r w:rsidRPr="00502A55">
        <w:t xml:space="preserve"> </w:t>
      </w:r>
      <w:r>
        <w:br/>
      </w:r>
      <w:r w:rsidRPr="00502A55">
        <w:t xml:space="preserve">6 </w:t>
      </w:r>
      <w:r>
        <w:t>b</w:t>
      </w:r>
      <w:r>
        <w:br/>
        <w:t>7</w:t>
      </w:r>
      <w:r w:rsidRPr="00502A55">
        <w:t xml:space="preserve"> </w:t>
      </w:r>
      <w:r>
        <w:t>a</w:t>
      </w:r>
    </w:p>
    <w:p w14:paraId="1063A161" w14:textId="77777777" w:rsidR="00B23775"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p>
    <w:p w14:paraId="4D9AD14F" w14:textId="65AF47D5" w:rsidR="00BA45BA" w:rsidRDefault="00BA45BA" w:rsidP="0011155B">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3A6E8C">
        <w:rPr>
          <w:b/>
        </w:rPr>
        <w:t>8</w:t>
      </w:r>
    </w:p>
    <w:p w14:paraId="04A2C3EC" w14:textId="691CD01A" w:rsidR="00A975D7" w:rsidRPr="0039120F" w:rsidRDefault="00A975D7" w:rsidP="003635CC">
      <w:pPr>
        <w:pStyle w:val="AnswerKey"/>
        <w:pBdr>
          <w:top w:val="none" w:sz="0" w:space="0" w:color="auto"/>
          <w:left w:val="none" w:sz="0" w:space="0" w:color="auto"/>
          <w:bottom w:val="none" w:sz="0" w:space="0" w:color="auto"/>
          <w:right w:val="none" w:sz="0" w:space="0" w:color="auto"/>
        </w:pBdr>
        <w:rPr>
          <w:b/>
        </w:rPr>
      </w:pPr>
      <w:r w:rsidRPr="0039120F">
        <w:rPr>
          <w:b/>
        </w:rPr>
        <w:t>Model answer</w:t>
      </w:r>
    </w:p>
    <w:p w14:paraId="475CAB1A" w14:textId="587D16A3" w:rsidR="00BA45BA" w:rsidRDefault="00BA45BA" w:rsidP="003635CC">
      <w:pPr>
        <w:pStyle w:val="AnswerKey"/>
        <w:pBdr>
          <w:top w:val="none" w:sz="0" w:space="0" w:color="auto"/>
          <w:left w:val="none" w:sz="0" w:space="0" w:color="auto"/>
          <w:bottom w:val="none" w:sz="0" w:space="0" w:color="auto"/>
          <w:right w:val="none" w:sz="0" w:space="0" w:color="auto"/>
        </w:pBdr>
      </w:pPr>
      <w:bookmarkStart w:id="1" w:name="_Hlk530669205"/>
      <w:r>
        <w:t>Dear Sir</w:t>
      </w:r>
      <w:r w:rsidR="00A975D7">
        <w:t>/</w:t>
      </w:r>
      <w:r>
        <w:t>Madam</w:t>
      </w:r>
      <w:r w:rsidR="00A975D7">
        <w:t>,</w:t>
      </w:r>
    </w:p>
    <w:p w14:paraId="3607247E" w14:textId="21F0A845" w:rsidR="002F7FBE"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I am writing to express our dissatisfaction that</w:t>
      </w:r>
      <w:r w:rsidR="00B23775">
        <w:t> </w:t>
      </w:r>
      <w:r>
        <w:t>you have not paid your last invoice for our</w:t>
      </w:r>
      <w:r w:rsidR="00B23775">
        <w:t> </w:t>
      </w:r>
      <w:r>
        <w:t xml:space="preserve">services. </w:t>
      </w:r>
    </w:p>
    <w:p w14:paraId="7199FE6F" w14:textId="0BE922C7"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We have not yet received payment for invoice no. DZ89564. The invoice was for fitting an air</w:t>
      </w:r>
      <w:r w:rsidR="002F7FBE">
        <w:t> </w:t>
      </w:r>
      <w:r>
        <w:t>conditioning system in your office in April and May of this year. The invoice was due for</w:t>
      </w:r>
      <w:r w:rsidR="002F7FBE">
        <w:t> </w:t>
      </w:r>
      <w:r>
        <w:t>payment at the end of July. This means that the invoice is now over one month</w:t>
      </w:r>
      <w:r w:rsidR="006D49A3">
        <w:t> </w:t>
      </w:r>
      <w:r>
        <w:t xml:space="preserve">late. </w:t>
      </w:r>
    </w:p>
    <w:p w14:paraId="3BC2D3FF" w14:textId="3D6FBD92"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I have emailed to ask when the payment will be made, but so far, I have not received a</w:t>
      </w:r>
      <w:r w:rsidR="00A975D7">
        <w:t> </w:t>
      </w:r>
      <w:r>
        <w:t xml:space="preserve">response from anyone in the accounts department. </w:t>
      </w:r>
    </w:p>
    <w:p w14:paraId="3C4BB83A" w14:textId="09E7EAA3"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Furthermore, I have not been able to contact anyone in your organisation by telephone. I</w:t>
      </w:r>
      <w:r w:rsidR="00A975D7">
        <w:t> </w:t>
      </w:r>
      <w:r>
        <w:t>have left messages on the accounts helpline,</w:t>
      </w:r>
      <w:r w:rsidR="002F7FBE">
        <w:t> </w:t>
      </w:r>
      <w:r>
        <w:t xml:space="preserve">but no one has returned my calls.  </w:t>
      </w:r>
    </w:p>
    <w:p w14:paraId="3FE753B3" w14:textId="77777777"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I request that you kindly resolve this matter immediately so that this does not affect our working relationship. Unless you pay the invoice within the next week, we shall be forced to take legal action. </w:t>
      </w:r>
    </w:p>
    <w:p w14:paraId="3D884303" w14:textId="59C12209"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I look forward to your prompt resolution of this</w:t>
      </w:r>
      <w:r w:rsidR="006D49A3">
        <w:t> </w:t>
      </w:r>
      <w:r>
        <w:t xml:space="preserve">matter. </w:t>
      </w:r>
    </w:p>
    <w:p w14:paraId="2F7F98FE" w14:textId="1D7A114F" w:rsidR="00BA45BA" w:rsidRDefault="00BA45BA" w:rsidP="003635CC">
      <w:pPr>
        <w:pStyle w:val="AnswerKey"/>
        <w:pBdr>
          <w:top w:val="none" w:sz="0" w:space="0" w:color="auto"/>
          <w:left w:val="none" w:sz="0" w:space="0" w:color="auto"/>
          <w:bottom w:val="none" w:sz="0" w:space="0" w:color="auto"/>
          <w:right w:val="none" w:sz="0" w:space="0" w:color="auto"/>
        </w:pBdr>
      </w:pPr>
      <w:r>
        <w:t>Yours faithfully</w:t>
      </w:r>
      <w:r w:rsidR="00A975D7">
        <w:t>,</w:t>
      </w:r>
    </w:p>
    <w:p w14:paraId="4D1D0604" w14:textId="18992B0B" w:rsidR="00BA45BA" w:rsidRDefault="00BA45BA" w:rsidP="003635CC">
      <w:pPr>
        <w:pStyle w:val="AnswerKey"/>
        <w:pBdr>
          <w:top w:val="none" w:sz="0" w:space="0" w:color="auto"/>
          <w:left w:val="none" w:sz="0" w:space="0" w:color="auto"/>
          <w:bottom w:val="none" w:sz="0" w:space="0" w:color="auto"/>
          <w:right w:val="none" w:sz="0" w:space="0" w:color="auto"/>
        </w:pBdr>
      </w:pPr>
      <w:r>
        <w:t>William Jones</w:t>
      </w:r>
    </w:p>
    <w:p w14:paraId="47150895" w14:textId="4D20B8E4" w:rsidR="00B23775" w:rsidRDefault="00B23775" w:rsidP="003635CC">
      <w:pPr>
        <w:pStyle w:val="AnswerKey"/>
        <w:pBdr>
          <w:top w:val="none" w:sz="0" w:space="0" w:color="auto"/>
          <w:left w:val="none" w:sz="0" w:space="0" w:color="auto"/>
          <w:bottom w:val="none" w:sz="0" w:space="0" w:color="auto"/>
          <w:right w:val="none" w:sz="0" w:space="0" w:color="auto"/>
        </w:pBdr>
      </w:pPr>
    </w:p>
    <w:p w14:paraId="599AD65E" w14:textId="57DC1F43" w:rsidR="00B23775" w:rsidRPr="007E4EF6" w:rsidRDefault="003E7EB9"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Pr>
          <w:b/>
        </w:rPr>
        <w:br w:type="column"/>
      </w:r>
      <w:r w:rsidR="00B23775" w:rsidRPr="007E4EF6">
        <w:rPr>
          <w:b/>
        </w:rPr>
        <w:t>LCCI ENGLISH FOR BUSINESS</w:t>
      </w:r>
    </w:p>
    <w:p w14:paraId="241EC6A4" w14:textId="77777777" w:rsidR="00B23775" w:rsidRPr="00C56655" w:rsidRDefault="00B23775" w:rsidP="00B23775">
      <w:pPr>
        <w:pStyle w:val="Text"/>
        <w:rPr>
          <w:b/>
        </w:rPr>
      </w:pPr>
      <w:r w:rsidRPr="00C56655">
        <w:rPr>
          <w:b/>
        </w:rPr>
        <w:t xml:space="preserve">Model </w:t>
      </w:r>
      <w:r>
        <w:rPr>
          <w:b/>
        </w:rPr>
        <w:t>a</w:t>
      </w:r>
      <w:r w:rsidRPr="00C56655">
        <w:rPr>
          <w:b/>
        </w:rPr>
        <w:t>nswer</w:t>
      </w:r>
    </w:p>
    <w:p w14:paraId="48298E17" w14:textId="77777777" w:rsidR="003E7EB9" w:rsidRDefault="00487CE4" w:rsidP="00487CE4">
      <w:pPr>
        <w:pStyle w:val="Text"/>
      </w:pPr>
      <w:r>
        <w:t>Mr D Chalmers</w:t>
      </w:r>
      <w:r>
        <w:br/>
        <w:t>Director of Finance</w:t>
      </w:r>
      <w:r>
        <w:br/>
      </w:r>
      <w:proofErr w:type="spellStart"/>
      <w:r>
        <w:t>Vindiva</w:t>
      </w:r>
      <w:proofErr w:type="spellEnd"/>
      <w:r>
        <w:br/>
        <w:t>23 Barker Street</w:t>
      </w:r>
      <w:r>
        <w:br/>
        <w:t>London</w:t>
      </w:r>
      <w:r>
        <w:t xml:space="preserve"> </w:t>
      </w:r>
    </w:p>
    <w:p w14:paraId="67F586BE" w14:textId="79FF09D8" w:rsidR="00487CE4" w:rsidRDefault="00487CE4" w:rsidP="00487CE4">
      <w:pPr>
        <w:pStyle w:val="Text"/>
      </w:pPr>
      <w:r>
        <w:t>EC2 4ER</w:t>
      </w:r>
    </w:p>
    <w:p w14:paraId="78F5F88D" w14:textId="77777777" w:rsidR="00381648" w:rsidRDefault="00381648" w:rsidP="00487CE4">
      <w:pPr>
        <w:pStyle w:val="Text"/>
      </w:pPr>
    </w:p>
    <w:p w14:paraId="799809E0" w14:textId="77E3CB2A" w:rsidR="00487CE4" w:rsidRDefault="00487CE4" w:rsidP="00487CE4">
      <w:pPr>
        <w:pStyle w:val="Text"/>
      </w:pPr>
      <w:r>
        <w:t>April 3</w:t>
      </w:r>
      <w:r w:rsidRPr="003B0DAD">
        <w:t>rd</w:t>
      </w:r>
      <w:r>
        <w:t xml:space="preserve"> 2018</w:t>
      </w:r>
    </w:p>
    <w:p w14:paraId="267BCA48" w14:textId="77777777" w:rsidR="003E7EB9" w:rsidRDefault="003E7EB9" w:rsidP="00487CE4">
      <w:pPr>
        <w:pStyle w:val="Text"/>
      </w:pPr>
    </w:p>
    <w:p w14:paraId="523EA172" w14:textId="77777777" w:rsidR="00487CE4" w:rsidRDefault="00487CE4" w:rsidP="00487CE4">
      <w:pPr>
        <w:pStyle w:val="Text"/>
      </w:pPr>
      <w:r>
        <w:t>Dear Mr Chalmers,</w:t>
      </w:r>
    </w:p>
    <w:p w14:paraId="574E5634" w14:textId="77777777" w:rsidR="00487CE4" w:rsidRDefault="00487CE4" w:rsidP="00487CE4">
      <w:pPr>
        <w:pStyle w:val="Text"/>
      </w:pPr>
      <w:r>
        <w:t>I am writing to you regarding an unpaid invoice we have with your company. The invoice was dated January 13, and our reference is DA2827. The invoice was sent to James Potter, who then forwarded it to the finance department.</w:t>
      </w:r>
    </w:p>
    <w:p w14:paraId="10C031EC" w14:textId="281BD934" w:rsidR="00487CE4" w:rsidRDefault="00487CE4" w:rsidP="00487CE4">
      <w:pPr>
        <w:pStyle w:val="Text"/>
      </w:pPr>
      <w:r>
        <w:t>The work was completed and approved by the client (James), therefore we agreed to invoice. Since sending the invoice we have sent reminders about the payment a number of times, but we have still not received the money. It is now nearly two months late. I</w:t>
      </w:r>
      <w:r>
        <w:t> </w:t>
      </w:r>
      <w:r>
        <w:t>am</w:t>
      </w:r>
      <w:r>
        <w:t> </w:t>
      </w:r>
      <w:r>
        <w:t>sure you understand how, as a small company, it is especially important to us that we are paid in a timely fashion. Our policy on all invoices is to receive payment within thirty days</w:t>
      </w:r>
      <w:r>
        <w:t>,</w:t>
      </w:r>
      <w:r>
        <w:t xml:space="preserve"> and this invoice has far exceeded this.</w:t>
      </w:r>
    </w:p>
    <w:p w14:paraId="3C0162CD" w14:textId="72A8F3EB" w:rsidR="00487CE4" w:rsidRDefault="00487CE4" w:rsidP="00487CE4">
      <w:pPr>
        <w:pStyle w:val="Text"/>
      </w:pPr>
      <w:r>
        <w:t>I have included the invoice in this letter for your reference, and I have also sent a copy of</w:t>
      </w:r>
      <w:r>
        <w:t> </w:t>
      </w:r>
      <w:r>
        <w:t>this letter to James Potter. We would be grateful if you could make this payment immediately. If the invoice still incurs delays, we will have no choice but to add interest to the invoice to help us recoup what we have lost in delays.</w:t>
      </w:r>
    </w:p>
    <w:p w14:paraId="323C8868" w14:textId="77777777" w:rsidR="00487CE4" w:rsidRDefault="00487CE4" w:rsidP="00487CE4">
      <w:pPr>
        <w:pStyle w:val="Text"/>
      </w:pPr>
      <w:r>
        <w:t>I would be grateful if you could reply to this letter as soon as possible.</w:t>
      </w:r>
    </w:p>
    <w:p w14:paraId="47323CD0" w14:textId="77777777" w:rsidR="00487CE4" w:rsidRDefault="00487CE4" w:rsidP="00487CE4">
      <w:pPr>
        <w:pStyle w:val="Text"/>
      </w:pPr>
      <w:r>
        <w:t>Kind regards,</w:t>
      </w:r>
    </w:p>
    <w:p w14:paraId="6D53D0A6" w14:textId="77777777" w:rsidR="00487CE4" w:rsidRDefault="00487CE4" w:rsidP="00487CE4">
      <w:pPr>
        <w:pStyle w:val="Text"/>
      </w:pPr>
      <w:r>
        <w:t>Hannah Smith</w:t>
      </w:r>
    </w:p>
    <w:bookmarkEnd w:id="1"/>
    <w:p w14:paraId="098BA495"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30F32026" w14:textId="77777777" w:rsidR="00FF256C" w:rsidRPr="0039120F" w:rsidRDefault="00FF256C" w:rsidP="0039120F">
      <w:pPr>
        <w:pStyle w:val="HeadASection"/>
        <w:rPr>
          <w:lang w:val="en-GB"/>
        </w:rPr>
      </w:pPr>
      <w:r w:rsidRPr="0039120F">
        <w:rPr>
          <w:lang w:val="en-GB"/>
        </w:rPr>
        <w:t>Unit 4</w:t>
      </w:r>
    </w:p>
    <w:p w14:paraId="7A251829" w14:textId="77777777" w:rsidR="00FF256C" w:rsidRDefault="00FF256C"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7C1CCC3C" w14:textId="77777777" w:rsidR="00FF256C" w:rsidRPr="005B1E5B" w:rsidRDefault="00FF256C" w:rsidP="003635CC">
      <w:pPr>
        <w:pStyle w:val="AnswerKey"/>
        <w:pBdr>
          <w:top w:val="none" w:sz="0" w:space="0" w:color="auto"/>
          <w:left w:val="none" w:sz="0" w:space="0" w:color="auto"/>
          <w:bottom w:val="none" w:sz="0" w:space="0" w:color="auto"/>
          <w:right w:val="none" w:sz="0" w:space="0" w:color="auto"/>
        </w:pBdr>
        <w:rPr>
          <w:b/>
        </w:rPr>
      </w:pPr>
      <w:r>
        <w:rPr>
          <w:b/>
        </w:rPr>
        <w:t>Language</w:t>
      </w:r>
    </w:p>
    <w:p w14:paraId="77D41700"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rPr>
          <w:b/>
        </w:rPr>
      </w:pPr>
      <w:r w:rsidRPr="001B7FC2">
        <w:rPr>
          <w:b/>
        </w:rPr>
        <w:t>1</w:t>
      </w:r>
    </w:p>
    <w:p w14:paraId="1E8348EC"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1 d</w:t>
      </w:r>
    </w:p>
    <w:p w14:paraId="2D914B32"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2 b</w:t>
      </w:r>
    </w:p>
    <w:p w14:paraId="39FE7F40"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3 a</w:t>
      </w:r>
    </w:p>
    <w:p w14:paraId="73649C07"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4 d</w:t>
      </w:r>
    </w:p>
    <w:p w14:paraId="75C2BA51"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5 c</w:t>
      </w:r>
    </w:p>
    <w:p w14:paraId="4A72A658"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6 b</w:t>
      </w:r>
    </w:p>
    <w:p w14:paraId="2B644D9E"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7 a</w:t>
      </w:r>
    </w:p>
    <w:p w14:paraId="42028376"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8 d</w:t>
      </w:r>
    </w:p>
    <w:p w14:paraId="757A1045"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9 c</w:t>
      </w:r>
    </w:p>
    <w:p w14:paraId="66CF0F11"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10 a</w:t>
      </w:r>
    </w:p>
    <w:p w14:paraId="3081DD83"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p>
    <w:p w14:paraId="011BB85F" w14:textId="32A834D1" w:rsidR="00FF256C" w:rsidRPr="001B7FC2" w:rsidRDefault="003E7EB9" w:rsidP="003635CC">
      <w:pPr>
        <w:pStyle w:val="AnswerKey"/>
        <w:pBdr>
          <w:top w:val="none" w:sz="0" w:space="0" w:color="auto"/>
          <w:left w:val="none" w:sz="0" w:space="0" w:color="auto"/>
          <w:bottom w:val="none" w:sz="0" w:space="0" w:color="auto"/>
          <w:right w:val="none" w:sz="0" w:space="0" w:color="auto"/>
        </w:pBdr>
        <w:rPr>
          <w:b/>
        </w:rPr>
      </w:pPr>
      <w:r>
        <w:rPr>
          <w:b/>
        </w:rPr>
        <w:br w:type="column"/>
      </w:r>
      <w:r w:rsidR="00FF256C" w:rsidRPr="001B7FC2">
        <w:rPr>
          <w:b/>
        </w:rPr>
        <w:lastRenderedPageBreak/>
        <w:t>2</w:t>
      </w:r>
    </w:p>
    <w:p w14:paraId="1F7CB675"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 xml:space="preserve">1 has </w:t>
      </w:r>
      <w:r>
        <w:t xml:space="preserve">introduced </w:t>
      </w:r>
    </w:p>
    <w:p w14:paraId="0E7064D9" w14:textId="0E3C849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 xml:space="preserve">2 had not </w:t>
      </w:r>
      <w:r w:rsidR="002F7FBE">
        <w:t xml:space="preserve">/ hadn’t </w:t>
      </w:r>
      <w:r w:rsidRPr="006C4EEB">
        <w:t>b</w:t>
      </w:r>
      <w:r>
        <w:t>acked up</w:t>
      </w:r>
    </w:p>
    <w:p w14:paraId="08D99C9C"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3 wi</w:t>
      </w:r>
      <w:r>
        <w:t>ll have changed</w:t>
      </w:r>
    </w:p>
    <w:p w14:paraId="1F59B83F"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4 has b</w:t>
      </w:r>
      <w:r>
        <w:t>een</w:t>
      </w:r>
    </w:p>
    <w:p w14:paraId="4FFE011F"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5 had finished</w:t>
      </w:r>
      <w:r>
        <w:t xml:space="preserve"> </w:t>
      </w:r>
    </w:p>
    <w:p w14:paraId="5E7DD53E"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6 had already started</w:t>
      </w:r>
    </w:p>
    <w:p w14:paraId="1C6A9EEA"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7 will h</w:t>
      </w:r>
      <w:r>
        <w:t>ave updated</w:t>
      </w:r>
    </w:p>
    <w:p w14:paraId="415F465B"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 xml:space="preserve">8 </w:t>
      </w:r>
      <w:r>
        <w:t>had never given</w:t>
      </w:r>
    </w:p>
    <w:p w14:paraId="7F1AF89B"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9 will n</w:t>
      </w:r>
      <w:r>
        <w:t>ot / won’t have written</w:t>
      </w:r>
    </w:p>
    <w:p w14:paraId="48C0538F" w14:textId="7D2505DE"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10 has n</w:t>
      </w:r>
      <w:r>
        <w:t>ot</w:t>
      </w:r>
      <w:r w:rsidR="002F7FBE">
        <w:t xml:space="preserve"> / hasn’t</w:t>
      </w:r>
      <w:r>
        <w:t xml:space="preserve"> improved</w:t>
      </w:r>
    </w:p>
    <w:p w14:paraId="034E5C41" w14:textId="77777777" w:rsidR="00B23775" w:rsidRDefault="00B23775" w:rsidP="0039120F">
      <w:pPr>
        <w:pStyle w:val="Text"/>
        <w:rPr>
          <w:b/>
        </w:rPr>
      </w:pPr>
    </w:p>
    <w:p w14:paraId="1859B712" w14:textId="51A0078C" w:rsidR="00FF256C" w:rsidRPr="008A1BC9" w:rsidRDefault="00FF256C" w:rsidP="0039120F">
      <w:pPr>
        <w:pStyle w:val="Text"/>
      </w:pPr>
      <w:r w:rsidRPr="0039120F">
        <w:rPr>
          <w:b/>
        </w:rPr>
        <w:t>3</w:t>
      </w:r>
    </w:p>
    <w:p w14:paraId="44D0FCE3" w14:textId="77777777" w:rsidR="00FF256C" w:rsidRDefault="00FF256C" w:rsidP="0039120F">
      <w:pPr>
        <w:pStyle w:val="Text"/>
      </w:pPr>
      <w:r>
        <w:t>1 way</w:t>
      </w:r>
    </w:p>
    <w:p w14:paraId="20827805" w14:textId="77777777" w:rsidR="00FF256C" w:rsidRDefault="00FF256C" w:rsidP="003635CC">
      <w:pPr>
        <w:pStyle w:val="AnswerKey"/>
        <w:pBdr>
          <w:top w:val="none" w:sz="0" w:space="0" w:color="auto"/>
          <w:left w:val="none" w:sz="0" w:space="0" w:color="auto"/>
          <w:bottom w:val="none" w:sz="0" w:space="0" w:color="auto"/>
          <w:right w:val="none" w:sz="0" w:space="0" w:color="auto"/>
        </w:pBdr>
      </w:pPr>
      <w:r>
        <w:t>2 simply</w:t>
      </w:r>
    </w:p>
    <w:p w14:paraId="48430C57" w14:textId="77777777" w:rsidR="00FF256C" w:rsidRDefault="00FF256C" w:rsidP="003635CC">
      <w:pPr>
        <w:pStyle w:val="AnswerKey"/>
        <w:pBdr>
          <w:top w:val="none" w:sz="0" w:space="0" w:color="auto"/>
          <w:left w:val="none" w:sz="0" w:space="0" w:color="auto"/>
          <w:bottom w:val="none" w:sz="0" w:space="0" w:color="auto"/>
          <w:right w:val="none" w:sz="0" w:space="0" w:color="auto"/>
        </w:pBdr>
      </w:pPr>
      <w:r>
        <w:t>3 heads</w:t>
      </w:r>
    </w:p>
    <w:p w14:paraId="4F3D4C1B" w14:textId="77777777" w:rsidR="00FF256C" w:rsidRDefault="00FF256C" w:rsidP="003635CC">
      <w:pPr>
        <w:pStyle w:val="AnswerKey"/>
        <w:pBdr>
          <w:top w:val="none" w:sz="0" w:space="0" w:color="auto"/>
          <w:left w:val="none" w:sz="0" w:space="0" w:color="auto"/>
          <w:bottom w:val="none" w:sz="0" w:space="0" w:color="auto"/>
          <w:right w:val="none" w:sz="0" w:space="0" w:color="auto"/>
        </w:pBdr>
      </w:pPr>
      <w:r>
        <w:t>4 thing</w:t>
      </w:r>
    </w:p>
    <w:p w14:paraId="7D9D943A" w14:textId="77777777" w:rsidR="00FF256C" w:rsidRDefault="00FF256C" w:rsidP="003635CC">
      <w:pPr>
        <w:pStyle w:val="AnswerKey"/>
        <w:pBdr>
          <w:top w:val="none" w:sz="0" w:space="0" w:color="auto"/>
          <w:left w:val="none" w:sz="0" w:space="0" w:color="auto"/>
          <w:bottom w:val="none" w:sz="0" w:space="0" w:color="auto"/>
          <w:right w:val="none" w:sz="0" w:space="0" w:color="auto"/>
        </w:pBdr>
      </w:pPr>
      <w:r>
        <w:t>5 position</w:t>
      </w:r>
    </w:p>
    <w:p w14:paraId="214C6EE8"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0C477B3F" w14:textId="77777777" w:rsidR="00FF256C" w:rsidRPr="008C1FBA" w:rsidRDefault="00FF256C"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2D4FE5DF"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1 doesn’t sound unreasonable </w:t>
      </w:r>
    </w:p>
    <w:p w14:paraId="6D326883"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2 look at this objectively </w:t>
      </w:r>
    </w:p>
    <w:p w14:paraId="41E054E3"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3 fair reflection of the facts </w:t>
      </w:r>
    </w:p>
    <w:p w14:paraId="56256680"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4 If I follow correctly </w:t>
      </w:r>
    </w:p>
    <w:p w14:paraId="73DA14C3"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5 to move beyond this point </w:t>
      </w:r>
    </w:p>
    <w:p w14:paraId="105B7BFF"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20B0A28E" w14:textId="77777777" w:rsidR="00FF256C" w:rsidRPr="008C1FBA" w:rsidRDefault="00FF256C"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3358EEEA" w14:textId="77777777" w:rsidR="00FF256C" w:rsidRDefault="00FF256C" w:rsidP="003635CC">
      <w:pPr>
        <w:pStyle w:val="AnswerKey"/>
        <w:pBdr>
          <w:top w:val="none" w:sz="0" w:space="0" w:color="auto"/>
          <w:left w:val="none" w:sz="0" w:space="0" w:color="auto"/>
          <w:bottom w:val="none" w:sz="0" w:space="0" w:color="auto"/>
          <w:right w:val="none" w:sz="0" w:space="0" w:color="auto"/>
        </w:pBdr>
      </w:pPr>
      <w:r>
        <w:t>1 a</w:t>
      </w:r>
    </w:p>
    <w:p w14:paraId="75D24BDD" w14:textId="77777777" w:rsidR="00FF256C" w:rsidRDefault="00FF256C" w:rsidP="003635CC">
      <w:pPr>
        <w:pStyle w:val="AnswerKey"/>
        <w:pBdr>
          <w:top w:val="none" w:sz="0" w:space="0" w:color="auto"/>
          <w:left w:val="none" w:sz="0" w:space="0" w:color="auto"/>
          <w:bottom w:val="none" w:sz="0" w:space="0" w:color="auto"/>
          <w:right w:val="none" w:sz="0" w:space="0" w:color="auto"/>
        </w:pBdr>
      </w:pPr>
      <w:r>
        <w:t>2 c</w:t>
      </w:r>
    </w:p>
    <w:p w14:paraId="1FB55AB8" w14:textId="77777777" w:rsidR="00FF256C" w:rsidRDefault="00FF256C" w:rsidP="003635CC">
      <w:pPr>
        <w:pStyle w:val="AnswerKey"/>
        <w:pBdr>
          <w:top w:val="none" w:sz="0" w:space="0" w:color="auto"/>
          <w:left w:val="none" w:sz="0" w:space="0" w:color="auto"/>
          <w:bottom w:val="none" w:sz="0" w:space="0" w:color="auto"/>
          <w:right w:val="none" w:sz="0" w:space="0" w:color="auto"/>
        </w:pBdr>
      </w:pPr>
      <w:r>
        <w:t>3 d</w:t>
      </w:r>
    </w:p>
    <w:p w14:paraId="0B65FB05" w14:textId="77777777" w:rsidR="00FF256C" w:rsidRDefault="00FF256C" w:rsidP="003635CC">
      <w:pPr>
        <w:pStyle w:val="AnswerKey"/>
        <w:pBdr>
          <w:top w:val="none" w:sz="0" w:space="0" w:color="auto"/>
          <w:left w:val="none" w:sz="0" w:space="0" w:color="auto"/>
          <w:bottom w:val="none" w:sz="0" w:space="0" w:color="auto"/>
          <w:right w:val="none" w:sz="0" w:space="0" w:color="auto"/>
        </w:pBdr>
      </w:pPr>
      <w:r>
        <w:t>4 a</w:t>
      </w:r>
    </w:p>
    <w:p w14:paraId="625BAECE" w14:textId="77777777" w:rsidR="00FF256C" w:rsidRDefault="00FF256C" w:rsidP="003635CC">
      <w:pPr>
        <w:pStyle w:val="AnswerKey"/>
        <w:pBdr>
          <w:top w:val="none" w:sz="0" w:space="0" w:color="auto"/>
          <w:left w:val="none" w:sz="0" w:space="0" w:color="auto"/>
          <w:bottom w:val="none" w:sz="0" w:space="0" w:color="auto"/>
          <w:right w:val="none" w:sz="0" w:space="0" w:color="auto"/>
        </w:pBdr>
      </w:pPr>
      <w:r>
        <w:t>5 c</w:t>
      </w:r>
    </w:p>
    <w:p w14:paraId="724DF351"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6A536B6E" w14:textId="77777777" w:rsidR="002F7FBE" w:rsidRDefault="002F7FBE" w:rsidP="003635CC">
      <w:pPr>
        <w:pStyle w:val="AnswerKey"/>
        <w:pBdr>
          <w:top w:val="none" w:sz="0" w:space="0" w:color="auto"/>
          <w:left w:val="none" w:sz="0" w:space="0" w:color="auto"/>
          <w:bottom w:val="none" w:sz="0" w:space="0" w:color="auto"/>
          <w:right w:val="none" w:sz="0" w:space="0" w:color="auto"/>
        </w:pBdr>
        <w:rPr>
          <w:b/>
        </w:rPr>
      </w:pPr>
      <w:r>
        <w:rPr>
          <w:b/>
        </w:rPr>
        <w:t>Skills</w:t>
      </w:r>
    </w:p>
    <w:p w14:paraId="3E56DAFE" w14:textId="4E1081E1" w:rsidR="003635CC" w:rsidRDefault="00FF256C" w:rsidP="003635CC">
      <w:pPr>
        <w:pStyle w:val="AnswerKey"/>
        <w:pBdr>
          <w:top w:val="none" w:sz="0" w:space="0" w:color="auto"/>
          <w:left w:val="none" w:sz="0" w:space="0" w:color="auto"/>
          <w:bottom w:val="none" w:sz="0" w:space="0" w:color="auto"/>
          <w:right w:val="none" w:sz="0" w:space="0" w:color="auto"/>
        </w:pBdr>
      </w:pPr>
      <w:r w:rsidRPr="00E65234">
        <w:rPr>
          <w:b/>
        </w:rPr>
        <w:t>6</w:t>
      </w:r>
    </w:p>
    <w:p w14:paraId="337C6C81" w14:textId="251C11ED" w:rsidR="00FF256C" w:rsidRDefault="00FF256C" w:rsidP="003635CC">
      <w:pPr>
        <w:pStyle w:val="AnswerKey"/>
        <w:pBdr>
          <w:top w:val="none" w:sz="0" w:space="0" w:color="auto"/>
          <w:left w:val="none" w:sz="0" w:space="0" w:color="auto"/>
          <w:bottom w:val="none" w:sz="0" w:space="0" w:color="auto"/>
          <w:right w:val="none" w:sz="0" w:space="0" w:color="auto"/>
        </w:pBdr>
      </w:pPr>
      <w:r w:rsidRPr="00E65234">
        <w:t>1</w:t>
      </w:r>
      <w:r>
        <w:t xml:space="preserve"> create account</w:t>
      </w:r>
      <w:r w:rsidRPr="00E65234">
        <w:t xml:space="preserve">  </w:t>
      </w:r>
    </w:p>
    <w:p w14:paraId="475B50ED"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 xml:space="preserve">2 </w:t>
      </w:r>
      <w:r>
        <w:t>identification card</w:t>
      </w:r>
      <w:r w:rsidRPr="00E65234">
        <w:t xml:space="preserve"> </w:t>
      </w:r>
    </w:p>
    <w:p w14:paraId="153C798E" w14:textId="7167F408" w:rsidR="00FF256C" w:rsidRDefault="00FF256C" w:rsidP="003635CC">
      <w:pPr>
        <w:pStyle w:val="AnswerKey"/>
        <w:pBdr>
          <w:top w:val="none" w:sz="0" w:space="0" w:color="auto"/>
          <w:left w:val="none" w:sz="0" w:space="0" w:color="auto"/>
          <w:bottom w:val="none" w:sz="0" w:space="0" w:color="auto"/>
          <w:right w:val="none" w:sz="0" w:space="0" w:color="auto"/>
        </w:pBdr>
      </w:pPr>
      <w:r w:rsidRPr="00E65234">
        <w:t>3</w:t>
      </w:r>
      <w:r>
        <w:t xml:space="preserve"> </w:t>
      </w:r>
      <w:r w:rsidR="006D49A3">
        <w:t xml:space="preserve">(the) </w:t>
      </w:r>
      <w:r>
        <w:t>28</w:t>
      </w:r>
      <w:r w:rsidRPr="0039120F">
        <w:t>th</w:t>
      </w:r>
      <w:r w:rsidRPr="00A975D7">
        <w:t xml:space="preserve"> </w:t>
      </w:r>
      <w:r w:rsidRPr="00E65234">
        <w:t xml:space="preserve"> </w:t>
      </w:r>
    </w:p>
    <w:p w14:paraId="4C0FEDD0"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4</w:t>
      </w:r>
      <w:r>
        <w:t xml:space="preserve"> internet use</w:t>
      </w:r>
      <w:r w:rsidRPr="00E65234">
        <w:t xml:space="preserve">  </w:t>
      </w:r>
    </w:p>
    <w:p w14:paraId="1A232B5E"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 xml:space="preserve">5 </w:t>
      </w:r>
      <w:r>
        <w:t>compulsory</w:t>
      </w:r>
    </w:p>
    <w:p w14:paraId="524370B7" w14:textId="54BCB137" w:rsidR="00FF256C" w:rsidRDefault="00FF256C" w:rsidP="003635CC">
      <w:pPr>
        <w:pStyle w:val="AnswerKey"/>
        <w:pBdr>
          <w:top w:val="none" w:sz="0" w:space="0" w:color="auto"/>
          <w:left w:val="none" w:sz="0" w:space="0" w:color="auto"/>
          <w:bottom w:val="none" w:sz="0" w:space="0" w:color="auto"/>
          <w:right w:val="none" w:sz="0" w:space="0" w:color="auto"/>
        </w:pBdr>
      </w:pPr>
      <w:r w:rsidRPr="00E65234">
        <w:t>6</w:t>
      </w:r>
      <w:r>
        <w:t xml:space="preserve"> 5</w:t>
      </w:r>
      <w:r w:rsidRPr="0039120F">
        <w:t>th</w:t>
      </w:r>
      <w:r>
        <w:t xml:space="preserve">/fifth floor </w:t>
      </w:r>
      <w:r w:rsidRPr="00E65234">
        <w:t xml:space="preserve">  </w:t>
      </w:r>
    </w:p>
    <w:p w14:paraId="004805D5"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 xml:space="preserve">7 </w:t>
      </w:r>
      <w:r>
        <w:t>6/six</w:t>
      </w:r>
      <w:r w:rsidRPr="00E65234">
        <w:t xml:space="preserve"> </w:t>
      </w:r>
    </w:p>
    <w:p w14:paraId="66147EB0"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 xml:space="preserve">8 </w:t>
      </w:r>
      <w:r>
        <w:t>information pack</w:t>
      </w:r>
    </w:p>
    <w:p w14:paraId="3B4D1CA0"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50A57232" w14:textId="77777777" w:rsidR="00FF256C" w:rsidRPr="00E65234" w:rsidRDefault="00FF256C" w:rsidP="003635CC">
      <w:pPr>
        <w:pStyle w:val="AnswerKey"/>
        <w:pBdr>
          <w:top w:val="none" w:sz="0" w:space="0" w:color="auto"/>
          <w:left w:val="none" w:sz="0" w:space="0" w:color="auto"/>
          <w:bottom w:val="none" w:sz="0" w:space="0" w:color="auto"/>
          <w:right w:val="none" w:sz="0" w:space="0" w:color="auto"/>
        </w:pBdr>
        <w:rPr>
          <w:b/>
        </w:rPr>
      </w:pPr>
      <w:r w:rsidRPr="00E65234">
        <w:rPr>
          <w:b/>
        </w:rPr>
        <w:t>7</w:t>
      </w:r>
    </w:p>
    <w:p w14:paraId="2EE2C784"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1 </w:t>
      </w:r>
      <w:r w:rsidR="003635CC">
        <w:t>a</w:t>
      </w:r>
    </w:p>
    <w:p w14:paraId="5F69BC93"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2</w:t>
      </w:r>
      <w:r>
        <w:t xml:space="preserve"> b</w:t>
      </w:r>
      <w:r w:rsidRPr="00502A55">
        <w:t xml:space="preserve">  </w:t>
      </w:r>
    </w:p>
    <w:p w14:paraId="5653BD54"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3 </w:t>
      </w:r>
      <w:r w:rsidR="003635CC">
        <w:t>c</w:t>
      </w:r>
    </w:p>
    <w:p w14:paraId="6DF58E3D"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4 </w:t>
      </w:r>
      <w:r>
        <w:t>b</w:t>
      </w:r>
      <w:r w:rsidRPr="00502A55">
        <w:t xml:space="preserve"> </w:t>
      </w:r>
    </w:p>
    <w:p w14:paraId="707BA551"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5 </w:t>
      </w:r>
      <w:r>
        <w:t>d</w:t>
      </w:r>
      <w:r w:rsidRPr="00502A55">
        <w:t xml:space="preserve"> </w:t>
      </w:r>
    </w:p>
    <w:p w14:paraId="1E7AC8F1"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6 </w:t>
      </w:r>
      <w:r w:rsidR="003635CC">
        <w:t>c</w:t>
      </w:r>
    </w:p>
    <w:p w14:paraId="761ABB8E" w14:textId="677B8204" w:rsidR="00FF256C" w:rsidRPr="00502A55" w:rsidRDefault="00FF256C" w:rsidP="003635CC">
      <w:pPr>
        <w:pStyle w:val="AnswerKey"/>
        <w:pBdr>
          <w:top w:val="none" w:sz="0" w:space="0" w:color="auto"/>
          <w:left w:val="none" w:sz="0" w:space="0" w:color="auto"/>
          <w:bottom w:val="none" w:sz="0" w:space="0" w:color="auto"/>
          <w:right w:val="none" w:sz="0" w:space="0" w:color="auto"/>
        </w:pBdr>
      </w:pPr>
      <w:r>
        <w:t>7</w:t>
      </w:r>
      <w:r w:rsidRPr="00502A55">
        <w:t xml:space="preserve"> </w:t>
      </w:r>
      <w:r>
        <w:t>a</w:t>
      </w:r>
    </w:p>
    <w:p w14:paraId="7A9A3D27"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0A290A11" w14:textId="06A6E1BD" w:rsidR="00FF256C" w:rsidRDefault="00B509FF" w:rsidP="0039120F">
      <w:pPr>
        <w:pStyle w:val="AnswerKey"/>
        <w:pBdr>
          <w:top w:val="none" w:sz="0" w:space="0" w:color="auto"/>
          <w:left w:val="none" w:sz="0" w:space="0" w:color="auto"/>
          <w:bottom w:val="none" w:sz="0" w:space="0" w:color="auto"/>
          <w:right w:val="none" w:sz="0" w:space="0" w:color="auto"/>
        </w:pBdr>
        <w:ind w:left="0" w:firstLine="0"/>
        <w:rPr>
          <w:b/>
        </w:rPr>
      </w:pPr>
      <w:r>
        <w:rPr>
          <w:b/>
        </w:rPr>
        <w:br w:type="column"/>
      </w:r>
      <w:r w:rsidR="00FF256C" w:rsidRPr="003A6E8C">
        <w:rPr>
          <w:b/>
        </w:rPr>
        <w:t xml:space="preserve">8 </w:t>
      </w:r>
    </w:p>
    <w:p w14:paraId="0BA43697" w14:textId="32A8EE7A" w:rsidR="00A975D7" w:rsidRPr="0039120F" w:rsidRDefault="00A975D7" w:rsidP="003635CC">
      <w:pPr>
        <w:pStyle w:val="AnswerKey"/>
        <w:pBdr>
          <w:top w:val="none" w:sz="0" w:space="0" w:color="auto"/>
          <w:left w:val="none" w:sz="0" w:space="0" w:color="auto"/>
          <w:bottom w:val="none" w:sz="0" w:space="0" w:color="auto"/>
          <w:right w:val="none" w:sz="0" w:space="0" w:color="auto"/>
        </w:pBdr>
        <w:rPr>
          <w:b/>
        </w:rPr>
      </w:pPr>
      <w:r w:rsidRPr="0039120F">
        <w:rPr>
          <w:b/>
        </w:rPr>
        <w:t>Model answer</w:t>
      </w:r>
    </w:p>
    <w:p w14:paraId="6373DC41" w14:textId="20AD54BC"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It is clear that this department could be more</w:t>
      </w:r>
      <w:r w:rsidR="00A975D7">
        <w:t> </w:t>
      </w:r>
      <w:r>
        <w:t>environmentally friendly. I would like to</w:t>
      </w:r>
      <w:r w:rsidR="00A975D7">
        <w:t> </w:t>
      </w:r>
      <w:r>
        <w:t>recommend a series of measures that could</w:t>
      </w:r>
      <w:r w:rsidR="00A975D7">
        <w:t> </w:t>
      </w:r>
      <w:r>
        <w:t>be implemented in order to improve this</w:t>
      </w:r>
      <w:r w:rsidR="00A975D7">
        <w:t> </w:t>
      </w:r>
      <w:r>
        <w:t xml:space="preserve">situation. </w:t>
      </w:r>
    </w:p>
    <w:p w14:paraId="14343BDF" w14:textId="77777777"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First of all, I recommend that we stop using plastic and paper cups. Every day we use over forty plastic or paper cups in this office. We should encourage staff to bring in cups to use instead. There is enough space in the office kitchen for all staff to store their own cup or mug. This would also reduce the amount of rubbish collected.</w:t>
      </w:r>
    </w:p>
    <w:p w14:paraId="44E00657" w14:textId="15E43E0A"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 xml:space="preserve">It would also be advisable to increase the number of plants in the office to help with the air quality. Adding more plants would also contribute to the wellbeing of staff. Plants make people feel more relaxed and improve the general atmosphere in </w:t>
      </w:r>
      <w:r w:rsidR="00E94E0F">
        <w:t xml:space="preserve">the </w:t>
      </w:r>
      <w:r>
        <w:t xml:space="preserve">office. </w:t>
      </w:r>
    </w:p>
    <w:p w14:paraId="3EB506A3" w14:textId="77777777"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 xml:space="preserve">Finally, it would be a good idea to have more recycling bins in the office to make everyone more aware of what they throw away every day. </w:t>
      </w:r>
    </w:p>
    <w:p w14:paraId="0F5EE926" w14:textId="7035EDA5"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I also recommend that we ask staff for their suggestions</w:t>
      </w:r>
      <w:r w:rsidR="00A975D7">
        <w:t>,</w:t>
      </w:r>
      <w:r>
        <w:t xml:space="preserve"> too. This could be done in meetings over the next month. </w:t>
      </w:r>
    </w:p>
    <w:p w14:paraId="5FEAD072" w14:textId="4E4B9FC5" w:rsidR="00B23775" w:rsidRDefault="00B23775" w:rsidP="003635CC">
      <w:pPr>
        <w:pStyle w:val="AnswerKey"/>
        <w:pBdr>
          <w:top w:val="none" w:sz="0" w:space="0" w:color="auto"/>
          <w:left w:val="none" w:sz="0" w:space="0" w:color="auto"/>
          <w:bottom w:val="none" w:sz="0" w:space="0" w:color="auto"/>
          <w:right w:val="none" w:sz="0" w:space="0" w:color="auto"/>
        </w:pBdr>
        <w:ind w:left="0" w:firstLine="0"/>
      </w:pPr>
    </w:p>
    <w:p w14:paraId="35ECF875" w14:textId="77777777" w:rsidR="00B23775" w:rsidRPr="007E4EF6"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7E4EF6">
        <w:rPr>
          <w:b/>
        </w:rPr>
        <w:t>LCCI ENGLISH FOR BUSINESS</w:t>
      </w:r>
    </w:p>
    <w:p w14:paraId="5F0477DE" w14:textId="77777777" w:rsidR="00B23775" w:rsidRPr="00C56655" w:rsidRDefault="00B23775" w:rsidP="00B23775">
      <w:pPr>
        <w:pStyle w:val="Text"/>
        <w:rPr>
          <w:b/>
        </w:rPr>
      </w:pPr>
      <w:r w:rsidRPr="00C56655">
        <w:rPr>
          <w:b/>
        </w:rPr>
        <w:t xml:space="preserve">Model </w:t>
      </w:r>
      <w:r>
        <w:rPr>
          <w:b/>
        </w:rPr>
        <w:t>a</w:t>
      </w:r>
      <w:r w:rsidRPr="00C56655">
        <w:rPr>
          <w:b/>
        </w:rPr>
        <w:t>nswer</w:t>
      </w:r>
    </w:p>
    <w:p w14:paraId="4D5E5ABE" w14:textId="77777777" w:rsidR="00B509FF" w:rsidRDefault="00B509FF" w:rsidP="00B509FF">
      <w:pPr>
        <w:pStyle w:val="Text"/>
      </w:pPr>
      <w:r>
        <w:t>Dear Pippa,</w:t>
      </w:r>
    </w:p>
    <w:p w14:paraId="2A02D707" w14:textId="1C9E7352" w:rsidR="00B509FF" w:rsidRDefault="00B509FF" w:rsidP="00B509FF">
      <w:pPr>
        <w:pStyle w:val="Text"/>
      </w:pPr>
      <w:r>
        <w:t>Further to your email regarding ideas on how</w:t>
      </w:r>
      <w:r>
        <w:t> </w:t>
      </w:r>
      <w:r>
        <w:t>to make the company greener, I have the</w:t>
      </w:r>
      <w:r>
        <w:t> </w:t>
      </w:r>
      <w:r>
        <w:t>following suggestions which may be suitable to</w:t>
      </w:r>
      <w:r>
        <w:t> </w:t>
      </w:r>
      <w:r>
        <w:t>put forward at the next meeting.</w:t>
      </w:r>
    </w:p>
    <w:p w14:paraId="78EC5031" w14:textId="6A166A37" w:rsidR="00B509FF" w:rsidRDefault="00B509FF" w:rsidP="00B509FF">
      <w:pPr>
        <w:pStyle w:val="Text"/>
      </w:pPr>
      <w:r>
        <w:t>There are several courses of action we could take to reduce our green footprint. It is clear there is a lot of waste in the company, so we should focus on how to improve this. I would like to recommend using recycled materials where necessary. It also could be advisable to</w:t>
      </w:r>
      <w:r>
        <w:t> </w:t>
      </w:r>
      <w:r>
        <w:t>have recycling boxes on every floor to recycle paper and plastic products.</w:t>
      </w:r>
    </w:p>
    <w:p w14:paraId="0BF6E453" w14:textId="3B612F52" w:rsidR="00B509FF" w:rsidRDefault="00B509FF" w:rsidP="00B509FF">
      <w:pPr>
        <w:pStyle w:val="Text"/>
      </w:pPr>
      <w:r>
        <w:t>We should also encourage staff to not use paper whenever possible. We could set printer limits, but a more practical solution might be equipping each person with a tablet for meetings and notes so that they don’t need paper. While this might seem expensive, it</w:t>
      </w:r>
      <w:r>
        <w:t> </w:t>
      </w:r>
      <w:r>
        <w:t>will</w:t>
      </w:r>
      <w:r>
        <w:t> </w:t>
      </w:r>
      <w:r>
        <w:t>save money in the long term.</w:t>
      </w:r>
    </w:p>
    <w:p w14:paraId="7712BCBC" w14:textId="1EDB4BC4" w:rsidR="00B509FF" w:rsidRDefault="00B509FF" w:rsidP="00B509FF">
      <w:pPr>
        <w:pStyle w:val="Text"/>
      </w:pPr>
      <w:r>
        <w:t>We could also do a review of the office at</w:t>
      </w:r>
      <w:r>
        <w:t> </w:t>
      </w:r>
      <w:r>
        <w:t>present and look at using more energy-efficient products (e.g. light bulbs), which will</w:t>
      </w:r>
      <w:r>
        <w:t> </w:t>
      </w:r>
      <w:r>
        <w:t>also save us money in the long run.</w:t>
      </w:r>
    </w:p>
    <w:p w14:paraId="285BA37F" w14:textId="5DF65E91" w:rsidR="00B509FF" w:rsidRDefault="00B509FF" w:rsidP="00B509FF">
      <w:pPr>
        <w:pStyle w:val="Text"/>
      </w:pPr>
      <w:r>
        <w:br w:type="column"/>
      </w:r>
      <w:r>
        <w:lastRenderedPageBreak/>
        <w:t>The success of a company-wide adoption of</w:t>
      </w:r>
      <w:r>
        <w:t> </w:t>
      </w:r>
      <w:r>
        <w:t>green practices will rely on the staff. It is recommended that we make sure staff are interested in the idea before making large</w:t>
      </w:r>
      <w:r>
        <w:t> </w:t>
      </w:r>
      <w:r>
        <w:t>changes. We should therefore do a</w:t>
      </w:r>
      <w:r>
        <w:t> </w:t>
      </w:r>
      <w:r>
        <w:t>consultation. We may also want to review whether any staff can work from home to help</w:t>
      </w:r>
      <w:r>
        <w:t> </w:t>
      </w:r>
      <w:r>
        <w:t>with traffic pollution and office resources.</w:t>
      </w:r>
    </w:p>
    <w:p w14:paraId="2551A22D" w14:textId="5B7BBE47" w:rsidR="00B509FF" w:rsidRDefault="00B509FF" w:rsidP="00B509FF">
      <w:pPr>
        <w:pStyle w:val="Text"/>
      </w:pPr>
      <w:r>
        <w:t>I hope this helps. Please do let me know if</w:t>
      </w:r>
      <w:r>
        <w:t> </w:t>
      </w:r>
      <w:r>
        <w:t>anything is unclear.</w:t>
      </w:r>
    </w:p>
    <w:p w14:paraId="45EAF5D9" w14:textId="77777777" w:rsidR="00B509FF" w:rsidRDefault="00B509FF" w:rsidP="00B509FF">
      <w:pPr>
        <w:pStyle w:val="Text"/>
      </w:pPr>
      <w:r>
        <w:t>Kind regards,</w:t>
      </w:r>
    </w:p>
    <w:p w14:paraId="61E65900" w14:textId="77777777" w:rsidR="00B509FF" w:rsidRDefault="00B509FF" w:rsidP="00B509FF">
      <w:pPr>
        <w:pStyle w:val="Text"/>
      </w:pPr>
      <w:r>
        <w:t>Abdul</w:t>
      </w:r>
    </w:p>
    <w:p w14:paraId="53A7D32B"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53E7C6D8" w14:textId="77777777" w:rsidR="00447862" w:rsidRPr="0039120F" w:rsidRDefault="00447862" w:rsidP="0039120F">
      <w:pPr>
        <w:pStyle w:val="HeadASection"/>
        <w:rPr>
          <w:lang w:val="en-GB"/>
        </w:rPr>
      </w:pPr>
      <w:r w:rsidRPr="0039120F">
        <w:rPr>
          <w:lang w:val="en-GB"/>
        </w:rPr>
        <w:t>Unit 5</w:t>
      </w:r>
    </w:p>
    <w:p w14:paraId="7DC43358" w14:textId="77777777" w:rsidR="00447862" w:rsidRDefault="00447862"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6AF29FDE" w14:textId="77777777" w:rsidR="00447862" w:rsidRPr="005B1E5B" w:rsidRDefault="00447862" w:rsidP="003635CC">
      <w:pPr>
        <w:pStyle w:val="AnswerKey"/>
        <w:pBdr>
          <w:top w:val="none" w:sz="0" w:space="0" w:color="auto"/>
          <w:left w:val="none" w:sz="0" w:space="0" w:color="auto"/>
          <w:bottom w:val="none" w:sz="0" w:space="0" w:color="auto"/>
          <w:right w:val="none" w:sz="0" w:space="0" w:color="auto"/>
        </w:pBdr>
        <w:rPr>
          <w:b/>
        </w:rPr>
      </w:pPr>
      <w:r>
        <w:rPr>
          <w:b/>
        </w:rPr>
        <w:t>Language</w:t>
      </w:r>
    </w:p>
    <w:p w14:paraId="78EBECE0"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0DEB3681"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d</w:t>
      </w:r>
    </w:p>
    <w:p w14:paraId="1396A059"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d</w:t>
      </w:r>
    </w:p>
    <w:p w14:paraId="149233A0"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a</w:t>
      </w:r>
    </w:p>
    <w:p w14:paraId="47D34AEE"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c</w:t>
      </w:r>
    </w:p>
    <w:p w14:paraId="0FEE6315"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b</w:t>
      </w:r>
    </w:p>
    <w:p w14:paraId="475BCF35"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d</w:t>
      </w:r>
    </w:p>
    <w:p w14:paraId="2828EF09"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b</w:t>
      </w:r>
    </w:p>
    <w:p w14:paraId="4566EA63" w14:textId="77777777" w:rsidR="00447862" w:rsidRDefault="00447862" w:rsidP="003635CC">
      <w:pPr>
        <w:pStyle w:val="AnswerKey"/>
        <w:pBdr>
          <w:top w:val="none" w:sz="0" w:space="0" w:color="auto"/>
          <w:left w:val="none" w:sz="0" w:space="0" w:color="auto"/>
          <w:bottom w:val="none" w:sz="0" w:space="0" w:color="auto"/>
          <w:right w:val="none" w:sz="0" w:space="0" w:color="auto"/>
        </w:pBdr>
      </w:pPr>
      <w:r>
        <w:t>8 a</w:t>
      </w:r>
    </w:p>
    <w:p w14:paraId="183AA1B2"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a</w:t>
      </w:r>
    </w:p>
    <w:p w14:paraId="1C59F951" w14:textId="77777777" w:rsidR="00447862" w:rsidRDefault="00447862" w:rsidP="003635CC">
      <w:pPr>
        <w:pStyle w:val="AnswerKey"/>
        <w:pBdr>
          <w:top w:val="none" w:sz="0" w:space="0" w:color="auto"/>
          <w:left w:val="none" w:sz="0" w:space="0" w:color="auto"/>
          <w:bottom w:val="none" w:sz="0" w:space="0" w:color="auto"/>
          <w:right w:val="none" w:sz="0" w:space="0" w:color="auto"/>
        </w:pBdr>
      </w:pPr>
      <w:r>
        <w:t>10 c</w:t>
      </w:r>
    </w:p>
    <w:p w14:paraId="42BE4F20"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19EE4908"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2</w:t>
      </w:r>
    </w:p>
    <w:p w14:paraId="6574798B"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Not only did I learn a lot about my job</w:t>
      </w:r>
    </w:p>
    <w:p w14:paraId="4067A7D5"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Never had Jason worked as hard</w:t>
      </w:r>
    </w:p>
    <w:p w14:paraId="639E6427"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No sooner had I arrived at work</w:t>
      </w:r>
    </w:p>
    <w:p w14:paraId="4E751AD6"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4 Not until he moved to </w:t>
      </w:r>
    </w:p>
    <w:p w14:paraId="7D936871"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Little did my father know</w:t>
      </w:r>
    </w:p>
    <w:p w14:paraId="1B1ABC0D"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6 Not once did I feel homesick </w:t>
      </w:r>
    </w:p>
    <w:p w14:paraId="6BAD0215"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7 Only by integrating with local people will </w:t>
      </w:r>
    </w:p>
    <w:p w14:paraId="6735C4C8" w14:textId="77777777" w:rsidR="00447862" w:rsidRDefault="00447862" w:rsidP="003635CC">
      <w:pPr>
        <w:pStyle w:val="AnswerKey"/>
        <w:pBdr>
          <w:top w:val="none" w:sz="0" w:space="0" w:color="auto"/>
          <w:left w:val="none" w:sz="0" w:space="0" w:color="auto"/>
          <w:bottom w:val="none" w:sz="0" w:space="0" w:color="auto"/>
          <w:right w:val="none" w:sz="0" w:space="0" w:color="auto"/>
        </w:pBdr>
      </w:pPr>
      <w:r>
        <w:t>8 On no account would we put</w:t>
      </w:r>
    </w:p>
    <w:p w14:paraId="14CB0EE4"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9 Rarely do I receive </w:t>
      </w:r>
    </w:p>
    <w:p w14:paraId="4D06F953" w14:textId="77777777" w:rsidR="00447862" w:rsidRDefault="00447862" w:rsidP="003635CC">
      <w:pPr>
        <w:pStyle w:val="AnswerKey"/>
        <w:pBdr>
          <w:top w:val="none" w:sz="0" w:space="0" w:color="auto"/>
          <w:left w:val="none" w:sz="0" w:space="0" w:color="auto"/>
          <w:bottom w:val="none" w:sz="0" w:space="0" w:color="auto"/>
          <w:right w:val="none" w:sz="0" w:space="0" w:color="auto"/>
        </w:pBdr>
      </w:pPr>
      <w:r>
        <w:t>10 In no way did Kai intend</w:t>
      </w:r>
    </w:p>
    <w:p w14:paraId="1F97BD58"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276FEEB6" w14:textId="469A671F" w:rsidR="00447862" w:rsidRPr="0039120F" w:rsidRDefault="00447862" w:rsidP="0039120F">
      <w:pPr>
        <w:pStyle w:val="Text"/>
        <w:rPr>
          <w:b/>
        </w:rPr>
      </w:pPr>
      <w:r w:rsidRPr="0039120F">
        <w:rPr>
          <w:b/>
        </w:rPr>
        <w:t>3</w:t>
      </w:r>
    </w:p>
    <w:p w14:paraId="01621D9A" w14:textId="77777777" w:rsidR="003635CC" w:rsidRDefault="003635CC" w:rsidP="003635CC">
      <w:pPr>
        <w:pStyle w:val="AnswerKey"/>
        <w:pBdr>
          <w:top w:val="none" w:sz="0" w:space="0" w:color="auto"/>
          <w:left w:val="none" w:sz="0" w:space="0" w:color="auto"/>
          <w:bottom w:val="none" w:sz="0" w:space="0" w:color="auto"/>
          <w:right w:val="none" w:sz="0" w:space="0" w:color="auto"/>
        </w:pBdr>
      </w:pPr>
      <w:r>
        <w:t>1 b</w:t>
      </w:r>
    </w:p>
    <w:p w14:paraId="0C25821B" w14:textId="2C164EB3" w:rsidR="00447862" w:rsidRDefault="00447862" w:rsidP="003635CC">
      <w:pPr>
        <w:pStyle w:val="AnswerKey"/>
        <w:pBdr>
          <w:top w:val="none" w:sz="0" w:space="0" w:color="auto"/>
          <w:left w:val="none" w:sz="0" w:space="0" w:color="auto"/>
          <w:bottom w:val="none" w:sz="0" w:space="0" w:color="auto"/>
          <w:right w:val="none" w:sz="0" w:space="0" w:color="auto"/>
        </w:pBdr>
      </w:pPr>
      <w:r>
        <w:t>2 c</w:t>
      </w:r>
    </w:p>
    <w:p w14:paraId="15FCEBF3"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c</w:t>
      </w:r>
    </w:p>
    <w:p w14:paraId="22F48E37"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a</w:t>
      </w:r>
    </w:p>
    <w:p w14:paraId="1B008BA8"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b</w:t>
      </w:r>
    </w:p>
    <w:p w14:paraId="7EFA5DEE"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65F2729D"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2123D451"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d</w:t>
      </w:r>
    </w:p>
    <w:p w14:paraId="7694F4C0"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a</w:t>
      </w:r>
    </w:p>
    <w:p w14:paraId="4B7E54F9"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c</w:t>
      </w:r>
    </w:p>
    <w:p w14:paraId="488EAB99"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c</w:t>
      </w:r>
    </w:p>
    <w:p w14:paraId="2459EFF0"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b</w:t>
      </w:r>
    </w:p>
    <w:p w14:paraId="29569E7C"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7B0ABBC8" w14:textId="64A949AF" w:rsidR="00447862" w:rsidRPr="008C1FBA" w:rsidRDefault="00B509FF" w:rsidP="003635CC">
      <w:pPr>
        <w:pStyle w:val="AnswerKey"/>
        <w:pBdr>
          <w:top w:val="none" w:sz="0" w:space="0" w:color="auto"/>
          <w:left w:val="none" w:sz="0" w:space="0" w:color="auto"/>
          <w:bottom w:val="none" w:sz="0" w:space="0" w:color="auto"/>
          <w:right w:val="none" w:sz="0" w:space="0" w:color="auto"/>
        </w:pBdr>
        <w:rPr>
          <w:b/>
        </w:rPr>
      </w:pPr>
      <w:r>
        <w:rPr>
          <w:b/>
        </w:rPr>
        <w:br w:type="column"/>
      </w:r>
      <w:r w:rsidR="00447862" w:rsidRPr="008C1FBA">
        <w:rPr>
          <w:b/>
        </w:rPr>
        <w:t>5</w:t>
      </w:r>
    </w:p>
    <w:p w14:paraId="65D2E575"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1 to </w:t>
      </w:r>
    </w:p>
    <w:p w14:paraId="66B9B8CE"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living</w:t>
      </w:r>
    </w:p>
    <w:p w14:paraId="7DF3A7F9"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3 that </w:t>
      </w:r>
    </w:p>
    <w:p w14:paraId="0780064E" w14:textId="3F60BE9C" w:rsidR="00447862" w:rsidRDefault="00447862" w:rsidP="0039120F">
      <w:pPr>
        <w:pStyle w:val="AnswerKey"/>
        <w:pBdr>
          <w:top w:val="none" w:sz="0" w:space="0" w:color="auto"/>
          <w:left w:val="none" w:sz="0" w:space="0" w:color="auto"/>
          <w:bottom w:val="none" w:sz="0" w:space="0" w:color="auto"/>
          <w:right w:val="none" w:sz="0" w:space="0" w:color="auto"/>
        </w:pBdr>
        <w:ind w:left="0" w:firstLine="0"/>
      </w:pPr>
      <w:r>
        <w:t>4 to</w:t>
      </w:r>
      <w:r w:rsidR="00025EAA">
        <w:t>/for</w:t>
      </w:r>
      <w:r>
        <w:t xml:space="preserve"> </w:t>
      </w:r>
    </w:p>
    <w:p w14:paraId="557E81C7"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5 recommend </w:t>
      </w:r>
    </w:p>
    <w:p w14:paraId="714585E8"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7A71C625" w14:textId="77777777" w:rsidR="002F7FBE" w:rsidRDefault="002F7FBE" w:rsidP="003635CC">
      <w:pPr>
        <w:pStyle w:val="AnswerKey"/>
        <w:pBdr>
          <w:top w:val="none" w:sz="0" w:space="0" w:color="auto"/>
          <w:left w:val="none" w:sz="0" w:space="0" w:color="auto"/>
          <w:bottom w:val="none" w:sz="0" w:space="0" w:color="auto"/>
          <w:right w:val="none" w:sz="0" w:space="0" w:color="auto"/>
        </w:pBdr>
        <w:rPr>
          <w:b/>
        </w:rPr>
      </w:pPr>
      <w:r>
        <w:rPr>
          <w:b/>
        </w:rPr>
        <w:t>Skills</w:t>
      </w:r>
    </w:p>
    <w:p w14:paraId="20F9F5B0" w14:textId="6CD31FA4" w:rsidR="003635CC" w:rsidRDefault="00447862" w:rsidP="003635CC">
      <w:pPr>
        <w:pStyle w:val="AnswerKey"/>
        <w:pBdr>
          <w:top w:val="none" w:sz="0" w:space="0" w:color="auto"/>
          <w:left w:val="none" w:sz="0" w:space="0" w:color="auto"/>
          <w:bottom w:val="none" w:sz="0" w:space="0" w:color="auto"/>
          <w:right w:val="none" w:sz="0" w:space="0" w:color="auto"/>
        </w:pBdr>
      </w:pPr>
      <w:r w:rsidRPr="00E65234">
        <w:rPr>
          <w:b/>
        </w:rPr>
        <w:t>6</w:t>
      </w:r>
    </w:p>
    <w:p w14:paraId="132F1496" w14:textId="7D7D357E"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1 </w:t>
      </w:r>
      <w:r w:rsidR="00025EAA">
        <w:t>A</w:t>
      </w:r>
      <w:r>
        <w:t xml:space="preserve">ccommodation </w:t>
      </w:r>
      <w:r w:rsidRPr="00E65234">
        <w:t xml:space="preserve"> </w:t>
      </w:r>
    </w:p>
    <w:p w14:paraId="10358959"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2 </w:t>
      </w:r>
      <w:r>
        <w:t xml:space="preserve">office </w:t>
      </w:r>
      <w:r w:rsidRPr="00E65234">
        <w:t xml:space="preserve"> </w:t>
      </w:r>
    </w:p>
    <w:p w14:paraId="70E2E06A"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3 </w:t>
      </w:r>
      <w:r>
        <w:t xml:space="preserve">6/six </w:t>
      </w:r>
      <w:r w:rsidRPr="00E65234">
        <w:t xml:space="preserve"> </w:t>
      </w:r>
    </w:p>
    <w:p w14:paraId="4AC82E7B"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4 </w:t>
      </w:r>
      <w:r>
        <w:t xml:space="preserve">parking </w:t>
      </w:r>
      <w:r w:rsidRPr="00E65234">
        <w:t xml:space="preserve"> </w:t>
      </w:r>
    </w:p>
    <w:p w14:paraId="7CABF4C7"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5 </w:t>
      </w:r>
      <w:r>
        <w:t xml:space="preserve">yourself </w:t>
      </w:r>
      <w:r w:rsidRPr="00E65234">
        <w:t xml:space="preserve"> </w:t>
      </w:r>
    </w:p>
    <w:p w14:paraId="6BDA7D29"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6 </w:t>
      </w:r>
      <w:r>
        <w:t xml:space="preserve">speaking </w:t>
      </w:r>
      <w:r w:rsidRPr="00E65234">
        <w:t xml:space="preserve"> </w:t>
      </w:r>
    </w:p>
    <w:p w14:paraId="38008C4D"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7 </w:t>
      </w:r>
      <w:r>
        <w:t xml:space="preserve">goals </w:t>
      </w:r>
      <w:r w:rsidRPr="00E65234">
        <w:t xml:space="preserve"> </w:t>
      </w:r>
    </w:p>
    <w:p w14:paraId="081329F0" w14:textId="77777777" w:rsidR="00447862" w:rsidRPr="00E160D5" w:rsidRDefault="00447862" w:rsidP="003635CC">
      <w:pPr>
        <w:pStyle w:val="AnswerKey"/>
        <w:pBdr>
          <w:top w:val="none" w:sz="0" w:space="0" w:color="auto"/>
          <w:left w:val="none" w:sz="0" w:space="0" w:color="auto"/>
          <w:bottom w:val="none" w:sz="0" w:space="0" w:color="auto"/>
          <w:right w:val="none" w:sz="0" w:space="0" w:color="auto"/>
        </w:pBdr>
      </w:pPr>
      <w:r w:rsidRPr="00E160D5">
        <w:t xml:space="preserve">8 environment </w:t>
      </w:r>
    </w:p>
    <w:p w14:paraId="623C85FF" w14:textId="77777777" w:rsidR="00447862" w:rsidRPr="00E160D5" w:rsidRDefault="00447862" w:rsidP="003635CC">
      <w:pPr>
        <w:pStyle w:val="AnswerKey"/>
        <w:pBdr>
          <w:top w:val="none" w:sz="0" w:space="0" w:color="auto"/>
          <w:left w:val="none" w:sz="0" w:space="0" w:color="auto"/>
          <w:bottom w:val="none" w:sz="0" w:space="0" w:color="auto"/>
          <w:right w:val="none" w:sz="0" w:space="0" w:color="auto"/>
        </w:pBdr>
      </w:pPr>
    </w:p>
    <w:p w14:paraId="46ED6F1D" w14:textId="77777777" w:rsidR="00447862" w:rsidRPr="00E160D5" w:rsidRDefault="00447862" w:rsidP="003635CC">
      <w:pPr>
        <w:pStyle w:val="AnswerKey"/>
        <w:pBdr>
          <w:top w:val="none" w:sz="0" w:space="0" w:color="auto"/>
          <w:left w:val="none" w:sz="0" w:space="0" w:color="auto"/>
          <w:bottom w:val="none" w:sz="0" w:space="0" w:color="auto"/>
          <w:right w:val="none" w:sz="0" w:space="0" w:color="auto"/>
        </w:pBdr>
        <w:rPr>
          <w:b/>
        </w:rPr>
      </w:pPr>
      <w:r w:rsidRPr="00E160D5">
        <w:rPr>
          <w:b/>
        </w:rPr>
        <w:t>7</w:t>
      </w:r>
    </w:p>
    <w:p w14:paraId="16B10237" w14:textId="77777777" w:rsidR="003635CC" w:rsidRDefault="003635CC" w:rsidP="003635CC">
      <w:pPr>
        <w:pStyle w:val="AnswerKey"/>
        <w:pBdr>
          <w:top w:val="none" w:sz="0" w:space="0" w:color="auto"/>
          <w:left w:val="none" w:sz="0" w:space="0" w:color="auto"/>
          <w:bottom w:val="none" w:sz="0" w:space="0" w:color="auto"/>
          <w:right w:val="none" w:sz="0" w:space="0" w:color="auto"/>
        </w:pBdr>
      </w:pPr>
      <w:r>
        <w:t>1 D</w:t>
      </w:r>
    </w:p>
    <w:p w14:paraId="49B8A475"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2 B </w:t>
      </w:r>
    </w:p>
    <w:p w14:paraId="7C317CD1" w14:textId="77777777" w:rsidR="003635CC" w:rsidRDefault="003635CC" w:rsidP="003635CC">
      <w:pPr>
        <w:pStyle w:val="AnswerKey"/>
        <w:pBdr>
          <w:top w:val="none" w:sz="0" w:space="0" w:color="auto"/>
          <w:left w:val="none" w:sz="0" w:space="0" w:color="auto"/>
          <w:bottom w:val="none" w:sz="0" w:space="0" w:color="auto"/>
          <w:right w:val="none" w:sz="0" w:space="0" w:color="auto"/>
        </w:pBdr>
      </w:pPr>
      <w:r>
        <w:t>3 G</w:t>
      </w:r>
    </w:p>
    <w:p w14:paraId="4953E4E6"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4 C </w:t>
      </w:r>
    </w:p>
    <w:p w14:paraId="470A2D64"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5 A </w:t>
      </w:r>
    </w:p>
    <w:p w14:paraId="5BAA7FC2" w14:textId="77777777" w:rsidR="003635CC" w:rsidRDefault="003635CC" w:rsidP="003635CC">
      <w:pPr>
        <w:pStyle w:val="AnswerKey"/>
        <w:pBdr>
          <w:top w:val="none" w:sz="0" w:space="0" w:color="auto"/>
          <w:left w:val="none" w:sz="0" w:space="0" w:color="auto"/>
          <w:bottom w:val="none" w:sz="0" w:space="0" w:color="auto"/>
          <w:right w:val="none" w:sz="0" w:space="0" w:color="auto"/>
        </w:pBdr>
      </w:pPr>
      <w:r>
        <w:t>6 H</w:t>
      </w:r>
    </w:p>
    <w:p w14:paraId="1DCC7F75" w14:textId="36F414DC" w:rsidR="00447862" w:rsidRPr="00E160D5" w:rsidRDefault="00447862" w:rsidP="003635CC">
      <w:pPr>
        <w:pStyle w:val="AnswerKey"/>
        <w:pBdr>
          <w:top w:val="none" w:sz="0" w:space="0" w:color="auto"/>
          <w:left w:val="none" w:sz="0" w:space="0" w:color="auto"/>
          <w:bottom w:val="none" w:sz="0" w:space="0" w:color="auto"/>
          <w:right w:val="none" w:sz="0" w:space="0" w:color="auto"/>
        </w:pBdr>
      </w:pPr>
      <w:r w:rsidRPr="00E160D5">
        <w:t>7 E</w:t>
      </w:r>
    </w:p>
    <w:p w14:paraId="49426FC3" w14:textId="77777777" w:rsidR="00447862" w:rsidRPr="00E160D5" w:rsidRDefault="00447862" w:rsidP="003635CC">
      <w:pPr>
        <w:pStyle w:val="AnswerKey"/>
        <w:pBdr>
          <w:top w:val="none" w:sz="0" w:space="0" w:color="auto"/>
          <w:left w:val="none" w:sz="0" w:space="0" w:color="auto"/>
          <w:bottom w:val="none" w:sz="0" w:space="0" w:color="auto"/>
          <w:right w:val="none" w:sz="0" w:space="0" w:color="auto"/>
        </w:pBdr>
      </w:pPr>
    </w:p>
    <w:p w14:paraId="14C677E4" w14:textId="341B1CE1" w:rsidR="00447862" w:rsidRDefault="00447862" w:rsidP="00A975D7">
      <w:pPr>
        <w:pStyle w:val="AnswerKey"/>
        <w:pBdr>
          <w:top w:val="none" w:sz="0" w:space="0" w:color="auto"/>
          <w:left w:val="none" w:sz="0" w:space="0" w:color="auto"/>
          <w:bottom w:val="none" w:sz="0" w:space="0" w:color="auto"/>
          <w:right w:val="none" w:sz="0" w:space="0" w:color="auto"/>
        </w:pBdr>
        <w:ind w:left="0" w:firstLine="0"/>
        <w:rPr>
          <w:b/>
        </w:rPr>
      </w:pPr>
      <w:r w:rsidRPr="003A6E8C">
        <w:rPr>
          <w:b/>
        </w:rPr>
        <w:t>8</w:t>
      </w:r>
    </w:p>
    <w:p w14:paraId="17AB7584" w14:textId="12F607EF" w:rsidR="00A975D7" w:rsidRPr="0039120F" w:rsidRDefault="00A975D7" w:rsidP="0039120F">
      <w:pPr>
        <w:pStyle w:val="AnswerKey"/>
        <w:pBdr>
          <w:top w:val="none" w:sz="0" w:space="0" w:color="auto"/>
          <w:left w:val="none" w:sz="0" w:space="0" w:color="auto"/>
          <w:bottom w:val="none" w:sz="0" w:space="0" w:color="auto"/>
          <w:right w:val="none" w:sz="0" w:space="0" w:color="auto"/>
        </w:pBdr>
        <w:ind w:left="0" w:firstLine="0"/>
        <w:rPr>
          <w:b/>
        </w:rPr>
      </w:pPr>
      <w:r w:rsidRPr="0039120F">
        <w:rPr>
          <w:b/>
        </w:rPr>
        <w:t>Model answer</w:t>
      </w:r>
    </w:p>
    <w:p w14:paraId="1CF21676" w14:textId="2B94A5C6" w:rsidR="00447862" w:rsidRPr="0039120F" w:rsidRDefault="00447862" w:rsidP="003635CC">
      <w:pPr>
        <w:pStyle w:val="AnswerKey"/>
        <w:pBdr>
          <w:top w:val="none" w:sz="0" w:space="0" w:color="auto"/>
          <w:left w:val="none" w:sz="0" w:space="0" w:color="auto"/>
          <w:bottom w:val="none" w:sz="0" w:space="0" w:color="auto"/>
          <w:right w:val="none" w:sz="0" w:space="0" w:color="auto"/>
        </w:pBdr>
        <w:rPr>
          <w:b/>
        </w:rPr>
      </w:pPr>
      <w:r w:rsidRPr="0039120F">
        <w:rPr>
          <w:b/>
        </w:rPr>
        <w:t xml:space="preserve">My new working life </w:t>
      </w:r>
    </w:p>
    <w:p w14:paraId="55574945" w14:textId="7D61C8E0"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As you know, thanks to the company secondment programme, I’m now in the Singapore office. I’ve always wanted to experience working in another culture and the</w:t>
      </w:r>
      <w:r w:rsidR="003079AA">
        <w:t> </w:t>
      </w:r>
      <w:r>
        <w:t>secondment programme has given me that</w:t>
      </w:r>
      <w:r w:rsidR="003079AA">
        <w:t> </w:t>
      </w:r>
      <w:r>
        <w:t xml:space="preserve">opportunity. </w:t>
      </w:r>
    </w:p>
    <w:p w14:paraId="10A2C26C" w14:textId="59549F6B"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I arrived last week after a long flight and spent</w:t>
      </w:r>
      <w:r w:rsidR="00A975D7">
        <w:t> </w:t>
      </w:r>
      <w:r>
        <w:t>the first couple of days in a hotel. Then</w:t>
      </w:r>
      <w:r w:rsidR="00025EAA">
        <w:t> </w:t>
      </w:r>
      <w:r>
        <w:t>I</w:t>
      </w:r>
      <w:r w:rsidR="00A975D7">
        <w:t> </w:t>
      </w:r>
      <w:r>
        <w:t>moved into my apartment. It’s a</w:t>
      </w:r>
      <w:r w:rsidR="00025EAA">
        <w:t> </w:t>
      </w:r>
      <w:r>
        <w:t>modern, comfortable apartment and I</w:t>
      </w:r>
      <w:r w:rsidR="00025EAA">
        <w:t> </w:t>
      </w:r>
      <w:r>
        <w:t>even</w:t>
      </w:r>
      <w:r w:rsidR="00025EAA">
        <w:t> </w:t>
      </w:r>
      <w:r>
        <w:t>have a</w:t>
      </w:r>
      <w:r w:rsidR="00A975D7">
        <w:t> </w:t>
      </w:r>
      <w:r>
        <w:t xml:space="preserve">balcony with a view! </w:t>
      </w:r>
    </w:p>
    <w:p w14:paraId="4F09615B" w14:textId="1E74B73F"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I started work on Tuesday. This week I have met all my colleagues – everyone has been very welcoming. I’m looking forward to starting work on an interesting project. I’m going to be working on a new research project with the engineers here and I think I’m going to learn a</w:t>
      </w:r>
      <w:r w:rsidR="00A975D7">
        <w:t> </w:t>
      </w:r>
      <w:r>
        <w:t xml:space="preserve">lot.  </w:t>
      </w:r>
    </w:p>
    <w:p w14:paraId="35E8BBC6" w14:textId="4C514A6B"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 xml:space="preserve">Singapore is a great place to live. It’s safe and organised, and the lifestyle is very relaxed. Also, the food is great and my work colleagues and my manager are very friendly. The only downside is that the weather is quite hot, but I’m sure I’ll get used to it. </w:t>
      </w:r>
    </w:p>
    <w:p w14:paraId="51440AD0" w14:textId="77777777" w:rsidR="0039120F" w:rsidRDefault="00447862" w:rsidP="0011155B">
      <w:pPr>
        <w:pStyle w:val="AnswerKey"/>
        <w:pBdr>
          <w:top w:val="none" w:sz="0" w:space="0" w:color="auto"/>
          <w:left w:val="none" w:sz="0" w:space="0" w:color="auto"/>
          <w:bottom w:val="none" w:sz="0" w:space="0" w:color="auto"/>
          <w:right w:val="none" w:sz="0" w:space="0" w:color="auto"/>
        </w:pBdr>
        <w:ind w:left="0" w:firstLine="0"/>
      </w:pPr>
      <w:r>
        <w:t>I highly recommend going on secondment.</w:t>
      </w:r>
    </w:p>
    <w:p w14:paraId="027ACE09" w14:textId="698ABE41" w:rsidR="0039120F" w:rsidRDefault="0039120F" w:rsidP="0039120F">
      <w:pPr>
        <w:pStyle w:val="AnswerKey"/>
        <w:pBdr>
          <w:top w:val="none" w:sz="0" w:space="0" w:color="auto"/>
          <w:left w:val="none" w:sz="0" w:space="0" w:color="auto"/>
          <w:bottom w:val="none" w:sz="0" w:space="0" w:color="auto"/>
          <w:right w:val="none" w:sz="0" w:space="0" w:color="auto"/>
        </w:pBdr>
      </w:pPr>
    </w:p>
    <w:p w14:paraId="497777E8" w14:textId="4F96BBA3" w:rsidR="00B23775" w:rsidRPr="007E4EF6" w:rsidRDefault="00B509FF"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Pr>
          <w:b/>
        </w:rPr>
        <w:br w:type="column"/>
      </w:r>
      <w:r w:rsidR="00B23775" w:rsidRPr="007E4EF6">
        <w:rPr>
          <w:b/>
        </w:rPr>
        <w:lastRenderedPageBreak/>
        <w:t>LCCI ENGLISH FOR BUSINESS</w:t>
      </w:r>
    </w:p>
    <w:p w14:paraId="073FED94" w14:textId="77777777" w:rsidR="00B23775" w:rsidRPr="00C56655" w:rsidRDefault="00B23775" w:rsidP="00B23775">
      <w:pPr>
        <w:pStyle w:val="Text"/>
        <w:rPr>
          <w:b/>
        </w:rPr>
      </w:pPr>
      <w:r w:rsidRPr="00C56655">
        <w:rPr>
          <w:b/>
        </w:rPr>
        <w:t xml:space="preserve">Model </w:t>
      </w:r>
      <w:r>
        <w:rPr>
          <w:b/>
        </w:rPr>
        <w:t>a</w:t>
      </w:r>
      <w:r w:rsidRPr="00C56655">
        <w:rPr>
          <w:b/>
        </w:rPr>
        <w:t>nswer</w:t>
      </w:r>
    </w:p>
    <w:p w14:paraId="599779A5" w14:textId="77777777" w:rsidR="00575431" w:rsidRPr="0011155B" w:rsidRDefault="00575431" w:rsidP="00575431">
      <w:pPr>
        <w:pStyle w:val="Text"/>
        <w:rPr>
          <w:b/>
        </w:rPr>
      </w:pPr>
      <w:r w:rsidRPr="0011155B">
        <w:rPr>
          <w:b/>
        </w:rPr>
        <w:t>Discovering new horizons!</w:t>
      </w:r>
    </w:p>
    <w:p w14:paraId="7ECC5EF4" w14:textId="77777777" w:rsidR="00575431" w:rsidRDefault="00575431" w:rsidP="00575431">
      <w:pPr>
        <w:pStyle w:val="Text"/>
      </w:pPr>
      <w:r>
        <w:t>Thanks to the new global secondment scheme, I moved to New York two months ago. I had been dreaming of living and working in the United States for years so it’s a dream come true!</w:t>
      </w:r>
    </w:p>
    <w:p w14:paraId="67F49F07" w14:textId="48290CFA" w:rsidR="00575431" w:rsidRDefault="00575431" w:rsidP="00575431">
      <w:pPr>
        <w:pStyle w:val="Text"/>
      </w:pPr>
      <w:r>
        <w:t>I am from a big city (Barcelona) so it didn’t take me too long to get used to the way of life</w:t>
      </w:r>
      <w:r>
        <w:t> </w:t>
      </w:r>
      <w:r>
        <w:t>here. When I arrived in New York I</w:t>
      </w:r>
      <w:r>
        <w:t> </w:t>
      </w:r>
      <w:r>
        <w:t>could</w:t>
      </w:r>
      <w:r>
        <w:t> </w:t>
      </w:r>
      <w:r>
        <w:t>immediately count on my American colleagues’ support, which I really appreciate. My manager picked me up from the airport and</w:t>
      </w:r>
      <w:r>
        <w:t> </w:t>
      </w:r>
      <w:r>
        <w:t>the company arranged an apartment for</w:t>
      </w:r>
      <w:r>
        <w:t> </w:t>
      </w:r>
      <w:r>
        <w:t>me to stay in.</w:t>
      </w:r>
    </w:p>
    <w:p w14:paraId="598648D0" w14:textId="5FC032DF" w:rsidR="00575431" w:rsidRDefault="00575431" w:rsidP="00575431">
      <w:pPr>
        <w:pStyle w:val="Text"/>
      </w:pPr>
      <w:r>
        <w:t>There are some differences between how things are here and in Spain. For example, times for eating, but I found the local eating habits quite easy to get used to. I have also gained a broader perspective on our company and its employees. People here have lots of social events with work – something I’d love to</w:t>
      </w:r>
      <w:r>
        <w:t> </w:t>
      </w:r>
      <w:r>
        <w:t>introduce to the Barcelona office</w:t>
      </w:r>
      <w:r>
        <w:t>.</w:t>
      </w:r>
    </w:p>
    <w:p w14:paraId="2A8B01C7" w14:textId="2C178152" w:rsidR="00575431" w:rsidRDefault="00575431" w:rsidP="00575431">
      <w:pPr>
        <w:pStyle w:val="Text"/>
      </w:pPr>
      <w:r>
        <w:t>In terms of the company, I have had a chance to sit in with the policy makers, who are based in NY, and see how they develop policies for global travel. What a great experience it was to</w:t>
      </w:r>
      <w:r>
        <w:t> </w:t>
      </w:r>
      <w:r>
        <w:t>be able to learn from them</w:t>
      </w:r>
      <w:r>
        <w:t>!</w:t>
      </w:r>
    </w:p>
    <w:p w14:paraId="13CA7CBC" w14:textId="13136857" w:rsidR="00575431" w:rsidRDefault="00575431" w:rsidP="00575431">
      <w:pPr>
        <w:pStyle w:val="Text"/>
      </w:pPr>
      <w:r>
        <w:t>After work, I’ve travelled around the area a</w:t>
      </w:r>
      <w:r>
        <w:t> </w:t>
      </w:r>
      <w:r>
        <w:t>lot</w:t>
      </w:r>
      <w:r>
        <w:t> </w:t>
      </w:r>
      <w:r>
        <w:t>and been to a baseball game and even a</w:t>
      </w:r>
      <w:r>
        <w:t> </w:t>
      </w:r>
      <w:r>
        <w:t>Broadway show! It has completely lived up to</w:t>
      </w:r>
      <w:r>
        <w:t> </w:t>
      </w:r>
      <w:r>
        <w:t>my expectations.</w:t>
      </w:r>
    </w:p>
    <w:p w14:paraId="018AF70B" w14:textId="2B791475" w:rsidR="0039120F" w:rsidRDefault="00575431" w:rsidP="0011155B">
      <w:pPr>
        <w:pStyle w:val="AnswerKey"/>
        <w:pBdr>
          <w:top w:val="none" w:sz="0" w:space="0" w:color="auto"/>
          <w:left w:val="none" w:sz="0" w:space="0" w:color="auto"/>
          <w:bottom w:val="none" w:sz="0" w:space="0" w:color="auto"/>
          <w:right w:val="none" w:sz="0" w:space="0" w:color="auto"/>
        </w:pBdr>
        <w:ind w:left="0" w:firstLine="0"/>
      </w:pPr>
      <w:r>
        <w:t>If you have the chance to sign up for the secondment scheme, I would fully recommend it. Sure, there are some challenging aspects, but the overall experience is great and can bring you new insights into the company and yourself</w:t>
      </w:r>
      <w:r>
        <w:t>.</w:t>
      </w:r>
    </w:p>
    <w:p w14:paraId="2644ABAD" w14:textId="77777777" w:rsidR="0039120F" w:rsidRDefault="0039120F" w:rsidP="0039120F">
      <w:pPr>
        <w:pStyle w:val="AnswerKey"/>
        <w:pBdr>
          <w:top w:val="none" w:sz="0" w:space="0" w:color="auto"/>
          <w:left w:val="none" w:sz="0" w:space="0" w:color="auto"/>
          <w:bottom w:val="none" w:sz="0" w:space="0" w:color="auto"/>
          <w:right w:val="none" w:sz="0" w:space="0" w:color="auto"/>
        </w:pBdr>
      </w:pPr>
    </w:p>
    <w:p w14:paraId="7A811A36" w14:textId="3A5FA647" w:rsidR="00447862" w:rsidRPr="00F15DD5" w:rsidRDefault="00447862" w:rsidP="0039120F">
      <w:pPr>
        <w:pStyle w:val="HeadASection"/>
        <w:rPr>
          <w:lang w:val="en-GB"/>
        </w:rPr>
      </w:pPr>
      <w:r w:rsidRPr="00F15DD5">
        <w:rPr>
          <w:lang w:val="en-GB"/>
        </w:rPr>
        <w:t>Unit 6</w:t>
      </w:r>
    </w:p>
    <w:p w14:paraId="45D77CA2" w14:textId="77777777" w:rsidR="00447862" w:rsidRDefault="00447862"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76D525CB" w14:textId="77777777" w:rsidR="00447862" w:rsidRPr="005B1E5B" w:rsidRDefault="00447862" w:rsidP="003635CC">
      <w:pPr>
        <w:pStyle w:val="AnswerKey"/>
        <w:pBdr>
          <w:top w:val="none" w:sz="0" w:space="0" w:color="auto"/>
          <w:left w:val="none" w:sz="0" w:space="0" w:color="auto"/>
          <w:bottom w:val="none" w:sz="0" w:space="0" w:color="auto"/>
          <w:right w:val="none" w:sz="0" w:space="0" w:color="auto"/>
        </w:pBdr>
        <w:rPr>
          <w:b/>
        </w:rPr>
      </w:pPr>
      <w:r>
        <w:rPr>
          <w:b/>
        </w:rPr>
        <w:t>Language</w:t>
      </w:r>
    </w:p>
    <w:p w14:paraId="6A17DFDE"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30F4430E"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c</w:t>
      </w:r>
    </w:p>
    <w:p w14:paraId="25BD5025"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a</w:t>
      </w:r>
    </w:p>
    <w:p w14:paraId="6AB87008"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b</w:t>
      </w:r>
    </w:p>
    <w:p w14:paraId="40AEE5E2"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a</w:t>
      </w:r>
    </w:p>
    <w:p w14:paraId="10B5D610"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d</w:t>
      </w:r>
    </w:p>
    <w:p w14:paraId="2AE1D7D0"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c</w:t>
      </w:r>
    </w:p>
    <w:p w14:paraId="352122A6"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b</w:t>
      </w:r>
    </w:p>
    <w:p w14:paraId="533B1D36" w14:textId="77777777" w:rsidR="00447862" w:rsidRDefault="00447862" w:rsidP="003635CC">
      <w:pPr>
        <w:pStyle w:val="AnswerKey"/>
        <w:pBdr>
          <w:top w:val="none" w:sz="0" w:space="0" w:color="auto"/>
          <w:left w:val="none" w:sz="0" w:space="0" w:color="auto"/>
          <w:bottom w:val="none" w:sz="0" w:space="0" w:color="auto"/>
          <w:right w:val="none" w:sz="0" w:space="0" w:color="auto"/>
        </w:pBdr>
      </w:pPr>
      <w:r>
        <w:t>8 d</w:t>
      </w:r>
    </w:p>
    <w:p w14:paraId="1DDC7178"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a</w:t>
      </w:r>
    </w:p>
    <w:p w14:paraId="2CF9BBB2" w14:textId="77777777" w:rsidR="00447862" w:rsidRDefault="00447862" w:rsidP="003635CC">
      <w:pPr>
        <w:pStyle w:val="AnswerKey"/>
        <w:pBdr>
          <w:top w:val="none" w:sz="0" w:space="0" w:color="auto"/>
          <w:left w:val="none" w:sz="0" w:space="0" w:color="auto"/>
          <w:bottom w:val="none" w:sz="0" w:space="0" w:color="auto"/>
          <w:right w:val="none" w:sz="0" w:space="0" w:color="auto"/>
        </w:pBdr>
      </w:pPr>
      <w:r>
        <w:t>10 d</w:t>
      </w:r>
    </w:p>
    <w:p w14:paraId="03A270DD"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09D06F8F" w14:textId="69E3A7B6" w:rsidR="00447862" w:rsidRPr="008C1FBA" w:rsidRDefault="00575431" w:rsidP="003635CC">
      <w:pPr>
        <w:pStyle w:val="AnswerKey"/>
        <w:pBdr>
          <w:top w:val="none" w:sz="0" w:space="0" w:color="auto"/>
          <w:left w:val="none" w:sz="0" w:space="0" w:color="auto"/>
          <w:bottom w:val="none" w:sz="0" w:space="0" w:color="auto"/>
          <w:right w:val="none" w:sz="0" w:space="0" w:color="auto"/>
        </w:pBdr>
        <w:rPr>
          <w:b/>
        </w:rPr>
      </w:pPr>
      <w:r>
        <w:rPr>
          <w:b/>
        </w:rPr>
        <w:br w:type="column"/>
      </w:r>
      <w:r w:rsidR="00447862" w:rsidRPr="008C1FBA">
        <w:rPr>
          <w:b/>
        </w:rPr>
        <w:t>2</w:t>
      </w:r>
    </w:p>
    <w:p w14:paraId="1C5466F1"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should have researched</w:t>
      </w:r>
    </w:p>
    <w:p w14:paraId="6CFDE28C"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might/could have taken</w:t>
      </w:r>
    </w:p>
    <w:p w14:paraId="62E8FB22"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could not / couldn’t have known</w:t>
      </w:r>
    </w:p>
    <w:p w14:paraId="1EF7454F"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4 should/could have given  </w:t>
      </w:r>
    </w:p>
    <w:p w14:paraId="0F2AA824"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could not / couldn’t have predicted</w:t>
      </w:r>
    </w:p>
    <w:p w14:paraId="728128A5"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should have prepared</w:t>
      </w:r>
    </w:p>
    <w:p w14:paraId="60012B4A"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must have wanted</w:t>
      </w:r>
    </w:p>
    <w:p w14:paraId="27E69EB6"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8 should have written </w:t>
      </w:r>
    </w:p>
    <w:p w14:paraId="55636403"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might not have applied</w:t>
      </w:r>
    </w:p>
    <w:p w14:paraId="355AD2CC" w14:textId="77777777" w:rsidR="00A975D7" w:rsidRDefault="00447862" w:rsidP="003635CC">
      <w:pPr>
        <w:pStyle w:val="AnswerKey"/>
        <w:pBdr>
          <w:top w:val="none" w:sz="0" w:space="0" w:color="auto"/>
          <w:left w:val="none" w:sz="0" w:space="0" w:color="auto"/>
          <w:bottom w:val="none" w:sz="0" w:space="0" w:color="auto"/>
          <w:right w:val="none" w:sz="0" w:space="0" w:color="auto"/>
        </w:pBdr>
      </w:pPr>
      <w:r>
        <w:t>10 should/could have given</w:t>
      </w:r>
    </w:p>
    <w:p w14:paraId="7FDC72F6" w14:textId="0FAD0B5E" w:rsidR="00447862" w:rsidRDefault="00447862" w:rsidP="003635CC">
      <w:pPr>
        <w:pStyle w:val="AnswerKey"/>
        <w:pBdr>
          <w:top w:val="none" w:sz="0" w:space="0" w:color="auto"/>
          <w:left w:val="none" w:sz="0" w:space="0" w:color="auto"/>
          <w:bottom w:val="none" w:sz="0" w:space="0" w:color="auto"/>
          <w:right w:val="none" w:sz="0" w:space="0" w:color="auto"/>
        </w:pBdr>
        <w:rPr>
          <w:b/>
        </w:rPr>
      </w:pPr>
    </w:p>
    <w:p w14:paraId="50AB5588" w14:textId="72ECC207" w:rsidR="00447862" w:rsidRPr="008A1BC9" w:rsidRDefault="00447862" w:rsidP="003635CC">
      <w:pPr>
        <w:pStyle w:val="AnswerKey"/>
        <w:pBdr>
          <w:top w:val="none" w:sz="0" w:space="0" w:color="auto"/>
          <w:left w:val="none" w:sz="0" w:space="0" w:color="auto"/>
          <w:bottom w:val="none" w:sz="0" w:space="0" w:color="auto"/>
          <w:right w:val="none" w:sz="0" w:space="0" w:color="auto"/>
        </w:pBdr>
        <w:rPr>
          <w:b/>
        </w:rPr>
      </w:pPr>
      <w:r w:rsidRPr="008A1BC9">
        <w:rPr>
          <w:b/>
        </w:rPr>
        <w:t>3</w:t>
      </w:r>
    </w:p>
    <w:p w14:paraId="05217D6B" w14:textId="2B9E7970" w:rsidR="003079AA" w:rsidRPr="002E0E57" w:rsidRDefault="003079AA" w:rsidP="003079AA">
      <w:pPr>
        <w:pStyle w:val="AnswerKey"/>
        <w:pBdr>
          <w:top w:val="none" w:sz="0" w:space="0" w:color="auto"/>
          <w:left w:val="none" w:sz="0" w:space="0" w:color="auto"/>
          <w:bottom w:val="none" w:sz="0" w:space="0" w:color="auto"/>
          <w:right w:val="none" w:sz="0" w:space="0" w:color="auto"/>
        </w:pBdr>
        <w:ind w:left="0" w:firstLine="0"/>
      </w:pPr>
      <w:r w:rsidRPr="002E0E57">
        <w:t xml:space="preserve">1 </w:t>
      </w:r>
      <w:r>
        <w:t>I’d like to</w:t>
      </w:r>
      <w:r w:rsidRPr="002E0E57">
        <w:t xml:space="preserve"> raise the issue of the budget in the</w:t>
      </w:r>
      <w:r>
        <w:t> next</w:t>
      </w:r>
      <w:r w:rsidRPr="002E0E57">
        <w:t xml:space="preserve"> meeting.</w:t>
      </w:r>
    </w:p>
    <w:p w14:paraId="25736013" w14:textId="77777777" w:rsidR="00447862" w:rsidRPr="002E0E57" w:rsidRDefault="00447862" w:rsidP="003635CC">
      <w:pPr>
        <w:pStyle w:val="AnswerKey"/>
        <w:pBdr>
          <w:top w:val="none" w:sz="0" w:space="0" w:color="auto"/>
          <w:left w:val="none" w:sz="0" w:space="0" w:color="auto"/>
          <w:bottom w:val="none" w:sz="0" w:space="0" w:color="auto"/>
          <w:right w:val="none" w:sz="0" w:space="0" w:color="auto"/>
        </w:pBdr>
        <w:ind w:left="0" w:firstLine="0"/>
      </w:pPr>
      <w:r w:rsidRPr="002E0E57">
        <w:t>2 Can you just get straight to the point, please?</w:t>
      </w:r>
    </w:p>
    <w:p w14:paraId="3E534009" w14:textId="77777777" w:rsidR="003079AA" w:rsidRPr="002E0E57" w:rsidRDefault="003079AA" w:rsidP="003079AA">
      <w:pPr>
        <w:pStyle w:val="AnswerKey"/>
        <w:pBdr>
          <w:top w:val="none" w:sz="0" w:space="0" w:color="auto"/>
          <w:left w:val="none" w:sz="0" w:space="0" w:color="auto"/>
          <w:bottom w:val="none" w:sz="0" w:space="0" w:color="auto"/>
          <w:right w:val="none" w:sz="0" w:space="0" w:color="auto"/>
        </w:pBdr>
        <w:ind w:left="0" w:firstLine="0"/>
      </w:pPr>
      <w:r w:rsidRPr="002E0E57">
        <w:t>3 I</w:t>
      </w:r>
      <w:r>
        <w:t xml:space="preserve">’m glad we’ve reached a compromise </w:t>
      </w:r>
      <w:r w:rsidRPr="002E0E57">
        <w:t>regarding th</w:t>
      </w:r>
      <w:r>
        <w:t>is</w:t>
      </w:r>
      <w:r w:rsidRPr="002E0E57">
        <w:t xml:space="preserve"> project.</w:t>
      </w:r>
    </w:p>
    <w:p w14:paraId="1ACC6493" w14:textId="77777777" w:rsidR="003079AA" w:rsidRPr="002E0E57" w:rsidRDefault="003079AA" w:rsidP="003079AA">
      <w:pPr>
        <w:pStyle w:val="AnswerKey"/>
        <w:pBdr>
          <w:top w:val="none" w:sz="0" w:space="0" w:color="auto"/>
          <w:left w:val="none" w:sz="0" w:space="0" w:color="auto"/>
          <w:bottom w:val="none" w:sz="0" w:space="0" w:color="auto"/>
          <w:right w:val="none" w:sz="0" w:space="0" w:color="auto"/>
        </w:pBdr>
        <w:ind w:left="0" w:firstLine="0"/>
      </w:pPr>
      <w:r w:rsidRPr="002E0E57">
        <w:t xml:space="preserve">4 </w:t>
      </w:r>
      <w:r>
        <w:t>How about if we reduced our costs?</w:t>
      </w:r>
    </w:p>
    <w:p w14:paraId="2E3B23EF" w14:textId="77777777" w:rsidR="003079AA" w:rsidRDefault="003079AA" w:rsidP="003079AA">
      <w:pPr>
        <w:pStyle w:val="AnswerKey"/>
        <w:pBdr>
          <w:top w:val="none" w:sz="0" w:space="0" w:color="auto"/>
          <w:left w:val="none" w:sz="0" w:space="0" w:color="auto"/>
          <w:bottom w:val="none" w:sz="0" w:space="0" w:color="auto"/>
          <w:right w:val="none" w:sz="0" w:space="0" w:color="auto"/>
        </w:pBdr>
        <w:ind w:left="0" w:firstLine="0"/>
      </w:pPr>
      <w:r w:rsidRPr="002E0E57">
        <w:t xml:space="preserve">5 </w:t>
      </w:r>
      <w:r>
        <w:t>Let’s figure out other ways to drum up some new business.</w:t>
      </w:r>
    </w:p>
    <w:p w14:paraId="11FCA4EE"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244FEB92"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290D00DB"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1 My biggest mistake was not </w:t>
      </w:r>
    </w:p>
    <w:p w14:paraId="72E6899A"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2 It meant that everyone had to </w:t>
      </w:r>
    </w:p>
    <w:p w14:paraId="1139D40E"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3 With hindsight, I should have </w:t>
      </w:r>
    </w:p>
    <w:p w14:paraId="7288E158"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4 The key takeaway for me </w:t>
      </w:r>
    </w:p>
    <w:p w14:paraId="0839D905"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5 Going forward, I now know  </w:t>
      </w:r>
    </w:p>
    <w:p w14:paraId="2E474599"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7F45BB92"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3139CAB3"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b</w:t>
      </w:r>
    </w:p>
    <w:p w14:paraId="1121F5D8"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b</w:t>
      </w:r>
    </w:p>
    <w:p w14:paraId="5EE11783"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d</w:t>
      </w:r>
    </w:p>
    <w:p w14:paraId="7C4FF7B2"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a</w:t>
      </w:r>
    </w:p>
    <w:p w14:paraId="22DE5237"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c</w:t>
      </w:r>
    </w:p>
    <w:p w14:paraId="4604C6D8"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15F0AAED" w14:textId="22F1DBEB" w:rsidR="003079AA" w:rsidRDefault="003079AA" w:rsidP="0011155B">
      <w:pPr>
        <w:pStyle w:val="AnswerKey"/>
        <w:pBdr>
          <w:top w:val="none" w:sz="0" w:space="0" w:color="auto"/>
          <w:left w:val="none" w:sz="0" w:space="0" w:color="auto"/>
          <w:bottom w:val="none" w:sz="0" w:space="0" w:color="auto"/>
          <w:right w:val="none" w:sz="0" w:space="0" w:color="auto"/>
        </w:pBdr>
        <w:ind w:left="0" w:firstLine="0"/>
        <w:rPr>
          <w:b/>
        </w:rPr>
      </w:pPr>
      <w:r>
        <w:rPr>
          <w:b/>
        </w:rPr>
        <w:t>Skills</w:t>
      </w:r>
    </w:p>
    <w:p w14:paraId="4D34B1B5" w14:textId="1378A222" w:rsidR="003635CC" w:rsidRDefault="00447862" w:rsidP="003635CC">
      <w:pPr>
        <w:pStyle w:val="AnswerKey"/>
        <w:pBdr>
          <w:top w:val="none" w:sz="0" w:space="0" w:color="auto"/>
          <w:left w:val="none" w:sz="0" w:space="0" w:color="auto"/>
          <w:bottom w:val="none" w:sz="0" w:space="0" w:color="auto"/>
          <w:right w:val="none" w:sz="0" w:space="0" w:color="auto"/>
        </w:pBdr>
      </w:pPr>
      <w:r w:rsidRPr="00E65234">
        <w:rPr>
          <w:b/>
        </w:rPr>
        <w:t>6</w:t>
      </w:r>
    </w:p>
    <w:p w14:paraId="404D3585" w14:textId="79924A90"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1 </w:t>
      </w:r>
      <w:r>
        <w:t>layout</w:t>
      </w:r>
      <w:r w:rsidRPr="00E65234">
        <w:t xml:space="preserve"> </w:t>
      </w:r>
    </w:p>
    <w:p w14:paraId="6D0AFC1E"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2 </w:t>
      </w:r>
      <w:r>
        <w:t>statistics</w:t>
      </w:r>
      <w:r w:rsidRPr="00E65234">
        <w:t xml:space="preserve"> </w:t>
      </w:r>
    </w:p>
    <w:p w14:paraId="5976EBB4"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3 </w:t>
      </w:r>
      <w:r>
        <w:t>table</w:t>
      </w:r>
      <w:r w:rsidRPr="00E65234">
        <w:t xml:space="preserve"> </w:t>
      </w:r>
    </w:p>
    <w:p w14:paraId="423D4C4E"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4 </w:t>
      </w:r>
      <w:r>
        <w:t>spelling mistakes</w:t>
      </w:r>
      <w:r w:rsidRPr="00E65234">
        <w:t xml:space="preserve"> </w:t>
      </w:r>
    </w:p>
    <w:p w14:paraId="44A5261A"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5</w:t>
      </w:r>
      <w:r>
        <w:t xml:space="preserve"> strategic alliance</w:t>
      </w:r>
      <w:r w:rsidRPr="00E65234">
        <w:t xml:space="preserve">  </w:t>
      </w:r>
    </w:p>
    <w:p w14:paraId="0EB37E27"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6 </w:t>
      </w:r>
      <w:r>
        <w:t>market analysis</w:t>
      </w:r>
      <w:r w:rsidRPr="00E65234">
        <w:t xml:space="preserve"> </w:t>
      </w:r>
    </w:p>
    <w:p w14:paraId="16FB5551" w14:textId="77777777" w:rsidR="00447862" w:rsidRPr="003C2DDB" w:rsidRDefault="00447862" w:rsidP="003635CC">
      <w:pPr>
        <w:pStyle w:val="AnswerKey"/>
        <w:pBdr>
          <w:top w:val="none" w:sz="0" w:space="0" w:color="auto"/>
          <w:left w:val="none" w:sz="0" w:space="0" w:color="auto"/>
          <w:bottom w:val="none" w:sz="0" w:space="0" w:color="auto"/>
          <w:right w:val="none" w:sz="0" w:space="0" w:color="auto"/>
        </w:pBdr>
      </w:pPr>
      <w:r w:rsidRPr="003C2DDB">
        <w:t xml:space="preserve">7 reliability </w:t>
      </w:r>
    </w:p>
    <w:p w14:paraId="497915C2" w14:textId="77777777" w:rsidR="00447862" w:rsidRPr="003C2DDB" w:rsidRDefault="00447862" w:rsidP="003635CC">
      <w:pPr>
        <w:pStyle w:val="AnswerKey"/>
        <w:pBdr>
          <w:top w:val="none" w:sz="0" w:space="0" w:color="auto"/>
          <w:left w:val="none" w:sz="0" w:space="0" w:color="auto"/>
          <w:bottom w:val="none" w:sz="0" w:space="0" w:color="auto"/>
          <w:right w:val="none" w:sz="0" w:space="0" w:color="auto"/>
        </w:pBdr>
      </w:pPr>
    </w:p>
    <w:p w14:paraId="4544927C" w14:textId="77777777" w:rsidR="00447862" w:rsidRPr="003C2DDB" w:rsidRDefault="00447862" w:rsidP="003635CC">
      <w:pPr>
        <w:pStyle w:val="AnswerKey"/>
        <w:pBdr>
          <w:top w:val="none" w:sz="0" w:space="0" w:color="auto"/>
          <w:left w:val="none" w:sz="0" w:space="0" w:color="auto"/>
          <w:bottom w:val="none" w:sz="0" w:space="0" w:color="auto"/>
          <w:right w:val="none" w:sz="0" w:space="0" w:color="auto"/>
        </w:pBdr>
        <w:rPr>
          <w:b/>
        </w:rPr>
      </w:pPr>
      <w:r w:rsidRPr="003C2DDB">
        <w:rPr>
          <w:b/>
        </w:rPr>
        <w:t>7</w:t>
      </w:r>
    </w:p>
    <w:p w14:paraId="3FC81E7F"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1 F </w:t>
      </w:r>
    </w:p>
    <w:p w14:paraId="57AD8402"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2 A  </w:t>
      </w:r>
    </w:p>
    <w:p w14:paraId="16C0A0C6"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3 D </w:t>
      </w:r>
    </w:p>
    <w:p w14:paraId="5A6417DE"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4 E  </w:t>
      </w:r>
    </w:p>
    <w:p w14:paraId="1BC1AE91"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5 G  </w:t>
      </w:r>
    </w:p>
    <w:p w14:paraId="714E3154"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6 E </w:t>
      </w:r>
    </w:p>
    <w:p w14:paraId="72B4852C" w14:textId="5FC76A89" w:rsidR="00447862" w:rsidRPr="003C2DDB" w:rsidRDefault="00447862" w:rsidP="003635CC">
      <w:pPr>
        <w:pStyle w:val="AnswerKey"/>
        <w:pBdr>
          <w:top w:val="none" w:sz="0" w:space="0" w:color="auto"/>
          <w:left w:val="none" w:sz="0" w:space="0" w:color="auto"/>
          <w:bottom w:val="none" w:sz="0" w:space="0" w:color="auto"/>
          <w:right w:val="none" w:sz="0" w:space="0" w:color="auto"/>
        </w:pBdr>
      </w:pPr>
      <w:r w:rsidRPr="003C2DDB">
        <w:t xml:space="preserve">7 </w:t>
      </w:r>
      <w:r>
        <w:t>B</w:t>
      </w:r>
      <w:r w:rsidRPr="003C2DDB">
        <w:t xml:space="preserve"> </w:t>
      </w:r>
    </w:p>
    <w:p w14:paraId="1265D8EE" w14:textId="77777777" w:rsidR="00447862" w:rsidRPr="00D70AED" w:rsidRDefault="00447862" w:rsidP="003635CC">
      <w:pPr>
        <w:pStyle w:val="AnswerKey"/>
        <w:pBdr>
          <w:top w:val="none" w:sz="0" w:space="0" w:color="auto"/>
          <w:left w:val="none" w:sz="0" w:space="0" w:color="auto"/>
          <w:bottom w:val="none" w:sz="0" w:space="0" w:color="auto"/>
          <w:right w:val="none" w:sz="0" w:space="0" w:color="auto"/>
        </w:pBdr>
      </w:pPr>
      <w:r w:rsidRPr="00D70AED">
        <w:t xml:space="preserve">8 </w:t>
      </w:r>
      <w:r>
        <w:t xml:space="preserve">D </w:t>
      </w:r>
    </w:p>
    <w:p w14:paraId="76271107" w14:textId="338E94AC" w:rsidR="00447862" w:rsidRDefault="00575431" w:rsidP="0011155B">
      <w:pPr>
        <w:pStyle w:val="AnswerKey"/>
        <w:pBdr>
          <w:top w:val="none" w:sz="0" w:space="0" w:color="auto"/>
          <w:left w:val="none" w:sz="0" w:space="0" w:color="auto"/>
          <w:bottom w:val="none" w:sz="0" w:space="0" w:color="auto"/>
          <w:right w:val="none" w:sz="0" w:space="0" w:color="auto"/>
        </w:pBdr>
        <w:ind w:left="0" w:firstLine="0"/>
        <w:rPr>
          <w:b/>
        </w:rPr>
      </w:pPr>
      <w:r>
        <w:rPr>
          <w:b/>
        </w:rPr>
        <w:br w:type="column"/>
      </w:r>
      <w:r w:rsidR="00447862" w:rsidRPr="003C2DDB">
        <w:rPr>
          <w:b/>
        </w:rPr>
        <w:lastRenderedPageBreak/>
        <w:t xml:space="preserve">8 </w:t>
      </w:r>
    </w:p>
    <w:p w14:paraId="26A6AA42" w14:textId="2011CD3F" w:rsidR="00A975D7" w:rsidRDefault="00A975D7" w:rsidP="003635CC">
      <w:pPr>
        <w:pStyle w:val="AnswerKey"/>
        <w:pBdr>
          <w:top w:val="none" w:sz="0" w:space="0" w:color="auto"/>
          <w:left w:val="none" w:sz="0" w:space="0" w:color="auto"/>
          <w:bottom w:val="none" w:sz="0" w:space="0" w:color="auto"/>
          <w:right w:val="none" w:sz="0" w:space="0" w:color="auto"/>
        </w:pBdr>
        <w:rPr>
          <w:b/>
        </w:rPr>
      </w:pPr>
      <w:r>
        <w:rPr>
          <w:b/>
        </w:rPr>
        <w:t>Model answer</w:t>
      </w:r>
    </w:p>
    <w:p w14:paraId="1A29EE5B" w14:textId="47334147" w:rsidR="00447862" w:rsidRPr="00447862" w:rsidRDefault="00447862" w:rsidP="003635CC">
      <w:pPr>
        <w:pStyle w:val="AnswerKey"/>
        <w:pBdr>
          <w:top w:val="none" w:sz="0" w:space="0" w:color="auto"/>
          <w:left w:val="none" w:sz="0" w:space="0" w:color="auto"/>
          <w:bottom w:val="none" w:sz="0" w:space="0" w:color="auto"/>
          <w:right w:val="none" w:sz="0" w:space="0" w:color="auto"/>
        </w:pBdr>
        <w:ind w:left="0" w:firstLine="0"/>
        <w:rPr>
          <w:b/>
        </w:rPr>
      </w:pPr>
      <w:r>
        <w:rPr>
          <w:b/>
        </w:rPr>
        <w:t xml:space="preserve">Changes to our Strategic Alliance Partner </w:t>
      </w:r>
    </w:p>
    <w:p w14:paraId="55A9DC1E" w14:textId="584476A0"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Our company does not appear to be benefitting from the alliance with Sketchy as much as we did in the past. This is as a result of their recent increase in fees, which are much too high for a small organisation such as</w:t>
      </w:r>
      <w:r w:rsidR="00025EAA">
        <w:t> </w:t>
      </w:r>
      <w:r>
        <w:t>Beta Media. Consequently, we are going to</w:t>
      </w:r>
      <w:r w:rsidR="00025EAA">
        <w:t> </w:t>
      </w:r>
      <w:r>
        <w:t>end the current alliance.</w:t>
      </w:r>
    </w:p>
    <w:p w14:paraId="706E5A8A" w14:textId="77777777"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 xml:space="preserve">We have been in discussion with a new, smaller consultancy called Design Hub who seem to meet our needs more. We are doing this in the hope of benefitting from their experienced and knowledgeable staff and the fact that they have worked on similar scale projects before. </w:t>
      </w:r>
    </w:p>
    <w:p w14:paraId="549452B2" w14:textId="52053F6D"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Furthermore, we will be able to reduce the costs of the projects compared to those of Sketchy. Additional benefits of forming an alliance with Design Hub is the fact that we will</w:t>
      </w:r>
      <w:r w:rsidR="00025EAA">
        <w:t> </w:t>
      </w:r>
      <w:r>
        <w:t>be able to work together in the same office space because Design Hub use small teams in</w:t>
      </w:r>
      <w:r w:rsidR="00025EAA">
        <w:t> </w:t>
      </w:r>
      <w:r>
        <w:t xml:space="preserve">the same way that we do.  </w:t>
      </w:r>
    </w:p>
    <w:p w14:paraId="59356C86" w14:textId="5C79D55D"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Finally, it is evident that both companies share common objectives which are the desire to produce work of a high standard, provide a</w:t>
      </w:r>
      <w:r w:rsidR="00025EAA">
        <w:t> </w:t>
      </w:r>
      <w:r>
        <w:t xml:space="preserve">nice atmosphere for staff to work in and ensure that there are opportunities for staff development.  </w:t>
      </w:r>
    </w:p>
    <w:p w14:paraId="48FB3890" w14:textId="68B5B5BD" w:rsidR="00B23775" w:rsidRDefault="00B23775" w:rsidP="003635CC">
      <w:pPr>
        <w:pStyle w:val="AnswerKey"/>
        <w:pBdr>
          <w:top w:val="none" w:sz="0" w:space="0" w:color="auto"/>
          <w:left w:val="none" w:sz="0" w:space="0" w:color="auto"/>
          <w:bottom w:val="none" w:sz="0" w:space="0" w:color="auto"/>
          <w:right w:val="none" w:sz="0" w:space="0" w:color="auto"/>
        </w:pBdr>
        <w:ind w:left="0" w:firstLine="0"/>
      </w:pPr>
    </w:p>
    <w:p w14:paraId="03B45672" w14:textId="77777777" w:rsidR="00B23775" w:rsidRPr="007E4EF6"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7E4EF6">
        <w:rPr>
          <w:b/>
        </w:rPr>
        <w:t>LCCI ENGLISH FOR BUSINESS</w:t>
      </w:r>
    </w:p>
    <w:p w14:paraId="3864F5F5" w14:textId="77777777" w:rsidR="00B23775" w:rsidRPr="00C56655" w:rsidRDefault="00B23775" w:rsidP="00B23775">
      <w:pPr>
        <w:pStyle w:val="Text"/>
        <w:rPr>
          <w:b/>
        </w:rPr>
      </w:pPr>
      <w:r w:rsidRPr="00C56655">
        <w:rPr>
          <w:b/>
        </w:rPr>
        <w:t xml:space="preserve">Model </w:t>
      </w:r>
      <w:r>
        <w:rPr>
          <w:b/>
        </w:rPr>
        <w:t>a</w:t>
      </w:r>
      <w:r w:rsidRPr="00C56655">
        <w:rPr>
          <w:b/>
        </w:rPr>
        <w:t>nswer</w:t>
      </w:r>
    </w:p>
    <w:p w14:paraId="2EDAD535" w14:textId="77777777" w:rsidR="001609FC" w:rsidRPr="0011155B" w:rsidRDefault="001609FC" w:rsidP="001609FC">
      <w:pPr>
        <w:pStyle w:val="Text"/>
        <w:rPr>
          <w:b/>
        </w:rPr>
      </w:pPr>
      <w:r w:rsidRPr="0011155B">
        <w:rPr>
          <w:b/>
        </w:rPr>
        <w:t>Sporty Looks: Report on alliance with Olympian</w:t>
      </w:r>
    </w:p>
    <w:p w14:paraId="495A02D8" w14:textId="77777777" w:rsidR="001609FC" w:rsidRDefault="001609FC" w:rsidP="001609FC">
      <w:pPr>
        <w:pStyle w:val="Text"/>
      </w:pPr>
      <w:r>
        <w:t>The alliance with Olympian has been in effect for six months since its start date of February 2017. This report summarises the performance of this alliance and recommends next steps that could be taken.</w:t>
      </w:r>
    </w:p>
    <w:p w14:paraId="37CDEB76" w14:textId="77777777" w:rsidR="001609FC" w:rsidRDefault="001609FC" w:rsidP="001609FC">
      <w:pPr>
        <w:pStyle w:val="Text"/>
      </w:pPr>
      <w:r>
        <w:t>At the moment, there is hardly any advantage for us in continuing. This is as a result of the failure to achieve prominence in all Olympian stores. From our own research, it appears that not all stores are displaying our products at the front to increase sales. In fact, in stores other than in the east, our products are on aisles with other sportswear brands.</w:t>
      </w:r>
    </w:p>
    <w:p w14:paraId="289EE7CF" w14:textId="77777777" w:rsidR="001609FC" w:rsidRDefault="001609FC" w:rsidP="001609FC">
      <w:pPr>
        <w:pStyle w:val="Text"/>
      </w:pPr>
      <w:r>
        <w:t>Our turnover data for the first six months backs this up. Turnover was steady at around £700,000 a month but this saw a sharp drop and then a steady decline after the alliance. This is likely due to the alliance rather than any reputation issue as online turnover remained steady at around £380,000 per month.</w:t>
      </w:r>
    </w:p>
    <w:p w14:paraId="08365809" w14:textId="589EE99F" w:rsidR="001609FC" w:rsidRDefault="001609FC" w:rsidP="001609FC">
      <w:pPr>
        <w:pStyle w:val="Text"/>
      </w:pPr>
      <w:r>
        <w:t xml:space="preserve">For these reasons, we should consider insisting that all Olympian stores are prominently displaying our products, and </w:t>
      </w:r>
      <w:r>
        <w:t>we</w:t>
      </w:r>
      <w:r w:rsidR="00381648">
        <w:t> </w:t>
      </w:r>
      <w:r>
        <w:t>should follow up with checks on this. Furthermore, we should request sales data from individual stores to review how store prominence effects sales. If the figures don’t improve, we should review the alliance as it might not work for us in the long-term.</w:t>
      </w:r>
    </w:p>
    <w:p w14:paraId="7F35C336" w14:textId="77777777" w:rsidR="0039120F" w:rsidRDefault="0039120F" w:rsidP="0039120F">
      <w:pPr>
        <w:pStyle w:val="AnswerKey"/>
        <w:pBdr>
          <w:top w:val="none" w:sz="0" w:space="0" w:color="auto"/>
          <w:left w:val="none" w:sz="0" w:space="0" w:color="auto"/>
          <w:bottom w:val="none" w:sz="0" w:space="0" w:color="auto"/>
          <w:right w:val="none" w:sz="0" w:space="0" w:color="auto"/>
        </w:pBdr>
        <w:ind w:left="0" w:firstLine="0"/>
      </w:pPr>
    </w:p>
    <w:p w14:paraId="1C57BE7E" w14:textId="77777777" w:rsidR="00447862" w:rsidRPr="0039120F" w:rsidRDefault="00447862" w:rsidP="0039120F">
      <w:pPr>
        <w:pStyle w:val="HeadASection"/>
        <w:rPr>
          <w:lang w:val="en-GB"/>
        </w:rPr>
      </w:pPr>
      <w:r w:rsidRPr="0039120F">
        <w:rPr>
          <w:lang w:val="en-GB"/>
        </w:rPr>
        <w:t>Unit 7</w:t>
      </w:r>
    </w:p>
    <w:p w14:paraId="6D33A297" w14:textId="77777777" w:rsidR="00447862" w:rsidRDefault="00447862"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70F16B3F" w14:textId="77777777" w:rsidR="00447862" w:rsidRPr="005B1E5B" w:rsidRDefault="00447862" w:rsidP="003635CC">
      <w:pPr>
        <w:pStyle w:val="AnswerKey"/>
        <w:pBdr>
          <w:top w:val="none" w:sz="0" w:space="0" w:color="auto"/>
          <w:left w:val="none" w:sz="0" w:space="0" w:color="auto"/>
          <w:bottom w:val="none" w:sz="0" w:space="0" w:color="auto"/>
          <w:right w:val="none" w:sz="0" w:space="0" w:color="auto"/>
        </w:pBdr>
        <w:rPr>
          <w:b/>
        </w:rPr>
      </w:pPr>
      <w:r>
        <w:rPr>
          <w:b/>
        </w:rPr>
        <w:t>Language</w:t>
      </w:r>
    </w:p>
    <w:p w14:paraId="78AC3B68"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026FF7CD"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d</w:t>
      </w:r>
    </w:p>
    <w:p w14:paraId="1C82200F"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c</w:t>
      </w:r>
    </w:p>
    <w:p w14:paraId="471495D9"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b</w:t>
      </w:r>
    </w:p>
    <w:p w14:paraId="7BC591BA"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c</w:t>
      </w:r>
    </w:p>
    <w:p w14:paraId="65747BFD"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a</w:t>
      </w:r>
    </w:p>
    <w:p w14:paraId="40C576A5"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a</w:t>
      </w:r>
    </w:p>
    <w:p w14:paraId="72657AB2"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b</w:t>
      </w:r>
    </w:p>
    <w:p w14:paraId="3A20E7F0" w14:textId="77777777" w:rsidR="00447862" w:rsidRDefault="00447862" w:rsidP="003635CC">
      <w:pPr>
        <w:pStyle w:val="AnswerKey"/>
        <w:pBdr>
          <w:top w:val="none" w:sz="0" w:space="0" w:color="auto"/>
          <w:left w:val="none" w:sz="0" w:space="0" w:color="auto"/>
          <w:bottom w:val="none" w:sz="0" w:space="0" w:color="auto"/>
          <w:right w:val="none" w:sz="0" w:space="0" w:color="auto"/>
        </w:pBdr>
      </w:pPr>
      <w:r>
        <w:t>8 d</w:t>
      </w:r>
    </w:p>
    <w:p w14:paraId="1B6EC3F9"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d</w:t>
      </w:r>
    </w:p>
    <w:p w14:paraId="0360DC83" w14:textId="77777777" w:rsidR="00447862" w:rsidRDefault="00447862" w:rsidP="003635CC">
      <w:pPr>
        <w:pStyle w:val="AnswerKey"/>
        <w:pBdr>
          <w:top w:val="none" w:sz="0" w:space="0" w:color="auto"/>
          <w:left w:val="none" w:sz="0" w:space="0" w:color="auto"/>
          <w:bottom w:val="none" w:sz="0" w:space="0" w:color="auto"/>
          <w:right w:val="none" w:sz="0" w:space="0" w:color="auto"/>
        </w:pBdr>
      </w:pPr>
      <w:r>
        <w:t>10 b</w:t>
      </w:r>
    </w:p>
    <w:p w14:paraId="35F831C8"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0D9A953C"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2</w:t>
      </w:r>
    </w:p>
    <w:p w14:paraId="7E5BCE86"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had not / hadn’t improved</w:t>
      </w:r>
    </w:p>
    <w:p w14:paraId="230EDF92"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had</w:t>
      </w:r>
    </w:p>
    <w:p w14:paraId="0CA3A54E"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would retire</w:t>
      </w:r>
    </w:p>
    <w:p w14:paraId="7D095CD3"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would you have done</w:t>
      </w:r>
    </w:p>
    <w:p w14:paraId="6B3B1365"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would not / wouldn’t have accepted</w:t>
      </w:r>
    </w:p>
    <w:p w14:paraId="5463F690"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had studied</w:t>
      </w:r>
    </w:p>
    <w:p w14:paraId="19F6C94F"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would have grown</w:t>
      </w:r>
    </w:p>
    <w:p w14:paraId="2B958AC1" w14:textId="7FEA5D34" w:rsidR="00447862" w:rsidRDefault="00447862" w:rsidP="003635CC">
      <w:pPr>
        <w:pStyle w:val="AnswerKey"/>
        <w:pBdr>
          <w:top w:val="none" w:sz="0" w:space="0" w:color="auto"/>
          <w:left w:val="none" w:sz="0" w:space="0" w:color="auto"/>
          <w:bottom w:val="none" w:sz="0" w:space="0" w:color="auto"/>
          <w:right w:val="none" w:sz="0" w:space="0" w:color="auto"/>
        </w:pBdr>
      </w:pPr>
      <w:r>
        <w:t xml:space="preserve">8 had / </w:t>
      </w:r>
      <w:r w:rsidR="003079AA">
        <w:t>‘</w:t>
      </w:r>
      <w:r>
        <w:t>d taken</w:t>
      </w:r>
    </w:p>
    <w:p w14:paraId="22F8EAA7"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would have been</w:t>
      </w:r>
    </w:p>
    <w:p w14:paraId="33C70172" w14:textId="1751A94D" w:rsidR="00447862" w:rsidRDefault="00447862" w:rsidP="003635CC">
      <w:pPr>
        <w:pStyle w:val="AnswerKey"/>
        <w:pBdr>
          <w:top w:val="none" w:sz="0" w:space="0" w:color="auto"/>
          <w:left w:val="none" w:sz="0" w:space="0" w:color="auto"/>
          <w:bottom w:val="none" w:sz="0" w:space="0" w:color="auto"/>
          <w:right w:val="none" w:sz="0" w:space="0" w:color="auto"/>
        </w:pBdr>
      </w:pPr>
      <w:r>
        <w:t xml:space="preserve">10 would live </w:t>
      </w:r>
    </w:p>
    <w:p w14:paraId="358D4C65" w14:textId="06E588E7" w:rsidR="00447862" w:rsidRDefault="00447862" w:rsidP="003635CC">
      <w:pPr>
        <w:pStyle w:val="AnswerKey"/>
        <w:pBdr>
          <w:top w:val="none" w:sz="0" w:space="0" w:color="auto"/>
          <w:left w:val="none" w:sz="0" w:space="0" w:color="auto"/>
          <w:bottom w:val="none" w:sz="0" w:space="0" w:color="auto"/>
          <w:right w:val="none" w:sz="0" w:space="0" w:color="auto"/>
        </w:pBdr>
      </w:pPr>
    </w:p>
    <w:p w14:paraId="19FB2230" w14:textId="748F3912" w:rsidR="00447862" w:rsidRPr="00447862" w:rsidRDefault="00447862" w:rsidP="003635CC">
      <w:pPr>
        <w:pStyle w:val="AnswerKey"/>
        <w:pBdr>
          <w:top w:val="none" w:sz="0" w:space="0" w:color="auto"/>
          <w:left w:val="none" w:sz="0" w:space="0" w:color="auto"/>
          <w:bottom w:val="none" w:sz="0" w:space="0" w:color="auto"/>
          <w:right w:val="none" w:sz="0" w:space="0" w:color="auto"/>
        </w:pBdr>
      </w:pPr>
      <w:r w:rsidRPr="008A1BC9">
        <w:rPr>
          <w:b/>
        </w:rPr>
        <w:t>3</w:t>
      </w:r>
    </w:p>
    <w:p w14:paraId="525B4A87"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foresee</w:t>
      </w:r>
    </w:p>
    <w:p w14:paraId="1346F4A3"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arise</w:t>
      </w:r>
    </w:p>
    <w:p w14:paraId="2423D1A8"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case</w:t>
      </w:r>
    </w:p>
    <w:p w14:paraId="0D2ED59A"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bases</w:t>
      </w:r>
    </w:p>
    <w:p w14:paraId="58C537EE"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limitation</w:t>
      </w:r>
    </w:p>
    <w:p w14:paraId="20FF8E23"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06FCA50B"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25543FAF"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d</w:t>
      </w:r>
    </w:p>
    <w:p w14:paraId="2C1BE841"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a</w:t>
      </w:r>
    </w:p>
    <w:p w14:paraId="45A9CA9F"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d</w:t>
      </w:r>
    </w:p>
    <w:p w14:paraId="1DCF1AC4"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b</w:t>
      </w:r>
    </w:p>
    <w:p w14:paraId="2D42A559"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c</w:t>
      </w:r>
    </w:p>
    <w:p w14:paraId="70CE207E"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2EC187D2"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51845B7B"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1 Location </w:t>
      </w:r>
    </w:p>
    <w:p w14:paraId="5DB64F81"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leading</w:t>
      </w:r>
    </w:p>
    <w:p w14:paraId="3614EF31"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treatment</w:t>
      </w:r>
    </w:p>
    <w:p w14:paraId="5C28F0C8"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4 Analysis </w:t>
      </w:r>
    </w:p>
    <w:p w14:paraId="29AA1B86"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Recommendations</w:t>
      </w:r>
    </w:p>
    <w:p w14:paraId="7DEEA89C"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267C3540" w14:textId="78AB57A8" w:rsidR="003079AA" w:rsidRDefault="00BF2D80" w:rsidP="0011155B">
      <w:pPr>
        <w:pStyle w:val="AnswerKey"/>
        <w:pBdr>
          <w:top w:val="none" w:sz="0" w:space="0" w:color="auto"/>
          <w:left w:val="none" w:sz="0" w:space="0" w:color="auto"/>
          <w:bottom w:val="none" w:sz="0" w:space="0" w:color="auto"/>
          <w:right w:val="none" w:sz="0" w:space="0" w:color="auto"/>
        </w:pBdr>
        <w:ind w:left="0" w:firstLine="0"/>
        <w:rPr>
          <w:b/>
        </w:rPr>
      </w:pPr>
      <w:r>
        <w:rPr>
          <w:b/>
        </w:rPr>
        <w:br w:type="column"/>
      </w:r>
      <w:r w:rsidR="003079AA">
        <w:rPr>
          <w:b/>
        </w:rPr>
        <w:lastRenderedPageBreak/>
        <w:t>Skills</w:t>
      </w:r>
    </w:p>
    <w:p w14:paraId="5E98F74D" w14:textId="5B494F83" w:rsidR="003635CC" w:rsidRDefault="00447862" w:rsidP="003635CC">
      <w:pPr>
        <w:pStyle w:val="AnswerKey"/>
        <w:pBdr>
          <w:top w:val="none" w:sz="0" w:space="0" w:color="auto"/>
          <w:left w:val="none" w:sz="0" w:space="0" w:color="auto"/>
          <w:bottom w:val="none" w:sz="0" w:space="0" w:color="auto"/>
          <w:right w:val="none" w:sz="0" w:space="0" w:color="auto"/>
        </w:pBdr>
      </w:pPr>
      <w:r w:rsidRPr="00E65234">
        <w:rPr>
          <w:b/>
        </w:rPr>
        <w:t>6</w:t>
      </w:r>
    </w:p>
    <w:p w14:paraId="47C76D12" w14:textId="2D543BBC"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1 </w:t>
      </w:r>
      <w:r>
        <w:t xml:space="preserve">furniture </w:t>
      </w:r>
      <w:r w:rsidRPr="00E65234">
        <w:t xml:space="preserve"> </w:t>
      </w:r>
    </w:p>
    <w:p w14:paraId="48B023E1"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2 </w:t>
      </w:r>
      <w:r>
        <w:t xml:space="preserve">legs </w:t>
      </w:r>
      <w:r w:rsidRPr="00E65234">
        <w:t xml:space="preserve"> </w:t>
      </w:r>
    </w:p>
    <w:p w14:paraId="5806666E" w14:textId="5DBA4D81" w:rsidR="003079AA" w:rsidRDefault="00447862" w:rsidP="003079AA">
      <w:pPr>
        <w:pStyle w:val="AnswerKey"/>
        <w:pBdr>
          <w:top w:val="none" w:sz="0" w:space="0" w:color="auto"/>
          <w:left w:val="none" w:sz="0" w:space="0" w:color="auto"/>
          <w:bottom w:val="none" w:sz="0" w:space="0" w:color="auto"/>
          <w:right w:val="none" w:sz="0" w:space="0" w:color="auto"/>
        </w:pBdr>
        <w:ind w:left="0" w:firstLine="0"/>
      </w:pPr>
      <w:r w:rsidRPr="00E65234">
        <w:t xml:space="preserve">3 </w:t>
      </w:r>
      <w:r>
        <w:t xml:space="preserve">maintenance </w:t>
      </w:r>
    </w:p>
    <w:p w14:paraId="1E993D39" w14:textId="5B333F0B" w:rsidR="00447862" w:rsidRDefault="00447862" w:rsidP="0011155B">
      <w:pPr>
        <w:pStyle w:val="AnswerKey"/>
        <w:pBdr>
          <w:top w:val="none" w:sz="0" w:space="0" w:color="auto"/>
          <w:left w:val="none" w:sz="0" w:space="0" w:color="auto"/>
          <w:bottom w:val="none" w:sz="0" w:space="0" w:color="auto"/>
          <w:right w:val="none" w:sz="0" w:space="0" w:color="auto"/>
        </w:pBdr>
        <w:ind w:left="0" w:firstLine="0"/>
      </w:pPr>
      <w:r w:rsidRPr="00E65234">
        <w:t>4</w:t>
      </w:r>
      <w:r>
        <w:t xml:space="preserve"> safety </w:t>
      </w:r>
      <w:r w:rsidRPr="00E65234">
        <w:t xml:space="preserve">  </w:t>
      </w:r>
    </w:p>
    <w:p w14:paraId="77CE7A70"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5 </w:t>
      </w:r>
      <w:r>
        <w:t xml:space="preserve">market </w:t>
      </w:r>
    </w:p>
    <w:p w14:paraId="473C0682"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6 </w:t>
      </w:r>
      <w:r>
        <w:t xml:space="preserve">products   </w:t>
      </w:r>
    </w:p>
    <w:p w14:paraId="64D291C0" w14:textId="413EB188" w:rsidR="00447862" w:rsidRDefault="00447862" w:rsidP="0011155B">
      <w:pPr>
        <w:pStyle w:val="AnswerKey"/>
        <w:pBdr>
          <w:top w:val="none" w:sz="0" w:space="0" w:color="auto"/>
          <w:left w:val="none" w:sz="0" w:space="0" w:color="auto"/>
          <w:bottom w:val="none" w:sz="0" w:space="0" w:color="auto"/>
          <w:right w:val="none" w:sz="0" w:space="0" w:color="auto"/>
        </w:pBdr>
        <w:ind w:left="0" w:firstLine="0"/>
      </w:pPr>
      <w:r w:rsidRPr="00E65234">
        <w:t>7</w:t>
      </w:r>
      <w:r>
        <w:t xml:space="preserve"> investment </w:t>
      </w:r>
      <w:r w:rsidRPr="00E65234">
        <w:t xml:space="preserve">  </w:t>
      </w:r>
    </w:p>
    <w:p w14:paraId="7D2E5B7F" w14:textId="4F3C25D4"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8 </w:t>
      </w:r>
      <w:r>
        <w:t>younger</w:t>
      </w:r>
      <w:r w:rsidR="003079AA">
        <w:t>/teenage</w:t>
      </w:r>
    </w:p>
    <w:p w14:paraId="767914CA"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1E1F7AC0" w14:textId="77777777" w:rsidR="00447862" w:rsidRPr="00E65234" w:rsidRDefault="00447862" w:rsidP="003635CC">
      <w:pPr>
        <w:pStyle w:val="AnswerKey"/>
        <w:pBdr>
          <w:top w:val="none" w:sz="0" w:space="0" w:color="auto"/>
          <w:left w:val="none" w:sz="0" w:space="0" w:color="auto"/>
          <w:bottom w:val="none" w:sz="0" w:space="0" w:color="auto"/>
          <w:right w:val="none" w:sz="0" w:space="0" w:color="auto"/>
        </w:pBdr>
        <w:rPr>
          <w:b/>
        </w:rPr>
      </w:pPr>
      <w:r w:rsidRPr="00E65234">
        <w:rPr>
          <w:b/>
        </w:rPr>
        <w:t>7</w:t>
      </w:r>
    </w:p>
    <w:p w14:paraId="5AFBF7FB"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1 </w:t>
      </w:r>
      <w:r w:rsidR="003635CC">
        <w:t xml:space="preserve">c </w:t>
      </w:r>
    </w:p>
    <w:p w14:paraId="066E1D75"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2 </w:t>
      </w:r>
      <w:r>
        <w:t>a</w:t>
      </w:r>
      <w:r w:rsidRPr="00502A55">
        <w:t xml:space="preserve"> </w:t>
      </w:r>
    </w:p>
    <w:p w14:paraId="0C542334"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3 </w:t>
      </w:r>
      <w:r w:rsidR="003635CC">
        <w:t>d</w:t>
      </w:r>
    </w:p>
    <w:p w14:paraId="49FB3DC5"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4</w:t>
      </w:r>
      <w:r>
        <w:t xml:space="preserve"> b</w:t>
      </w:r>
      <w:r w:rsidRPr="00502A55">
        <w:t xml:space="preserve">  </w:t>
      </w:r>
    </w:p>
    <w:p w14:paraId="101E0DF4"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5 </w:t>
      </w:r>
      <w:r>
        <w:t>b</w:t>
      </w:r>
      <w:r w:rsidRPr="00502A55">
        <w:t xml:space="preserve"> </w:t>
      </w:r>
    </w:p>
    <w:p w14:paraId="413E37A7"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6 </w:t>
      </w:r>
      <w:r w:rsidR="003635CC">
        <w:t>a</w:t>
      </w:r>
    </w:p>
    <w:p w14:paraId="38B4EAD9" w14:textId="0AE9D824" w:rsidR="00447862" w:rsidRPr="00502A55" w:rsidRDefault="00447862" w:rsidP="003635CC">
      <w:pPr>
        <w:pStyle w:val="AnswerKey"/>
        <w:pBdr>
          <w:top w:val="none" w:sz="0" w:space="0" w:color="auto"/>
          <w:left w:val="none" w:sz="0" w:space="0" w:color="auto"/>
          <w:bottom w:val="none" w:sz="0" w:space="0" w:color="auto"/>
          <w:right w:val="none" w:sz="0" w:space="0" w:color="auto"/>
        </w:pBdr>
      </w:pPr>
      <w:r>
        <w:t>7</w:t>
      </w:r>
      <w:r w:rsidRPr="00502A55">
        <w:t xml:space="preserve"> </w:t>
      </w:r>
      <w:r>
        <w:t>c</w:t>
      </w:r>
    </w:p>
    <w:p w14:paraId="0FA24B2B"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55DE1E75" w14:textId="59A74137" w:rsidR="00A975D7" w:rsidRDefault="00447862" w:rsidP="00A975D7">
      <w:pPr>
        <w:pStyle w:val="AnswerKey"/>
        <w:pBdr>
          <w:top w:val="none" w:sz="0" w:space="0" w:color="auto"/>
          <w:left w:val="none" w:sz="0" w:space="0" w:color="auto"/>
          <w:bottom w:val="none" w:sz="0" w:space="0" w:color="auto"/>
          <w:right w:val="none" w:sz="0" w:space="0" w:color="auto"/>
        </w:pBdr>
        <w:ind w:left="0" w:firstLine="0"/>
        <w:rPr>
          <w:b/>
        </w:rPr>
      </w:pPr>
      <w:r w:rsidRPr="00A975D7">
        <w:rPr>
          <w:b/>
        </w:rPr>
        <w:t xml:space="preserve">8 </w:t>
      </w:r>
      <w:r w:rsidRPr="00A975D7">
        <w:rPr>
          <w:b/>
        </w:rPr>
        <w:br/>
      </w:r>
      <w:r w:rsidR="00A975D7" w:rsidRPr="0039120F">
        <w:rPr>
          <w:b/>
        </w:rPr>
        <w:t>Model answer</w:t>
      </w:r>
    </w:p>
    <w:p w14:paraId="5914B94D" w14:textId="6498D2DC" w:rsidR="00447862" w:rsidRDefault="00447862" w:rsidP="0039120F">
      <w:pPr>
        <w:pStyle w:val="AnswerKey"/>
        <w:pBdr>
          <w:top w:val="none" w:sz="0" w:space="0" w:color="auto"/>
          <w:left w:val="none" w:sz="0" w:space="0" w:color="auto"/>
          <w:bottom w:val="none" w:sz="0" w:space="0" w:color="auto"/>
          <w:right w:val="none" w:sz="0" w:space="0" w:color="auto"/>
        </w:pBdr>
        <w:ind w:left="0" w:firstLine="0"/>
        <w:rPr>
          <w:b/>
        </w:rPr>
      </w:pPr>
      <w:r>
        <w:rPr>
          <w:b/>
        </w:rPr>
        <w:t>ACCIDENT REPORT</w:t>
      </w:r>
    </w:p>
    <w:p w14:paraId="55F8FC38" w14:textId="77777777" w:rsidR="00447862" w:rsidRPr="0087276D" w:rsidRDefault="00447862" w:rsidP="003635CC">
      <w:pPr>
        <w:pStyle w:val="AnswerKey"/>
        <w:pBdr>
          <w:top w:val="none" w:sz="0" w:space="0" w:color="auto"/>
          <w:left w:val="none" w:sz="0" w:space="0" w:color="auto"/>
          <w:bottom w:val="none" w:sz="0" w:space="0" w:color="auto"/>
          <w:right w:val="none" w:sz="0" w:space="0" w:color="auto"/>
        </w:pBdr>
        <w:rPr>
          <w:b/>
        </w:rPr>
      </w:pPr>
      <w:r w:rsidRPr="0087276D">
        <w:rPr>
          <w:b/>
        </w:rPr>
        <w:t>Facts</w:t>
      </w:r>
    </w:p>
    <w:p w14:paraId="4BF0C217" w14:textId="77777777" w:rsidR="00447862" w:rsidRDefault="00447862" w:rsidP="0011155B">
      <w:pPr>
        <w:pStyle w:val="AnswerKey"/>
        <w:pBdr>
          <w:top w:val="none" w:sz="0" w:space="0" w:color="auto"/>
          <w:left w:val="none" w:sz="0" w:space="0" w:color="auto"/>
          <w:bottom w:val="none" w:sz="0" w:space="0" w:color="auto"/>
          <w:right w:val="none" w:sz="0" w:space="0" w:color="auto"/>
        </w:pBdr>
        <w:tabs>
          <w:tab w:val="clear" w:pos="567"/>
          <w:tab w:val="left" w:pos="0"/>
        </w:tabs>
        <w:ind w:left="0" w:firstLine="0"/>
      </w:pPr>
      <w:r>
        <w:rPr>
          <w:b/>
        </w:rPr>
        <w:t>Person(s) involved:</w:t>
      </w:r>
      <w:r>
        <w:t xml:space="preserve"> Helen Potter, yoga instructor</w:t>
      </w:r>
    </w:p>
    <w:p w14:paraId="6E52CCB6" w14:textId="5184194B" w:rsidR="00447862" w:rsidRDefault="00447862" w:rsidP="003635CC">
      <w:pPr>
        <w:pStyle w:val="AnswerKey"/>
        <w:pBdr>
          <w:top w:val="none" w:sz="0" w:space="0" w:color="auto"/>
          <w:left w:val="none" w:sz="0" w:space="0" w:color="auto"/>
          <w:bottom w:val="none" w:sz="0" w:space="0" w:color="auto"/>
          <w:right w:val="none" w:sz="0" w:space="0" w:color="auto"/>
        </w:pBdr>
      </w:pPr>
      <w:r>
        <w:rPr>
          <w:b/>
        </w:rPr>
        <w:t xml:space="preserve">Date </w:t>
      </w:r>
      <w:r w:rsidR="003079AA">
        <w:rPr>
          <w:b/>
        </w:rPr>
        <w:t>and</w:t>
      </w:r>
      <w:r>
        <w:rPr>
          <w:b/>
        </w:rPr>
        <w:t xml:space="preserve"> time:</w:t>
      </w:r>
      <w:r>
        <w:t xml:space="preserve"> Sept 4</w:t>
      </w:r>
      <w:r w:rsidRPr="0039120F">
        <w:t>th</w:t>
      </w:r>
      <w:r>
        <w:rPr>
          <w:vertAlign w:val="superscript"/>
        </w:rPr>
        <w:t xml:space="preserve"> </w:t>
      </w:r>
      <w:r>
        <w:t>11.00</w:t>
      </w:r>
      <w:r w:rsidR="00A975D7">
        <w:t xml:space="preserve"> </w:t>
      </w:r>
      <w:r>
        <w:t>a</w:t>
      </w:r>
      <w:r w:rsidR="00A975D7">
        <w:t>.</w:t>
      </w:r>
      <w:r>
        <w:t>m</w:t>
      </w:r>
      <w:r w:rsidR="00A975D7">
        <w:t>.</w:t>
      </w:r>
    </w:p>
    <w:p w14:paraId="79845295" w14:textId="77777777" w:rsidR="00447862" w:rsidRDefault="00447862" w:rsidP="003635CC">
      <w:pPr>
        <w:pStyle w:val="AnswerKey"/>
        <w:pBdr>
          <w:top w:val="none" w:sz="0" w:space="0" w:color="auto"/>
          <w:left w:val="none" w:sz="0" w:space="0" w:color="auto"/>
          <w:bottom w:val="none" w:sz="0" w:space="0" w:color="auto"/>
          <w:right w:val="none" w:sz="0" w:space="0" w:color="auto"/>
        </w:pBdr>
      </w:pPr>
      <w:r>
        <w:rPr>
          <w:b/>
        </w:rPr>
        <w:t>Location:</w:t>
      </w:r>
      <w:r>
        <w:t xml:space="preserve"> Ready Gyms, Studio B</w:t>
      </w:r>
    </w:p>
    <w:p w14:paraId="7ACA4C29" w14:textId="53CB45EF"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rsidRPr="0087276D">
        <w:rPr>
          <w:b/>
        </w:rPr>
        <w:t>Events leading to accident:</w:t>
      </w:r>
      <w:r>
        <w:t xml:space="preserve"> This morning Helen Potter was moving some equipment from the studio on the first floor down to the ground floor for her 11.30</w:t>
      </w:r>
      <w:r w:rsidR="00025EAA">
        <w:t xml:space="preserve"> </w:t>
      </w:r>
      <w:r>
        <w:t>a</w:t>
      </w:r>
      <w:r w:rsidR="00025EAA">
        <w:t>.</w:t>
      </w:r>
      <w:r>
        <w:t>m</w:t>
      </w:r>
      <w:r w:rsidR="00025EAA">
        <w:t>.</w:t>
      </w:r>
      <w:r>
        <w:t xml:space="preserve"> class. As she was carrying some of the yoga mats down the</w:t>
      </w:r>
      <w:r w:rsidR="00A975D7">
        <w:t> </w:t>
      </w:r>
      <w:r>
        <w:t>stairs</w:t>
      </w:r>
      <w:r w:rsidR="00025EAA">
        <w:t>,</w:t>
      </w:r>
      <w:r>
        <w:t xml:space="preserve"> she slipped and fell do</w:t>
      </w:r>
      <w:bookmarkStart w:id="2" w:name="_GoBack"/>
      <w:bookmarkEnd w:id="2"/>
      <w:r>
        <w:t>wn about eight</w:t>
      </w:r>
      <w:r w:rsidR="00A975D7">
        <w:t> </w:t>
      </w:r>
      <w:r>
        <w:t>stairs.</w:t>
      </w:r>
    </w:p>
    <w:p w14:paraId="3DD9A03F" w14:textId="1F60253E"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rsidRPr="0087276D">
        <w:rPr>
          <w:b/>
        </w:rPr>
        <w:t>Injuries and treatment:</w:t>
      </w:r>
      <w:r>
        <w:rPr>
          <w:b/>
        </w:rPr>
        <w:t xml:space="preserve"> </w:t>
      </w:r>
      <w:r w:rsidRPr="0087276D">
        <w:t>She cut</w:t>
      </w:r>
      <w:r>
        <w:t xml:space="preserve"> her leg on the door frame at the bottom of the stairs and banged her head against the wall. The gym first-aider was called and examined the cut on her leg and her head. The cut was not deep so he cleaned and bandaged it. However, Helen was sent to hospital to check that she did not have any more serious injuries from hitting her head on the wall.  </w:t>
      </w:r>
    </w:p>
    <w:p w14:paraId="31B608FD" w14:textId="77777777" w:rsidR="00381648" w:rsidRDefault="00447862" w:rsidP="003635CC">
      <w:pPr>
        <w:pStyle w:val="AnswerKey"/>
        <w:pBdr>
          <w:top w:val="none" w:sz="0" w:space="0" w:color="auto"/>
          <w:left w:val="none" w:sz="0" w:space="0" w:color="auto"/>
          <w:bottom w:val="none" w:sz="0" w:space="0" w:color="auto"/>
          <w:right w:val="none" w:sz="0" w:space="0" w:color="auto"/>
        </w:pBdr>
        <w:ind w:left="0" w:firstLine="0"/>
      </w:pPr>
      <w:proofErr w:type="spellStart"/>
      <w:r w:rsidRPr="0087276D">
        <w:rPr>
          <w:b/>
        </w:rPr>
        <w:t>Analysis</w:t>
      </w:r>
      <w:proofErr w:type="spellEnd"/>
    </w:p>
    <w:p w14:paraId="5E3EBC17" w14:textId="0F351C6E" w:rsidR="00447862" w:rsidRPr="0087276D" w:rsidRDefault="00447862" w:rsidP="003635CC">
      <w:pPr>
        <w:pStyle w:val="AnswerKey"/>
        <w:pBdr>
          <w:top w:val="none" w:sz="0" w:space="0" w:color="auto"/>
          <w:left w:val="none" w:sz="0" w:space="0" w:color="auto"/>
          <w:bottom w:val="none" w:sz="0" w:space="0" w:color="auto"/>
          <w:right w:val="none" w:sz="0" w:space="0" w:color="auto"/>
        </w:pBdr>
        <w:ind w:left="0" w:firstLine="0"/>
      </w:pPr>
      <w:r>
        <w:t xml:space="preserve">There seems to have been one main </w:t>
      </w:r>
      <w:r w:rsidRPr="0087276D">
        <w:t xml:space="preserve">reason for the accident: firstly the fact that there was no equipment </w:t>
      </w:r>
      <w:r>
        <w:t xml:space="preserve">in </w:t>
      </w:r>
      <w:r w:rsidRPr="0087276D">
        <w:t xml:space="preserve">Studio B meant Helen had to carry some from Studio A. </w:t>
      </w:r>
    </w:p>
    <w:p w14:paraId="68B71E0D" w14:textId="77777777" w:rsidR="00381648" w:rsidRDefault="00447862" w:rsidP="003635CC">
      <w:pPr>
        <w:pStyle w:val="AnswerKey"/>
        <w:pBdr>
          <w:top w:val="none" w:sz="0" w:space="0" w:color="auto"/>
          <w:left w:val="none" w:sz="0" w:space="0" w:color="auto"/>
          <w:bottom w:val="none" w:sz="0" w:space="0" w:color="auto"/>
          <w:right w:val="none" w:sz="0" w:space="0" w:color="auto"/>
        </w:pBdr>
        <w:ind w:left="0" w:firstLine="0"/>
        <w:rPr>
          <w:b/>
        </w:rPr>
      </w:pPr>
      <w:proofErr w:type="spellStart"/>
      <w:r w:rsidRPr="0087276D">
        <w:rPr>
          <w:b/>
        </w:rPr>
        <w:t>Recommendations</w:t>
      </w:r>
      <w:proofErr w:type="spellEnd"/>
    </w:p>
    <w:p w14:paraId="6CA974F7" w14:textId="43981818" w:rsidR="00B23775" w:rsidRDefault="00447862" w:rsidP="003635CC">
      <w:pPr>
        <w:pStyle w:val="AnswerKey"/>
        <w:pBdr>
          <w:top w:val="none" w:sz="0" w:space="0" w:color="auto"/>
          <w:left w:val="none" w:sz="0" w:space="0" w:color="auto"/>
          <w:bottom w:val="none" w:sz="0" w:space="0" w:color="auto"/>
          <w:right w:val="none" w:sz="0" w:space="0" w:color="auto"/>
        </w:pBdr>
        <w:ind w:left="0" w:firstLine="0"/>
      </w:pPr>
      <w:r>
        <w:t xml:space="preserve">Yoga mats and other equipment should be available in both </w:t>
      </w:r>
      <w:r w:rsidR="003079AA">
        <w:t>S</w:t>
      </w:r>
      <w:r>
        <w:t xml:space="preserve">tudios A and B. Staff should not carry any equipment without assistance.  </w:t>
      </w:r>
    </w:p>
    <w:p w14:paraId="18D765D2" w14:textId="77777777" w:rsidR="00B23775"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p>
    <w:p w14:paraId="2FEA2A1E" w14:textId="604EB054" w:rsidR="00B23775" w:rsidRPr="007E4EF6" w:rsidRDefault="00BF2D80"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Pr>
          <w:b/>
        </w:rPr>
        <w:br w:type="column"/>
      </w:r>
      <w:r w:rsidR="00B23775" w:rsidRPr="007E4EF6">
        <w:rPr>
          <w:b/>
        </w:rPr>
        <w:t>LCCI ENGLISH FOR BUSINESS</w:t>
      </w:r>
    </w:p>
    <w:p w14:paraId="455E7E44" w14:textId="4866AEEC" w:rsidR="00B23775" w:rsidRDefault="00B23775" w:rsidP="00B23775">
      <w:pPr>
        <w:pStyle w:val="Text"/>
        <w:rPr>
          <w:b/>
        </w:rPr>
      </w:pPr>
      <w:r w:rsidRPr="00C56655">
        <w:rPr>
          <w:b/>
        </w:rPr>
        <w:t xml:space="preserve">Model </w:t>
      </w:r>
      <w:r>
        <w:rPr>
          <w:b/>
        </w:rPr>
        <w:t>a</w:t>
      </w:r>
      <w:r w:rsidRPr="00C56655">
        <w:rPr>
          <w:b/>
        </w:rPr>
        <w:t>nswer</w:t>
      </w:r>
    </w:p>
    <w:p w14:paraId="26515E84" w14:textId="53DBDA60" w:rsidR="00BF2D80" w:rsidRPr="0011155B" w:rsidRDefault="00381648" w:rsidP="00B23775">
      <w:pPr>
        <w:pStyle w:val="Text"/>
        <w:rPr>
          <w:b/>
        </w:rPr>
      </w:pPr>
      <w:r>
        <w:rPr>
          <w:b/>
        </w:rPr>
        <w:t>ACCIDENT REPORT</w:t>
      </w:r>
    </w:p>
    <w:p w14:paraId="741B811C" w14:textId="77777777" w:rsidR="00381648" w:rsidRDefault="00381648" w:rsidP="00BF2D80">
      <w:pPr>
        <w:pStyle w:val="Text"/>
        <w:rPr>
          <w:b/>
        </w:rPr>
      </w:pPr>
      <w:r>
        <w:rPr>
          <w:b/>
        </w:rPr>
        <w:t>Facts</w:t>
      </w:r>
    </w:p>
    <w:p w14:paraId="45EAE447" w14:textId="208A48E7" w:rsidR="00BF2D80" w:rsidRDefault="00BF2D80" w:rsidP="0011155B">
      <w:pPr>
        <w:pStyle w:val="Text"/>
      </w:pPr>
      <w:r>
        <w:rPr>
          <w:b/>
        </w:rPr>
        <w:t>Person(s) involved:</w:t>
      </w:r>
      <w:r>
        <w:t xml:space="preserve"> Tim Higgins, factory worker</w:t>
      </w:r>
    </w:p>
    <w:p w14:paraId="5F444C29" w14:textId="77777777" w:rsidR="00BF2D80" w:rsidRDefault="00BF2D80" w:rsidP="0011155B">
      <w:pPr>
        <w:pStyle w:val="Text"/>
      </w:pPr>
      <w:r>
        <w:rPr>
          <w:b/>
        </w:rPr>
        <w:t>Date and time:</w:t>
      </w:r>
      <w:r>
        <w:t xml:space="preserve"> 10 October 11.12 a.m.</w:t>
      </w:r>
    </w:p>
    <w:p w14:paraId="5A2AAEF7" w14:textId="1E3F5A3F" w:rsidR="00BF2D80" w:rsidRDefault="00BF2D80" w:rsidP="0011155B">
      <w:pPr>
        <w:pStyle w:val="Text"/>
      </w:pPr>
      <w:r>
        <w:rPr>
          <w:b/>
        </w:rPr>
        <w:t>Location:</w:t>
      </w:r>
      <w:r>
        <w:t xml:space="preserve"> Main floor between machines D and</w:t>
      </w:r>
      <w:r>
        <w:t> </w:t>
      </w:r>
      <w:r>
        <w:t>E</w:t>
      </w:r>
    </w:p>
    <w:p w14:paraId="32870D0D" w14:textId="216A4E94" w:rsidR="00BF2D80" w:rsidRDefault="00BF2D80" w:rsidP="0011155B">
      <w:pPr>
        <w:pStyle w:val="Text"/>
      </w:pPr>
      <w:r>
        <w:rPr>
          <w:b/>
        </w:rPr>
        <w:t>Events leading to accident:</w:t>
      </w:r>
      <w:r>
        <w:t xml:space="preserve"> This morning, Mr</w:t>
      </w:r>
      <w:r>
        <w:t> </w:t>
      </w:r>
      <w:r>
        <w:t>Higgins was working on the large machines when he moved from one to another and slipped on something. It appears to have been</w:t>
      </w:r>
      <w:r>
        <w:t> </w:t>
      </w:r>
      <w:r>
        <w:t>a screw that fell while being placed in a</w:t>
      </w:r>
      <w:r>
        <w:t> </w:t>
      </w:r>
      <w:r>
        <w:t>packet. This packing was being done near Mr Higgins</w:t>
      </w:r>
      <w:r>
        <w:t>’</w:t>
      </w:r>
      <w:r>
        <w:t xml:space="preserve"> place of work. Ms Rich, a packer, said that she thinks she might have dropped it,</w:t>
      </w:r>
      <w:r>
        <w:t> </w:t>
      </w:r>
      <w:r>
        <w:t>partly because of the speed they work at.</w:t>
      </w:r>
    </w:p>
    <w:p w14:paraId="020C84F7" w14:textId="77777777" w:rsidR="00BF2D80" w:rsidRDefault="00BF2D80" w:rsidP="0011155B">
      <w:pPr>
        <w:pStyle w:val="Text"/>
      </w:pPr>
      <w:r>
        <w:rPr>
          <w:b/>
        </w:rPr>
        <w:t>Injuries and treatment:</w:t>
      </w:r>
      <w:r>
        <w:t xml:space="preserve"> He bruised his head and twisted his ankle so the company nurse was called immediately. He assessed the situation and said there was no concussion but sent Mr Higgins to the doctor for his ankle. The doctor has given him two days of rest for this.</w:t>
      </w:r>
    </w:p>
    <w:p w14:paraId="34816BD0" w14:textId="77777777" w:rsidR="00BF2D80" w:rsidRPr="0011155B" w:rsidRDefault="00BF2D80" w:rsidP="0011155B">
      <w:pPr>
        <w:pStyle w:val="Text"/>
        <w:rPr>
          <w:b/>
        </w:rPr>
      </w:pPr>
      <w:r w:rsidRPr="0011155B">
        <w:rPr>
          <w:b/>
        </w:rPr>
        <w:t>Analysis</w:t>
      </w:r>
    </w:p>
    <w:p w14:paraId="6411ECCB" w14:textId="77777777" w:rsidR="00BF2D80" w:rsidRDefault="00BF2D80" w:rsidP="0011155B">
      <w:pPr>
        <w:pStyle w:val="Text"/>
      </w:pPr>
      <w:r>
        <w:t>There seem to have been two main reasons for the accident: firstly, the location of the packaging so near to the large machines, and secondly, the speed at which they are packed.</w:t>
      </w:r>
    </w:p>
    <w:p w14:paraId="48284080" w14:textId="77777777" w:rsidR="00BF2D80" w:rsidRPr="0011155B" w:rsidRDefault="00BF2D80" w:rsidP="0011155B">
      <w:pPr>
        <w:pStyle w:val="Text"/>
        <w:rPr>
          <w:b/>
        </w:rPr>
      </w:pPr>
      <w:r w:rsidRPr="0011155B">
        <w:rPr>
          <w:b/>
        </w:rPr>
        <w:t>Recommendations</w:t>
      </w:r>
    </w:p>
    <w:p w14:paraId="4B3F4052" w14:textId="77777777" w:rsidR="00BF2D80" w:rsidRDefault="00BF2D80" w:rsidP="0011155B">
      <w:pPr>
        <w:pStyle w:val="Text"/>
      </w:pPr>
      <w:r>
        <w:t>We should assess the area to see whether packing can be moved further away from the big machines. If this is not possible, we should review whether it is cost-effective to slow the speed at which the packers work.</w:t>
      </w:r>
    </w:p>
    <w:p w14:paraId="3855FC9F" w14:textId="77777777" w:rsidR="003079AA" w:rsidRDefault="003079AA" w:rsidP="003635CC">
      <w:pPr>
        <w:pStyle w:val="AnswerKey"/>
        <w:pBdr>
          <w:top w:val="none" w:sz="0" w:space="0" w:color="auto"/>
          <w:left w:val="none" w:sz="0" w:space="0" w:color="auto"/>
          <w:bottom w:val="none" w:sz="0" w:space="0" w:color="auto"/>
          <w:right w:val="none" w:sz="0" w:space="0" w:color="auto"/>
        </w:pBdr>
      </w:pPr>
    </w:p>
    <w:p w14:paraId="1CC68522" w14:textId="578BF64D" w:rsidR="003635CC" w:rsidRPr="0039120F" w:rsidRDefault="003635CC" w:rsidP="0039120F">
      <w:pPr>
        <w:pStyle w:val="HeadASection"/>
        <w:rPr>
          <w:lang w:val="en-GB"/>
        </w:rPr>
      </w:pPr>
      <w:r w:rsidRPr="0039120F">
        <w:rPr>
          <w:lang w:val="en-GB"/>
        </w:rPr>
        <w:t>Unit 8</w:t>
      </w:r>
    </w:p>
    <w:p w14:paraId="06EE29CB" w14:textId="77777777" w:rsidR="003635CC" w:rsidRDefault="003635CC"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79C60C50" w14:textId="77777777" w:rsidR="003635CC" w:rsidRPr="005B1E5B" w:rsidRDefault="003635CC" w:rsidP="003635CC">
      <w:pPr>
        <w:pStyle w:val="AnswerKey"/>
        <w:pBdr>
          <w:top w:val="none" w:sz="0" w:space="0" w:color="auto"/>
          <w:left w:val="none" w:sz="0" w:space="0" w:color="auto"/>
          <w:bottom w:val="none" w:sz="0" w:space="0" w:color="auto"/>
          <w:right w:val="none" w:sz="0" w:space="0" w:color="auto"/>
        </w:pBdr>
        <w:rPr>
          <w:b/>
        </w:rPr>
      </w:pPr>
      <w:r>
        <w:rPr>
          <w:b/>
        </w:rPr>
        <w:t>Language</w:t>
      </w:r>
    </w:p>
    <w:p w14:paraId="3DD3426A" w14:textId="77777777" w:rsidR="003635CC" w:rsidRPr="008C1FBA" w:rsidRDefault="003635CC"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6CA79EF8" w14:textId="77777777" w:rsidR="003635CC" w:rsidRDefault="003635CC" w:rsidP="003635CC">
      <w:pPr>
        <w:pStyle w:val="AnswerKey"/>
        <w:pBdr>
          <w:top w:val="none" w:sz="0" w:space="0" w:color="auto"/>
          <w:left w:val="none" w:sz="0" w:space="0" w:color="auto"/>
          <w:bottom w:val="none" w:sz="0" w:space="0" w:color="auto"/>
          <w:right w:val="none" w:sz="0" w:space="0" w:color="auto"/>
        </w:pBdr>
      </w:pPr>
      <w:r>
        <w:t>1 a</w:t>
      </w:r>
    </w:p>
    <w:p w14:paraId="758A6E5A" w14:textId="77777777" w:rsidR="003635CC" w:rsidRDefault="003635CC" w:rsidP="003635CC">
      <w:pPr>
        <w:pStyle w:val="AnswerKey"/>
        <w:pBdr>
          <w:top w:val="none" w:sz="0" w:space="0" w:color="auto"/>
          <w:left w:val="none" w:sz="0" w:space="0" w:color="auto"/>
          <w:bottom w:val="none" w:sz="0" w:space="0" w:color="auto"/>
          <w:right w:val="none" w:sz="0" w:space="0" w:color="auto"/>
        </w:pBdr>
      </w:pPr>
      <w:r>
        <w:t>2 b</w:t>
      </w:r>
    </w:p>
    <w:p w14:paraId="5AB86004" w14:textId="77777777" w:rsidR="003635CC" w:rsidRDefault="003635CC" w:rsidP="003635CC">
      <w:pPr>
        <w:pStyle w:val="AnswerKey"/>
        <w:pBdr>
          <w:top w:val="none" w:sz="0" w:space="0" w:color="auto"/>
          <w:left w:val="none" w:sz="0" w:space="0" w:color="auto"/>
          <w:bottom w:val="none" w:sz="0" w:space="0" w:color="auto"/>
          <w:right w:val="none" w:sz="0" w:space="0" w:color="auto"/>
        </w:pBdr>
      </w:pPr>
      <w:r>
        <w:t>3 d</w:t>
      </w:r>
    </w:p>
    <w:p w14:paraId="6E4853E4" w14:textId="77777777" w:rsidR="003635CC" w:rsidRDefault="003635CC" w:rsidP="003635CC">
      <w:pPr>
        <w:pStyle w:val="AnswerKey"/>
        <w:pBdr>
          <w:top w:val="none" w:sz="0" w:space="0" w:color="auto"/>
          <w:left w:val="none" w:sz="0" w:space="0" w:color="auto"/>
          <w:bottom w:val="none" w:sz="0" w:space="0" w:color="auto"/>
          <w:right w:val="none" w:sz="0" w:space="0" w:color="auto"/>
        </w:pBdr>
      </w:pPr>
      <w:r>
        <w:t>4 a</w:t>
      </w:r>
    </w:p>
    <w:p w14:paraId="67C734E2" w14:textId="77777777" w:rsidR="003635CC" w:rsidRDefault="003635CC" w:rsidP="003635CC">
      <w:pPr>
        <w:pStyle w:val="AnswerKey"/>
        <w:pBdr>
          <w:top w:val="none" w:sz="0" w:space="0" w:color="auto"/>
          <w:left w:val="none" w:sz="0" w:space="0" w:color="auto"/>
          <w:bottom w:val="none" w:sz="0" w:space="0" w:color="auto"/>
          <w:right w:val="none" w:sz="0" w:space="0" w:color="auto"/>
        </w:pBdr>
      </w:pPr>
      <w:r>
        <w:t>5 c</w:t>
      </w:r>
    </w:p>
    <w:p w14:paraId="6044A109" w14:textId="77777777" w:rsidR="003635CC" w:rsidRDefault="003635CC" w:rsidP="003635CC">
      <w:pPr>
        <w:pStyle w:val="AnswerKey"/>
        <w:pBdr>
          <w:top w:val="none" w:sz="0" w:space="0" w:color="auto"/>
          <w:left w:val="none" w:sz="0" w:space="0" w:color="auto"/>
          <w:bottom w:val="none" w:sz="0" w:space="0" w:color="auto"/>
          <w:right w:val="none" w:sz="0" w:space="0" w:color="auto"/>
        </w:pBdr>
      </w:pPr>
      <w:r>
        <w:t>6 c</w:t>
      </w:r>
    </w:p>
    <w:p w14:paraId="43E2B56E" w14:textId="77777777" w:rsidR="003635CC" w:rsidRDefault="003635CC" w:rsidP="003635CC">
      <w:pPr>
        <w:pStyle w:val="AnswerKey"/>
        <w:pBdr>
          <w:top w:val="none" w:sz="0" w:space="0" w:color="auto"/>
          <w:left w:val="none" w:sz="0" w:space="0" w:color="auto"/>
          <w:bottom w:val="none" w:sz="0" w:space="0" w:color="auto"/>
          <w:right w:val="none" w:sz="0" w:space="0" w:color="auto"/>
        </w:pBdr>
      </w:pPr>
      <w:r>
        <w:t>7 b</w:t>
      </w:r>
    </w:p>
    <w:p w14:paraId="6B570AA9" w14:textId="205B46A1" w:rsidR="003635CC" w:rsidRDefault="003635CC" w:rsidP="0011155B">
      <w:pPr>
        <w:pStyle w:val="AnswerKey"/>
        <w:pBdr>
          <w:top w:val="none" w:sz="0" w:space="0" w:color="auto"/>
          <w:left w:val="none" w:sz="0" w:space="0" w:color="auto"/>
          <w:bottom w:val="none" w:sz="0" w:space="0" w:color="auto"/>
          <w:right w:val="none" w:sz="0" w:space="0" w:color="auto"/>
        </w:pBdr>
        <w:ind w:left="0" w:firstLine="0"/>
      </w:pPr>
      <w:r>
        <w:t>8 a</w:t>
      </w:r>
    </w:p>
    <w:p w14:paraId="0540DD19" w14:textId="77777777" w:rsidR="003635CC" w:rsidRDefault="003635CC" w:rsidP="003635CC">
      <w:pPr>
        <w:pStyle w:val="AnswerKey"/>
        <w:pBdr>
          <w:top w:val="none" w:sz="0" w:space="0" w:color="auto"/>
          <w:left w:val="none" w:sz="0" w:space="0" w:color="auto"/>
          <w:bottom w:val="none" w:sz="0" w:space="0" w:color="auto"/>
          <w:right w:val="none" w:sz="0" w:space="0" w:color="auto"/>
        </w:pBdr>
      </w:pPr>
      <w:r>
        <w:t>9 d</w:t>
      </w:r>
    </w:p>
    <w:p w14:paraId="246ECA8C" w14:textId="77777777" w:rsidR="003635CC" w:rsidRDefault="003635CC" w:rsidP="003635CC">
      <w:pPr>
        <w:pStyle w:val="AnswerKey"/>
        <w:pBdr>
          <w:top w:val="none" w:sz="0" w:space="0" w:color="auto"/>
          <w:left w:val="none" w:sz="0" w:space="0" w:color="auto"/>
          <w:bottom w:val="none" w:sz="0" w:space="0" w:color="auto"/>
          <w:right w:val="none" w:sz="0" w:space="0" w:color="auto"/>
        </w:pBdr>
      </w:pPr>
      <w:r>
        <w:t>10 c</w:t>
      </w:r>
    </w:p>
    <w:p w14:paraId="495D14C1"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12F21D49" w14:textId="1749C26E" w:rsidR="003635CC" w:rsidRPr="0039120F" w:rsidRDefault="00331257" w:rsidP="0039120F">
      <w:pPr>
        <w:pStyle w:val="Text"/>
        <w:rPr>
          <w:b/>
        </w:rPr>
      </w:pPr>
      <w:r>
        <w:rPr>
          <w:b/>
        </w:rPr>
        <w:br w:type="column"/>
      </w:r>
      <w:r w:rsidR="003635CC" w:rsidRPr="0039120F">
        <w:rPr>
          <w:b/>
        </w:rPr>
        <w:lastRenderedPageBreak/>
        <w:t>2</w:t>
      </w:r>
    </w:p>
    <w:p w14:paraId="6D5A45F2" w14:textId="69EA52F1" w:rsidR="003635CC" w:rsidRDefault="003635CC" w:rsidP="003635CC">
      <w:pPr>
        <w:pStyle w:val="AnswerKey"/>
        <w:pBdr>
          <w:top w:val="none" w:sz="0" w:space="0" w:color="auto"/>
          <w:left w:val="none" w:sz="0" w:space="0" w:color="auto"/>
          <w:bottom w:val="none" w:sz="0" w:space="0" w:color="auto"/>
          <w:right w:val="none" w:sz="0" w:space="0" w:color="auto"/>
        </w:pBdr>
      </w:pPr>
      <w:r>
        <w:t>1 not to have</w:t>
      </w:r>
      <w:r w:rsidR="003079AA">
        <w:t xml:space="preserve"> / not having</w:t>
      </w:r>
    </w:p>
    <w:p w14:paraId="3B3A393E" w14:textId="77777777" w:rsidR="003635CC" w:rsidRDefault="003635CC" w:rsidP="003635CC">
      <w:pPr>
        <w:pStyle w:val="AnswerKey"/>
        <w:pBdr>
          <w:top w:val="none" w:sz="0" w:space="0" w:color="auto"/>
          <w:left w:val="none" w:sz="0" w:space="0" w:color="auto"/>
          <w:bottom w:val="none" w:sz="0" w:space="0" w:color="auto"/>
          <w:right w:val="none" w:sz="0" w:space="0" w:color="auto"/>
        </w:pBdr>
      </w:pPr>
      <w:r>
        <w:t>2 putting</w:t>
      </w:r>
    </w:p>
    <w:p w14:paraId="43B2E1C1"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3 trying </w:t>
      </w:r>
    </w:p>
    <w:p w14:paraId="2A94B683" w14:textId="3CE12BAF" w:rsidR="00331257" w:rsidRDefault="003635CC" w:rsidP="003635CC">
      <w:pPr>
        <w:pStyle w:val="AnswerKey"/>
        <w:pBdr>
          <w:top w:val="none" w:sz="0" w:space="0" w:color="auto"/>
          <w:left w:val="none" w:sz="0" w:space="0" w:color="auto"/>
          <w:bottom w:val="none" w:sz="0" w:space="0" w:color="auto"/>
          <w:right w:val="none" w:sz="0" w:space="0" w:color="auto"/>
        </w:pBdr>
      </w:pPr>
      <w:r>
        <w:t>4 to encourage / encouraging</w:t>
      </w:r>
    </w:p>
    <w:p w14:paraId="43EC33A6" w14:textId="26D3E8BF" w:rsidR="003635CC" w:rsidRDefault="003635CC" w:rsidP="003635CC">
      <w:pPr>
        <w:pStyle w:val="AnswerKey"/>
        <w:pBdr>
          <w:top w:val="none" w:sz="0" w:space="0" w:color="auto"/>
          <w:left w:val="none" w:sz="0" w:space="0" w:color="auto"/>
          <w:bottom w:val="none" w:sz="0" w:space="0" w:color="auto"/>
          <w:right w:val="none" w:sz="0" w:space="0" w:color="auto"/>
        </w:pBdr>
      </w:pPr>
      <w:r>
        <w:t>5 doing</w:t>
      </w:r>
    </w:p>
    <w:p w14:paraId="57863920"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6 enjoying </w:t>
      </w:r>
    </w:p>
    <w:p w14:paraId="534A67F3" w14:textId="77777777" w:rsidR="003635CC" w:rsidRDefault="003635CC" w:rsidP="003635CC">
      <w:pPr>
        <w:pStyle w:val="AnswerKey"/>
        <w:pBdr>
          <w:top w:val="none" w:sz="0" w:space="0" w:color="auto"/>
          <w:left w:val="none" w:sz="0" w:space="0" w:color="auto"/>
          <w:bottom w:val="none" w:sz="0" w:space="0" w:color="auto"/>
          <w:right w:val="none" w:sz="0" w:space="0" w:color="auto"/>
        </w:pBdr>
      </w:pPr>
      <w:r>
        <w:t>7 not realising</w:t>
      </w:r>
    </w:p>
    <w:p w14:paraId="6882C19F" w14:textId="77777777" w:rsidR="003635CC" w:rsidRDefault="003635CC" w:rsidP="003635CC">
      <w:pPr>
        <w:pStyle w:val="AnswerKey"/>
        <w:pBdr>
          <w:top w:val="none" w:sz="0" w:space="0" w:color="auto"/>
          <w:left w:val="none" w:sz="0" w:space="0" w:color="auto"/>
          <w:bottom w:val="none" w:sz="0" w:space="0" w:color="auto"/>
          <w:right w:val="none" w:sz="0" w:space="0" w:color="auto"/>
        </w:pBdr>
      </w:pPr>
      <w:r>
        <w:t>8 to lose / losing</w:t>
      </w:r>
    </w:p>
    <w:p w14:paraId="7B4AE3A0"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9 to feel </w:t>
      </w:r>
    </w:p>
    <w:p w14:paraId="030B5C6D" w14:textId="260B02C1" w:rsidR="003635CC" w:rsidRDefault="003635CC" w:rsidP="003635CC">
      <w:pPr>
        <w:pStyle w:val="AnswerKey"/>
        <w:pBdr>
          <w:top w:val="none" w:sz="0" w:space="0" w:color="auto"/>
          <w:left w:val="none" w:sz="0" w:space="0" w:color="auto"/>
          <w:bottom w:val="none" w:sz="0" w:space="0" w:color="auto"/>
          <w:right w:val="none" w:sz="0" w:space="0" w:color="auto"/>
        </w:pBdr>
      </w:pPr>
      <w:r>
        <w:t>10 to take on / taking</w:t>
      </w:r>
      <w:r w:rsidR="003079AA">
        <w:t xml:space="preserve"> on</w:t>
      </w:r>
    </w:p>
    <w:p w14:paraId="2F6A2456"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1600C0AD" w14:textId="77777777" w:rsidR="003635CC" w:rsidRPr="008A1BC9" w:rsidRDefault="003635CC" w:rsidP="003635CC">
      <w:pPr>
        <w:pStyle w:val="AnswerKey"/>
        <w:pBdr>
          <w:top w:val="none" w:sz="0" w:space="0" w:color="auto"/>
          <w:left w:val="none" w:sz="0" w:space="0" w:color="auto"/>
          <w:bottom w:val="none" w:sz="0" w:space="0" w:color="auto"/>
          <w:right w:val="none" w:sz="0" w:space="0" w:color="auto"/>
        </w:pBdr>
        <w:rPr>
          <w:b/>
        </w:rPr>
      </w:pPr>
      <w:r w:rsidRPr="008A1BC9">
        <w:rPr>
          <w:b/>
        </w:rPr>
        <w:t>3</w:t>
      </w:r>
    </w:p>
    <w:p w14:paraId="35EC60A0"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1 c</w:t>
      </w:r>
    </w:p>
    <w:p w14:paraId="4843A14F"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2 b</w:t>
      </w:r>
    </w:p>
    <w:p w14:paraId="65901C9A"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3 c</w:t>
      </w:r>
    </w:p>
    <w:p w14:paraId="64A63608"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4 a</w:t>
      </w:r>
    </w:p>
    <w:p w14:paraId="5773B4EF"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5 d</w:t>
      </w:r>
    </w:p>
    <w:p w14:paraId="0CF12179"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199DE0F9" w14:textId="77777777" w:rsidR="003635CC" w:rsidRPr="008C1FBA" w:rsidRDefault="003635CC"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58CC64E8" w14:textId="77777777" w:rsidR="003635CC" w:rsidRPr="00217288" w:rsidRDefault="003635CC" w:rsidP="003635CC">
      <w:pPr>
        <w:pStyle w:val="AnswerKey"/>
        <w:pBdr>
          <w:top w:val="none" w:sz="0" w:space="0" w:color="auto"/>
          <w:left w:val="none" w:sz="0" w:space="0" w:color="auto"/>
          <w:bottom w:val="none" w:sz="0" w:space="0" w:color="auto"/>
          <w:right w:val="none" w:sz="0" w:space="0" w:color="auto"/>
        </w:pBdr>
      </w:pPr>
      <w:r w:rsidRPr="00217288">
        <w:t>1</w:t>
      </w:r>
      <w:r>
        <w:t xml:space="preserve"> b</w:t>
      </w:r>
    </w:p>
    <w:p w14:paraId="3447F7D1" w14:textId="77777777" w:rsidR="003635CC" w:rsidRPr="00217288" w:rsidRDefault="003635CC" w:rsidP="003635CC">
      <w:pPr>
        <w:pStyle w:val="AnswerKey"/>
        <w:pBdr>
          <w:top w:val="none" w:sz="0" w:space="0" w:color="auto"/>
          <w:left w:val="none" w:sz="0" w:space="0" w:color="auto"/>
          <w:bottom w:val="none" w:sz="0" w:space="0" w:color="auto"/>
          <w:right w:val="none" w:sz="0" w:space="0" w:color="auto"/>
        </w:pBdr>
      </w:pPr>
      <w:r w:rsidRPr="00217288">
        <w:t>2</w:t>
      </w:r>
      <w:r>
        <w:t xml:space="preserve"> c</w:t>
      </w:r>
    </w:p>
    <w:p w14:paraId="47FAD71B" w14:textId="77777777" w:rsidR="003635CC" w:rsidRPr="00217288" w:rsidRDefault="003635CC" w:rsidP="003635CC">
      <w:pPr>
        <w:pStyle w:val="AnswerKey"/>
        <w:pBdr>
          <w:top w:val="none" w:sz="0" w:space="0" w:color="auto"/>
          <w:left w:val="none" w:sz="0" w:space="0" w:color="auto"/>
          <w:bottom w:val="none" w:sz="0" w:space="0" w:color="auto"/>
          <w:right w:val="none" w:sz="0" w:space="0" w:color="auto"/>
        </w:pBdr>
      </w:pPr>
      <w:r w:rsidRPr="00217288">
        <w:t>3</w:t>
      </w:r>
      <w:r>
        <w:t xml:space="preserve"> a</w:t>
      </w:r>
    </w:p>
    <w:p w14:paraId="7D1AF9E7" w14:textId="77777777" w:rsidR="003635CC" w:rsidRPr="00217288" w:rsidRDefault="003635CC" w:rsidP="003635CC">
      <w:pPr>
        <w:pStyle w:val="AnswerKey"/>
        <w:pBdr>
          <w:top w:val="none" w:sz="0" w:space="0" w:color="auto"/>
          <w:left w:val="none" w:sz="0" w:space="0" w:color="auto"/>
          <w:bottom w:val="none" w:sz="0" w:space="0" w:color="auto"/>
          <w:right w:val="none" w:sz="0" w:space="0" w:color="auto"/>
        </w:pBdr>
      </w:pPr>
      <w:r w:rsidRPr="00217288">
        <w:t>4</w:t>
      </w:r>
      <w:r>
        <w:t xml:space="preserve"> c</w:t>
      </w:r>
    </w:p>
    <w:p w14:paraId="0EF1FD9F"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217288">
        <w:t>5</w:t>
      </w:r>
      <w:r>
        <w:t xml:space="preserve"> b</w:t>
      </w:r>
    </w:p>
    <w:p w14:paraId="749B630C"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0833BC99" w14:textId="77777777" w:rsidR="003635CC" w:rsidRPr="008C1FBA" w:rsidRDefault="003635CC"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43D6E929" w14:textId="77777777" w:rsidR="003635CC" w:rsidRDefault="003635CC" w:rsidP="003635CC">
      <w:pPr>
        <w:pStyle w:val="AnswerKey"/>
        <w:pBdr>
          <w:top w:val="none" w:sz="0" w:space="0" w:color="auto"/>
          <w:left w:val="none" w:sz="0" w:space="0" w:color="auto"/>
          <w:bottom w:val="none" w:sz="0" w:space="0" w:color="auto"/>
          <w:right w:val="none" w:sz="0" w:space="0" w:color="auto"/>
        </w:pBdr>
      </w:pPr>
      <w:r>
        <w:t>1 a</w:t>
      </w:r>
    </w:p>
    <w:p w14:paraId="26BBB0D9" w14:textId="77777777" w:rsidR="003635CC" w:rsidRDefault="003635CC" w:rsidP="003635CC">
      <w:pPr>
        <w:pStyle w:val="AnswerKey"/>
        <w:pBdr>
          <w:top w:val="none" w:sz="0" w:space="0" w:color="auto"/>
          <w:left w:val="none" w:sz="0" w:space="0" w:color="auto"/>
          <w:bottom w:val="none" w:sz="0" w:space="0" w:color="auto"/>
          <w:right w:val="none" w:sz="0" w:space="0" w:color="auto"/>
        </w:pBdr>
      </w:pPr>
      <w:r>
        <w:t>2 b</w:t>
      </w:r>
    </w:p>
    <w:p w14:paraId="097C3E57" w14:textId="77777777" w:rsidR="003635CC" w:rsidRDefault="003635CC" w:rsidP="003635CC">
      <w:pPr>
        <w:pStyle w:val="AnswerKey"/>
        <w:pBdr>
          <w:top w:val="none" w:sz="0" w:space="0" w:color="auto"/>
          <w:left w:val="none" w:sz="0" w:space="0" w:color="auto"/>
          <w:bottom w:val="none" w:sz="0" w:space="0" w:color="auto"/>
          <w:right w:val="none" w:sz="0" w:space="0" w:color="auto"/>
        </w:pBdr>
      </w:pPr>
      <w:r>
        <w:t>3 d</w:t>
      </w:r>
    </w:p>
    <w:p w14:paraId="7E704A59" w14:textId="77777777" w:rsidR="003635CC" w:rsidRDefault="003635CC" w:rsidP="003635CC">
      <w:pPr>
        <w:pStyle w:val="AnswerKey"/>
        <w:pBdr>
          <w:top w:val="none" w:sz="0" w:space="0" w:color="auto"/>
          <w:left w:val="none" w:sz="0" w:space="0" w:color="auto"/>
          <w:bottom w:val="none" w:sz="0" w:space="0" w:color="auto"/>
          <w:right w:val="none" w:sz="0" w:space="0" w:color="auto"/>
        </w:pBdr>
      </w:pPr>
      <w:r>
        <w:t>4 a</w:t>
      </w:r>
    </w:p>
    <w:p w14:paraId="34E121C2" w14:textId="77777777" w:rsidR="003635CC" w:rsidRDefault="003635CC" w:rsidP="003635CC">
      <w:pPr>
        <w:pStyle w:val="AnswerKey"/>
        <w:pBdr>
          <w:top w:val="none" w:sz="0" w:space="0" w:color="auto"/>
          <w:left w:val="none" w:sz="0" w:space="0" w:color="auto"/>
          <w:bottom w:val="none" w:sz="0" w:space="0" w:color="auto"/>
          <w:right w:val="none" w:sz="0" w:space="0" w:color="auto"/>
        </w:pBdr>
      </w:pPr>
      <w:r>
        <w:t>5 c</w:t>
      </w:r>
    </w:p>
    <w:p w14:paraId="3BD8D8D5"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2FB419BB" w14:textId="77777777" w:rsidR="003079AA" w:rsidRDefault="003079AA" w:rsidP="003635CC">
      <w:pPr>
        <w:pStyle w:val="AnswerKey"/>
        <w:pBdr>
          <w:top w:val="none" w:sz="0" w:space="0" w:color="auto"/>
          <w:left w:val="none" w:sz="0" w:space="0" w:color="auto"/>
          <w:bottom w:val="none" w:sz="0" w:space="0" w:color="auto"/>
          <w:right w:val="none" w:sz="0" w:space="0" w:color="auto"/>
        </w:pBdr>
        <w:rPr>
          <w:b/>
        </w:rPr>
      </w:pPr>
      <w:r>
        <w:rPr>
          <w:b/>
        </w:rPr>
        <w:t>Skills</w:t>
      </w:r>
    </w:p>
    <w:p w14:paraId="04FB3D14" w14:textId="479EBC8C" w:rsidR="003635CC" w:rsidRDefault="003635CC" w:rsidP="003635CC">
      <w:pPr>
        <w:pStyle w:val="AnswerKey"/>
        <w:pBdr>
          <w:top w:val="none" w:sz="0" w:space="0" w:color="auto"/>
          <w:left w:val="none" w:sz="0" w:space="0" w:color="auto"/>
          <w:bottom w:val="none" w:sz="0" w:space="0" w:color="auto"/>
          <w:right w:val="none" w:sz="0" w:space="0" w:color="auto"/>
        </w:pBdr>
      </w:pPr>
      <w:r w:rsidRPr="00E65234">
        <w:rPr>
          <w:b/>
        </w:rPr>
        <w:t>6</w:t>
      </w:r>
    </w:p>
    <w:p w14:paraId="0903368E" w14:textId="3562EC60"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1 </w:t>
      </w:r>
      <w:r>
        <w:t>team leader</w:t>
      </w:r>
    </w:p>
    <w:p w14:paraId="5B508A86"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2 </w:t>
      </w:r>
      <w:r>
        <w:t>respect</w:t>
      </w:r>
      <w:r w:rsidRPr="00E65234">
        <w:t xml:space="preserve"> </w:t>
      </w:r>
    </w:p>
    <w:p w14:paraId="3BDF2593"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3 </w:t>
      </w:r>
      <w:r>
        <w:t>language ability / languages</w:t>
      </w:r>
      <w:r w:rsidRPr="00E65234">
        <w:t xml:space="preserve"> </w:t>
      </w:r>
    </w:p>
    <w:p w14:paraId="7AB14BA5"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4 </w:t>
      </w:r>
      <w:r>
        <w:t>(a) perfectionist</w:t>
      </w:r>
      <w:r w:rsidRPr="00E65234">
        <w:t xml:space="preserve"> </w:t>
      </w:r>
    </w:p>
    <w:p w14:paraId="7EAFF193"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5 </w:t>
      </w:r>
      <w:r>
        <w:t>magazines</w:t>
      </w:r>
      <w:r w:rsidRPr="00E65234">
        <w:t xml:space="preserve"> </w:t>
      </w:r>
    </w:p>
    <w:p w14:paraId="3ED37F53" w14:textId="2442DED6"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6 </w:t>
      </w:r>
      <w:r>
        <w:t>retired</w:t>
      </w:r>
      <w:r w:rsidRPr="00E65234">
        <w:t xml:space="preserve"> </w:t>
      </w:r>
      <w:r w:rsidR="003079AA">
        <w:t>/ over sixty</w:t>
      </w:r>
    </w:p>
    <w:p w14:paraId="52C874C8"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7 </w:t>
      </w:r>
      <w:r>
        <w:t>compare</w:t>
      </w:r>
      <w:r w:rsidRPr="00E65234">
        <w:t xml:space="preserve"> </w:t>
      </w:r>
    </w:p>
    <w:p w14:paraId="6F35107E"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8 </w:t>
      </w:r>
      <w:r>
        <w:t>wealthy</w:t>
      </w:r>
    </w:p>
    <w:p w14:paraId="61C6AAEE"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1D9861BA" w14:textId="77777777" w:rsidR="003635CC" w:rsidRPr="00E65234" w:rsidRDefault="003635CC" w:rsidP="003635CC">
      <w:pPr>
        <w:pStyle w:val="AnswerKey"/>
        <w:pBdr>
          <w:top w:val="none" w:sz="0" w:space="0" w:color="auto"/>
          <w:left w:val="none" w:sz="0" w:space="0" w:color="auto"/>
          <w:bottom w:val="none" w:sz="0" w:space="0" w:color="auto"/>
          <w:right w:val="none" w:sz="0" w:space="0" w:color="auto"/>
        </w:pBdr>
        <w:rPr>
          <w:b/>
        </w:rPr>
      </w:pPr>
      <w:r w:rsidRPr="00E65234">
        <w:rPr>
          <w:b/>
        </w:rPr>
        <w:t>7</w:t>
      </w:r>
    </w:p>
    <w:p w14:paraId="06802EC9"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1 </w:t>
      </w:r>
      <w:r>
        <w:t>b</w:t>
      </w:r>
    </w:p>
    <w:p w14:paraId="4512F135"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2 </w:t>
      </w:r>
      <w:r>
        <w:t>c</w:t>
      </w:r>
      <w:r w:rsidRPr="00502A55">
        <w:t xml:space="preserve"> </w:t>
      </w:r>
    </w:p>
    <w:p w14:paraId="7588DE3D"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3 </w:t>
      </w:r>
      <w:r>
        <w:t>a</w:t>
      </w:r>
    </w:p>
    <w:p w14:paraId="1F1D90D6"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4 </w:t>
      </w:r>
      <w:r>
        <w:t>c</w:t>
      </w:r>
      <w:r w:rsidRPr="00502A55">
        <w:t xml:space="preserve"> </w:t>
      </w:r>
    </w:p>
    <w:p w14:paraId="69E6E891"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5 </w:t>
      </w:r>
      <w:r>
        <w:t>a</w:t>
      </w:r>
      <w:r w:rsidRPr="00502A55">
        <w:t xml:space="preserve"> </w:t>
      </w:r>
    </w:p>
    <w:p w14:paraId="38B40511"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6 </w:t>
      </w:r>
      <w:r>
        <w:t>b</w:t>
      </w:r>
    </w:p>
    <w:p w14:paraId="79E9DA4F" w14:textId="6D33331E" w:rsidR="003635CC" w:rsidRPr="00502A55" w:rsidRDefault="003635CC" w:rsidP="003635CC">
      <w:pPr>
        <w:pStyle w:val="AnswerKey"/>
        <w:pBdr>
          <w:top w:val="none" w:sz="0" w:space="0" w:color="auto"/>
          <w:left w:val="none" w:sz="0" w:space="0" w:color="auto"/>
          <w:bottom w:val="none" w:sz="0" w:space="0" w:color="auto"/>
          <w:right w:val="none" w:sz="0" w:space="0" w:color="auto"/>
        </w:pBdr>
      </w:pPr>
      <w:r>
        <w:t>7</w:t>
      </w:r>
      <w:r w:rsidRPr="00502A55">
        <w:t xml:space="preserve"> </w:t>
      </w:r>
      <w:r>
        <w:t>b</w:t>
      </w:r>
    </w:p>
    <w:p w14:paraId="42DA0332" w14:textId="77777777" w:rsidR="00735A1E" w:rsidRDefault="00735A1E" w:rsidP="0039120F">
      <w:pPr>
        <w:pStyle w:val="AnswerKey"/>
        <w:pBdr>
          <w:top w:val="none" w:sz="0" w:space="0" w:color="auto"/>
          <w:left w:val="none" w:sz="0" w:space="0" w:color="auto"/>
          <w:bottom w:val="none" w:sz="0" w:space="0" w:color="auto"/>
          <w:right w:val="none" w:sz="0" w:space="0" w:color="auto"/>
        </w:pBdr>
        <w:ind w:left="0" w:firstLine="0"/>
        <w:rPr>
          <w:b/>
        </w:rPr>
      </w:pPr>
    </w:p>
    <w:p w14:paraId="25A46D65" w14:textId="262A923D" w:rsidR="003635CC" w:rsidRDefault="00331257" w:rsidP="0039120F">
      <w:pPr>
        <w:pStyle w:val="AnswerKey"/>
        <w:pBdr>
          <w:top w:val="none" w:sz="0" w:space="0" w:color="auto"/>
          <w:left w:val="none" w:sz="0" w:space="0" w:color="auto"/>
          <w:bottom w:val="none" w:sz="0" w:space="0" w:color="auto"/>
          <w:right w:val="none" w:sz="0" w:space="0" w:color="auto"/>
        </w:pBdr>
        <w:ind w:left="0" w:firstLine="0"/>
        <w:rPr>
          <w:b/>
        </w:rPr>
      </w:pPr>
      <w:r>
        <w:rPr>
          <w:b/>
        </w:rPr>
        <w:br w:type="column"/>
      </w:r>
      <w:r w:rsidR="003635CC" w:rsidRPr="003A6E8C">
        <w:rPr>
          <w:b/>
        </w:rPr>
        <w:t xml:space="preserve">8 </w:t>
      </w:r>
    </w:p>
    <w:p w14:paraId="3005777C" w14:textId="48922BF9" w:rsidR="003635CC" w:rsidRDefault="00A975D7" w:rsidP="003635CC">
      <w:pPr>
        <w:pStyle w:val="AnswerKey"/>
        <w:pBdr>
          <w:top w:val="none" w:sz="0" w:space="0" w:color="auto"/>
          <w:left w:val="none" w:sz="0" w:space="0" w:color="auto"/>
          <w:bottom w:val="none" w:sz="0" w:space="0" w:color="auto"/>
          <w:right w:val="none" w:sz="0" w:space="0" w:color="auto"/>
        </w:pBdr>
        <w:rPr>
          <w:b/>
        </w:rPr>
      </w:pPr>
      <w:r>
        <w:rPr>
          <w:b/>
        </w:rPr>
        <w:t>Model answer</w:t>
      </w:r>
    </w:p>
    <w:p w14:paraId="5CC5A7F0" w14:textId="2AADD98F" w:rsidR="003635CC" w:rsidRDefault="003635CC" w:rsidP="003635CC">
      <w:pPr>
        <w:pStyle w:val="AnswerKey"/>
        <w:pBdr>
          <w:top w:val="none" w:sz="0" w:space="0" w:color="auto"/>
          <w:left w:val="none" w:sz="0" w:space="0" w:color="auto"/>
          <w:bottom w:val="none" w:sz="0" w:space="0" w:color="auto"/>
          <w:right w:val="none" w:sz="0" w:space="0" w:color="auto"/>
        </w:pBdr>
      </w:pPr>
      <w:r>
        <w:t>Dear colleagues</w:t>
      </w:r>
      <w:r w:rsidR="00A975D7">
        <w:t>,</w:t>
      </w:r>
    </w:p>
    <w:p w14:paraId="17A9C5F3" w14:textId="742F616E"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Further to our discussions last week about upgrading the range of technology used in our stores, we have decided to bring in i</w:t>
      </w:r>
      <w:r w:rsidR="00A975D7">
        <w:t>P</w:t>
      </w:r>
      <w:r>
        <w:t xml:space="preserve">ads and card readers to all our stores, as well as the computer style tills. Although some customers still like to pay with cash, many would prefer to use more modern electronic forms of payment.  </w:t>
      </w:r>
    </w:p>
    <w:p w14:paraId="2E98766E" w14:textId="58B9B3C4"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 xml:space="preserve">It will be much quicker and easier for staff to take payments using </w:t>
      </w:r>
      <w:r w:rsidR="00A975D7">
        <w:t>iPads</w:t>
      </w:r>
      <w:r>
        <w:t xml:space="preserve"> or card readers because they are small, portable and accept all major debit and credit cards. As a result, customer satisfaction will be improved because of the speed of electronic payments.   </w:t>
      </w:r>
    </w:p>
    <w:p w14:paraId="7BFC8B65" w14:textId="67325B50"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As a result of this change you will all receive training in how to operate the i</w:t>
      </w:r>
      <w:r w:rsidR="00A975D7">
        <w:t>P</w:t>
      </w:r>
      <w:r>
        <w:t xml:space="preserve">ads and card readers over the next two weeks. We are going to install the new technology at the end of the month. Hopefully, this will be a positive change for staff and customers. </w:t>
      </w:r>
    </w:p>
    <w:p w14:paraId="227C9A07" w14:textId="44A54E58"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 xml:space="preserve">In light of this change, we will be contacting all the customers on our mailing list to announce the change. We don’t want our loyal customers to be surprised or confused by the new system. </w:t>
      </w:r>
    </w:p>
    <w:p w14:paraId="75350BE5" w14:textId="2BA2911D"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Yours faithfully</w:t>
      </w:r>
      <w:r w:rsidR="00A975D7">
        <w:t>,</w:t>
      </w:r>
    </w:p>
    <w:p w14:paraId="62F7E864" w14:textId="77777777"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Nico Buratti</w:t>
      </w:r>
    </w:p>
    <w:p w14:paraId="69120718" w14:textId="3A7062C1" w:rsidR="003635CC" w:rsidRDefault="003635CC" w:rsidP="003635CC">
      <w:pPr>
        <w:pStyle w:val="AnswerKey"/>
        <w:pBdr>
          <w:top w:val="none" w:sz="0" w:space="0" w:color="auto"/>
          <w:left w:val="none" w:sz="0" w:space="0" w:color="auto"/>
          <w:bottom w:val="none" w:sz="0" w:space="0" w:color="auto"/>
          <w:right w:val="none" w:sz="0" w:space="0" w:color="auto"/>
        </w:pBdr>
      </w:pPr>
      <w:r>
        <w:t>CEO</w:t>
      </w:r>
    </w:p>
    <w:p w14:paraId="135A2798" w14:textId="1D2D7A03" w:rsidR="00447862" w:rsidRDefault="00447862" w:rsidP="003635CC">
      <w:pPr>
        <w:pStyle w:val="AnswerKey"/>
        <w:pBdr>
          <w:top w:val="none" w:sz="0" w:space="0" w:color="auto"/>
          <w:left w:val="none" w:sz="0" w:space="0" w:color="auto"/>
          <w:bottom w:val="none" w:sz="0" w:space="0" w:color="auto"/>
          <w:right w:val="none" w:sz="0" w:space="0" w:color="auto"/>
        </w:pBdr>
      </w:pPr>
    </w:p>
    <w:p w14:paraId="65E9721C" w14:textId="77777777" w:rsidR="00B23775" w:rsidRPr="007E4EF6"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7E4EF6">
        <w:rPr>
          <w:b/>
        </w:rPr>
        <w:t>LCCI ENGLISH FOR BUSINESS</w:t>
      </w:r>
    </w:p>
    <w:p w14:paraId="47CB9661" w14:textId="77777777" w:rsidR="00B23775" w:rsidRPr="00C56655" w:rsidRDefault="00B23775" w:rsidP="00B23775">
      <w:pPr>
        <w:pStyle w:val="Text"/>
        <w:rPr>
          <w:b/>
        </w:rPr>
      </w:pPr>
      <w:r w:rsidRPr="00C56655">
        <w:rPr>
          <w:b/>
        </w:rPr>
        <w:t xml:space="preserve">Model </w:t>
      </w:r>
      <w:r>
        <w:rPr>
          <w:b/>
        </w:rPr>
        <w:t>a</w:t>
      </w:r>
      <w:r w:rsidRPr="00C56655">
        <w:rPr>
          <w:b/>
        </w:rPr>
        <w:t>nswer</w:t>
      </w:r>
    </w:p>
    <w:p w14:paraId="05B8FF4F" w14:textId="77777777" w:rsidR="00331257" w:rsidRDefault="00331257" w:rsidP="00331257">
      <w:pPr>
        <w:pStyle w:val="Text"/>
      </w:pPr>
      <w:r>
        <w:t>Mr P R Jenkins</w:t>
      </w:r>
    </w:p>
    <w:p w14:paraId="25272F5A" w14:textId="77777777" w:rsidR="00331257" w:rsidRDefault="00331257" w:rsidP="00331257">
      <w:pPr>
        <w:pStyle w:val="Text"/>
      </w:pPr>
      <w:r>
        <w:t>12 Woodford Green</w:t>
      </w:r>
    </w:p>
    <w:p w14:paraId="6B504544" w14:textId="77777777" w:rsidR="00331257" w:rsidRDefault="00331257" w:rsidP="00331257">
      <w:pPr>
        <w:pStyle w:val="Text"/>
      </w:pPr>
      <w:proofErr w:type="spellStart"/>
      <w:r>
        <w:t>Dimsbury</w:t>
      </w:r>
      <w:proofErr w:type="spellEnd"/>
      <w:r>
        <w:br/>
        <w:t>DN12 9YU</w:t>
      </w:r>
    </w:p>
    <w:p w14:paraId="136F3A27" w14:textId="77777777" w:rsidR="00381648" w:rsidRDefault="00381648" w:rsidP="00331257">
      <w:pPr>
        <w:pStyle w:val="Text"/>
      </w:pPr>
    </w:p>
    <w:p w14:paraId="62F85B82" w14:textId="0B81F3B6" w:rsidR="00331257" w:rsidRDefault="00331257" w:rsidP="00331257">
      <w:pPr>
        <w:pStyle w:val="Text"/>
      </w:pPr>
      <w:r>
        <w:t>15</w:t>
      </w:r>
      <w:r w:rsidRPr="00DA3B5B">
        <w:t>th</w:t>
      </w:r>
      <w:r>
        <w:t xml:space="preserve"> November 2018</w:t>
      </w:r>
    </w:p>
    <w:p w14:paraId="6CDB70E1" w14:textId="77777777" w:rsidR="00331257" w:rsidRDefault="00331257" w:rsidP="00331257">
      <w:pPr>
        <w:pStyle w:val="Text"/>
      </w:pPr>
    </w:p>
    <w:p w14:paraId="39864733" w14:textId="77777777" w:rsidR="00331257" w:rsidRDefault="00331257" w:rsidP="00331257">
      <w:pPr>
        <w:pStyle w:val="Text"/>
      </w:pPr>
      <w:r>
        <w:t>Dear Mr Jenkins,</w:t>
      </w:r>
    </w:p>
    <w:p w14:paraId="3EBB139E" w14:textId="75B17E89" w:rsidR="00331257" w:rsidRDefault="00331257" w:rsidP="00331257">
      <w:pPr>
        <w:pStyle w:val="Text"/>
      </w:pPr>
      <w:r>
        <w:t xml:space="preserve">As you are a valuable customer of </w:t>
      </w:r>
      <w:proofErr w:type="spellStart"/>
      <w:r>
        <w:t>TenTel</w:t>
      </w:r>
      <w:proofErr w:type="spellEnd"/>
      <w:r>
        <w:t>, I</w:t>
      </w:r>
      <w:r>
        <w:t> </w:t>
      </w:r>
      <w:r>
        <w:t>am writing to you with regard to forthcoming billing changes. The decision has been made that we will only bill online from next January, which means that paper bills will no longer be</w:t>
      </w:r>
      <w:r>
        <w:t> </w:t>
      </w:r>
      <w:r>
        <w:t>a part of the service that we offer.</w:t>
      </w:r>
    </w:p>
    <w:p w14:paraId="6F8FDD58" w14:textId="6572D3B3" w:rsidR="00331257" w:rsidRDefault="00331257" w:rsidP="00331257">
      <w:pPr>
        <w:pStyle w:val="Text"/>
      </w:pPr>
      <w:r>
        <w:t>As a result, please make a note that if you want to check your phone activity and the breakdown of your bill, you will need to click on</w:t>
      </w:r>
      <w:r>
        <w:t> </w:t>
      </w:r>
      <w:r>
        <w:t xml:space="preserve">this link: </w:t>
      </w:r>
      <w:r w:rsidRPr="0011155B">
        <w:t>www.tentel.phone/login</w:t>
      </w:r>
      <w:r>
        <w:t xml:space="preserve"> and then log in.</w:t>
      </w:r>
    </w:p>
    <w:p w14:paraId="07952195" w14:textId="35DC23AE" w:rsidR="00331257" w:rsidRDefault="00331257" w:rsidP="00331257">
      <w:pPr>
        <w:pStyle w:val="Text"/>
      </w:pPr>
      <w:r>
        <w:t>This decision has been taken in order to try to</w:t>
      </w:r>
      <w:r>
        <w:t> </w:t>
      </w:r>
      <w:r>
        <w:t>be as environmentally friendly as possible as a company. Eliminating paper not only saves on physical waste but also contributes to lower travel emissions. It will also serve to</w:t>
      </w:r>
      <w:r>
        <w:t> </w:t>
      </w:r>
      <w:r>
        <w:t xml:space="preserve">keep costs low, which will enable us to </w:t>
      </w:r>
      <w:r>
        <w:lastRenderedPageBreak/>
        <w:t>maintain the prices at the same low level as they are at now. Also, customers generally like</w:t>
      </w:r>
      <w:r>
        <w:t> </w:t>
      </w:r>
      <w:r>
        <w:t>using the online area, and many people do</w:t>
      </w:r>
      <w:r>
        <w:t> </w:t>
      </w:r>
      <w:r>
        <w:t>not like using paper billing, therefore we are</w:t>
      </w:r>
      <w:r>
        <w:t> </w:t>
      </w:r>
      <w:r>
        <w:t>listening to customer demand</w:t>
      </w:r>
      <w:r w:rsidR="00381648">
        <w:t>,</w:t>
      </w:r>
      <w:r>
        <w:t xml:space="preserve"> too.</w:t>
      </w:r>
    </w:p>
    <w:p w14:paraId="53AF5EC2" w14:textId="77777777" w:rsidR="00331257" w:rsidRDefault="00331257" w:rsidP="00331257">
      <w:pPr>
        <w:pStyle w:val="Text"/>
      </w:pPr>
      <w:r>
        <w:t>We can assure you that you will receive the same great network coverage and customer service that we offer now.</w:t>
      </w:r>
    </w:p>
    <w:p w14:paraId="04A2DA5F" w14:textId="77777777" w:rsidR="00331257" w:rsidRDefault="00331257" w:rsidP="00331257">
      <w:pPr>
        <w:pStyle w:val="Text"/>
      </w:pPr>
      <w:r>
        <w:t>If you have any questions about this change, please do not hesitate to contact us on 0890 79382048.</w:t>
      </w:r>
    </w:p>
    <w:p w14:paraId="76A0346B" w14:textId="77777777" w:rsidR="00331257" w:rsidRDefault="00331257" w:rsidP="00331257">
      <w:pPr>
        <w:pStyle w:val="Text"/>
      </w:pPr>
    </w:p>
    <w:p w14:paraId="7B07D8C4" w14:textId="6E971A62" w:rsidR="00331257" w:rsidRDefault="00331257" w:rsidP="00331257">
      <w:pPr>
        <w:pStyle w:val="Text"/>
      </w:pPr>
      <w:r>
        <w:t xml:space="preserve">Yours </w:t>
      </w:r>
      <w:r w:rsidR="00381648">
        <w:t>s</w:t>
      </w:r>
      <w:r>
        <w:t>incerely,</w:t>
      </w:r>
    </w:p>
    <w:p w14:paraId="4CB79F7F" w14:textId="77777777" w:rsidR="00331257" w:rsidRDefault="00331257" w:rsidP="00331257">
      <w:pPr>
        <w:pStyle w:val="Text"/>
      </w:pPr>
      <w:r>
        <w:t>Adrian Feltham</w:t>
      </w:r>
    </w:p>
    <w:p w14:paraId="3B6EADF8" w14:textId="77777777" w:rsidR="00331257" w:rsidRPr="00A8363A" w:rsidRDefault="00331257" w:rsidP="00331257">
      <w:pPr>
        <w:pStyle w:val="Text"/>
      </w:pPr>
      <w:r>
        <w:t>Customer Service Representative</w:t>
      </w:r>
    </w:p>
    <w:p w14:paraId="74AE8321" w14:textId="77777777" w:rsidR="00B23775" w:rsidRPr="006E31E9" w:rsidRDefault="00B23775" w:rsidP="003635CC">
      <w:pPr>
        <w:pStyle w:val="AnswerKey"/>
        <w:pBdr>
          <w:top w:val="none" w:sz="0" w:space="0" w:color="auto"/>
          <w:left w:val="none" w:sz="0" w:space="0" w:color="auto"/>
          <w:bottom w:val="none" w:sz="0" w:space="0" w:color="auto"/>
          <w:right w:val="none" w:sz="0" w:space="0" w:color="auto"/>
        </w:pBdr>
      </w:pPr>
    </w:p>
    <w:sectPr w:rsidR="00B23775" w:rsidRPr="006E31E9" w:rsidSect="0039120F">
      <w:headerReference w:type="default" r:id="rId7"/>
      <w:footerReference w:type="default" r:id="rId8"/>
      <w:pgSz w:w="11906" w:h="16838"/>
      <w:pgMar w:top="1994"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77B5A" w14:textId="77777777" w:rsidR="00F306A0" w:rsidRDefault="00F306A0" w:rsidP="000D57AC">
      <w:r>
        <w:separator/>
      </w:r>
    </w:p>
  </w:endnote>
  <w:endnote w:type="continuationSeparator" w:id="0">
    <w:p w14:paraId="55669B53" w14:textId="77777777" w:rsidR="00F306A0" w:rsidRDefault="00F306A0" w:rsidP="000D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haris SIL">
    <w:altName w:val="Times New Roman"/>
    <w:charset w:val="00"/>
    <w:family w:val="auto"/>
    <w:pitch w:val="variable"/>
    <w:sig w:usb0="A00002FF" w:usb1="5200E1FF" w:usb2="02000029" w:usb3="00000000" w:csb0="00000197"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C7DDE" w14:textId="13B13EFF" w:rsidR="007E200D" w:rsidRPr="00B60917" w:rsidRDefault="007E200D" w:rsidP="000A70EF">
    <w:pPr>
      <w:pStyle w:val="Text"/>
      <w:tabs>
        <w:tab w:val="right" w:pos="9720"/>
      </w:tabs>
    </w:pPr>
    <w:r w:rsidRPr="00B60917">
      <w:t>© Pearson</w:t>
    </w:r>
    <w:r>
      <w:t xml:space="preserve"> Education 2019</w:t>
    </w:r>
    <w:r w:rsidRPr="00B60917">
      <w:t xml:space="preserve">       </w:t>
    </w:r>
    <w:r w:rsidRPr="00B60917">
      <w:rPr>
        <w:b/>
      </w:rPr>
      <w:t>PHOTOCOPIABLE</w:t>
    </w:r>
    <w:r>
      <w:rPr>
        <w:b/>
      </w:rPr>
      <w:t xml:space="preserve"> </w:t>
    </w:r>
    <w:r>
      <w:rPr>
        <w:b/>
      </w:rPr>
      <w:tab/>
    </w:r>
    <w:r w:rsidRPr="00B60917">
      <w:rPr>
        <w:sz w:val="16"/>
        <w:szCs w:val="16"/>
      </w:rPr>
      <w:fldChar w:fldCharType="begin"/>
    </w:r>
    <w:r w:rsidRPr="00B60917">
      <w:rPr>
        <w:sz w:val="16"/>
        <w:szCs w:val="16"/>
      </w:rPr>
      <w:instrText xml:space="preserve"> PAGE </w:instrText>
    </w:r>
    <w:r w:rsidRPr="00B60917">
      <w:rPr>
        <w:sz w:val="16"/>
        <w:szCs w:val="16"/>
      </w:rPr>
      <w:fldChar w:fldCharType="separate"/>
    </w:r>
    <w:r>
      <w:rPr>
        <w:noProof/>
        <w:sz w:val="16"/>
        <w:szCs w:val="16"/>
      </w:rPr>
      <w:t>1</w:t>
    </w:r>
    <w:r w:rsidRPr="00B60917">
      <w:rPr>
        <w:sz w:val="16"/>
        <w:szCs w:val="16"/>
      </w:rPr>
      <w:fldChar w:fldCharType="end"/>
    </w:r>
  </w:p>
  <w:p w14:paraId="1CE43A23" w14:textId="77777777" w:rsidR="007E200D" w:rsidRPr="000A70EF" w:rsidRDefault="007E200D" w:rsidP="000A70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3E506" w14:textId="77777777" w:rsidR="00F306A0" w:rsidRDefault="00F306A0" w:rsidP="000D57AC">
      <w:r>
        <w:separator/>
      </w:r>
    </w:p>
  </w:footnote>
  <w:footnote w:type="continuationSeparator" w:id="0">
    <w:p w14:paraId="7E897745" w14:textId="77777777" w:rsidR="00F306A0" w:rsidRDefault="00F306A0" w:rsidP="000D5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6A986" w14:textId="22DD699D" w:rsidR="007E200D" w:rsidRPr="000D57AC" w:rsidRDefault="007E200D" w:rsidP="000D57AC">
    <w:pPr>
      <w:pStyle w:val="Nagwek"/>
      <w:tabs>
        <w:tab w:val="clear" w:pos="9026"/>
        <w:tab w:val="left" w:pos="6930"/>
      </w:tabs>
      <w:rPr>
        <w:b/>
      </w:rPr>
    </w:pPr>
    <w:r>
      <w:rPr>
        <w:noProof/>
      </w:rPr>
      <mc:AlternateContent>
        <mc:Choice Requires="wps">
          <w:drawing>
            <wp:anchor distT="0" distB="0" distL="114300" distR="114300" simplePos="0" relativeHeight="251659264" behindDoc="0" locked="0" layoutInCell="1" allowOverlap="1" wp14:anchorId="3105BC7D" wp14:editId="0723FC3C">
              <wp:simplePos x="0" y="0"/>
              <wp:positionH relativeFrom="column">
                <wp:posOffset>3028950</wp:posOffset>
              </wp:positionH>
              <wp:positionV relativeFrom="paragraph">
                <wp:posOffset>-335280</wp:posOffset>
              </wp:positionV>
              <wp:extent cx="3895725" cy="42672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4267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01F73476" w14:textId="5425141A" w:rsidR="007E200D" w:rsidRPr="004A4A63" w:rsidRDefault="007E200D" w:rsidP="001D58C1">
                          <w:pPr>
                            <w:jc w:val="center"/>
                            <w:rPr>
                              <w:rFonts w:ascii="Arial" w:hAnsi="Arial"/>
                              <w:b/>
                              <w:sz w:val="28"/>
                              <w:szCs w:val="28"/>
                            </w:rPr>
                          </w:pPr>
                          <w:r>
                            <w:rPr>
                              <w:rFonts w:ascii="Arial" w:hAnsi="Arial"/>
                              <w:b/>
                              <w:sz w:val="28"/>
                              <w:szCs w:val="28"/>
                            </w:rPr>
                            <w:t>Tests Answer key</w:t>
                          </w:r>
                        </w:p>
                        <w:p w14:paraId="03A44E11" w14:textId="77777777" w:rsidR="007E200D" w:rsidRDefault="007E200D" w:rsidP="001D58C1"/>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05BC7D" id="_x0000_t202" coordsize="21600,21600" o:spt="202" path="m,l,21600r21600,l21600,xe">
              <v:stroke joinstyle="miter"/>
              <v:path gradientshapeok="t" o:connecttype="rect"/>
            </v:shapetype>
            <v:shape id="Text Box 14" o:spid="_x0000_s1026" type="#_x0000_t202" style="position:absolute;margin-left:238.5pt;margin-top:-26.4pt;width:306.75pt;height:3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" filled="f" stroked="f">
              <v:textbox inset=",7.2pt,,7.2pt">
                <w:txbxContent>
                  <w:p w14:paraId="01F73476" w14:textId="5425141A" w:rsidR="007E200D" w:rsidRPr="004A4A63" w:rsidRDefault="007E200D" w:rsidP="001D58C1">
                    <w:pPr>
                      <w:jc w:val="center"/>
                      <w:rPr>
                        <w:rFonts w:ascii="Arial" w:hAnsi="Arial"/>
                        <w:b/>
                        <w:sz w:val="28"/>
                        <w:szCs w:val="28"/>
                      </w:rPr>
                    </w:pPr>
                    <w:r>
                      <w:rPr>
                        <w:rFonts w:ascii="Arial" w:hAnsi="Arial"/>
                        <w:b/>
                        <w:sz w:val="28"/>
                        <w:szCs w:val="28"/>
                      </w:rPr>
                      <w:t>Tests Answer key</w:t>
                    </w:r>
                  </w:p>
                  <w:p w14:paraId="03A44E11" w14:textId="77777777" w:rsidR="007E200D" w:rsidRDefault="007E200D" w:rsidP="001D58C1"/>
                </w:txbxContent>
              </v:textbox>
            </v:shape>
          </w:pict>
        </mc:Fallback>
      </mc:AlternateContent>
    </w:r>
    <w:r>
      <w:rPr>
        <w:noProof/>
      </w:rPr>
      <w:drawing>
        <wp:anchor distT="0" distB="0" distL="114300" distR="114300" simplePos="0" relativeHeight="251660288" behindDoc="0" locked="0" layoutInCell="1" allowOverlap="1" wp14:anchorId="23E092B7" wp14:editId="286640AF">
          <wp:simplePos x="0" y="0"/>
          <wp:positionH relativeFrom="column">
            <wp:posOffset>-862965</wp:posOffset>
          </wp:positionH>
          <wp:positionV relativeFrom="paragraph">
            <wp:posOffset>-445135</wp:posOffset>
          </wp:positionV>
          <wp:extent cx="3846195" cy="1141095"/>
          <wp:effectExtent l="0" t="0" r="0" b="1905"/>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3846195" cy="1141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2F221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FA4FB1"/>
    <w:multiLevelType w:val="hybridMultilevel"/>
    <w:tmpl w:val="2354C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5E"/>
    <w:rsid w:val="00025EAA"/>
    <w:rsid w:val="000A70EF"/>
    <w:rsid w:val="000D57AC"/>
    <w:rsid w:val="000E5DCE"/>
    <w:rsid w:val="0011155B"/>
    <w:rsid w:val="00114318"/>
    <w:rsid w:val="001609FC"/>
    <w:rsid w:val="001943E2"/>
    <w:rsid w:val="0019481D"/>
    <w:rsid w:val="00196499"/>
    <w:rsid w:val="001D47AE"/>
    <w:rsid w:val="001D58C1"/>
    <w:rsid w:val="001D6331"/>
    <w:rsid w:val="00211698"/>
    <w:rsid w:val="00230170"/>
    <w:rsid w:val="00251B64"/>
    <w:rsid w:val="00260E35"/>
    <w:rsid w:val="002F696C"/>
    <w:rsid w:val="002F7FBE"/>
    <w:rsid w:val="003079AA"/>
    <w:rsid w:val="003170EC"/>
    <w:rsid w:val="00331257"/>
    <w:rsid w:val="00331CB8"/>
    <w:rsid w:val="003635CC"/>
    <w:rsid w:val="00381648"/>
    <w:rsid w:val="00384763"/>
    <w:rsid w:val="0039120F"/>
    <w:rsid w:val="003A6E8C"/>
    <w:rsid w:val="003B1E1C"/>
    <w:rsid w:val="003E7EB9"/>
    <w:rsid w:val="0040218C"/>
    <w:rsid w:val="00416E5A"/>
    <w:rsid w:val="00430074"/>
    <w:rsid w:val="00441CCA"/>
    <w:rsid w:val="00447862"/>
    <w:rsid w:val="004732C4"/>
    <w:rsid w:val="00481655"/>
    <w:rsid w:val="00483478"/>
    <w:rsid w:val="00487CE4"/>
    <w:rsid w:val="0049145D"/>
    <w:rsid w:val="004A207D"/>
    <w:rsid w:val="004C1DBB"/>
    <w:rsid w:val="004D0B31"/>
    <w:rsid w:val="00502A55"/>
    <w:rsid w:val="00511001"/>
    <w:rsid w:val="00571CCC"/>
    <w:rsid w:val="00575431"/>
    <w:rsid w:val="00584D83"/>
    <w:rsid w:val="00584FEA"/>
    <w:rsid w:val="005A06C5"/>
    <w:rsid w:val="005F57F1"/>
    <w:rsid w:val="00622EDC"/>
    <w:rsid w:val="006317DB"/>
    <w:rsid w:val="00650351"/>
    <w:rsid w:val="006578A8"/>
    <w:rsid w:val="00667A5E"/>
    <w:rsid w:val="00694138"/>
    <w:rsid w:val="006A636E"/>
    <w:rsid w:val="006B791F"/>
    <w:rsid w:val="006D49A3"/>
    <w:rsid w:val="006E31E9"/>
    <w:rsid w:val="0072215B"/>
    <w:rsid w:val="00726160"/>
    <w:rsid w:val="00735A1E"/>
    <w:rsid w:val="0074266C"/>
    <w:rsid w:val="007768FD"/>
    <w:rsid w:val="00781352"/>
    <w:rsid w:val="00797C5C"/>
    <w:rsid w:val="007B2A5F"/>
    <w:rsid w:val="007C7B82"/>
    <w:rsid w:val="007D110F"/>
    <w:rsid w:val="007E200D"/>
    <w:rsid w:val="00803449"/>
    <w:rsid w:val="008169B5"/>
    <w:rsid w:val="00825498"/>
    <w:rsid w:val="008519E8"/>
    <w:rsid w:val="00860F5F"/>
    <w:rsid w:val="008A1BC9"/>
    <w:rsid w:val="008C1FBA"/>
    <w:rsid w:val="008F0C09"/>
    <w:rsid w:val="00922B0A"/>
    <w:rsid w:val="00927BE2"/>
    <w:rsid w:val="00947120"/>
    <w:rsid w:val="009C1337"/>
    <w:rsid w:val="009D4B95"/>
    <w:rsid w:val="009D6B7B"/>
    <w:rsid w:val="00A02D05"/>
    <w:rsid w:val="00A02FC9"/>
    <w:rsid w:val="00A21B5E"/>
    <w:rsid w:val="00A65544"/>
    <w:rsid w:val="00A801D6"/>
    <w:rsid w:val="00A975D7"/>
    <w:rsid w:val="00AD6326"/>
    <w:rsid w:val="00B23775"/>
    <w:rsid w:val="00B26AEC"/>
    <w:rsid w:val="00B47C9E"/>
    <w:rsid w:val="00B509FF"/>
    <w:rsid w:val="00B67C04"/>
    <w:rsid w:val="00B67C7F"/>
    <w:rsid w:val="00B71A39"/>
    <w:rsid w:val="00B841DC"/>
    <w:rsid w:val="00B87604"/>
    <w:rsid w:val="00BA2175"/>
    <w:rsid w:val="00BA45BA"/>
    <w:rsid w:val="00BB1CC9"/>
    <w:rsid w:val="00BD78EE"/>
    <w:rsid w:val="00BE38C0"/>
    <w:rsid w:val="00BF2D80"/>
    <w:rsid w:val="00C41728"/>
    <w:rsid w:val="00C51AD3"/>
    <w:rsid w:val="00C56C55"/>
    <w:rsid w:val="00C71F13"/>
    <w:rsid w:val="00CA2A6C"/>
    <w:rsid w:val="00CD3D1B"/>
    <w:rsid w:val="00CF72B9"/>
    <w:rsid w:val="00D338E0"/>
    <w:rsid w:val="00DA6A8E"/>
    <w:rsid w:val="00E57B97"/>
    <w:rsid w:val="00E65234"/>
    <w:rsid w:val="00E66EE2"/>
    <w:rsid w:val="00E81ABB"/>
    <w:rsid w:val="00E906FE"/>
    <w:rsid w:val="00E90BC0"/>
    <w:rsid w:val="00E94E0F"/>
    <w:rsid w:val="00E965C4"/>
    <w:rsid w:val="00EA7E29"/>
    <w:rsid w:val="00ED5A17"/>
    <w:rsid w:val="00F15DD5"/>
    <w:rsid w:val="00F17034"/>
    <w:rsid w:val="00F306A0"/>
    <w:rsid w:val="00F32FEF"/>
    <w:rsid w:val="00F376F7"/>
    <w:rsid w:val="00F5649E"/>
    <w:rsid w:val="00F5711E"/>
    <w:rsid w:val="00F66ACB"/>
    <w:rsid w:val="00FE54FD"/>
    <w:rsid w:val="00FE6EEE"/>
    <w:rsid w:val="00FF2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4A10A"/>
  <w15:chartTrackingRefBased/>
  <w15:docId w15:val="{4503CE3B-C2BA-4015-9FDB-BE079B37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57B97"/>
    <w:pPr>
      <w:spacing w:after="0" w:line="240" w:lineRule="auto"/>
    </w:pPr>
    <w:rPr>
      <w:rFonts w:ascii="Times New Roman" w:eastAsia="Times New Roman" w:hAnsi="Times New Roman" w:cs="Times New Roman"/>
      <w:sz w:val="24"/>
      <w:szCs w:val="24"/>
      <w:lang w:eastAsia="en-GB"/>
    </w:rPr>
  </w:style>
  <w:style w:type="character" w:default="1" w:styleId="Domylnaczcionkaakapitu">
    <w:name w:val="Default Paragraph Font"/>
    <w:semiHidden/>
    <w:rsid w:val="00E57B97"/>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rsid w:val="00E57B97"/>
  </w:style>
  <w:style w:type="paragraph" w:customStyle="1" w:styleId="HeadASection">
    <w:name w:val="Head A Section"/>
    <w:next w:val="Normalny"/>
    <w:link w:val="HeadASectionChar"/>
    <w:autoRedefine/>
    <w:rsid w:val="00E57B97"/>
    <w:pPr>
      <w:shd w:val="clear" w:color="auto" w:fill="D9D9D9"/>
      <w:spacing w:before="60" w:after="60" w:line="240" w:lineRule="auto"/>
      <w:contextualSpacing/>
    </w:pPr>
    <w:rPr>
      <w:rFonts w:ascii="Arial" w:eastAsia="Times New Roman" w:hAnsi="Arial" w:cs="Arial"/>
      <w:b/>
      <w:sz w:val="28"/>
      <w:szCs w:val="28"/>
      <w:lang w:val="pl-PL" w:eastAsia="pl-PL"/>
    </w:rPr>
  </w:style>
  <w:style w:type="character" w:customStyle="1" w:styleId="HeadASectionChar">
    <w:name w:val="Head A Section Char"/>
    <w:link w:val="HeadASection"/>
    <w:rsid w:val="00E57B97"/>
    <w:rPr>
      <w:rFonts w:ascii="Arial" w:eastAsia="Times New Roman" w:hAnsi="Arial" w:cs="Arial"/>
      <w:b/>
      <w:sz w:val="28"/>
      <w:szCs w:val="28"/>
      <w:shd w:val="clear" w:color="auto" w:fill="D9D9D9"/>
      <w:lang w:val="pl-PL" w:eastAsia="pl-PL"/>
    </w:rPr>
  </w:style>
  <w:style w:type="paragraph" w:customStyle="1" w:styleId="AnswerKey">
    <w:name w:val="Answer Key"/>
    <w:basedOn w:val="Normalny"/>
    <w:rsid w:val="00E57B97"/>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Rubric">
    <w:name w:val="Rubric"/>
    <w:rsid w:val="00E57B97"/>
    <w:pPr>
      <w:spacing w:before="120" w:after="0" w:line="240" w:lineRule="auto"/>
      <w:contextualSpacing/>
    </w:pPr>
    <w:rPr>
      <w:rFonts w:ascii="Arial" w:eastAsia="Times New Roman" w:hAnsi="Arial" w:cs="Arial"/>
      <w:b/>
      <w:sz w:val="20"/>
      <w:szCs w:val="20"/>
      <w:lang w:eastAsia="en-GB"/>
    </w:rPr>
  </w:style>
  <w:style w:type="character" w:styleId="Odwoaniedokomentarza">
    <w:name w:val="annotation reference"/>
    <w:basedOn w:val="Domylnaczcionkaakapitu"/>
    <w:uiPriority w:val="99"/>
    <w:semiHidden/>
    <w:unhideWhenUsed/>
    <w:rsid w:val="00E66EE2"/>
    <w:rPr>
      <w:sz w:val="16"/>
      <w:szCs w:val="16"/>
    </w:rPr>
  </w:style>
  <w:style w:type="paragraph" w:styleId="Tekstkomentarza">
    <w:name w:val="annotation text"/>
    <w:basedOn w:val="Normalny"/>
    <w:link w:val="TekstkomentarzaZnak"/>
    <w:uiPriority w:val="99"/>
    <w:semiHidden/>
    <w:unhideWhenUsed/>
    <w:rsid w:val="00E66EE2"/>
    <w:rPr>
      <w:sz w:val="20"/>
      <w:szCs w:val="20"/>
    </w:rPr>
  </w:style>
  <w:style w:type="character" w:customStyle="1" w:styleId="TekstkomentarzaZnak">
    <w:name w:val="Tekst komentarza Znak"/>
    <w:basedOn w:val="Domylnaczcionkaakapitu"/>
    <w:link w:val="Tekstkomentarza"/>
    <w:uiPriority w:val="99"/>
    <w:semiHidden/>
    <w:rsid w:val="00E66EE2"/>
    <w:rPr>
      <w:sz w:val="20"/>
      <w:szCs w:val="20"/>
    </w:rPr>
  </w:style>
  <w:style w:type="paragraph" w:styleId="Tematkomentarza">
    <w:name w:val="annotation subject"/>
    <w:basedOn w:val="Tekstkomentarza"/>
    <w:next w:val="Tekstkomentarza"/>
    <w:link w:val="TematkomentarzaZnak"/>
    <w:uiPriority w:val="99"/>
    <w:semiHidden/>
    <w:unhideWhenUsed/>
    <w:rsid w:val="00E66EE2"/>
    <w:rPr>
      <w:b/>
      <w:bCs/>
    </w:rPr>
  </w:style>
  <w:style w:type="character" w:customStyle="1" w:styleId="TematkomentarzaZnak">
    <w:name w:val="Temat komentarza Znak"/>
    <w:basedOn w:val="TekstkomentarzaZnak"/>
    <w:link w:val="Tematkomentarza"/>
    <w:uiPriority w:val="99"/>
    <w:semiHidden/>
    <w:rsid w:val="00E66EE2"/>
    <w:rPr>
      <w:b/>
      <w:bCs/>
      <w:sz w:val="20"/>
      <w:szCs w:val="20"/>
    </w:rPr>
  </w:style>
  <w:style w:type="paragraph" w:styleId="Tekstdymka">
    <w:name w:val="Balloon Text"/>
    <w:basedOn w:val="Normalny"/>
    <w:link w:val="TekstdymkaZnak"/>
    <w:uiPriority w:val="99"/>
    <w:semiHidden/>
    <w:unhideWhenUsed/>
    <w:rsid w:val="00E66EE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6EE2"/>
    <w:rPr>
      <w:rFonts w:ascii="Segoe UI" w:hAnsi="Segoe UI" w:cs="Segoe UI"/>
      <w:sz w:val="18"/>
      <w:szCs w:val="18"/>
    </w:rPr>
  </w:style>
  <w:style w:type="paragraph" w:customStyle="1" w:styleId="Text">
    <w:name w:val="Text"/>
    <w:basedOn w:val="TextList"/>
    <w:rsid w:val="00E57B97"/>
    <w:pPr>
      <w:ind w:left="0" w:firstLine="0"/>
    </w:pPr>
  </w:style>
  <w:style w:type="paragraph" w:styleId="Nagwek">
    <w:name w:val="header"/>
    <w:basedOn w:val="Normalny"/>
    <w:link w:val="NagwekZnak"/>
    <w:uiPriority w:val="99"/>
    <w:unhideWhenUsed/>
    <w:rsid w:val="000D57AC"/>
    <w:pPr>
      <w:tabs>
        <w:tab w:val="center" w:pos="4513"/>
        <w:tab w:val="right" w:pos="9026"/>
      </w:tabs>
    </w:pPr>
  </w:style>
  <w:style w:type="character" w:customStyle="1" w:styleId="NagwekZnak">
    <w:name w:val="Nagłówek Znak"/>
    <w:basedOn w:val="Domylnaczcionkaakapitu"/>
    <w:link w:val="Nagwek"/>
    <w:uiPriority w:val="99"/>
    <w:rsid w:val="000D57AC"/>
  </w:style>
  <w:style w:type="paragraph" w:styleId="Stopka">
    <w:name w:val="footer"/>
    <w:basedOn w:val="Normalny"/>
    <w:link w:val="StopkaZnak"/>
    <w:uiPriority w:val="99"/>
    <w:unhideWhenUsed/>
    <w:rsid w:val="000D57AC"/>
    <w:pPr>
      <w:tabs>
        <w:tab w:val="center" w:pos="4513"/>
        <w:tab w:val="right" w:pos="9026"/>
      </w:tabs>
    </w:pPr>
  </w:style>
  <w:style w:type="character" w:customStyle="1" w:styleId="StopkaZnak">
    <w:name w:val="Stopka Znak"/>
    <w:basedOn w:val="Domylnaczcionkaakapitu"/>
    <w:link w:val="Stopka"/>
    <w:uiPriority w:val="99"/>
    <w:rsid w:val="000D57AC"/>
  </w:style>
  <w:style w:type="table" w:styleId="Tabela-Siatka">
    <w:name w:val="Table Grid"/>
    <w:basedOn w:val="Standardowy"/>
    <w:rsid w:val="00E57B97"/>
    <w:pPr>
      <w:spacing w:after="0" w:line="240" w:lineRule="auto"/>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KeyHead">
    <w:name w:val="Answer Key Head"/>
    <w:basedOn w:val="AnswerKey"/>
    <w:rsid w:val="00E57B97"/>
    <w:rPr>
      <w:b/>
    </w:rPr>
  </w:style>
  <w:style w:type="character" w:customStyle="1" w:styleId="Arrowchr">
    <w:name w:val="Arrow chr"/>
    <w:basedOn w:val="Domylnaczcionkaakapitu"/>
    <w:rsid w:val="00E57B97"/>
  </w:style>
  <w:style w:type="paragraph" w:customStyle="1" w:styleId="TextList">
    <w:name w:val="Text List"/>
    <w:rsid w:val="00E57B97"/>
    <w:pPr>
      <w:tabs>
        <w:tab w:val="left" w:pos="567"/>
      </w:tabs>
      <w:spacing w:after="0" w:line="240" w:lineRule="auto"/>
      <w:ind w:left="567" w:hanging="567"/>
    </w:pPr>
    <w:rPr>
      <w:rFonts w:ascii="Arial" w:eastAsia="Times New Roman" w:hAnsi="Arial" w:cs="Arial"/>
      <w:sz w:val="20"/>
      <w:szCs w:val="20"/>
      <w:lang w:eastAsia="en-GB"/>
    </w:rPr>
  </w:style>
  <w:style w:type="paragraph" w:customStyle="1" w:styleId="TextDialogue">
    <w:name w:val="Text Dialogue"/>
    <w:basedOn w:val="TextList"/>
    <w:rsid w:val="00E57B97"/>
    <w:pPr>
      <w:tabs>
        <w:tab w:val="clear" w:pos="567"/>
        <w:tab w:val="left" w:pos="1418"/>
      </w:tabs>
      <w:ind w:left="1418" w:hanging="1418"/>
    </w:pPr>
  </w:style>
  <w:style w:type="paragraph" w:customStyle="1" w:styleId="Audioscript">
    <w:name w:val="Audioscript"/>
    <w:basedOn w:val="TextDialogue"/>
    <w:rsid w:val="00E57B97"/>
  </w:style>
  <w:style w:type="paragraph" w:customStyle="1" w:styleId="AudioscriptHead">
    <w:name w:val="Audioscript Head"/>
    <w:basedOn w:val="Audioscript"/>
    <w:rsid w:val="00E57B97"/>
    <w:pPr>
      <w:ind w:left="0" w:firstLine="0"/>
    </w:pPr>
    <w:rPr>
      <w:sz w:val="24"/>
      <w:szCs w:val="24"/>
    </w:rPr>
  </w:style>
  <w:style w:type="paragraph" w:customStyle="1" w:styleId="AudioscriptSpeaker">
    <w:name w:val="Audioscript Speaker"/>
    <w:basedOn w:val="Audioscript"/>
    <w:rsid w:val="00E57B97"/>
    <w:pPr>
      <w:ind w:left="0" w:firstLine="0"/>
    </w:pPr>
    <w:rPr>
      <w:b/>
    </w:rPr>
  </w:style>
  <w:style w:type="paragraph" w:customStyle="1" w:styleId="VocabularyHead">
    <w:name w:val="Vocabulary Head"/>
    <w:basedOn w:val="Text"/>
    <w:rsid w:val="00E57B97"/>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E57B97"/>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E57B97"/>
    <w:pPr>
      <w:pBdr>
        <w:top w:val="single" w:sz="4" w:space="1" w:color="000080"/>
        <w:left w:val="single" w:sz="4" w:space="4" w:color="000080"/>
        <w:bottom w:val="single" w:sz="4" w:space="1" w:color="000080"/>
        <w:right w:val="single" w:sz="4" w:space="4" w:color="000080"/>
      </w:pBdr>
    </w:pPr>
  </w:style>
  <w:style w:type="paragraph" w:customStyle="1" w:styleId="ReadingHead">
    <w:name w:val="Reading Head"/>
    <w:basedOn w:val="Text"/>
    <w:rsid w:val="00E57B97"/>
    <w:pPr>
      <w:pBdr>
        <w:top w:val="single" w:sz="4" w:space="1" w:color="800000"/>
        <w:left w:val="single" w:sz="4" w:space="4" w:color="800000"/>
        <w:bottom w:val="single" w:sz="4" w:space="1" w:color="800000"/>
        <w:right w:val="single" w:sz="4" w:space="4" w:color="800000"/>
      </w:pBdr>
    </w:pPr>
    <w:rPr>
      <w:b/>
      <w:sz w:val="22"/>
      <w:szCs w:val="22"/>
    </w:rPr>
  </w:style>
  <w:style w:type="paragraph" w:customStyle="1" w:styleId="ReadingSubhead">
    <w:name w:val="Reading Subhead"/>
    <w:basedOn w:val="Text"/>
    <w:rsid w:val="00E57B97"/>
    <w:pPr>
      <w:pBdr>
        <w:top w:val="single" w:sz="4" w:space="1" w:color="800000"/>
        <w:left w:val="single" w:sz="4" w:space="4" w:color="800000"/>
        <w:bottom w:val="single" w:sz="4" w:space="1" w:color="800000"/>
        <w:right w:val="single" w:sz="4" w:space="4" w:color="800000"/>
      </w:pBdr>
    </w:pPr>
    <w:rPr>
      <w:b/>
    </w:rPr>
  </w:style>
  <w:style w:type="paragraph" w:customStyle="1" w:styleId="ReadingText">
    <w:name w:val="Reading Text"/>
    <w:basedOn w:val="Text"/>
    <w:rsid w:val="00E57B97"/>
    <w:pPr>
      <w:pBdr>
        <w:top w:val="single" w:sz="4" w:space="1" w:color="800000"/>
        <w:left w:val="single" w:sz="4" w:space="4" w:color="800000"/>
        <w:bottom w:val="single" w:sz="4" w:space="1" w:color="800000"/>
        <w:right w:val="single" w:sz="4" w:space="4" w:color="800000"/>
      </w:pBdr>
    </w:pPr>
  </w:style>
  <w:style w:type="paragraph" w:customStyle="1" w:styleId="ListeningHead">
    <w:name w:val="Listening Head"/>
    <w:basedOn w:val="Text"/>
    <w:rsid w:val="00E57B97"/>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E57B97"/>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E57B97"/>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E57B97"/>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E57B97"/>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E57B97"/>
    <w:pPr>
      <w:pBdr>
        <w:top w:val="single" w:sz="4" w:space="1" w:color="333399"/>
        <w:left w:val="single" w:sz="4" w:space="4" w:color="333399"/>
        <w:bottom w:val="single" w:sz="4" w:space="1" w:color="333399"/>
        <w:right w:val="single" w:sz="4" w:space="4" w:color="333399"/>
      </w:pBdr>
    </w:pPr>
  </w:style>
  <w:style w:type="paragraph" w:customStyle="1" w:styleId="BriefPhoto">
    <w:name w:val="Brief Photo"/>
    <w:rsid w:val="00E57B97"/>
    <w:pPr>
      <w:spacing w:before="120" w:after="120" w:line="240" w:lineRule="auto"/>
    </w:pPr>
    <w:rPr>
      <w:rFonts w:ascii="Times New Roman" w:eastAsia="Times New Roman" w:hAnsi="Times New Roman" w:cs="Times New Roman"/>
      <w:i/>
      <w:color w:val="800080"/>
      <w:sz w:val="24"/>
      <w:szCs w:val="24"/>
      <w:lang w:eastAsia="en-GB"/>
    </w:rPr>
  </w:style>
  <w:style w:type="paragraph" w:customStyle="1" w:styleId="BriefArtwork">
    <w:name w:val="Brief Artwork"/>
    <w:basedOn w:val="BriefPhoto"/>
    <w:rsid w:val="00E57B97"/>
    <w:rPr>
      <w:color w:val="333399"/>
    </w:rPr>
  </w:style>
  <w:style w:type="character" w:customStyle="1" w:styleId="Briefchr">
    <w:name w:val="Brief chr"/>
    <w:rsid w:val="00E57B97"/>
    <w:rPr>
      <w:rFonts w:ascii="Times New Roman" w:hAnsi="Times New Roman"/>
      <w:i/>
      <w:color w:val="0000FF"/>
      <w:sz w:val="24"/>
    </w:rPr>
  </w:style>
  <w:style w:type="paragraph" w:customStyle="1" w:styleId="BriefDesign">
    <w:name w:val="Brief Design"/>
    <w:rsid w:val="00E57B97"/>
    <w:pPr>
      <w:spacing w:before="120" w:after="120" w:line="240" w:lineRule="auto"/>
    </w:pPr>
    <w:rPr>
      <w:rFonts w:ascii="Times New Roman" w:eastAsia="Times New Roman" w:hAnsi="Times New Roman" w:cs="Times New Roman"/>
      <w:i/>
      <w:color w:val="0000FF"/>
      <w:sz w:val="24"/>
      <w:szCs w:val="24"/>
      <w:lang w:eastAsia="en-GB"/>
    </w:rPr>
  </w:style>
  <w:style w:type="paragraph" w:customStyle="1" w:styleId="RealiaText">
    <w:name w:val="Realia Text"/>
    <w:rsid w:val="00E57B97"/>
    <w:pPr>
      <w:pBdr>
        <w:top w:val="dotted" w:sz="4" w:space="1" w:color="C0C0C0"/>
        <w:left w:val="dotted" w:sz="4" w:space="4" w:color="C0C0C0"/>
        <w:bottom w:val="dotted" w:sz="4" w:space="1" w:color="C0C0C0"/>
        <w:right w:val="dotted" w:sz="4" w:space="4" w:color="C0C0C0"/>
      </w:pBdr>
      <w:tabs>
        <w:tab w:val="left" w:pos="567"/>
      </w:tabs>
      <w:spacing w:after="240" w:line="240" w:lineRule="auto"/>
      <w:contextualSpacing/>
    </w:pPr>
    <w:rPr>
      <w:rFonts w:ascii="Times New Roman" w:eastAsia="Times New Roman" w:hAnsi="Times New Roman" w:cs="Times New Roman"/>
      <w:sz w:val="20"/>
      <w:szCs w:val="20"/>
      <w:lang w:eastAsia="en-GB"/>
    </w:rPr>
  </w:style>
  <w:style w:type="paragraph" w:customStyle="1" w:styleId="BriefRealia">
    <w:name w:val="Brief Realia"/>
    <w:basedOn w:val="RealiaText"/>
    <w:rsid w:val="00E57B97"/>
    <w:rPr>
      <w:i/>
      <w:color w:val="003366"/>
      <w:sz w:val="24"/>
      <w:szCs w:val="24"/>
    </w:rPr>
  </w:style>
  <w:style w:type="paragraph" w:customStyle="1" w:styleId="ComponentNotes">
    <w:name w:val="Component Notes"/>
    <w:basedOn w:val="Text"/>
    <w:rsid w:val="00E57B97"/>
    <w:pPr>
      <w:pBdr>
        <w:top w:val="single" w:sz="8" w:space="1" w:color="FF0000"/>
        <w:left w:val="single" w:sz="8" w:space="4" w:color="FF0000"/>
        <w:bottom w:val="single" w:sz="8" w:space="1" w:color="FF0000"/>
        <w:right w:val="single" w:sz="8" w:space="4" w:color="FF0000"/>
      </w:pBdr>
    </w:pPr>
    <w:rPr>
      <w:color w:val="FF0000"/>
    </w:rPr>
  </w:style>
  <w:style w:type="character" w:customStyle="1" w:styleId="GapFillchr">
    <w:name w:val="Gap Fill chr"/>
    <w:rsid w:val="00E57B97"/>
    <w:rPr>
      <w:rFonts w:ascii="Courier New" w:hAnsi="Courier New"/>
      <w:b/>
      <w:color w:val="FF6600"/>
      <w:sz w:val="20"/>
      <w:u w:val="dottedHeavy" w:color="000080"/>
    </w:rPr>
  </w:style>
  <w:style w:type="paragraph" w:customStyle="1" w:styleId="GrammarBoxHead">
    <w:name w:val="Grammar Box Head"/>
    <w:basedOn w:val="Normalny"/>
    <w:rsid w:val="00E57B97"/>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E57B97"/>
    <w:pPr>
      <w:shd w:val="clear" w:color="auto" w:fill="B7C4ED"/>
    </w:pPr>
    <w:rPr>
      <w:sz w:val="20"/>
    </w:rPr>
  </w:style>
  <w:style w:type="paragraph" w:customStyle="1" w:styleId="GrammarBoxText">
    <w:name w:val="Grammar Box Text"/>
    <w:basedOn w:val="Normalny"/>
    <w:rsid w:val="00E57B97"/>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ny"/>
    <w:autoRedefine/>
    <w:rsid w:val="00E57B97"/>
    <w:pPr>
      <w:shd w:val="clear" w:color="auto" w:fill="EDEDED"/>
      <w:spacing w:before="120" w:after="60" w:line="240" w:lineRule="auto"/>
    </w:pPr>
    <w:rPr>
      <w:rFonts w:ascii="Arial" w:eastAsia="Times New Roman" w:hAnsi="Arial" w:cs="Arial"/>
      <w:b/>
      <w:sz w:val="24"/>
      <w:szCs w:val="24"/>
      <w:lang w:eastAsia="en-GB"/>
    </w:rPr>
  </w:style>
  <w:style w:type="paragraph" w:customStyle="1" w:styleId="HeadCSubsubsection">
    <w:name w:val="Head C Subsubsection"/>
    <w:basedOn w:val="Rubric"/>
    <w:rsid w:val="00E57B97"/>
    <w:pPr>
      <w:shd w:val="clear" w:color="auto" w:fill="CCECFF"/>
    </w:pPr>
  </w:style>
  <w:style w:type="paragraph" w:customStyle="1" w:styleId="HeadLesson">
    <w:name w:val="Head Lesson"/>
    <w:next w:val="HeadASection"/>
    <w:rsid w:val="00E57B97"/>
    <w:pPr>
      <w:shd w:val="clear" w:color="auto" w:fill="DDD9C3"/>
      <w:spacing w:before="240" w:after="120" w:line="240" w:lineRule="auto"/>
    </w:pPr>
    <w:rPr>
      <w:rFonts w:ascii="Arial" w:eastAsia="Times New Roman" w:hAnsi="Arial" w:cs="Arial"/>
      <w:b/>
      <w:sz w:val="32"/>
      <w:szCs w:val="32"/>
      <w:lang w:eastAsia="en-GB"/>
    </w:rPr>
  </w:style>
  <w:style w:type="paragraph" w:customStyle="1" w:styleId="HeadUnit">
    <w:name w:val="Head Unit"/>
    <w:next w:val="HeadLesson"/>
    <w:autoRedefine/>
    <w:rsid w:val="00E57B97"/>
    <w:pPr>
      <w:shd w:val="clear" w:color="auto" w:fill="EEECE1"/>
      <w:spacing w:before="120" w:after="0" w:line="240" w:lineRule="auto"/>
    </w:pPr>
    <w:rPr>
      <w:rFonts w:ascii="Arial" w:eastAsia="Times New Roman" w:hAnsi="Arial" w:cs="Arial"/>
      <w:b/>
      <w:sz w:val="36"/>
      <w:szCs w:val="36"/>
      <w:lang w:eastAsia="en-GB"/>
    </w:rPr>
  </w:style>
  <w:style w:type="paragraph" w:customStyle="1" w:styleId="Permissions">
    <w:name w:val="Permissions"/>
    <w:basedOn w:val="Normalny"/>
    <w:rsid w:val="00E57B97"/>
    <w:pPr>
      <w:spacing w:before="120" w:after="120"/>
    </w:pPr>
    <w:rPr>
      <w:i/>
      <w:color w:val="008000"/>
    </w:rPr>
  </w:style>
  <w:style w:type="character" w:customStyle="1" w:styleId="Phoneticschr">
    <w:name w:val="Phonetics chr"/>
    <w:rsid w:val="00E57B97"/>
    <w:rPr>
      <w:rFonts w:ascii="Charis SIL" w:hAnsi="Charis SIL"/>
    </w:rPr>
  </w:style>
  <w:style w:type="paragraph" w:customStyle="1" w:styleId="RealiaHead">
    <w:name w:val="Realia Head"/>
    <w:basedOn w:val="RealiaText"/>
    <w:rsid w:val="00E57B97"/>
    <w:pPr>
      <w:spacing w:before="240" w:after="60"/>
    </w:pPr>
    <w:rPr>
      <w:b/>
      <w:u w:val="single"/>
    </w:rPr>
  </w:style>
  <w:style w:type="paragraph" w:customStyle="1" w:styleId="TextExample">
    <w:name w:val="Text Example"/>
    <w:basedOn w:val="TextList"/>
    <w:rsid w:val="00E57B97"/>
    <w:rPr>
      <w:i/>
      <w:color w:val="339966"/>
    </w:rPr>
  </w:style>
  <w:style w:type="paragraph" w:customStyle="1" w:styleId="TextReference">
    <w:name w:val="Text Reference"/>
    <w:basedOn w:val="Normalny"/>
    <w:rsid w:val="00E57B97"/>
    <w:pPr>
      <w:shd w:val="clear" w:color="auto" w:fill="CCECFF"/>
      <w:tabs>
        <w:tab w:val="left" w:pos="567"/>
      </w:tabs>
      <w:spacing w:after="120"/>
    </w:pPr>
    <w:rPr>
      <w:rFonts w:ascii="Arial" w:hAnsi="Arial" w:cs="Arial"/>
      <w:b/>
      <w:color w:val="000080"/>
      <w:sz w:val="20"/>
      <w:szCs w:val="20"/>
    </w:rPr>
  </w:style>
  <w:style w:type="paragraph" w:customStyle="1" w:styleId="UnitObjectives">
    <w:name w:val="Unit Objectives"/>
    <w:rsid w:val="00E57B97"/>
    <w:pPr>
      <w:pBdr>
        <w:top w:val="dotted" w:sz="4" w:space="1" w:color="auto"/>
        <w:left w:val="dotted" w:sz="4" w:space="4" w:color="auto"/>
        <w:bottom w:val="dotted" w:sz="4" w:space="1" w:color="auto"/>
        <w:right w:val="dotted" w:sz="4" w:space="4" w:color="auto"/>
      </w:pBdr>
      <w:spacing w:before="120" w:after="120" w:line="240" w:lineRule="auto"/>
      <w:contextualSpacing/>
    </w:pPr>
    <w:rPr>
      <w:rFonts w:ascii="Times New Roman" w:eastAsia="Times New Roman" w:hAnsi="Times New Roman" w:cs="Times New Roman"/>
      <w:sz w:val="24"/>
      <w:szCs w:val="24"/>
      <w:lang w:eastAsia="en-GB"/>
    </w:rPr>
  </w:style>
  <w:style w:type="paragraph" w:customStyle="1" w:styleId="UnitObjectivesHead">
    <w:name w:val="Unit Objectives Head"/>
    <w:basedOn w:val="UnitObjectives"/>
    <w:rsid w:val="00E57B97"/>
    <w:rPr>
      <w:b/>
    </w:rPr>
  </w:style>
  <w:style w:type="paragraph" w:customStyle="1" w:styleId="WordChoiceBox">
    <w:name w:val="Word Choice Box"/>
    <w:basedOn w:val="Text"/>
    <w:rsid w:val="00E57B97"/>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paragraph" w:customStyle="1" w:styleId="CommonErrorsHead">
    <w:name w:val="Common Errors Head"/>
    <w:basedOn w:val="VocabularyHead"/>
    <w:rsid w:val="00E57B97"/>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E57B97"/>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E57B97"/>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E57B97"/>
    <w:pPr>
      <w:pBdr>
        <w:top w:val="single" w:sz="4" w:space="1" w:color="808000"/>
        <w:left w:val="single" w:sz="4" w:space="4" w:color="808000"/>
        <w:bottom w:val="single" w:sz="4" w:space="1" w:color="808000"/>
        <w:right w:val="single" w:sz="4" w:space="4" w:color="808000"/>
      </w:pBdr>
    </w:pPr>
  </w:style>
  <w:style w:type="character" w:customStyle="1" w:styleId="ExampleChr">
    <w:name w:val="Example Chr"/>
    <w:rsid w:val="00E57B97"/>
    <w:rPr>
      <w:i/>
      <w:color w:val="339966"/>
    </w:rPr>
  </w:style>
  <w:style w:type="paragraph" w:customStyle="1" w:styleId="WritingSubhead">
    <w:name w:val="Writing Subhead"/>
    <w:basedOn w:val="VocabularySubhead"/>
    <w:rsid w:val="00E57B97"/>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E57B97"/>
    <w:pPr>
      <w:pBdr>
        <w:top w:val="single" w:sz="4" w:space="1" w:color="808000"/>
        <w:left w:val="single" w:sz="4" w:space="4" w:color="808000"/>
        <w:bottom w:val="single" w:sz="4" w:space="1" w:color="808000"/>
        <w:right w:val="single" w:sz="4" w:space="4" w:color="808000"/>
      </w:pBdr>
    </w:pPr>
  </w:style>
  <w:style w:type="paragraph" w:customStyle="1" w:styleId="EXAMTASKTYPE">
    <w:name w:val="EXAM TASK TYPE"/>
    <w:basedOn w:val="Normalny"/>
    <w:qFormat/>
    <w:rsid w:val="00E57B97"/>
    <w:pPr>
      <w:shd w:val="clear" w:color="auto" w:fill="F2F2F2"/>
      <w:tabs>
        <w:tab w:val="left" w:pos="567"/>
      </w:tabs>
    </w:pPr>
    <w:rPr>
      <w:rFonts w:ascii="Arial" w:hAnsi="Arial"/>
      <w:sz w:val="20"/>
      <w:szCs w:val="20"/>
    </w:rPr>
  </w:style>
  <w:style w:type="paragraph" w:styleId="Poprawka">
    <w:name w:val="Revision"/>
    <w:hidden/>
    <w:uiPriority w:val="99"/>
    <w:semiHidden/>
    <w:rsid w:val="0039120F"/>
    <w:pPr>
      <w:spacing w:after="0" w:line="240" w:lineRule="auto"/>
    </w:pPr>
    <w:rPr>
      <w:rFonts w:ascii="Times New Roman" w:eastAsia="Times New Roman" w:hAnsi="Times New Roman" w:cs="Times New Roman"/>
      <w:sz w:val="24"/>
      <w:szCs w:val="24"/>
      <w:lang w:eastAsia="en-GB"/>
    </w:rPr>
  </w:style>
  <w:style w:type="character" w:styleId="Hipercze">
    <w:name w:val="Hyperlink"/>
    <w:basedOn w:val="Domylnaczcionkaakapitu"/>
    <w:unhideWhenUsed/>
    <w:rsid w:val="003312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 Core UK</Template>
  <TotalTime>0</TotalTime>
  <Pages>11</Pages>
  <Words>3675</Words>
  <Characters>22054</Characters>
  <Application>Microsoft Office Word</Application>
  <DocSecurity>0</DocSecurity>
  <Lines>183</Lines>
  <Paragraphs>51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Aish</dc:creator>
  <cp:keywords/>
  <dc:description/>
  <cp:lastModifiedBy>Zawilinska-Janas, Malgorzata</cp:lastModifiedBy>
  <cp:revision>3</cp:revision>
  <cp:lastPrinted>2019-03-01T11:42:00Z</cp:lastPrinted>
  <dcterms:created xsi:type="dcterms:W3CDTF">2019-05-30T14:02:00Z</dcterms:created>
  <dcterms:modified xsi:type="dcterms:W3CDTF">2019-05-30T14:02:00Z</dcterms:modified>
</cp:coreProperties>
</file>